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33836" w14:textId="5979C9CD" w:rsidR="00BC1D05" w:rsidRDefault="00243FDE" w:rsidP="00BC1D05">
      <w:pPr>
        <w:pStyle w:val="Sublevel"/>
        <w:keepNext/>
        <w:keepLines/>
        <w:widowControl/>
        <w:spacing w:before="120" w:after="120"/>
        <w:rPr>
          <w:rFonts w:ascii="Times New Roman Bold" w:hAnsi="Times New Roman Bold"/>
          <w:b/>
          <w:bCs/>
          <w:caps/>
          <w:color w:val="0D0D0D" w:themeColor="text1" w:themeTint="F2"/>
          <w:sz w:val="28"/>
          <w:szCs w:val="28"/>
          <w:lang w:val="en-GB" w:eastAsia="en-GB"/>
        </w:rPr>
      </w:pPr>
      <w:bookmarkStart w:id="0" w:name="OLE_LINK1"/>
      <w:bookmarkStart w:id="1" w:name="OLE_LINK2"/>
      <w:bookmarkStart w:id="2" w:name="_GoBack"/>
      <w:bookmarkEnd w:id="2"/>
      <w:r>
        <w:rPr>
          <w:rFonts w:ascii="Times New Roman Bold" w:hAnsi="Times New Roman Bold"/>
          <w:b/>
          <w:bCs/>
          <w:caps/>
          <w:color w:val="0D0D0D" w:themeColor="text1" w:themeTint="F2"/>
          <w:sz w:val="28"/>
          <w:szCs w:val="28"/>
          <w:lang w:val="en-GB" w:eastAsia="en-GB"/>
        </w:rPr>
        <w:t>(</w:t>
      </w:r>
      <w:r w:rsidR="00BC1D05">
        <w:rPr>
          <w:rFonts w:ascii="Times New Roman Bold" w:hAnsi="Times New Roman Bold"/>
          <w:b/>
          <w:bCs/>
          <w:caps/>
          <w:color w:val="0D0D0D" w:themeColor="text1" w:themeTint="F2"/>
          <w:sz w:val="28"/>
          <w:szCs w:val="28"/>
          <w:lang w:val="en-GB" w:eastAsia="en-GB"/>
        </w:rPr>
        <w:t>This Agreement INCLUDING ITS annexures AND/or schedules thereto do not constitute a final Agreement between the Parties.  SARS reserves the right to amend same, at its own discretion, at any point in time prior to signature hereof.</w:t>
      </w:r>
    </w:p>
    <w:p w14:paraId="79FC69C0" w14:textId="327A1FE8" w:rsidR="00BC1D05" w:rsidRDefault="00BC1D05" w:rsidP="00BC1D05">
      <w:pPr>
        <w:spacing w:before="120" w:after="240" w:line="360" w:lineRule="auto"/>
        <w:jc w:val="center"/>
        <w:rPr>
          <w:rFonts w:ascii="Arial" w:hAnsi="Arial" w:cs="Arial"/>
          <w:b/>
          <w:bCs/>
          <w:sz w:val="36"/>
          <w:szCs w:val="36"/>
        </w:rPr>
      </w:pPr>
      <w:r>
        <w:rPr>
          <w:rFonts w:ascii="Times New Roman Bold" w:hAnsi="Times New Roman Bold"/>
          <w:b/>
          <w:bCs/>
          <w:caps/>
          <w:color w:val="0D0D0D" w:themeColor="text1" w:themeTint="F2"/>
          <w:sz w:val="28"/>
          <w:szCs w:val="28"/>
        </w:rPr>
        <w:t>YOUR SUBMISSION OF YOUR RESPONSE IS THEREFORE DEEMED TO BE AN ACKNOWLEDGEMENT AND ACCEPTANCE OF THE AFORESAID</w:t>
      </w:r>
      <w:r w:rsidR="00243FDE">
        <w:rPr>
          <w:rFonts w:ascii="Times New Roman Bold" w:hAnsi="Times New Roman Bold"/>
          <w:b/>
          <w:bCs/>
          <w:caps/>
          <w:color w:val="0D0D0D" w:themeColor="text1" w:themeTint="F2"/>
          <w:sz w:val="28"/>
          <w:szCs w:val="28"/>
        </w:rPr>
        <w:t>)</w:t>
      </w:r>
    </w:p>
    <w:p w14:paraId="79F8C6B3" w14:textId="4B63BF3E" w:rsidR="00242E68" w:rsidRPr="001A303E" w:rsidRDefault="003D2CAA" w:rsidP="00C23293">
      <w:pPr>
        <w:spacing w:before="120" w:after="240" w:line="360" w:lineRule="auto"/>
        <w:jc w:val="center"/>
        <w:rPr>
          <w:rFonts w:ascii="Arial" w:hAnsi="Arial" w:cs="Arial"/>
          <w:b/>
          <w:bCs/>
          <w:i/>
          <w:iCs/>
          <w:sz w:val="36"/>
          <w:szCs w:val="36"/>
        </w:rPr>
      </w:pPr>
      <w:r>
        <w:rPr>
          <w:rFonts w:ascii="Arial" w:hAnsi="Arial" w:cs="Arial"/>
          <w:b/>
          <w:bCs/>
          <w:sz w:val="36"/>
          <w:szCs w:val="36"/>
        </w:rPr>
        <w:t>SSA</w:t>
      </w:r>
      <w:r w:rsidR="00243FDE">
        <w:rPr>
          <w:rFonts w:ascii="Arial" w:hAnsi="Arial" w:cs="Arial"/>
          <w:b/>
          <w:bCs/>
          <w:sz w:val="36"/>
          <w:szCs w:val="36"/>
        </w:rPr>
        <w:t>-</w:t>
      </w:r>
      <w:r>
        <w:rPr>
          <w:rFonts w:ascii="Arial" w:hAnsi="Arial" w:cs="Arial"/>
          <w:b/>
          <w:bCs/>
          <w:sz w:val="36"/>
          <w:szCs w:val="36"/>
        </w:rPr>
        <w:t>NAME 3</w:t>
      </w:r>
      <w:r w:rsidR="000613FB" w:rsidRPr="00252202">
        <w:rPr>
          <w:rFonts w:ascii="Arial" w:hAnsi="Arial" w:cs="Arial"/>
          <w:b/>
          <w:bCs/>
          <w:sz w:val="36"/>
          <w:szCs w:val="36"/>
        </w:rPr>
        <w:t xml:space="preserve"> SOFTWARE</w:t>
      </w:r>
      <w:r w:rsidR="00243FDE">
        <w:rPr>
          <w:rFonts w:ascii="Arial" w:hAnsi="Arial" w:cs="Arial"/>
          <w:b/>
          <w:bCs/>
          <w:sz w:val="36"/>
          <w:szCs w:val="36"/>
        </w:rPr>
        <w:t xml:space="preserve"> </w:t>
      </w:r>
      <w:r w:rsidR="001F6793" w:rsidRPr="001A303E">
        <w:rPr>
          <w:rFonts w:ascii="Arial" w:hAnsi="Arial" w:cs="Arial"/>
          <w:b/>
          <w:bCs/>
          <w:sz w:val="36"/>
          <w:szCs w:val="36"/>
        </w:rPr>
        <w:t xml:space="preserve">LICENCE </w:t>
      </w:r>
      <w:r w:rsidR="00D45733">
        <w:rPr>
          <w:rFonts w:ascii="Arial" w:hAnsi="Arial" w:cs="Arial"/>
          <w:b/>
          <w:bCs/>
          <w:sz w:val="36"/>
          <w:szCs w:val="36"/>
        </w:rPr>
        <w:t xml:space="preserve"> SUPPORT  AND </w:t>
      </w:r>
      <w:r w:rsidR="001F6793" w:rsidRPr="001A303E">
        <w:rPr>
          <w:rFonts w:ascii="Arial" w:hAnsi="Arial" w:cs="Arial"/>
          <w:b/>
          <w:bCs/>
          <w:sz w:val="36"/>
          <w:szCs w:val="36"/>
        </w:rPr>
        <w:t>MAINTENANCE S</w:t>
      </w:r>
      <w:r w:rsidR="00EA722C" w:rsidRPr="001A303E">
        <w:rPr>
          <w:rFonts w:ascii="Arial" w:hAnsi="Arial" w:cs="Arial"/>
          <w:b/>
          <w:bCs/>
          <w:sz w:val="36"/>
          <w:szCs w:val="36"/>
        </w:rPr>
        <w:t>ERVICES AGREEMENT</w:t>
      </w:r>
    </w:p>
    <w:p w14:paraId="57EBA7E7" w14:textId="7C1FC8DF" w:rsidR="00242E68" w:rsidRPr="001A303E" w:rsidRDefault="00242E68" w:rsidP="00C23293">
      <w:pPr>
        <w:spacing w:before="120" w:after="240" w:line="360" w:lineRule="auto"/>
        <w:jc w:val="center"/>
        <w:rPr>
          <w:rFonts w:ascii="Arial" w:hAnsi="Arial" w:cs="Arial"/>
          <w:b/>
          <w:bCs/>
          <w:i/>
          <w:iCs/>
          <w:sz w:val="36"/>
          <w:szCs w:val="36"/>
        </w:rPr>
      </w:pPr>
    </w:p>
    <w:bookmarkEnd w:id="0"/>
    <w:bookmarkEnd w:id="1"/>
    <w:p w14:paraId="253BAD9F" w14:textId="77777777" w:rsidR="0000261A" w:rsidRPr="00170599" w:rsidRDefault="0000261A" w:rsidP="00C23293">
      <w:pPr>
        <w:spacing w:before="120" w:after="240" w:line="360" w:lineRule="auto"/>
        <w:jc w:val="center"/>
        <w:rPr>
          <w:rFonts w:ascii="Arial" w:hAnsi="Arial" w:cs="Arial"/>
          <w:b/>
          <w:bCs/>
          <w:i/>
          <w:iCs/>
          <w:sz w:val="36"/>
          <w:szCs w:val="36"/>
        </w:rPr>
      </w:pPr>
      <w:r w:rsidRPr="00170599">
        <w:rPr>
          <w:rFonts w:ascii="Arial" w:hAnsi="Arial" w:cs="Arial"/>
          <w:b/>
          <w:bCs/>
          <w:sz w:val="36"/>
          <w:szCs w:val="36"/>
        </w:rPr>
        <w:t>Between</w:t>
      </w:r>
    </w:p>
    <w:p w14:paraId="7D8065B4" w14:textId="77777777" w:rsidR="0000261A" w:rsidRPr="00170599" w:rsidRDefault="0000261A" w:rsidP="00C23293">
      <w:pPr>
        <w:spacing w:before="120" w:after="240" w:line="360" w:lineRule="auto"/>
        <w:jc w:val="center"/>
        <w:rPr>
          <w:rFonts w:ascii="Arial" w:hAnsi="Arial" w:cs="Arial"/>
          <w:b/>
          <w:bCs/>
          <w:i/>
          <w:iCs/>
          <w:sz w:val="36"/>
          <w:szCs w:val="36"/>
        </w:rPr>
      </w:pPr>
    </w:p>
    <w:p w14:paraId="41CAAC64" w14:textId="77777777" w:rsidR="0000261A" w:rsidRPr="00170599" w:rsidRDefault="0000261A" w:rsidP="00C23293">
      <w:pPr>
        <w:spacing w:before="120" w:after="240" w:line="360" w:lineRule="auto"/>
        <w:jc w:val="center"/>
        <w:rPr>
          <w:rFonts w:ascii="Arial" w:hAnsi="Arial" w:cs="Arial"/>
          <w:b/>
          <w:bCs/>
          <w:i/>
          <w:iCs/>
          <w:sz w:val="36"/>
          <w:szCs w:val="36"/>
        </w:rPr>
      </w:pPr>
      <w:r w:rsidRPr="00170599">
        <w:rPr>
          <w:rFonts w:ascii="Arial" w:hAnsi="Arial" w:cs="Arial"/>
          <w:b/>
          <w:bCs/>
          <w:sz w:val="36"/>
          <w:szCs w:val="36"/>
        </w:rPr>
        <w:t>T</w:t>
      </w:r>
      <w:r w:rsidR="00BD6069" w:rsidRPr="00170599">
        <w:rPr>
          <w:rFonts w:ascii="Arial" w:hAnsi="Arial" w:cs="Arial"/>
          <w:b/>
          <w:bCs/>
          <w:sz w:val="36"/>
          <w:szCs w:val="36"/>
        </w:rPr>
        <w:t>HE</w:t>
      </w:r>
      <w:r w:rsidRPr="00170599">
        <w:rPr>
          <w:rFonts w:ascii="Arial" w:hAnsi="Arial" w:cs="Arial"/>
          <w:b/>
          <w:bCs/>
          <w:sz w:val="36"/>
          <w:szCs w:val="36"/>
        </w:rPr>
        <w:t xml:space="preserve"> SOUTH AFRICAN REVENUE SERVICE</w:t>
      </w:r>
    </w:p>
    <w:p w14:paraId="174457DD" w14:textId="695BF3EE" w:rsidR="0000261A" w:rsidRPr="00170599" w:rsidRDefault="0000261A" w:rsidP="00C23293">
      <w:pPr>
        <w:spacing w:before="120" w:after="240" w:line="360" w:lineRule="auto"/>
        <w:jc w:val="center"/>
        <w:rPr>
          <w:rFonts w:ascii="Arial" w:hAnsi="Arial" w:cs="Arial"/>
          <w:b/>
          <w:bCs/>
          <w:sz w:val="36"/>
          <w:szCs w:val="36"/>
        </w:rPr>
      </w:pPr>
      <w:r w:rsidRPr="00170599">
        <w:rPr>
          <w:rFonts w:ascii="Arial" w:hAnsi="Arial" w:cs="Arial"/>
          <w:b/>
          <w:bCs/>
          <w:sz w:val="36"/>
          <w:szCs w:val="36"/>
        </w:rPr>
        <w:t>(“SARS”)</w:t>
      </w:r>
    </w:p>
    <w:p w14:paraId="1AB1FA93" w14:textId="77777777" w:rsidR="00C23293" w:rsidRPr="00170599" w:rsidRDefault="00C23293" w:rsidP="00C23293">
      <w:pPr>
        <w:spacing w:before="120" w:after="240" w:line="360" w:lineRule="auto"/>
        <w:jc w:val="center"/>
        <w:rPr>
          <w:rFonts w:ascii="Arial" w:hAnsi="Arial" w:cs="Arial"/>
          <w:b/>
          <w:bCs/>
          <w:sz w:val="36"/>
          <w:szCs w:val="36"/>
        </w:rPr>
      </w:pPr>
      <w:r w:rsidRPr="00170599">
        <w:rPr>
          <w:rFonts w:ascii="Arial" w:hAnsi="Arial" w:cs="Arial"/>
          <w:b/>
          <w:bCs/>
          <w:sz w:val="36"/>
          <w:szCs w:val="36"/>
        </w:rPr>
        <w:t>And</w:t>
      </w:r>
    </w:p>
    <w:p w14:paraId="38E69A37" w14:textId="77777777" w:rsidR="00C23293" w:rsidRPr="00170599" w:rsidRDefault="00C23293" w:rsidP="00C23293">
      <w:pPr>
        <w:spacing w:before="120" w:after="240" w:line="360" w:lineRule="auto"/>
        <w:jc w:val="center"/>
        <w:rPr>
          <w:rFonts w:ascii="Arial" w:hAnsi="Arial" w:cs="Arial"/>
          <w:b/>
          <w:bCs/>
          <w:sz w:val="36"/>
          <w:szCs w:val="36"/>
        </w:rPr>
      </w:pPr>
    </w:p>
    <w:p w14:paraId="7CB902FF" w14:textId="53C30BC7" w:rsidR="00170599" w:rsidRDefault="000613FB" w:rsidP="00C23293">
      <w:pPr>
        <w:spacing w:before="120" w:after="240" w:line="360" w:lineRule="auto"/>
        <w:jc w:val="center"/>
        <w:rPr>
          <w:rFonts w:ascii="Arial" w:hAnsi="Arial" w:cs="Arial"/>
          <w:b/>
          <w:bCs/>
          <w:color w:val="FF0000"/>
          <w:sz w:val="36"/>
          <w:szCs w:val="36"/>
        </w:rPr>
      </w:pPr>
      <w:r w:rsidRPr="00170599" w:rsidDel="000613FB">
        <w:rPr>
          <w:rFonts w:ascii="Arial" w:hAnsi="Arial" w:cs="Arial"/>
          <w:b/>
          <w:bCs/>
          <w:sz w:val="36"/>
          <w:szCs w:val="36"/>
        </w:rPr>
        <w:t xml:space="preserve"> </w:t>
      </w:r>
      <w:r w:rsidR="00170599">
        <w:rPr>
          <w:rFonts w:ascii="Arial" w:hAnsi="Arial" w:cs="Arial"/>
          <w:b/>
          <w:bCs/>
          <w:color w:val="FF0000"/>
          <w:sz w:val="36"/>
          <w:szCs w:val="36"/>
        </w:rPr>
        <w:t>[</w:t>
      </w:r>
      <w:r w:rsidR="00170599" w:rsidRPr="001A303E">
        <w:rPr>
          <w:rFonts w:ascii="Arial" w:hAnsi="Arial" w:cs="Arial"/>
          <w:b/>
          <w:bCs/>
          <w:color w:val="FF0000"/>
          <w:sz w:val="36"/>
          <w:szCs w:val="36"/>
        </w:rPr>
        <w:t>TO</w:t>
      </w:r>
      <w:r w:rsidR="00170599" w:rsidRPr="001A303E">
        <w:rPr>
          <w:rFonts w:ascii="Arial" w:hAnsi="Arial"/>
          <w:b/>
          <w:color w:val="FF0000"/>
          <w:sz w:val="36"/>
        </w:rPr>
        <w:t xml:space="preserve"> BE </w:t>
      </w:r>
      <w:r w:rsidR="00170599" w:rsidRPr="001A303E">
        <w:rPr>
          <w:rFonts w:ascii="Arial" w:hAnsi="Arial" w:cs="Arial"/>
          <w:b/>
          <w:bCs/>
          <w:color w:val="FF0000"/>
          <w:sz w:val="36"/>
          <w:szCs w:val="36"/>
        </w:rPr>
        <w:t>INSERTED</w:t>
      </w:r>
      <w:r w:rsidR="00170599">
        <w:rPr>
          <w:rFonts w:ascii="Arial" w:hAnsi="Arial" w:cs="Arial"/>
          <w:b/>
          <w:bCs/>
          <w:color w:val="FF0000"/>
          <w:sz w:val="36"/>
          <w:szCs w:val="36"/>
        </w:rPr>
        <w:t>]</w:t>
      </w:r>
    </w:p>
    <w:p w14:paraId="66AFE712" w14:textId="2083D617" w:rsidR="00C23293" w:rsidRPr="001A303E" w:rsidRDefault="00C23293" w:rsidP="00C23293">
      <w:pPr>
        <w:spacing w:before="120" w:after="240" w:line="360" w:lineRule="auto"/>
        <w:jc w:val="center"/>
        <w:rPr>
          <w:rFonts w:ascii="Arial" w:hAnsi="Arial" w:cs="Arial"/>
          <w:b/>
          <w:bCs/>
          <w:sz w:val="36"/>
          <w:szCs w:val="36"/>
        </w:rPr>
      </w:pPr>
      <w:r w:rsidRPr="001A303E">
        <w:rPr>
          <w:rFonts w:ascii="Arial" w:hAnsi="Arial" w:cs="Arial"/>
          <w:b/>
          <w:bCs/>
          <w:sz w:val="36"/>
          <w:szCs w:val="36"/>
        </w:rPr>
        <w:t>(“Service Provider”)</w:t>
      </w:r>
    </w:p>
    <w:p w14:paraId="353B53C2" w14:textId="77777777" w:rsidR="00170599" w:rsidRPr="003D2CAA" w:rsidRDefault="00170599" w:rsidP="003D2CAA">
      <w:pPr>
        <w:rPr>
          <w:rFonts w:ascii="Arial" w:hAnsi="Arial" w:cs="Arial"/>
          <w:sz w:val="22"/>
          <w:szCs w:val="22"/>
        </w:rPr>
      </w:pPr>
    </w:p>
    <w:p w14:paraId="31132721" w14:textId="4DD72DBE" w:rsidR="006E1FF2" w:rsidRPr="00170599" w:rsidRDefault="006E1FF2" w:rsidP="00C23293">
      <w:pPr>
        <w:spacing w:before="120" w:after="240" w:line="360" w:lineRule="auto"/>
        <w:jc w:val="center"/>
        <w:rPr>
          <w:rFonts w:ascii="Arial" w:hAnsi="Arial" w:cs="Arial"/>
          <w:b/>
          <w:bCs/>
          <w:i/>
          <w:iCs/>
          <w:sz w:val="22"/>
          <w:szCs w:val="22"/>
        </w:rPr>
      </w:pPr>
    </w:p>
    <w:p w14:paraId="72C20A55" w14:textId="493D5B76" w:rsidR="00B169E8" w:rsidRPr="001A303E" w:rsidRDefault="00170599" w:rsidP="00170599">
      <w:pPr>
        <w:spacing w:before="120" w:after="240" w:line="360" w:lineRule="auto"/>
        <w:jc w:val="center"/>
        <w:rPr>
          <w:rFonts w:ascii="Arial" w:hAnsi="Arial" w:cs="Arial"/>
          <w:b/>
          <w:bCs/>
          <w:sz w:val="22"/>
          <w:szCs w:val="22"/>
        </w:rPr>
      </w:pPr>
      <w:r>
        <w:rPr>
          <w:rFonts w:ascii="Arial" w:hAnsi="Arial" w:cs="Arial"/>
          <w:b/>
          <w:bCs/>
          <w:sz w:val="22"/>
          <w:szCs w:val="22"/>
        </w:rPr>
        <w:t>T</w:t>
      </w:r>
      <w:r w:rsidR="002E1B94" w:rsidRPr="001A303E">
        <w:rPr>
          <w:rFonts w:ascii="Arial" w:hAnsi="Arial" w:cs="Arial"/>
          <w:b/>
          <w:bCs/>
          <w:sz w:val="22"/>
          <w:szCs w:val="22"/>
        </w:rPr>
        <w:t>ABLE OF CONTENTS</w:t>
      </w:r>
    </w:p>
    <w:p w14:paraId="6E082215" w14:textId="685B8C02" w:rsidR="00C24151" w:rsidRDefault="00AA5ADE">
      <w:pPr>
        <w:pStyle w:val="TOC1"/>
        <w:rPr>
          <w:rFonts w:asciiTheme="minorHAnsi" w:eastAsiaTheme="minorEastAsia" w:hAnsiTheme="minorHAnsi" w:cstheme="minorBidi"/>
          <w:bCs w:val="0"/>
          <w:noProof/>
          <w:lang w:val="en-ZA" w:eastAsia="en-ZA"/>
        </w:rPr>
      </w:pPr>
      <w:r w:rsidRPr="001A303E">
        <w:rPr>
          <w:bCs w:val="0"/>
          <w:lang w:val="en-ZA"/>
        </w:rPr>
        <w:fldChar w:fldCharType="begin"/>
      </w:r>
      <w:r w:rsidRPr="00170599">
        <w:rPr>
          <w:lang w:val="en-ZA"/>
        </w:rPr>
        <w:instrText xml:space="preserve"> TOC \o "1-1" \h \z \u </w:instrText>
      </w:r>
      <w:r w:rsidRPr="001A303E">
        <w:rPr>
          <w:bCs w:val="0"/>
          <w:lang w:val="en-ZA"/>
        </w:rPr>
        <w:fldChar w:fldCharType="separate"/>
      </w:r>
      <w:hyperlink w:anchor="_Toc65489819" w:history="1">
        <w:r w:rsidR="00C24151" w:rsidRPr="000948AF">
          <w:rPr>
            <w:rStyle w:val="Hyperlink"/>
            <w:b/>
            <w:caps/>
            <w:noProof/>
          </w:rPr>
          <w:t>1.</w:t>
        </w:r>
        <w:r w:rsidR="00C24151">
          <w:rPr>
            <w:rFonts w:asciiTheme="minorHAnsi" w:eastAsiaTheme="minorEastAsia" w:hAnsiTheme="minorHAnsi" w:cstheme="minorBidi"/>
            <w:bCs w:val="0"/>
            <w:noProof/>
            <w:lang w:val="en-ZA" w:eastAsia="en-ZA"/>
          </w:rPr>
          <w:tab/>
        </w:r>
        <w:r w:rsidR="00C24151" w:rsidRPr="000948AF">
          <w:rPr>
            <w:rStyle w:val="Hyperlink"/>
            <w:b/>
            <w:caps/>
            <w:noProof/>
          </w:rPr>
          <w:t>PARTIES</w:t>
        </w:r>
        <w:r w:rsidR="00C24151">
          <w:rPr>
            <w:noProof/>
            <w:webHidden/>
          </w:rPr>
          <w:tab/>
        </w:r>
        <w:r w:rsidR="00C24151">
          <w:rPr>
            <w:noProof/>
            <w:webHidden/>
          </w:rPr>
          <w:fldChar w:fldCharType="begin"/>
        </w:r>
        <w:r w:rsidR="00C24151">
          <w:rPr>
            <w:noProof/>
            <w:webHidden/>
          </w:rPr>
          <w:instrText xml:space="preserve"> PAGEREF _Toc65489819 \h </w:instrText>
        </w:r>
        <w:r w:rsidR="00C24151">
          <w:rPr>
            <w:noProof/>
            <w:webHidden/>
          </w:rPr>
        </w:r>
        <w:r w:rsidR="00C24151">
          <w:rPr>
            <w:noProof/>
            <w:webHidden/>
          </w:rPr>
          <w:fldChar w:fldCharType="separate"/>
        </w:r>
        <w:r w:rsidR="00C24151">
          <w:rPr>
            <w:noProof/>
            <w:webHidden/>
          </w:rPr>
          <w:t>5</w:t>
        </w:r>
        <w:r w:rsidR="00C24151">
          <w:rPr>
            <w:noProof/>
            <w:webHidden/>
          </w:rPr>
          <w:fldChar w:fldCharType="end"/>
        </w:r>
      </w:hyperlink>
    </w:p>
    <w:p w14:paraId="49106E4C" w14:textId="7E53C39E" w:rsidR="00C24151" w:rsidRDefault="003C2908">
      <w:pPr>
        <w:pStyle w:val="TOC1"/>
        <w:rPr>
          <w:rFonts w:asciiTheme="minorHAnsi" w:eastAsiaTheme="minorEastAsia" w:hAnsiTheme="minorHAnsi" w:cstheme="minorBidi"/>
          <w:bCs w:val="0"/>
          <w:noProof/>
          <w:lang w:val="en-ZA" w:eastAsia="en-ZA"/>
        </w:rPr>
      </w:pPr>
      <w:hyperlink w:anchor="_Toc65489820" w:history="1">
        <w:r w:rsidR="00C24151" w:rsidRPr="000948AF">
          <w:rPr>
            <w:rStyle w:val="Hyperlink"/>
            <w:b/>
            <w:caps/>
            <w:noProof/>
          </w:rPr>
          <w:t>2.</w:t>
        </w:r>
        <w:r w:rsidR="00C24151">
          <w:rPr>
            <w:rFonts w:asciiTheme="minorHAnsi" w:eastAsiaTheme="minorEastAsia" w:hAnsiTheme="minorHAnsi" w:cstheme="minorBidi"/>
            <w:bCs w:val="0"/>
            <w:noProof/>
            <w:lang w:val="en-ZA" w:eastAsia="en-ZA"/>
          </w:rPr>
          <w:tab/>
        </w:r>
        <w:r w:rsidR="00C24151" w:rsidRPr="000948AF">
          <w:rPr>
            <w:rStyle w:val="Hyperlink"/>
            <w:b/>
            <w:caps/>
            <w:noProof/>
          </w:rPr>
          <w:t>Background and Objectives</w:t>
        </w:r>
        <w:r w:rsidR="00C24151">
          <w:rPr>
            <w:noProof/>
            <w:webHidden/>
          </w:rPr>
          <w:tab/>
        </w:r>
        <w:r w:rsidR="00C24151">
          <w:rPr>
            <w:noProof/>
            <w:webHidden/>
          </w:rPr>
          <w:fldChar w:fldCharType="begin"/>
        </w:r>
        <w:r w:rsidR="00C24151">
          <w:rPr>
            <w:noProof/>
            <w:webHidden/>
          </w:rPr>
          <w:instrText xml:space="preserve"> PAGEREF _Toc65489820 \h </w:instrText>
        </w:r>
        <w:r w:rsidR="00C24151">
          <w:rPr>
            <w:noProof/>
            <w:webHidden/>
          </w:rPr>
        </w:r>
        <w:r w:rsidR="00C24151">
          <w:rPr>
            <w:noProof/>
            <w:webHidden/>
          </w:rPr>
          <w:fldChar w:fldCharType="separate"/>
        </w:r>
        <w:r w:rsidR="00C24151">
          <w:rPr>
            <w:noProof/>
            <w:webHidden/>
          </w:rPr>
          <w:t>5</w:t>
        </w:r>
        <w:r w:rsidR="00C24151">
          <w:rPr>
            <w:noProof/>
            <w:webHidden/>
          </w:rPr>
          <w:fldChar w:fldCharType="end"/>
        </w:r>
      </w:hyperlink>
    </w:p>
    <w:p w14:paraId="16643E64" w14:textId="6A5F994C" w:rsidR="00C24151" w:rsidRDefault="003C2908">
      <w:pPr>
        <w:pStyle w:val="TOC1"/>
        <w:rPr>
          <w:rFonts w:asciiTheme="minorHAnsi" w:eastAsiaTheme="minorEastAsia" w:hAnsiTheme="minorHAnsi" w:cstheme="minorBidi"/>
          <w:bCs w:val="0"/>
          <w:noProof/>
          <w:lang w:val="en-ZA" w:eastAsia="en-ZA"/>
        </w:rPr>
      </w:pPr>
      <w:hyperlink w:anchor="_Toc65489821" w:history="1">
        <w:r w:rsidR="00C24151" w:rsidRPr="000948AF">
          <w:rPr>
            <w:rStyle w:val="Hyperlink"/>
            <w:b/>
            <w:caps/>
            <w:noProof/>
          </w:rPr>
          <w:t>3.</w:t>
        </w:r>
        <w:r w:rsidR="00C24151">
          <w:rPr>
            <w:rFonts w:asciiTheme="minorHAnsi" w:eastAsiaTheme="minorEastAsia" w:hAnsiTheme="minorHAnsi" w:cstheme="minorBidi"/>
            <w:bCs w:val="0"/>
            <w:noProof/>
            <w:lang w:val="en-ZA" w:eastAsia="en-ZA"/>
          </w:rPr>
          <w:tab/>
        </w:r>
        <w:r w:rsidR="00C24151" w:rsidRPr="000948AF">
          <w:rPr>
            <w:rStyle w:val="Hyperlink"/>
            <w:b/>
            <w:caps/>
            <w:noProof/>
          </w:rPr>
          <w:t>INTERPRETATION AND DEFINITIONS</w:t>
        </w:r>
        <w:r w:rsidR="00C24151">
          <w:rPr>
            <w:noProof/>
            <w:webHidden/>
          </w:rPr>
          <w:tab/>
        </w:r>
        <w:r w:rsidR="00C24151">
          <w:rPr>
            <w:noProof/>
            <w:webHidden/>
          </w:rPr>
          <w:fldChar w:fldCharType="begin"/>
        </w:r>
        <w:r w:rsidR="00C24151">
          <w:rPr>
            <w:noProof/>
            <w:webHidden/>
          </w:rPr>
          <w:instrText xml:space="preserve"> PAGEREF _Toc65489821 \h </w:instrText>
        </w:r>
        <w:r w:rsidR="00C24151">
          <w:rPr>
            <w:noProof/>
            <w:webHidden/>
          </w:rPr>
        </w:r>
        <w:r w:rsidR="00C24151">
          <w:rPr>
            <w:noProof/>
            <w:webHidden/>
          </w:rPr>
          <w:fldChar w:fldCharType="separate"/>
        </w:r>
        <w:r w:rsidR="00C24151">
          <w:rPr>
            <w:noProof/>
            <w:webHidden/>
          </w:rPr>
          <w:t>6</w:t>
        </w:r>
        <w:r w:rsidR="00C24151">
          <w:rPr>
            <w:noProof/>
            <w:webHidden/>
          </w:rPr>
          <w:fldChar w:fldCharType="end"/>
        </w:r>
      </w:hyperlink>
    </w:p>
    <w:p w14:paraId="1EBA4192" w14:textId="4D5B9CDE" w:rsidR="00C24151" w:rsidRDefault="003C2908">
      <w:pPr>
        <w:pStyle w:val="TOC1"/>
        <w:rPr>
          <w:rFonts w:asciiTheme="minorHAnsi" w:eastAsiaTheme="minorEastAsia" w:hAnsiTheme="minorHAnsi" w:cstheme="minorBidi"/>
          <w:bCs w:val="0"/>
          <w:noProof/>
          <w:lang w:val="en-ZA" w:eastAsia="en-ZA"/>
        </w:rPr>
      </w:pPr>
      <w:hyperlink w:anchor="_Toc65489822" w:history="1">
        <w:r w:rsidR="00C24151" w:rsidRPr="000948AF">
          <w:rPr>
            <w:rStyle w:val="Hyperlink"/>
            <w:b/>
            <w:caps/>
            <w:noProof/>
            <w:lang w:val="en-ZA" w:eastAsia="en-US"/>
          </w:rPr>
          <w:t>4.</w:t>
        </w:r>
        <w:r w:rsidR="00C24151">
          <w:rPr>
            <w:rFonts w:asciiTheme="minorHAnsi" w:eastAsiaTheme="minorEastAsia" w:hAnsiTheme="minorHAnsi" w:cstheme="minorBidi"/>
            <w:bCs w:val="0"/>
            <w:noProof/>
            <w:lang w:val="en-ZA" w:eastAsia="en-ZA"/>
          </w:rPr>
          <w:tab/>
        </w:r>
        <w:r w:rsidR="00C24151" w:rsidRPr="000948AF">
          <w:rPr>
            <w:rStyle w:val="Hyperlink"/>
            <w:b/>
            <w:caps/>
            <w:noProof/>
          </w:rPr>
          <w:t>Appointment</w:t>
        </w:r>
        <w:r w:rsidR="00C24151">
          <w:rPr>
            <w:noProof/>
            <w:webHidden/>
          </w:rPr>
          <w:tab/>
        </w:r>
        <w:r w:rsidR="00C24151">
          <w:rPr>
            <w:noProof/>
            <w:webHidden/>
          </w:rPr>
          <w:fldChar w:fldCharType="begin"/>
        </w:r>
        <w:r w:rsidR="00C24151">
          <w:rPr>
            <w:noProof/>
            <w:webHidden/>
          </w:rPr>
          <w:instrText xml:space="preserve"> PAGEREF _Toc65489822 \h </w:instrText>
        </w:r>
        <w:r w:rsidR="00C24151">
          <w:rPr>
            <w:noProof/>
            <w:webHidden/>
          </w:rPr>
        </w:r>
        <w:r w:rsidR="00C24151">
          <w:rPr>
            <w:noProof/>
            <w:webHidden/>
          </w:rPr>
          <w:fldChar w:fldCharType="separate"/>
        </w:r>
        <w:r w:rsidR="00C24151">
          <w:rPr>
            <w:noProof/>
            <w:webHidden/>
          </w:rPr>
          <w:t>24</w:t>
        </w:r>
        <w:r w:rsidR="00C24151">
          <w:rPr>
            <w:noProof/>
            <w:webHidden/>
          </w:rPr>
          <w:fldChar w:fldCharType="end"/>
        </w:r>
      </w:hyperlink>
    </w:p>
    <w:p w14:paraId="6A723D34" w14:textId="1B9E324B" w:rsidR="00C24151" w:rsidRDefault="003C2908">
      <w:pPr>
        <w:pStyle w:val="TOC1"/>
        <w:rPr>
          <w:rFonts w:asciiTheme="minorHAnsi" w:eastAsiaTheme="minorEastAsia" w:hAnsiTheme="minorHAnsi" w:cstheme="minorBidi"/>
          <w:bCs w:val="0"/>
          <w:noProof/>
          <w:lang w:val="en-ZA" w:eastAsia="en-ZA"/>
        </w:rPr>
      </w:pPr>
      <w:hyperlink w:anchor="_Toc65489823" w:history="1">
        <w:r w:rsidR="00C24151" w:rsidRPr="000948AF">
          <w:rPr>
            <w:rStyle w:val="Hyperlink"/>
            <w:b/>
            <w:caps/>
            <w:noProof/>
          </w:rPr>
          <w:t>5.</w:t>
        </w:r>
        <w:r w:rsidR="00C24151">
          <w:rPr>
            <w:rFonts w:asciiTheme="minorHAnsi" w:eastAsiaTheme="minorEastAsia" w:hAnsiTheme="minorHAnsi" w:cstheme="minorBidi"/>
            <w:bCs w:val="0"/>
            <w:noProof/>
            <w:lang w:val="en-ZA" w:eastAsia="en-ZA"/>
          </w:rPr>
          <w:tab/>
        </w:r>
        <w:r w:rsidR="00C24151" w:rsidRPr="000948AF">
          <w:rPr>
            <w:rStyle w:val="Hyperlink"/>
            <w:b/>
            <w:caps/>
            <w:noProof/>
          </w:rPr>
          <w:t>NATURE</w:t>
        </w:r>
        <w:r w:rsidR="00C24151" w:rsidRPr="000948AF">
          <w:rPr>
            <w:rStyle w:val="Hyperlink"/>
            <w:b/>
            <w:caps/>
            <w:noProof/>
            <w:lang w:val="en-ZA" w:eastAsia="en-US"/>
          </w:rPr>
          <w:t xml:space="preserve"> OF RELATIONSHIP and non-exclusivity</w:t>
        </w:r>
        <w:r w:rsidR="00C24151">
          <w:rPr>
            <w:noProof/>
            <w:webHidden/>
          </w:rPr>
          <w:tab/>
        </w:r>
        <w:r w:rsidR="00C24151">
          <w:rPr>
            <w:noProof/>
            <w:webHidden/>
          </w:rPr>
          <w:fldChar w:fldCharType="begin"/>
        </w:r>
        <w:r w:rsidR="00C24151">
          <w:rPr>
            <w:noProof/>
            <w:webHidden/>
          </w:rPr>
          <w:instrText xml:space="preserve"> PAGEREF _Toc65489823 \h </w:instrText>
        </w:r>
        <w:r w:rsidR="00C24151">
          <w:rPr>
            <w:noProof/>
            <w:webHidden/>
          </w:rPr>
        </w:r>
        <w:r w:rsidR="00C24151">
          <w:rPr>
            <w:noProof/>
            <w:webHidden/>
          </w:rPr>
          <w:fldChar w:fldCharType="separate"/>
        </w:r>
        <w:r w:rsidR="00C24151">
          <w:rPr>
            <w:noProof/>
            <w:webHidden/>
          </w:rPr>
          <w:t>25</w:t>
        </w:r>
        <w:r w:rsidR="00C24151">
          <w:rPr>
            <w:noProof/>
            <w:webHidden/>
          </w:rPr>
          <w:fldChar w:fldCharType="end"/>
        </w:r>
      </w:hyperlink>
    </w:p>
    <w:p w14:paraId="3BA2D273" w14:textId="4667E5B6" w:rsidR="00C24151" w:rsidRDefault="003C2908">
      <w:pPr>
        <w:pStyle w:val="TOC1"/>
        <w:rPr>
          <w:rFonts w:asciiTheme="minorHAnsi" w:eastAsiaTheme="minorEastAsia" w:hAnsiTheme="minorHAnsi" w:cstheme="minorBidi"/>
          <w:bCs w:val="0"/>
          <w:noProof/>
          <w:lang w:val="en-ZA" w:eastAsia="en-ZA"/>
        </w:rPr>
      </w:pPr>
      <w:hyperlink w:anchor="_Toc65489824" w:history="1">
        <w:r w:rsidR="00C24151" w:rsidRPr="000948AF">
          <w:rPr>
            <w:rStyle w:val="Hyperlink"/>
            <w:b/>
            <w:caps/>
            <w:noProof/>
          </w:rPr>
          <w:t>6.</w:t>
        </w:r>
        <w:r w:rsidR="00C24151">
          <w:rPr>
            <w:rFonts w:asciiTheme="minorHAnsi" w:eastAsiaTheme="minorEastAsia" w:hAnsiTheme="minorHAnsi" w:cstheme="minorBidi"/>
            <w:bCs w:val="0"/>
            <w:noProof/>
            <w:lang w:val="en-ZA" w:eastAsia="en-ZA"/>
          </w:rPr>
          <w:tab/>
        </w:r>
        <w:r w:rsidR="00C24151" w:rsidRPr="000948AF">
          <w:rPr>
            <w:rStyle w:val="Hyperlink"/>
            <w:b/>
            <w:caps/>
            <w:noProof/>
          </w:rPr>
          <w:t>COMMENCEMENT</w:t>
        </w:r>
        <w:r w:rsidR="00C24151" w:rsidRPr="000948AF">
          <w:rPr>
            <w:rStyle w:val="Hyperlink"/>
            <w:b/>
            <w:caps/>
            <w:noProof/>
            <w:lang w:val="en-ZA" w:eastAsia="en-US"/>
          </w:rPr>
          <w:t xml:space="preserve"> AND DURATION</w:t>
        </w:r>
        <w:r w:rsidR="00C24151">
          <w:rPr>
            <w:noProof/>
            <w:webHidden/>
          </w:rPr>
          <w:tab/>
        </w:r>
        <w:r w:rsidR="00C24151">
          <w:rPr>
            <w:noProof/>
            <w:webHidden/>
          </w:rPr>
          <w:fldChar w:fldCharType="begin"/>
        </w:r>
        <w:r w:rsidR="00C24151">
          <w:rPr>
            <w:noProof/>
            <w:webHidden/>
          </w:rPr>
          <w:instrText xml:space="preserve"> PAGEREF _Toc65489824 \h </w:instrText>
        </w:r>
        <w:r w:rsidR="00C24151">
          <w:rPr>
            <w:noProof/>
            <w:webHidden/>
          </w:rPr>
        </w:r>
        <w:r w:rsidR="00C24151">
          <w:rPr>
            <w:noProof/>
            <w:webHidden/>
          </w:rPr>
          <w:fldChar w:fldCharType="separate"/>
        </w:r>
        <w:r w:rsidR="00C24151">
          <w:rPr>
            <w:noProof/>
            <w:webHidden/>
          </w:rPr>
          <w:t>25</w:t>
        </w:r>
        <w:r w:rsidR="00C24151">
          <w:rPr>
            <w:noProof/>
            <w:webHidden/>
          </w:rPr>
          <w:fldChar w:fldCharType="end"/>
        </w:r>
      </w:hyperlink>
    </w:p>
    <w:p w14:paraId="70706875" w14:textId="09BDA96B" w:rsidR="00C24151" w:rsidRDefault="003C2908">
      <w:pPr>
        <w:pStyle w:val="TOC1"/>
        <w:rPr>
          <w:rFonts w:asciiTheme="minorHAnsi" w:eastAsiaTheme="minorEastAsia" w:hAnsiTheme="minorHAnsi" w:cstheme="minorBidi"/>
          <w:bCs w:val="0"/>
          <w:noProof/>
          <w:lang w:val="en-ZA" w:eastAsia="en-ZA"/>
        </w:rPr>
      </w:pPr>
      <w:hyperlink w:anchor="_Toc65489825" w:history="1">
        <w:r w:rsidR="00C24151">
          <w:rPr>
            <w:rStyle w:val="Hyperlink"/>
            <w:b/>
            <w:caps/>
            <w:noProof/>
          </w:rPr>
          <w:t>7</w:t>
        </w:r>
        <w:r w:rsidR="00C24151" w:rsidRPr="000948AF">
          <w:rPr>
            <w:rStyle w:val="Hyperlink"/>
            <w:b/>
            <w:caps/>
            <w:noProof/>
          </w:rPr>
          <w:t>.</w:t>
        </w:r>
        <w:r w:rsidR="00C24151">
          <w:rPr>
            <w:rFonts w:asciiTheme="minorHAnsi" w:eastAsiaTheme="minorEastAsia" w:hAnsiTheme="minorHAnsi" w:cstheme="minorBidi"/>
            <w:bCs w:val="0"/>
            <w:noProof/>
            <w:lang w:val="en-ZA" w:eastAsia="en-ZA"/>
          </w:rPr>
          <w:tab/>
        </w:r>
        <w:r w:rsidR="00C24151" w:rsidRPr="00C24151">
          <w:rPr>
            <w:rFonts w:eastAsiaTheme="minorEastAsia"/>
            <w:b/>
            <w:bCs w:val="0"/>
            <w:noProof/>
            <w:lang w:val="en-ZA" w:eastAsia="en-ZA"/>
          </w:rPr>
          <w:t>AGREEMENT STRUCTURE</w:t>
        </w:r>
        <w:r w:rsidR="00C24151">
          <w:rPr>
            <w:noProof/>
            <w:webHidden/>
          </w:rPr>
          <w:tab/>
        </w:r>
        <w:r w:rsidR="00C24151">
          <w:rPr>
            <w:noProof/>
            <w:webHidden/>
          </w:rPr>
          <w:fldChar w:fldCharType="begin"/>
        </w:r>
        <w:r w:rsidR="00C24151">
          <w:rPr>
            <w:noProof/>
            <w:webHidden/>
          </w:rPr>
          <w:instrText xml:space="preserve"> PAGEREF _Toc65489825 \h </w:instrText>
        </w:r>
        <w:r w:rsidR="00C24151">
          <w:rPr>
            <w:noProof/>
            <w:webHidden/>
          </w:rPr>
        </w:r>
        <w:r w:rsidR="00C24151">
          <w:rPr>
            <w:noProof/>
            <w:webHidden/>
          </w:rPr>
          <w:fldChar w:fldCharType="separate"/>
        </w:r>
        <w:r w:rsidR="00C24151">
          <w:rPr>
            <w:noProof/>
            <w:webHidden/>
          </w:rPr>
          <w:t>26</w:t>
        </w:r>
        <w:r w:rsidR="00C24151">
          <w:rPr>
            <w:noProof/>
            <w:webHidden/>
          </w:rPr>
          <w:fldChar w:fldCharType="end"/>
        </w:r>
      </w:hyperlink>
    </w:p>
    <w:p w14:paraId="236432D0" w14:textId="6ACE5F73" w:rsidR="00C24151" w:rsidRDefault="003C2908">
      <w:pPr>
        <w:pStyle w:val="TOC1"/>
        <w:rPr>
          <w:rFonts w:asciiTheme="minorHAnsi" w:eastAsiaTheme="minorEastAsia" w:hAnsiTheme="minorHAnsi" w:cstheme="minorBidi"/>
          <w:bCs w:val="0"/>
          <w:noProof/>
          <w:lang w:val="en-ZA" w:eastAsia="en-ZA"/>
        </w:rPr>
      </w:pPr>
      <w:hyperlink w:anchor="_Toc65489826" w:history="1">
        <w:r w:rsidR="00C24151" w:rsidRPr="00C24151">
          <w:rPr>
            <w:rStyle w:val="Hyperlink"/>
            <w:b/>
            <w:caps/>
            <w:noProof/>
          </w:rPr>
          <w:t>8.</w:t>
        </w:r>
        <w:r w:rsidR="00C24151" w:rsidRPr="00C24151">
          <w:rPr>
            <w:rFonts w:eastAsiaTheme="minorEastAsia"/>
            <w:b/>
            <w:bCs w:val="0"/>
            <w:noProof/>
            <w:lang w:val="en-ZA" w:eastAsia="en-ZA"/>
          </w:rPr>
          <w:tab/>
          <w:t>SCOPE OF THE SERVICES</w:t>
        </w:r>
        <w:r w:rsidR="00C24151">
          <w:rPr>
            <w:noProof/>
            <w:webHidden/>
          </w:rPr>
          <w:tab/>
        </w:r>
        <w:r w:rsidR="00C24151">
          <w:rPr>
            <w:noProof/>
            <w:webHidden/>
          </w:rPr>
          <w:fldChar w:fldCharType="begin"/>
        </w:r>
        <w:r w:rsidR="00C24151">
          <w:rPr>
            <w:noProof/>
            <w:webHidden/>
          </w:rPr>
          <w:instrText xml:space="preserve"> PAGEREF _Toc65489826 \h </w:instrText>
        </w:r>
        <w:r w:rsidR="00C24151">
          <w:rPr>
            <w:noProof/>
            <w:webHidden/>
          </w:rPr>
        </w:r>
        <w:r w:rsidR="00C24151">
          <w:rPr>
            <w:noProof/>
            <w:webHidden/>
          </w:rPr>
          <w:fldChar w:fldCharType="separate"/>
        </w:r>
        <w:r w:rsidR="00C24151">
          <w:rPr>
            <w:noProof/>
            <w:webHidden/>
          </w:rPr>
          <w:t>2</w:t>
        </w:r>
        <w:r w:rsidR="00C24151">
          <w:rPr>
            <w:noProof/>
            <w:webHidden/>
          </w:rPr>
          <w:fldChar w:fldCharType="end"/>
        </w:r>
      </w:hyperlink>
      <w:r w:rsidR="00681282" w:rsidRPr="00681282">
        <w:rPr>
          <w:rStyle w:val="Hyperlink"/>
          <w:noProof/>
          <w:color w:val="auto"/>
          <w:u w:val="none"/>
        </w:rPr>
        <w:t>6</w:t>
      </w:r>
    </w:p>
    <w:p w14:paraId="55FE1507" w14:textId="3B309208" w:rsidR="00C24151" w:rsidRDefault="003C2908">
      <w:pPr>
        <w:pStyle w:val="TOC1"/>
        <w:rPr>
          <w:rFonts w:asciiTheme="minorHAnsi" w:eastAsiaTheme="minorEastAsia" w:hAnsiTheme="minorHAnsi" w:cstheme="minorBidi"/>
          <w:bCs w:val="0"/>
          <w:noProof/>
          <w:lang w:val="en-ZA" w:eastAsia="en-ZA"/>
        </w:rPr>
      </w:pPr>
      <w:hyperlink w:anchor="_Toc65489827" w:history="1">
        <w:r w:rsidR="00C24151" w:rsidRPr="000948AF">
          <w:rPr>
            <w:rStyle w:val="Hyperlink"/>
            <w:b/>
            <w:caps/>
            <w:noProof/>
          </w:rPr>
          <w:t>9.</w:t>
        </w:r>
        <w:r w:rsidR="00C24151">
          <w:rPr>
            <w:rFonts w:asciiTheme="minorHAnsi" w:eastAsiaTheme="minorEastAsia" w:hAnsiTheme="minorHAnsi" w:cstheme="minorBidi"/>
            <w:bCs w:val="0"/>
            <w:noProof/>
            <w:lang w:val="en-ZA" w:eastAsia="en-ZA"/>
          </w:rPr>
          <w:tab/>
        </w:r>
        <w:r w:rsidR="00C24151" w:rsidRPr="000948AF">
          <w:rPr>
            <w:rStyle w:val="Hyperlink"/>
            <w:b/>
            <w:caps/>
            <w:noProof/>
          </w:rPr>
          <w:t>PROVISION OF THE SERVICES</w:t>
        </w:r>
        <w:r w:rsidR="00C24151">
          <w:rPr>
            <w:noProof/>
            <w:webHidden/>
          </w:rPr>
          <w:tab/>
        </w:r>
        <w:r w:rsidR="00C24151">
          <w:rPr>
            <w:noProof/>
            <w:webHidden/>
          </w:rPr>
          <w:fldChar w:fldCharType="begin"/>
        </w:r>
        <w:r w:rsidR="00C24151">
          <w:rPr>
            <w:noProof/>
            <w:webHidden/>
          </w:rPr>
          <w:instrText xml:space="preserve"> PAGEREF _Toc65489827 \h </w:instrText>
        </w:r>
        <w:r w:rsidR="00C24151">
          <w:rPr>
            <w:noProof/>
            <w:webHidden/>
          </w:rPr>
        </w:r>
        <w:r w:rsidR="00C24151">
          <w:rPr>
            <w:noProof/>
            <w:webHidden/>
          </w:rPr>
          <w:fldChar w:fldCharType="separate"/>
        </w:r>
        <w:r w:rsidR="00C24151">
          <w:rPr>
            <w:noProof/>
            <w:webHidden/>
          </w:rPr>
          <w:t>31</w:t>
        </w:r>
        <w:r w:rsidR="00C24151">
          <w:rPr>
            <w:noProof/>
            <w:webHidden/>
          </w:rPr>
          <w:fldChar w:fldCharType="end"/>
        </w:r>
      </w:hyperlink>
    </w:p>
    <w:p w14:paraId="0F79819E" w14:textId="1CD2993A" w:rsidR="00C24151" w:rsidRDefault="003C2908">
      <w:pPr>
        <w:pStyle w:val="TOC1"/>
        <w:rPr>
          <w:rFonts w:asciiTheme="minorHAnsi" w:eastAsiaTheme="minorEastAsia" w:hAnsiTheme="minorHAnsi" w:cstheme="minorBidi"/>
          <w:bCs w:val="0"/>
          <w:noProof/>
          <w:lang w:val="en-ZA" w:eastAsia="en-ZA"/>
        </w:rPr>
      </w:pPr>
      <w:hyperlink w:anchor="_Toc65489828" w:history="1">
        <w:r w:rsidR="00C24151" w:rsidRPr="000948AF">
          <w:rPr>
            <w:rStyle w:val="Hyperlink"/>
            <w:b/>
            <w:caps/>
            <w:noProof/>
          </w:rPr>
          <w:t>10.</w:t>
        </w:r>
        <w:r w:rsidR="00C24151">
          <w:rPr>
            <w:rFonts w:asciiTheme="minorHAnsi" w:eastAsiaTheme="minorEastAsia" w:hAnsiTheme="minorHAnsi" w:cstheme="minorBidi"/>
            <w:bCs w:val="0"/>
            <w:noProof/>
            <w:lang w:val="en-ZA" w:eastAsia="en-ZA"/>
          </w:rPr>
          <w:tab/>
        </w:r>
        <w:r w:rsidR="00C24151" w:rsidRPr="000948AF">
          <w:rPr>
            <w:rStyle w:val="Hyperlink"/>
            <w:b/>
            <w:caps/>
            <w:noProof/>
          </w:rPr>
          <w:t>Service Compatibility</w:t>
        </w:r>
        <w:r w:rsidR="00C24151">
          <w:rPr>
            <w:noProof/>
            <w:webHidden/>
          </w:rPr>
          <w:tab/>
        </w:r>
        <w:r w:rsidR="00C24151">
          <w:rPr>
            <w:noProof/>
            <w:webHidden/>
          </w:rPr>
          <w:fldChar w:fldCharType="begin"/>
        </w:r>
        <w:r w:rsidR="00C24151">
          <w:rPr>
            <w:noProof/>
            <w:webHidden/>
          </w:rPr>
          <w:instrText xml:space="preserve"> PAGEREF _Toc65489828 \h </w:instrText>
        </w:r>
        <w:r w:rsidR="00C24151">
          <w:rPr>
            <w:noProof/>
            <w:webHidden/>
          </w:rPr>
        </w:r>
        <w:r w:rsidR="00C24151">
          <w:rPr>
            <w:noProof/>
            <w:webHidden/>
          </w:rPr>
          <w:fldChar w:fldCharType="separate"/>
        </w:r>
        <w:r w:rsidR="00C24151">
          <w:rPr>
            <w:noProof/>
            <w:webHidden/>
          </w:rPr>
          <w:t>34</w:t>
        </w:r>
        <w:r w:rsidR="00C24151">
          <w:rPr>
            <w:noProof/>
            <w:webHidden/>
          </w:rPr>
          <w:fldChar w:fldCharType="end"/>
        </w:r>
      </w:hyperlink>
    </w:p>
    <w:p w14:paraId="436E363B" w14:textId="13D59C60" w:rsidR="00C24151" w:rsidRDefault="003C2908">
      <w:pPr>
        <w:pStyle w:val="TOC1"/>
        <w:rPr>
          <w:rFonts w:asciiTheme="minorHAnsi" w:eastAsiaTheme="minorEastAsia" w:hAnsiTheme="minorHAnsi" w:cstheme="minorBidi"/>
          <w:bCs w:val="0"/>
          <w:noProof/>
          <w:lang w:val="en-ZA" w:eastAsia="en-ZA"/>
        </w:rPr>
      </w:pPr>
      <w:hyperlink w:anchor="_Toc65489829" w:history="1">
        <w:r w:rsidR="00C24151" w:rsidRPr="000948AF">
          <w:rPr>
            <w:rStyle w:val="Hyperlink"/>
            <w:b/>
            <w:caps/>
            <w:noProof/>
          </w:rPr>
          <w:t>11.</w:t>
        </w:r>
        <w:r w:rsidR="00C24151">
          <w:rPr>
            <w:rFonts w:asciiTheme="minorHAnsi" w:eastAsiaTheme="minorEastAsia" w:hAnsiTheme="minorHAnsi" w:cstheme="minorBidi"/>
            <w:bCs w:val="0"/>
            <w:noProof/>
            <w:lang w:val="en-ZA" w:eastAsia="en-ZA"/>
          </w:rPr>
          <w:tab/>
        </w:r>
        <w:r w:rsidR="00C24151" w:rsidRPr="000948AF">
          <w:rPr>
            <w:rStyle w:val="Hyperlink"/>
            <w:b/>
            <w:caps/>
            <w:noProof/>
          </w:rPr>
          <w:t>acceptance testing and delivery</w:t>
        </w:r>
        <w:r w:rsidR="00C24151">
          <w:rPr>
            <w:noProof/>
            <w:webHidden/>
          </w:rPr>
          <w:tab/>
        </w:r>
        <w:r w:rsidR="00C24151">
          <w:rPr>
            <w:noProof/>
            <w:webHidden/>
          </w:rPr>
          <w:fldChar w:fldCharType="begin"/>
        </w:r>
        <w:r w:rsidR="00C24151">
          <w:rPr>
            <w:noProof/>
            <w:webHidden/>
          </w:rPr>
          <w:instrText xml:space="preserve"> PAGEREF _Toc65489829 \h </w:instrText>
        </w:r>
        <w:r w:rsidR="00C24151">
          <w:rPr>
            <w:noProof/>
            <w:webHidden/>
          </w:rPr>
        </w:r>
        <w:r w:rsidR="00C24151">
          <w:rPr>
            <w:noProof/>
            <w:webHidden/>
          </w:rPr>
          <w:fldChar w:fldCharType="separate"/>
        </w:r>
        <w:r w:rsidR="00C24151">
          <w:rPr>
            <w:noProof/>
            <w:webHidden/>
          </w:rPr>
          <w:t>34</w:t>
        </w:r>
        <w:r w:rsidR="00C24151">
          <w:rPr>
            <w:noProof/>
            <w:webHidden/>
          </w:rPr>
          <w:fldChar w:fldCharType="end"/>
        </w:r>
      </w:hyperlink>
    </w:p>
    <w:p w14:paraId="7623593C" w14:textId="2F8020F6" w:rsidR="00C24151" w:rsidRDefault="003C2908">
      <w:pPr>
        <w:pStyle w:val="TOC1"/>
        <w:rPr>
          <w:rFonts w:asciiTheme="minorHAnsi" w:eastAsiaTheme="minorEastAsia" w:hAnsiTheme="minorHAnsi" w:cstheme="minorBidi"/>
          <w:bCs w:val="0"/>
          <w:noProof/>
          <w:lang w:val="en-ZA" w:eastAsia="en-ZA"/>
        </w:rPr>
      </w:pPr>
      <w:hyperlink w:anchor="_Toc65489830" w:history="1">
        <w:r w:rsidR="00C24151" w:rsidRPr="000948AF">
          <w:rPr>
            <w:rStyle w:val="Hyperlink"/>
            <w:rFonts w:ascii="Arial Bold" w:hAnsi="Arial Bold"/>
            <w:b/>
            <w:caps/>
            <w:noProof/>
          </w:rPr>
          <w:t>12.</w:t>
        </w:r>
        <w:r w:rsidR="00C24151">
          <w:rPr>
            <w:rFonts w:asciiTheme="minorHAnsi" w:eastAsiaTheme="minorEastAsia" w:hAnsiTheme="minorHAnsi" w:cstheme="minorBidi"/>
            <w:bCs w:val="0"/>
            <w:noProof/>
            <w:lang w:val="en-ZA" w:eastAsia="en-ZA"/>
          </w:rPr>
          <w:tab/>
        </w:r>
        <w:r w:rsidR="00C24151" w:rsidRPr="000948AF">
          <w:rPr>
            <w:rStyle w:val="Hyperlink"/>
            <w:rFonts w:ascii="Arial Bold" w:hAnsi="Arial Bold"/>
            <w:b/>
            <w:caps/>
            <w:noProof/>
          </w:rPr>
          <w:t>Pre-delivery Testing</w:t>
        </w:r>
        <w:r w:rsidR="00C24151">
          <w:rPr>
            <w:noProof/>
            <w:webHidden/>
          </w:rPr>
          <w:tab/>
        </w:r>
        <w:r w:rsidR="00C24151">
          <w:rPr>
            <w:noProof/>
            <w:webHidden/>
          </w:rPr>
          <w:fldChar w:fldCharType="begin"/>
        </w:r>
        <w:r w:rsidR="00C24151">
          <w:rPr>
            <w:noProof/>
            <w:webHidden/>
          </w:rPr>
          <w:instrText xml:space="preserve"> PAGEREF _Toc65489830 \h </w:instrText>
        </w:r>
        <w:r w:rsidR="00C24151">
          <w:rPr>
            <w:noProof/>
            <w:webHidden/>
          </w:rPr>
        </w:r>
        <w:r w:rsidR="00C24151">
          <w:rPr>
            <w:noProof/>
            <w:webHidden/>
          </w:rPr>
          <w:fldChar w:fldCharType="separate"/>
        </w:r>
        <w:r w:rsidR="00C24151">
          <w:rPr>
            <w:noProof/>
            <w:webHidden/>
          </w:rPr>
          <w:t>36</w:t>
        </w:r>
        <w:r w:rsidR="00C24151">
          <w:rPr>
            <w:noProof/>
            <w:webHidden/>
          </w:rPr>
          <w:fldChar w:fldCharType="end"/>
        </w:r>
      </w:hyperlink>
    </w:p>
    <w:p w14:paraId="452350E7" w14:textId="6733549A" w:rsidR="00C24151" w:rsidRDefault="003C2908">
      <w:pPr>
        <w:pStyle w:val="TOC1"/>
        <w:rPr>
          <w:rFonts w:asciiTheme="minorHAnsi" w:eastAsiaTheme="minorEastAsia" w:hAnsiTheme="minorHAnsi" w:cstheme="minorBidi"/>
          <w:bCs w:val="0"/>
          <w:noProof/>
          <w:lang w:val="en-ZA" w:eastAsia="en-ZA"/>
        </w:rPr>
      </w:pPr>
      <w:hyperlink w:anchor="_Toc65489831" w:history="1">
        <w:r w:rsidR="00C24151" w:rsidRPr="000948AF">
          <w:rPr>
            <w:rStyle w:val="Hyperlink"/>
            <w:rFonts w:ascii="Arial Bold" w:hAnsi="Arial Bold"/>
            <w:b/>
            <w:caps/>
            <w:noProof/>
          </w:rPr>
          <w:t>13.</w:t>
        </w:r>
        <w:r w:rsidR="00C24151">
          <w:rPr>
            <w:rFonts w:asciiTheme="minorHAnsi" w:eastAsiaTheme="minorEastAsia" w:hAnsiTheme="minorHAnsi" w:cstheme="minorBidi"/>
            <w:bCs w:val="0"/>
            <w:noProof/>
            <w:lang w:val="en-ZA" w:eastAsia="en-ZA"/>
          </w:rPr>
          <w:tab/>
        </w:r>
        <w:r w:rsidR="00C24151" w:rsidRPr="000948AF">
          <w:rPr>
            <w:rStyle w:val="Hyperlink"/>
            <w:rFonts w:ascii="Arial Bold" w:hAnsi="Arial Bold"/>
            <w:b/>
            <w:caps/>
            <w:noProof/>
          </w:rPr>
          <w:t>SERVICE LEVELS</w:t>
        </w:r>
        <w:r w:rsidR="00C24151">
          <w:rPr>
            <w:noProof/>
            <w:webHidden/>
          </w:rPr>
          <w:tab/>
        </w:r>
        <w:r w:rsidR="00C24151">
          <w:rPr>
            <w:noProof/>
            <w:webHidden/>
          </w:rPr>
          <w:fldChar w:fldCharType="begin"/>
        </w:r>
        <w:r w:rsidR="00C24151">
          <w:rPr>
            <w:noProof/>
            <w:webHidden/>
          </w:rPr>
          <w:instrText xml:space="preserve"> PAGEREF _Toc65489831 \h </w:instrText>
        </w:r>
        <w:r w:rsidR="00C24151">
          <w:rPr>
            <w:noProof/>
            <w:webHidden/>
          </w:rPr>
        </w:r>
        <w:r w:rsidR="00C24151">
          <w:rPr>
            <w:noProof/>
            <w:webHidden/>
          </w:rPr>
          <w:fldChar w:fldCharType="separate"/>
        </w:r>
        <w:r w:rsidR="00C24151">
          <w:rPr>
            <w:noProof/>
            <w:webHidden/>
          </w:rPr>
          <w:t>38</w:t>
        </w:r>
        <w:r w:rsidR="00C24151">
          <w:rPr>
            <w:noProof/>
            <w:webHidden/>
          </w:rPr>
          <w:fldChar w:fldCharType="end"/>
        </w:r>
      </w:hyperlink>
    </w:p>
    <w:p w14:paraId="76E37C5D" w14:textId="5118DFAD" w:rsidR="00C24151" w:rsidRDefault="003C2908">
      <w:pPr>
        <w:pStyle w:val="TOC1"/>
        <w:rPr>
          <w:rFonts w:asciiTheme="minorHAnsi" w:eastAsiaTheme="minorEastAsia" w:hAnsiTheme="minorHAnsi" w:cstheme="minorBidi"/>
          <w:bCs w:val="0"/>
          <w:noProof/>
          <w:lang w:val="en-ZA" w:eastAsia="en-ZA"/>
        </w:rPr>
      </w:pPr>
      <w:hyperlink w:anchor="_Toc65489832" w:history="1">
        <w:r w:rsidR="00C24151" w:rsidRPr="000948AF">
          <w:rPr>
            <w:rStyle w:val="Hyperlink"/>
            <w:rFonts w:ascii="Arial Bold" w:hAnsi="Arial Bold"/>
            <w:b/>
            <w:caps/>
            <w:noProof/>
          </w:rPr>
          <w:t>14.</w:t>
        </w:r>
        <w:r w:rsidR="00C24151">
          <w:rPr>
            <w:rFonts w:asciiTheme="minorHAnsi" w:eastAsiaTheme="minorEastAsia" w:hAnsiTheme="minorHAnsi" w:cstheme="minorBidi"/>
            <w:bCs w:val="0"/>
            <w:noProof/>
            <w:lang w:val="en-ZA" w:eastAsia="en-ZA"/>
          </w:rPr>
          <w:tab/>
        </w:r>
        <w:r w:rsidR="00C24151" w:rsidRPr="000948AF">
          <w:rPr>
            <w:rStyle w:val="Hyperlink"/>
            <w:rFonts w:ascii="Arial Bold" w:hAnsi="Arial Bold"/>
            <w:b/>
            <w:caps/>
            <w:noProof/>
          </w:rPr>
          <w:t>Health, safety and security procedures and guidelines</w:t>
        </w:r>
        <w:r w:rsidR="00C24151">
          <w:rPr>
            <w:noProof/>
            <w:webHidden/>
          </w:rPr>
          <w:tab/>
        </w:r>
        <w:r w:rsidR="00C24151">
          <w:rPr>
            <w:noProof/>
            <w:webHidden/>
          </w:rPr>
          <w:fldChar w:fldCharType="begin"/>
        </w:r>
        <w:r w:rsidR="00C24151">
          <w:rPr>
            <w:noProof/>
            <w:webHidden/>
          </w:rPr>
          <w:instrText xml:space="preserve"> PAGEREF _Toc65489832 \h </w:instrText>
        </w:r>
        <w:r w:rsidR="00C24151">
          <w:rPr>
            <w:noProof/>
            <w:webHidden/>
          </w:rPr>
        </w:r>
        <w:r w:rsidR="00C24151">
          <w:rPr>
            <w:noProof/>
            <w:webHidden/>
          </w:rPr>
          <w:fldChar w:fldCharType="separate"/>
        </w:r>
        <w:r w:rsidR="00C24151">
          <w:rPr>
            <w:noProof/>
            <w:webHidden/>
          </w:rPr>
          <w:t>38</w:t>
        </w:r>
        <w:r w:rsidR="00C24151">
          <w:rPr>
            <w:noProof/>
            <w:webHidden/>
          </w:rPr>
          <w:fldChar w:fldCharType="end"/>
        </w:r>
      </w:hyperlink>
    </w:p>
    <w:p w14:paraId="102702CF" w14:textId="125D7B1B" w:rsidR="00C24151" w:rsidRDefault="003C2908">
      <w:pPr>
        <w:pStyle w:val="TOC1"/>
        <w:rPr>
          <w:rFonts w:asciiTheme="minorHAnsi" w:eastAsiaTheme="minorEastAsia" w:hAnsiTheme="minorHAnsi" w:cstheme="minorBidi"/>
          <w:bCs w:val="0"/>
          <w:noProof/>
          <w:lang w:val="en-ZA" w:eastAsia="en-ZA"/>
        </w:rPr>
      </w:pPr>
      <w:hyperlink w:anchor="_Toc65489833" w:history="1">
        <w:r w:rsidR="00C24151" w:rsidRPr="000948AF">
          <w:rPr>
            <w:rStyle w:val="Hyperlink"/>
            <w:rFonts w:ascii="Arial Bold" w:hAnsi="Arial Bold"/>
            <w:b/>
            <w:caps/>
            <w:noProof/>
          </w:rPr>
          <w:t>15.</w:t>
        </w:r>
        <w:r w:rsidR="00C24151">
          <w:rPr>
            <w:rFonts w:asciiTheme="minorHAnsi" w:eastAsiaTheme="minorEastAsia" w:hAnsiTheme="minorHAnsi" w:cstheme="minorBidi"/>
            <w:bCs w:val="0"/>
            <w:noProof/>
            <w:lang w:val="en-ZA" w:eastAsia="en-ZA"/>
          </w:rPr>
          <w:tab/>
        </w:r>
        <w:r w:rsidR="00C24151" w:rsidRPr="000948AF">
          <w:rPr>
            <w:rStyle w:val="Hyperlink"/>
            <w:rFonts w:ascii="Arial Bold" w:hAnsi="Arial Bold"/>
            <w:b/>
            <w:caps/>
            <w:noProof/>
          </w:rPr>
          <w:t>FEES invoicing and PAYMENT</w:t>
        </w:r>
        <w:r w:rsidR="00C24151">
          <w:rPr>
            <w:noProof/>
            <w:webHidden/>
          </w:rPr>
          <w:tab/>
        </w:r>
        <w:r w:rsidR="00C24151">
          <w:rPr>
            <w:noProof/>
            <w:webHidden/>
          </w:rPr>
          <w:fldChar w:fldCharType="begin"/>
        </w:r>
        <w:r w:rsidR="00C24151">
          <w:rPr>
            <w:noProof/>
            <w:webHidden/>
          </w:rPr>
          <w:instrText xml:space="preserve"> PAGEREF _Toc65489833 \h </w:instrText>
        </w:r>
        <w:r w:rsidR="00C24151">
          <w:rPr>
            <w:noProof/>
            <w:webHidden/>
          </w:rPr>
        </w:r>
        <w:r w:rsidR="00C24151">
          <w:rPr>
            <w:noProof/>
            <w:webHidden/>
          </w:rPr>
          <w:fldChar w:fldCharType="separate"/>
        </w:r>
        <w:r w:rsidR="00C24151">
          <w:rPr>
            <w:noProof/>
            <w:webHidden/>
          </w:rPr>
          <w:t>38</w:t>
        </w:r>
        <w:r w:rsidR="00C24151">
          <w:rPr>
            <w:noProof/>
            <w:webHidden/>
          </w:rPr>
          <w:fldChar w:fldCharType="end"/>
        </w:r>
      </w:hyperlink>
    </w:p>
    <w:p w14:paraId="43A37EF7" w14:textId="5B5BBACA" w:rsidR="00C24151" w:rsidRDefault="003C2908">
      <w:pPr>
        <w:pStyle w:val="TOC1"/>
        <w:rPr>
          <w:rFonts w:asciiTheme="minorHAnsi" w:eastAsiaTheme="minorEastAsia" w:hAnsiTheme="minorHAnsi" w:cstheme="minorBidi"/>
          <w:bCs w:val="0"/>
          <w:noProof/>
          <w:lang w:val="en-ZA" w:eastAsia="en-ZA"/>
        </w:rPr>
      </w:pPr>
      <w:hyperlink w:anchor="_Toc65489834" w:history="1">
        <w:r w:rsidR="00C24151" w:rsidRPr="000948AF">
          <w:rPr>
            <w:rStyle w:val="Hyperlink"/>
            <w:rFonts w:ascii="Arial Bold" w:hAnsi="Arial Bold"/>
            <w:b/>
            <w:caps/>
            <w:noProof/>
          </w:rPr>
          <w:t>16.</w:t>
        </w:r>
        <w:r w:rsidR="00C24151">
          <w:rPr>
            <w:rFonts w:asciiTheme="minorHAnsi" w:eastAsiaTheme="minorEastAsia" w:hAnsiTheme="minorHAnsi" w:cstheme="minorBidi"/>
            <w:bCs w:val="0"/>
            <w:noProof/>
            <w:lang w:val="en-ZA" w:eastAsia="en-ZA"/>
          </w:rPr>
          <w:tab/>
        </w:r>
        <w:r w:rsidR="00C24151" w:rsidRPr="000948AF">
          <w:rPr>
            <w:rStyle w:val="Hyperlink"/>
            <w:rFonts w:ascii="Arial Bold" w:hAnsi="Arial Bold"/>
            <w:b/>
            <w:caps/>
            <w:noProof/>
          </w:rPr>
          <w:t>Tax, Duties and Currency issues</w:t>
        </w:r>
        <w:r w:rsidR="00C24151">
          <w:rPr>
            <w:noProof/>
            <w:webHidden/>
          </w:rPr>
          <w:tab/>
        </w:r>
        <w:r w:rsidR="00C24151">
          <w:rPr>
            <w:noProof/>
            <w:webHidden/>
          </w:rPr>
          <w:fldChar w:fldCharType="begin"/>
        </w:r>
        <w:r w:rsidR="00C24151">
          <w:rPr>
            <w:noProof/>
            <w:webHidden/>
          </w:rPr>
          <w:instrText xml:space="preserve"> PAGEREF _Toc65489834 \h </w:instrText>
        </w:r>
        <w:r w:rsidR="00C24151">
          <w:rPr>
            <w:noProof/>
            <w:webHidden/>
          </w:rPr>
        </w:r>
        <w:r w:rsidR="00C24151">
          <w:rPr>
            <w:noProof/>
            <w:webHidden/>
          </w:rPr>
          <w:fldChar w:fldCharType="separate"/>
        </w:r>
        <w:r w:rsidR="00C24151">
          <w:rPr>
            <w:noProof/>
            <w:webHidden/>
          </w:rPr>
          <w:t>40</w:t>
        </w:r>
        <w:r w:rsidR="00C24151">
          <w:rPr>
            <w:noProof/>
            <w:webHidden/>
          </w:rPr>
          <w:fldChar w:fldCharType="end"/>
        </w:r>
      </w:hyperlink>
    </w:p>
    <w:p w14:paraId="724A934F" w14:textId="435BB563" w:rsidR="00C24151" w:rsidRDefault="003C2908">
      <w:pPr>
        <w:pStyle w:val="TOC1"/>
        <w:rPr>
          <w:rFonts w:asciiTheme="minorHAnsi" w:eastAsiaTheme="minorEastAsia" w:hAnsiTheme="minorHAnsi" w:cstheme="minorBidi"/>
          <w:bCs w:val="0"/>
          <w:noProof/>
          <w:lang w:val="en-ZA" w:eastAsia="en-ZA"/>
        </w:rPr>
      </w:pPr>
      <w:hyperlink w:anchor="_Toc65489835" w:history="1">
        <w:r w:rsidR="00C24151" w:rsidRPr="000948AF">
          <w:rPr>
            <w:rStyle w:val="Hyperlink"/>
            <w:rFonts w:ascii="Arial Bold" w:hAnsi="Arial Bold"/>
            <w:b/>
            <w:caps/>
            <w:noProof/>
          </w:rPr>
          <w:t>17.</w:t>
        </w:r>
        <w:r w:rsidR="00C24151">
          <w:rPr>
            <w:rFonts w:asciiTheme="minorHAnsi" w:eastAsiaTheme="minorEastAsia" w:hAnsiTheme="minorHAnsi" w:cstheme="minorBidi"/>
            <w:bCs w:val="0"/>
            <w:noProof/>
            <w:lang w:val="en-ZA" w:eastAsia="en-ZA"/>
          </w:rPr>
          <w:tab/>
        </w:r>
        <w:r w:rsidR="00C24151" w:rsidRPr="000948AF">
          <w:rPr>
            <w:rStyle w:val="Hyperlink"/>
            <w:rFonts w:ascii="Arial Bold" w:hAnsi="Arial Bold"/>
            <w:b/>
            <w:caps/>
            <w:noProof/>
          </w:rPr>
          <w:t>Disputed Fees and Invoicing Errors</w:t>
        </w:r>
        <w:r w:rsidR="00C24151">
          <w:rPr>
            <w:noProof/>
            <w:webHidden/>
          </w:rPr>
          <w:tab/>
        </w:r>
        <w:r w:rsidR="00C24151">
          <w:rPr>
            <w:noProof/>
            <w:webHidden/>
          </w:rPr>
          <w:fldChar w:fldCharType="begin"/>
        </w:r>
        <w:r w:rsidR="00C24151">
          <w:rPr>
            <w:noProof/>
            <w:webHidden/>
          </w:rPr>
          <w:instrText xml:space="preserve"> PAGEREF _Toc65489835 \h </w:instrText>
        </w:r>
        <w:r w:rsidR="00C24151">
          <w:rPr>
            <w:noProof/>
            <w:webHidden/>
          </w:rPr>
        </w:r>
        <w:r w:rsidR="00C24151">
          <w:rPr>
            <w:noProof/>
            <w:webHidden/>
          </w:rPr>
          <w:fldChar w:fldCharType="separate"/>
        </w:r>
        <w:r w:rsidR="00C24151">
          <w:rPr>
            <w:noProof/>
            <w:webHidden/>
          </w:rPr>
          <w:t>40</w:t>
        </w:r>
        <w:r w:rsidR="00C24151">
          <w:rPr>
            <w:noProof/>
            <w:webHidden/>
          </w:rPr>
          <w:fldChar w:fldCharType="end"/>
        </w:r>
      </w:hyperlink>
    </w:p>
    <w:p w14:paraId="320225C7" w14:textId="3C792BF8" w:rsidR="00C24151" w:rsidRDefault="003C2908">
      <w:pPr>
        <w:pStyle w:val="TOC1"/>
        <w:rPr>
          <w:rFonts w:asciiTheme="minorHAnsi" w:eastAsiaTheme="minorEastAsia" w:hAnsiTheme="minorHAnsi" w:cstheme="minorBidi"/>
          <w:bCs w:val="0"/>
          <w:noProof/>
          <w:lang w:val="en-ZA" w:eastAsia="en-ZA"/>
        </w:rPr>
      </w:pPr>
      <w:hyperlink w:anchor="_Toc65489836" w:history="1">
        <w:r w:rsidR="00C24151" w:rsidRPr="000948AF">
          <w:rPr>
            <w:rStyle w:val="Hyperlink"/>
            <w:rFonts w:ascii="Arial Bold" w:hAnsi="Arial Bold"/>
            <w:b/>
            <w:caps/>
            <w:noProof/>
          </w:rPr>
          <w:t>18.</w:t>
        </w:r>
        <w:r w:rsidR="00C24151">
          <w:rPr>
            <w:rFonts w:asciiTheme="minorHAnsi" w:eastAsiaTheme="minorEastAsia" w:hAnsiTheme="minorHAnsi" w:cstheme="minorBidi"/>
            <w:bCs w:val="0"/>
            <w:noProof/>
            <w:lang w:val="en-ZA" w:eastAsia="en-ZA"/>
          </w:rPr>
          <w:tab/>
        </w:r>
        <w:r w:rsidR="00C24151" w:rsidRPr="000948AF">
          <w:rPr>
            <w:rStyle w:val="Hyperlink"/>
            <w:rFonts w:ascii="Arial Bold" w:hAnsi="Arial Bold"/>
            <w:b/>
            <w:caps/>
            <w:noProof/>
          </w:rPr>
          <w:t>SARS’s Rights and Obligations</w:t>
        </w:r>
        <w:r w:rsidR="00C24151">
          <w:rPr>
            <w:noProof/>
            <w:webHidden/>
          </w:rPr>
          <w:tab/>
        </w:r>
        <w:r w:rsidR="00C24151">
          <w:rPr>
            <w:noProof/>
            <w:webHidden/>
          </w:rPr>
          <w:fldChar w:fldCharType="begin"/>
        </w:r>
        <w:r w:rsidR="00C24151">
          <w:rPr>
            <w:noProof/>
            <w:webHidden/>
          </w:rPr>
          <w:instrText xml:space="preserve"> PAGEREF _Toc65489836 \h </w:instrText>
        </w:r>
        <w:r w:rsidR="00C24151">
          <w:rPr>
            <w:noProof/>
            <w:webHidden/>
          </w:rPr>
        </w:r>
        <w:r w:rsidR="00C24151">
          <w:rPr>
            <w:noProof/>
            <w:webHidden/>
          </w:rPr>
          <w:fldChar w:fldCharType="separate"/>
        </w:r>
        <w:r w:rsidR="00C24151">
          <w:rPr>
            <w:noProof/>
            <w:webHidden/>
          </w:rPr>
          <w:t>41</w:t>
        </w:r>
        <w:r w:rsidR="00C24151">
          <w:rPr>
            <w:noProof/>
            <w:webHidden/>
          </w:rPr>
          <w:fldChar w:fldCharType="end"/>
        </w:r>
      </w:hyperlink>
    </w:p>
    <w:p w14:paraId="1770024F" w14:textId="1BA28C90" w:rsidR="00C24151" w:rsidRDefault="003C2908">
      <w:pPr>
        <w:pStyle w:val="TOC1"/>
        <w:rPr>
          <w:rFonts w:asciiTheme="minorHAnsi" w:eastAsiaTheme="minorEastAsia" w:hAnsiTheme="minorHAnsi" w:cstheme="minorBidi"/>
          <w:bCs w:val="0"/>
          <w:noProof/>
          <w:lang w:val="en-ZA" w:eastAsia="en-ZA"/>
        </w:rPr>
      </w:pPr>
      <w:hyperlink w:anchor="_Toc65489837" w:history="1">
        <w:r w:rsidR="00C24151" w:rsidRPr="000948AF">
          <w:rPr>
            <w:rStyle w:val="Hyperlink"/>
            <w:rFonts w:ascii="Arial Bold" w:hAnsi="Arial Bold"/>
            <w:b/>
            <w:caps/>
            <w:noProof/>
          </w:rPr>
          <w:t>19.</w:t>
        </w:r>
        <w:r w:rsidR="00C24151">
          <w:rPr>
            <w:rFonts w:asciiTheme="minorHAnsi" w:eastAsiaTheme="minorEastAsia" w:hAnsiTheme="minorHAnsi" w:cstheme="minorBidi"/>
            <w:bCs w:val="0"/>
            <w:noProof/>
            <w:lang w:val="en-ZA" w:eastAsia="en-ZA"/>
          </w:rPr>
          <w:tab/>
        </w:r>
        <w:r w:rsidR="00C24151" w:rsidRPr="000948AF">
          <w:rPr>
            <w:rStyle w:val="Hyperlink"/>
            <w:rFonts w:ascii="Arial Bold" w:hAnsi="Arial Bold"/>
            <w:b/>
            <w:caps/>
            <w:noProof/>
          </w:rPr>
          <w:t>Intellectual Property Rights</w:t>
        </w:r>
        <w:r w:rsidR="00C24151">
          <w:rPr>
            <w:noProof/>
            <w:webHidden/>
          </w:rPr>
          <w:tab/>
        </w:r>
        <w:r w:rsidR="00C24151">
          <w:rPr>
            <w:noProof/>
            <w:webHidden/>
          </w:rPr>
          <w:fldChar w:fldCharType="begin"/>
        </w:r>
        <w:r w:rsidR="00C24151">
          <w:rPr>
            <w:noProof/>
            <w:webHidden/>
          </w:rPr>
          <w:instrText xml:space="preserve"> PAGEREF _Toc65489837 \h </w:instrText>
        </w:r>
        <w:r w:rsidR="00C24151">
          <w:rPr>
            <w:noProof/>
            <w:webHidden/>
          </w:rPr>
        </w:r>
        <w:r w:rsidR="00C24151">
          <w:rPr>
            <w:noProof/>
            <w:webHidden/>
          </w:rPr>
          <w:fldChar w:fldCharType="separate"/>
        </w:r>
        <w:r w:rsidR="00C24151">
          <w:rPr>
            <w:noProof/>
            <w:webHidden/>
          </w:rPr>
          <w:t>41</w:t>
        </w:r>
        <w:r w:rsidR="00C24151">
          <w:rPr>
            <w:noProof/>
            <w:webHidden/>
          </w:rPr>
          <w:fldChar w:fldCharType="end"/>
        </w:r>
      </w:hyperlink>
    </w:p>
    <w:p w14:paraId="3F156153" w14:textId="623B6F22" w:rsidR="00C24151" w:rsidRDefault="003C2908">
      <w:pPr>
        <w:pStyle w:val="TOC1"/>
        <w:rPr>
          <w:rFonts w:asciiTheme="minorHAnsi" w:eastAsiaTheme="minorEastAsia" w:hAnsiTheme="minorHAnsi" w:cstheme="minorBidi"/>
          <w:bCs w:val="0"/>
          <w:noProof/>
          <w:lang w:val="en-ZA" w:eastAsia="en-ZA"/>
        </w:rPr>
      </w:pPr>
      <w:hyperlink w:anchor="_Toc65489838" w:history="1">
        <w:r w:rsidR="00C24151" w:rsidRPr="000948AF">
          <w:rPr>
            <w:rStyle w:val="Hyperlink"/>
            <w:b/>
            <w:caps/>
            <w:noProof/>
            <w:lang w:val="en-ZA" w:eastAsia="en-US"/>
          </w:rPr>
          <w:t>21.</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Confidential UNDERTAKING</w:t>
        </w:r>
        <w:r w:rsidR="00C24151">
          <w:rPr>
            <w:noProof/>
            <w:webHidden/>
          </w:rPr>
          <w:tab/>
        </w:r>
        <w:r w:rsidR="00C24151">
          <w:rPr>
            <w:noProof/>
            <w:webHidden/>
          </w:rPr>
          <w:fldChar w:fldCharType="begin"/>
        </w:r>
        <w:r w:rsidR="00C24151">
          <w:rPr>
            <w:noProof/>
            <w:webHidden/>
          </w:rPr>
          <w:instrText xml:space="preserve"> PAGEREF _Toc65489838 \h </w:instrText>
        </w:r>
        <w:r w:rsidR="00C24151">
          <w:rPr>
            <w:noProof/>
            <w:webHidden/>
          </w:rPr>
        </w:r>
        <w:r w:rsidR="00C24151">
          <w:rPr>
            <w:noProof/>
            <w:webHidden/>
          </w:rPr>
          <w:fldChar w:fldCharType="separate"/>
        </w:r>
        <w:r w:rsidR="00C24151">
          <w:rPr>
            <w:noProof/>
            <w:webHidden/>
          </w:rPr>
          <w:t>43</w:t>
        </w:r>
        <w:r w:rsidR="00C24151">
          <w:rPr>
            <w:noProof/>
            <w:webHidden/>
          </w:rPr>
          <w:fldChar w:fldCharType="end"/>
        </w:r>
      </w:hyperlink>
    </w:p>
    <w:p w14:paraId="324371B7" w14:textId="60C98C7B" w:rsidR="00C24151" w:rsidRDefault="003C2908">
      <w:pPr>
        <w:pStyle w:val="TOC1"/>
        <w:rPr>
          <w:rFonts w:asciiTheme="minorHAnsi" w:eastAsiaTheme="minorEastAsia" w:hAnsiTheme="minorHAnsi" w:cstheme="minorBidi"/>
          <w:bCs w:val="0"/>
          <w:noProof/>
          <w:lang w:val="en-ZA" w:eastAsia="en-ZA"/>
        </w:rPr>
      </w:pPr>
      <w:hyperlink w:anchor="_Toc65489839" w:history="1">
        <w:r w:rsidR="00C24151" w:rsidRPr="000948AF">
          <w:rPr>
            <w:rStyle w:val="Hyperlink"/>
            <w:b/>
            <w:caps/>
            <w:noProof/>
            <w:lang w:val="en-ZA" w:eastAsia="en-US"/>
          </w:rPr>
          <w:t>22.</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DATA PROTECTION</w:t>
        </w:r>
        <w:r w:rsidR="00C24151">
          <w:rPr>
            <w:noProof/>
            <w:webHidden/>
          </w:rPr>
          <w:tab/>
        </w:r>
        <w:r w:rsidR="00C24151">
          <w:rPr>
            <w:noProof/>
            <w:webHidden/>
          </w:rPr>
          <w:fldChar w:fldCharType="begin"/>
        </w:r>
        <w:r w:rsidR="00C24151">
          <w:rPr>
            <w:noProof/>
            <w:webHidden/>
          </w:rPr>
          <w:instrText xml:space="preserve"> PAGEREF _Toc65489839 \h </w:instrText>
        </w:r>
        <w:r w:rsidR="00C24151">
          <w:rPr>
            <w:noProof/>
            <w:webHidden/>
          </w:rPr>
        </w:r>
        <w:r w:rsidR="00C24151">
          <w:rPr>
            <w:noProof/>
            <w:webHidden/>
          </w:rPr>
          <w:fldChar w:fldCharType="separate"/>
        </w:r>
        <w:r w:rsidR="00C24151">
          <w:rPr>
            <w:noProof/>
            <w:webHidden/>
          </w:rPr>
          <w:t>46</w:t>
        </w:r>
        <w:r w:rsidR="00C24151">
          <w:rPr>
            <w:noProof/>
            <w:webHidden/>
          </w:rPr>
          <w:fldChar w:fldCharType="end"/>
        </w:r>
      </w:hyperlink>
    </w:p>
    <w:p w14:paraId="606E34AC" w14:textId="62513377" w:rsidR="00C24151" w:rsidRDefault="003C2908">
      <w:pPr>
        <w:pStyle w:val="TOC1"/>
        <w:rPr>
          <w:rFonts w:asciiTheme="minorHAnsi" w:eastAsiaTheme="minorEastAsia" w:hAnsiTheme="minorHAnsi" w:cstheme="minorBidi"/>
          <w:bCs w:val="0"/>
          <w:noProof/>
          <w:lang w:val="en-ZA" w:eastAsia="en-ZA"/>
        </w:rPr>
      </w:pPr>
      <w:hyperlink w:anchor="_Toc65489840" w:history="1">
        <w:r w:rsidR="00C24151" w:rsidRPr="000948AF">
          <w:rPr>
            <w:rStyle w:val="Hyperlink"/>
            <w:b/>
            <w:caps/>
            <w:noProof/>
            <w:lang w:val="en-ZA" w:eastAsia="en-US"/>
          </w:rPr>
          <w:t>23.</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processing of personal information</w:t>
        </w:r>
        <w:r w:rsidR="00C24151">
          <w:rPr>
            <w:noProof/>
            <w:webHidden/>
          </w:rPr>
          <w:tab/>
        </w:r>
        <w:r w:rsidR="00C24151">
          <w:rPr>
            <w:noProof/>
            <w:webHidden/>
          </w:rPr>
          <w:fldChar w:fldCharType="begin"/>
        </w:r>
        <w:r w:rsidR="00C24151">
          <w:rPr>
            <w:noProof/>
            <w:webHidden/>
          </w:rPr>
          <w:instrText xml:space="preserve"> PAGEREF _Toc65489840 \h </w:instrText>
        </w:r>
        <w:r w:rsidR="00C24151">
          <w:rPr>
            <w:noProof/>
            <w:webHidden/>
          </w:rPr>
        </w:r>
        <w:r w:rsidR="00C24151">
          <w:rPr>
            <w:noProof/>
            <w:webHidden/>
          </w:rPr>
          <w:fldChar w:fldCharType="separate"/>
        </w:r>
        <w:r w:rsidR="00C24151">
          <w:rPr>
            <w:noProof/>
            <w:webHidden/>
          </w:rPr>
          <w:t>47</w:t>
        </w:r>
        <w:r w:rsidR="00C24151">
          <w:rPr>
            <w:noProof/>
            <w:webHidden/>
          </w:rPr>
          <w:fldChar w:fldCharType="end"/>
        </w:r>
      </w:hyperlink>
    </w:p>
    <w:p w14:paraId="7EE7975A" w14:textId="4FAEE37B" w:rsidR="00C24151" w:rsidRDefault="003C2908">
      <w:pPr>
        <w:pStyle w:val="TOC1"/>
        <w:rPr>
          <w:rFonts w:asciiTheme="minorHAnsi" w:eastAsiaTheme="minorEastAsia" w:hAnsiTheme="minorHAnsi" w:cstheme="minorBidi"/>
          <w:bCs w:val="0"/>
          <w:noProof/>
          <w:lang w:val="en-ZA" w:eastAsia="en-ZA"/>
        </w:rPr>
      </w:pPr>
      <w:hyperlink w:anchor="_Toc65489841" w:history="1">
        <w:r w:rsidR="00C24151" w:rsidRPr="000948AF">
          <w:rPr>
            <w:rStyle w:val="Hyperlink"/>
            <w:b/>
            <w:caps/>
            <w:noProof/>
            <w:lang w:val="en-ZA" w:eastAsia="en-US"/>
          </w:rPr>
          <w:t>24.</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PROTECTION OF PERSONAL INFORMATION</w:t>
        </w:r>
        <w:r w:rsidR="00C24151">
          <w:rPr>
            <w:noProof/>
            <w:webHidden/>
          </w:rPr>
          <w:tab/>
        </w:r>
        <w:r w:rsidR="00C24151">
          <w:rPr>
            <w:noProof/>
            <w:webHidden/>
          </w:rPr>
          <w:fldChar w:fldCharType="begin"/>
        </w:r>
        <w:r w:rsidR="00C24151">
          <w:rPr>
            <w:noProof/>
            <w:webHidden/>
          </w:rPr>
          <w:instrText xml:space="preserve"> PAGEREF _Toc65489841 \h </w:instrText>
        </w:r>
        <w:r w:rsidR="00C24151">
          <w:rPr>
            <w:noProof/>
            <w:webHidden/>
          </w:rPr>
        </w:r>
        <w:r w:rsidR="00C24151">
          <w:rPr>
            <w:noProof/>
            <w:webHidden/>
          </w:rPr>
          <w:fldChar w:fldCharType="separate"/>
        </w:r>
        <w:r w:rsidR="00C24151">
          <w:rPr>
            <w:noProof/>
            <w:webHidden/>
          </w:rPr>
          <w:t>49</w:t>
        </w:r>
        <w:r w:rsidR="00C24151">
          <w:rPr>
            <w:noProof/>
            <w:webHidden/>
          </w:rPr>
          <w:fldChar w:fldCharType="end"/>
        </w:r>
      </w:hyperlink>
    </w:p>
    <w:p w14:paraId="15A654FA" w14:textId="241930C8" w:rsidR="00C24151" w:rsidRDefault="003C2908">
      <w:pPr>
        <w:pStyle w:val="TOC1"/>
        <w:rPr>
          <w:rFonts w:asciiTheme="minorHAnsi" w:eastAsiaTheme="minorEastAsia" w:hAnsiTheme="minorHAnsi" w:cstheme="minorBidi"/>
          <w:bCs w:val="0"/>
          <w:noProof/>
          <w:lang w:val="en-ZA" w:eastAsia="en-ZA"/>
        </w:rPr>
      </w:pPr>
      <w:hyperlink w:anchor="_Toc65489842" w:history="1">
        <w:r w:rsidR="00C24151" w:rsidRPr="000948AF">
          <w:rPr>
            <w:rStyle w:val="Hyperlink"/>
            <w:b/>
            <w:caps/>
            <w:noProof/>
            <w:lang w:val="en-ZA" w:eastAsia="en-US"/>
          </w:rPr>
          <w:t>25.</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Audits</w:t>
        </w:r>
        <w:r w:rsidR="00C24151">
          <w:rPr>
            <w:noProof/>
            <w:webHidden/>
          </w:rPr>
          <w:tab/>
        </w:r>
        <w:r w:rsidR="00C24151">
          <w:rPr>
            <w:noProof/>
            <w:webHidden/>
          </w:rPr>
          <w:fldChar w:fldCharType="begin"/>
        </w:r>
        <w:r w:rsidR="00C24151">
          <w:rPr>
            <w:noProof/>
            <w:webHidden/>
          </w:rPr>
          <w:instrText xml:space="preserve"> PAGEREF _Toc65489842 \h </w:instrText>
        </w:r>
        <w:r w:rsidR="00C24151">
          <w:rPr>
            <w:noProof/>
            <w:webHidden/>
          </w:rPr>
        </w:r>
        <w:r w:rsidR="00C24151">
          <w:rPr>
            <w:noProof/>
            <w:webHidden/>
          </w:rPr>
          <w:fldChar w:fldCharType="separate"/>
        </w:r>
        <w:r w:rsidR="00C24151">
          <w:rPr>
            <w:noProof/>
            <w:webHidden/>
          </w:rPr>
          <w:t>51</w:t>
        </w:r>
        <w:r w:rsidR="00C24151">
          <w:rPr>
            <w:noProof/>
            <w:webHidden/>
          </w:rPr>
          <w:fldChar w:fldCharType="end"/>
        </w:r>
      </w:hyperlink>
    </w:p>
    <w:p w14:paraId="2916C946" w14:textId="5E8BC8C6" w:rsidR="00C24151" w:rsidRDefault="003C2908">
      <w:pPr>
        <w:pStyle w:val="TOC1"/>
        <w:rPr>
          <w:rFonts w:asciiTheme="minorHAnsi" w:eastAsiaTheme="minorEastAsia" w:hAnsiTheme="minorHAnsi" w:cstheme="minorBidi"/>
          <w:bCs w:val="0"/>
          <w:noProof/>
          <w:lang w:val="en-ZA" w:eastAsia="en-ZA"/>
        </w:rPr>
      </w:pPr>
      <w:hyperlink w:anchor="_Toc65489843" w:history="1">
        <w:r w:rsidR="00C24151" w:rsidRPr="000948AF">
          <w:rPr>
            <w:rStyle w:val="Hyperlink"/>
            <w:b/>
            <w:caps/>
            <w:noProof/>
            <w:lang w:val="en-ZA" w:eastAsia="en-US"/>
          </w:rPr>
          <w:t>26.</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Breach</w:t>
        </w:r>
        <w:r w:rsidR="00C24151">
          <w:rPr>
            <w:noProof/>
            <w:webHidden/>
          </w:rPr>
          <w:tab/>
        </w:r>
        <w:r w:rsidR="00C24151">
          <w:rPr>
            <w:noProof/>
            <w:webHidden/>
          </w:rPr>
          <w:fldChar w:fldCharType="begin"/>
        </w:r>
        <w:r w:rsidR="00C24151">
          <w:rPr>
            <w:noProof/>
            <w:webHidden/>
          </w:rPr>
          <w:instrText xml:space="preserve"> PAGEREF _Toc65489843 \h </w:instrText>
        </w:r>
        <w:r w:rsidR="00C24151">
          <w:rPr>
            <w:noProof/>
            <w:webHidden/>
          </w:rPr>
        </w:r>
        <w:r w:rsidR="00C24151">
          <w:rPr>
            <w:noProof/>
            <w:webHidden/>
          </w:rPr>
          <w:fldChar w:fldCharType="separate"/>
        </w:r>
        <w:r w:rsidR="00C24151">
          <w:rPr>
            <w:noProof/>
            <w:webHidden/>
          </w:rPr>
          <w:t>53</w:t>
        </w:r>
        <w:r w:rsidR="00C24151">
          <w:rPr>
            <w:noProof/>
            <w:webHidden/>
          </w:rPr>
          <w:fldChar w:fldCharType="end"/>
        </w:r>
      </w:hyperlink>
    </w:p>
    <w:p w14:paraId="6A343CB9" w14:textId="3AEEE0CF" w:rsidR="00C24151" w:rsidRDefault="003C2908">
      <w:pPr>
        <w:pStyle w:val="TOC1"/>
        <w:rPr>
          <w:rFonts w:asciiTheme="minorHAnsi" w:eastAsiaTheme="minorEastAsia" w:hAnsiTheme="minorHAnsi" w:cstheme="minorBidi"/>
          <w:bCs w:val="0"/>
          <w:noProof/>
          <w:lang w:val="en-ZA" w:eastAsia="en-ZA"/>
        </w:rPr>
      </w:pPr>
      <w:hyperlink w:anchor="_Toc65489844" w:history="1">
        <w:r w:rsidR="00C24151" w:rsidRPr="000948AF">
          <w:rPr>
            <w:rStyle w:val="Hyperlink"/>
            <w:b/>
            <w:caps/>
            <w:noProof/>
            <w:lang w:val="en-ZA" w:eastAsia="en-US"/>
          </w:rPr>
          <w:t>27.</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Indemnities</w:t>
        </w:r>
        <w:r w:rsidR="00C24151">
          <w:rPr>
            <w:noProof/>
            <w:webHidden/>
          </w:rPr>
          <w:tab/>
        </w:r>
        <w:r w:rsidR="00C24151">
          <w:rPr>
            <w:noProof/>
            <w:webHidden/>
          </w:rPr>
          <w:fldChar w:fldCharType="begin"/>
        </w:r>
        <w:r w:rsidR="00C24151">
          <w:rPr>
            <w:noProof/>
            <w:webHidden/>
          </w:rPr>
          <w:instrText xml:space="preserve"> PAGEREF _Toc65489844 \h </w:instrText>
        </w:r>
        <w:r w:rsidR="00C24151">
          <w:rPr>
            <w:noProof/>
            <w:webHidden/>
          </w:rPr>
        </w:r>
        <w:r w:rsidR="00C24151">
          <w:rPr>
            <w:noProof/>
            <w:webHidden/>
          </w:rPr>
          <w:fldChar w:fldCharType="separate"/>
        </w:r>
        <w:r w:rsidR="00C24151">
          <w:rPr>
            <w:noProof/>
            <w:webHidden/>
          </w:rPr>
          <w:t>54</w:t>
        </w:r>
        <w:r w:rsidR="00C24151">
          <w:rPr>
            <w:noProof/>
            <w:webHidden/>
          </w:rPr>
          <w:fldChar w:fldCharType="end"/>
        </w:r>
      </w:hyperlink>
    </w:p>
    <w:p w14:paraId="710A6B2F" w14:textId="1C67F3C1" w:rsidR="00C24151" w:rsidRDefault="003C2908">
      <w:pPr>
        <w:pStyle w:val="TOC1"/>
        <w:rPr>
          <w:rFonts w:asciiTheme="minorHAnsi" w:eastAsiaTheme="minorEastAsia" w:hAnsiTheme="minorHAnsi" w:cstheme="minorBidi"/>
          <w:bCs w:val="0"/>
          <w:noProof/>
          <w:lang w:val="en-ZA" w:eastAsia="en-ZA"/>
        </w:rPr>
      </w:pPr>
      <w:hyperlink w:anchor="_Toc65489845" w:history="1">
        <w:r w:rsidR="00C24151" w:rsidRPr="000948AF">
          <w:rPr>
            <w:rStyle w:val="Hyperlink"/>
            <w:b/>
            <w:caps/>
            <w:noProof/>
            <w:lang w:val="en-ZA" w:eastAsia="en-US"/>
          </w:rPr>
          <w:t>28.</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Limitation of Liability</w:t>
        </w:r>
        <w:r w:rsidR="00C24151">
          <w:rPr>
            <w:noProof/>
            <w:webHidden/>
          </w:rPr>
          <w:tab/>
        </w:r>
        <w:r w:rsidR="00C24151">
          <w:rPr>
            <w:noProof/>
            <w:webHidden/>
          </w:rPr>
          <w:fldChar w:fldCharType="begin"/>
        </w:r>
        <w:r w:rsidR="00C24151">
          <w:rPr>
            <w:noProof/>
            <w:webHidden/>
          </w:rPr>
          <w:instrText xml:space="preserve"> PAGEREF _Toc65489845 \h </w:instrText>
        </w:r>
        <w:r w:rsidR="00C24151">
          <w:rPr>
            <w:noProof/>
            <w:webHidden/>
          </w:rPr>
        </w:r>
        <w:r w:rsidR="00C24151">
          <w:rPr>
            <w:noProof/>
            <w:webHidden/>
          </w:rPr>
          <w:fldChar w:fldCharType="separate"/>
        </w:r>
        <w:r w:rsidR="00C24151">
          <w:rPr>
            <w:noProof/>
            <w:webHidden/>
          </w:rPr>
          <w:t>54</w:t>
        </w:r>
        <w:r w:rsidR="00C24151">
          <w:rPr>
            <w:noProof/>
            <w:webHidden/>
          </w:rPr>
          <w:fldChar w:fldCharType="end"/>
        </w:r>
      </w:hyperlink>
    </w:p>
    <w:p w14:paraId="37BECC15" w14:textId="635E4A3B" w:rsidR="00C24151" w:rsidRDefault="003C2908">
      <w:pPr>
        <w:pStyle w:val="TOC1"/>
        <w:rPr>
          <w:rFonts w:asciiTheme="minorHAnsi" w:eastAsiaTheme="minorEastAsia" w:hAnsiTheme="minorHAnsi" w:cstheme="minorBidi"/>
          <w:bCs w:val="0"/>
          <w:noProof/>
          <w:lang w:val="en-ZA" w:eastAsia="en-ZA"/>
        </w:rPr>
      </w:pPr>
      <w:hyperlink w:anchor="_Toc65489846" w:history="1">
        <w:r w:rsidR="00C24151" w:rsidRPr="000948AF">
          <w:rPr>
            <w:rStyle w:val="Hyperlink"/>
            <w:b/>
            <w:caps/>
            <w:noProof/>
            <w:lang w:val="en-ZA" w:eastAsia="en-US"/>
          </w:rPr>
          <w:t>29.</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TERMINATION</w:t>
        </w:r>
        <w:r w:rsidR="00C24151">
          <w:rPr>
            <w:noProof/>
            <w:webHidden/>
          </w:rPr>
          <w:tab/>
        </w:r>
        <w:r w:rsidR="00C24151">
          <w:rPr>
            <w:noProof/>
            <w:webHidden/>
          </w:rPr>
          <w:fldChar w:fldCharType="begin"/>
        </w:r>
        <w:r w:rsidR="00C24151">
          <w:rPr>
            <w:noProof/>
            <w:webHidden/>
          </w:rPr>
          <w:instrText xml:space="preserve"> PAGEREF _Toc65489846 \h </w:instrText>
        </w:r>
        <w:r w:rsidR="00C24151">
          <w:rPr>
            <w:noProof/>
            <w:webHidden/>
          </w:rPr>
        </w:r>
        <w:r w:rsidR="00C24151">
          <w:rPr>
            <w:noProof/>
            <w:webHidden/>
          </w:rPr>
          <w:fldChar w:fldCharType="separate"/>
        </w:r>
        <w:r w:rsidR="00C24151">
          <w:rPr>
            <w:noProof/>
            <w:webHidden/>
          </w:rPr>
          <w:t>55</w:t>
        </w:r>
        <w:r w:rsidR="00C24151">
          <w:rPr>
            <w:noProof/>
            <w:webHidden/>
          </w:rPr>
          <w:fldChar w:fldCharType="end"/>
        </w:r>
      </w:hyperlink>
    </w:p>
    <w:p w14:paraId="2DA80B96" w14:textId="60509F4D" w:rsidR="00C24151" w:rsidRDefault="003C2908">
      <w:pPr>
        <w:pStyle w:val="TOC1"/>
        <w:rPr>
          <w:rFonts w:asciiTheme="minorHAnsi" w:eastAsiaTheme="minorEastAsia" w:hAnsiTheme="minorHAnsi" w:cstheme="minorBidi"/>
          <w:bCs w:val="0"/>
          <w:noProof/>
          <w:lang w:val="en-ZA" w:eastAsia="en-ZA"/>
        </w:rPr>
      </w:pPr>
      <w:hyperlink w:anchor="_Toc65489847" w:history="1">
        <w:r w:rsidR="00C24151" w:rsidRPr="000948AF">
          <w:rPr>
            <w:rStyle w:val="Hyperlink"/>
            <w:b/>
            <w:caps/>
            <w:noProof/>
            <w:lang w:val="en-ZA" w:eastAsia="en-US"/>
          </w:rPr>
          <w:t>30.</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TERMINATION FOR CONVENIENCE</w:t>
        </w:r>
        <w:r w:rsidR="00C24151">
          <w:rPr>
            <w:noProof/>
            <w:webHidden/>
          </w:rPr>
          <w:tab/>
        </w:r>
        <w:r w:rsidR="00C24151">
          <w:rPr>
            <w:noProof/>
            <w:webHidden/>
          </w:rPr>
          <w:fldChar w:fldCharType="begin"/>
        </w:r>
        <w:r w:rsidR="00C24151">
          <w:rPr>
            <w:noProof/>
            <w:webHidden/>
          </w:rPr>
          <w:instrText xml:space="preserve"> PAGEREF _Toc65489847 \h </w:instrText>
        </w:r>
        <w:r w:rsidR="00C24151">
          <w:rPr>
            <w:noProof/>
            <w:webHidden/>
          </w:rPr>
        </w:r>
        <w:r w:rsidR="00C24151">
          <w:rPr>
            <w:noProof/>
            <w:webHidden/>
          </w:rPr>
          <w:fldChar w:fldCharType="separate"/>
        </w:r>
        <w:r w:rsidR="00C24151">
          <w:rPr>
            <w:noProof/>
            <w:webHidden/>
          </w:rPr>
          <w:t>56</w:t>
        </w:r>
        <w:r w:rsidR="00C24151">
          <w:rPr>
            <w:noProof/>
            <w:webHidden/>
          </w:rPr>
          <w:fldChar w:fldCharType="end"/>
        </w:r>
      </w:hyperlink>
    </w:p>
    <w:p w14:paraId="22D137AF" w14:textId="0B98468D" w:rsidR="00C24151" w:rsidRDefault="003C2908">
      <w:pPr>
        <w:pStyle w:val="TOC1"/>
        <w:rPr>
          <w:rFonts w:asciiTheme="minorHAnsi" w:eastAsiaTheme="minorEastAsia" w:hAnsiTheme="minorHAnsi" w:cstheme="minorBidi"/>
          <w:bCs w:val="0"/>
          <w:noProof/>
          <w:lang w:val="en-ZA" w:eastAsia="en-ZA"/>
        </w:rPr>
      </w:pPr>
      <w:hyperlink w:anchor="_Toc65489848" w:history="1">
        <w:r w:rsidR="00C24151" w:rsidRPr="000948AF">
          <w:rPr>
            <w:rStyle w:val="Hyperlink"/>
            <w:b/>
            <w:caps/>
            <w:noProof/>
            <w:lang w:val="en-ZA" w:eastAsia="en-US"/>
          </w:rPr>
          <w:t>31.</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Termination for Cause</w:t>
        </w:r>
        <w:r w:rsidR="00C24151">
          <w:rPr>
            <w:noProof/>
            <w:webHidden/>
          </w:rPr>
          <w:tab/>
        </w:r>
        <w:r w:rsidR="00C24151">
          <w:rPr>
            <w:noProof/>
            <w:webHidden/>
          </w:rPr>
          <w:fldChar w:fldCharType="begin"/>
        </w:r>
        <w:r w:rsidR="00C24151">
          <w:rPr>
            <w:noProof/>
            <w:webHidden/>
          </w:rPr>
          <w:instrText xml:space="preserve"> PAGEREF _Toc65489848 \h </w:instrText>
        </w:r>
        <w:r w:rsidR="00C24151">
          <w:rPr>
            <w:noProof/>
            <w:webHidden/>
          </w:rPr>
        </w:r>
        <w:r w:rsidR="00C24151">
          <w:rPr>
            <w:noProof/>
            <w:webHidden/>
          </w:rPr>
          <w:fldChar w:fldCharType="separate"/>
        </w:r>
        <w:r w:rsidR="00C24151">
          <w:rPr>
            <w:noProof/>
            <w:webHidden/>
          </w:rPr>
          <w:t>56</w:t>
        </w:r>
        <w:r w:rsidR="00C24151">
          <w:rPr>
            <w:noProof/>
            <w:webHidden/>
          </w:rPr>
          <w:fldChar w:fldCharType="end"/>
        </w:r>
      </w:hyperlink>
    </w:p>
    <w:p w14:paraId="4F520545" w14:textId="13148BD0" w:rsidR="00C24151" w:rsidRDefault="003C2908">
      <w:pPr>
        <w:pStyle w:val="TOC1"/>
        <w:rPr>
          <w:rFonts w:asciiTheme="minorHAnsi" w:eastAsiaTheme="minorEastAsia" w:hAnsiTheme="minorHAnsi" w:cstheme="minorBidi"/>
          <w:bCs w:val="0"/>
          <w:noProof/>
          <w:lang w:val="en-ZA" w:eastAsia="en-ZA"/>
        </w:rPr>
      </w:pPr>
      <w:hyperlink w:anchor="_Toc65489849" w:history="1">
        <w:r w:rsidR="00C24151" w:rsidRPr="000948AF">
          <w:rPr>
            <w:rStyle w:val="Hyperlink"/>
            <w:b/>
            <w:caps/>
            <w:noProof/>
            <w:lang w:val="en-ZA" w:eastAsia="en-US"/>
          </w:rPr>
          <w:t>32.</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Termination upon Sale, Acquisition, Merger or Change of Control</w:t>
        </w:r>
        <w:r w:rsidR="00C24151">
          <w:rPr>
            <w:noProof/>
            <w:webHidden/>
          </w:rPr>
          <w:tab/>
        </w:r>
        <w:r w:rsidR="00C24151">
          <w:rPr>
            <w:noProof/>
            <w:webHidden/>
          </w:rPr>
          <w:fldChar w:fldCharType="begin"/>
        </w:r>
        <w:r w:rsidR="00C24151">
          <w:rPr>
            <w:noProof/>
            <w:webHidden/>
          </w:rPr>
          <w:instrText xml:space="preserve"> PAGEREF _Toc65489849 \h </w:instrText>
        </w:r>
        <w:r w:rsidR="00C24151">
          <w:rPr>
            <w:noProof/>
            <w:webHidden/>
          </w:rPr>
        </w:r>
        <w:r w:rsidR="00C24151">
          <w:rPr>
            <w:noProof/>
            <w:webHidden/>
          </w:rPr>
          <w:fldChar w:fldCharType="separate"/>
        </w:r>
        <w:r w:rsidR="00C24151">
          <w:rPr>
            <w:noProof/>
            <w:webHidden/>
          </w:rPr>
          <w:t>57</w:t>
        </w:r>
        <w:r w:rsidR="00C24151">
          <w:rPr>
            <w:noProof/>
            <w:webHidden/>
          </w:rPr>
          <w:fldChar w:fldCharType="end"/>
        </w:r>
      </w:hyperlink>
    </w:p>
    <w:p w14:paraId="18A119F6" w14:textId="3792993D" w:rsidR="00C24151" w:rsidRDefault="003C2908">
      <w:pPr>
        <w:pStyle w:val="TOC1"/>
        <w:rPr>
          <w:rFonts w:asciiTheme="minorHAnsi" w:eastAsiaTheme="minorEastAsia" w:hAnsiTheme="minorHAnsi" w:cstheme="minorBidi"/>
          <w:bCs w:val="0"/>
          <w:noProof/>
          <w:lang w:val="en-ZA" w:eastAsia="en-ZA"/>
        </w:rPr>
      </w:pPr>
      <w:hyperlink w:anchor="_Toc65489850" w:history="1">
        <w:r w:rsidR="00C24151" w:rsidRPr="000948AF">
          <w:rPr>
            <w:rStyle w:val="Hyperlink"/>
            <w:b/>
            <w:caps/>
            <w:noProof/>
            <w:lang w:val="en-ZA" w:eastAsia="en-US"/>
          </w:rPr>
          <w:t>33.</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Effect of TERMINATION</w:t>
        </w:r>
        <w:r w:rsidR="00C24151">
          <w:rPr>
            <w:noProof/>
            <w:webHidden/>
          </w:rPr>
          <w:tab/>
        </w:r>
        <w:r w:rsidR="00C24151">
          <w:rPr>
            <w:noProof/>
            <w:webHidden/>
          </w:rPr>
          <w:fldChar w:fldCharType="begin"/>
        </w:r>
        <w:r w:rsidR="00C24151">
          <w:rPr>
            <w:noProof/>
            <w:webHidden/>
          </w:rPr>
          <w:instrText xml:space="preserve"> PAGEREF _Toc65489850 \h </w:instrText>
        </w:r>
        <w:r w:rsidR="00C24151">
          <w:rPr>
            <w:noProof/>
            <w:webHidden/>
          </w:rPr>
        </w:r>
        <w:r w:rsidR="00C24151">
          <w:rPr>
            <w:noProof/>
            <w:webHidden/>
          </w:rPr>
          <w:fldChar w:fldCharType="separate"/>
        </w:r>
        <w:r w:rsidR="00C24151">
          <w:rPr>
            <w:noProof/>
            <w:webHidden/>
          </w:rPr>
          <w:t>57</w:t>
        </w:r>
        <w:r w:rsidR="00C24151">
          <w:rPr>
            <w:noProof/>
            <w:webHidden/>
          </w:rPr>
          <w:fldChar w:fldCharType="end"/>
        </w:r>
      </w:hyperlink>
    </w:p>
    <w:p w14:paraId="776DA970" w14:textId="7BCB67EE" w:rsidR="00C24151" w:rsidRDefault="003C2908">
      <w:pPr>
        <w:pStyle w:val="TOC1"/>
        <w:rPr>
          <w:rFonts w:asciiTheme="minorHAnsi" w:eastAsiaTheme="minorEastAsia" w:hAnsiTheme="minorHAnsi" w:cstheme="minorBidi"/>
          <w:bCs w:val="0"/>
          <w:noProof/>
          <w:lang w:val="en-ZA" w:eastAsia="en-ZA"/>
        </w:rPr>
      </w:pPr>
      <w:hyperlink w:anchor="_Toc65489851" w:history="1">
        <w:r w:rsidR="00C24151" w:rsidRPr="000948AF">
          <w:rPr>
            <w:rStyle w:val="Hyperlink"/>
            <w:b/>
            <w:caps/>
            <w:noProof/>
            <w:lang w:val="en-ZA" w:eastAsia="en-US"/>
          </w:rPr>
          <w:t>34.</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termination/expiration assistance</w:t>
        </w:r>
        <w:r w:rsidR="00C24151">
          <w:rPr>
            <w:noProof/>
            <w:webHidden/>
          </w:rPr>
          <w:tab/>
        </w:r>
        <w:r w:rsidR="00C24151">
          <w:rPr>
            <w:noProof/>
            <w:webHidden/>
          </w:rPr>
          <w:fldChar w:fldCharType="begin"/>
        </w:r>
        <w:r w:rsidR="00C24151">
          <w:rPr>
            <w:noProof/>
            <w:webHidden/>
          </w:rPr>
          <w:instrText xml:space="preserve"> PAGEREF _Toc65489851 \h </w:instrText>
        </w:r>
        <w:r w:rsidR="00C24151">
          <w:rPr>
            <w:noProof/>
            <w:webHidden/>
          </w:rPr>
        </w:r>
        <w:r w:rsidR="00C24151">
          <w:rPr>
            <w:noProof/>
            <w:webHidden/>
          </w:rPr>
          <w:fldChar w:fldCharType="separate"/>
        </w:r>
        <w:r w:rsidR="00C24151">
          <w:rPr>
            <w:noProof/>
            <w:webHidden/>
          </w:rPr>
          <w:t>57</w:t>
        </w:r>
        <w:r w:rsidR="00C24151">
          <w:rPr>
            <w:noProof/>
            <w:webHidden/>
          </w:rPr>
          <w:fldChar w:fldCharType="end"/>
        </w:r>
      </w:hyperlink>
    </w:p>
    <w:p w14:paraId="450A1AEF" w14:textId="1FFA8358" w:rsidR="00C24151" w:rsidRDefault="003C2908">
      <w:pPr>
        <w:pStyle w:val="TOC1"/>
        <w:rPr>
          <w:rFonts w:asciiTheme="minorHAnsi" w:eastAsiaTheme="minorEastAsia" w:hAnsiTheme="minorHAnsi" w:cstheme="minorBidi"/>
          <w:bCs w:val="0"/>
          <w:noProof/>
          <w:lang w:val="en-ZA" w:eastAsia="en-ZA"/>
        </w:rPr>
      </w:pPr>
      <w:hyperlink w:anchor="_Toc65489852" w:history="1">
        <w:r w:rsidR="00C24151" w:rsidRPr="000948AF">
          <w:rPr>
            <w:rStyle w:val="Hyperlink"/>
            <w:b/>
            <w:caps/>
            <w:noProof/>
            <w:lang w:val="en-ZA" w:eastAsia="en-US"/>
          </w:rPr>
          <w:t>35.</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Force Majeure</w:t>
        </w:r>
        <w:r w:rsidR="00C24151">
          <w:rPr>
            <w:noProof/>
            <w:webHidden/>
          </w:rPr>
          <w:tab/>
        </w:r>
        <w:r w:rsidR="00C24151">
          <w:rPr>
            <w:noProof/>
            <w:webHidden/>
          </w:rPr>
          <w:fldChar w:fldCharType="begin"/>
        </w:r>
        <w:r w:rsidR="00C24151">
          <w:rPr>
            <w:noProof/>
            <w:webHidden/>
          </w:rPr>
          <w:instrText xml:space="preserve"> PAGEREF _Toc65489852 \h </w:instrText>
        </w:r>
        <w:r w:rsidR="00C24151">
          <w:rPr>
            <w:noProof/>
            <w:webHidden/>
          </w:rPr>
        </w:r>
        <w:r w:rsidR="00C24151">
          <w:rPr>
            <w:noProof/>
            <w:webHidden/>
          </w:rPr>
          <w:fldChar w:fldCharType="separate"/>
        </w:r>
        <w:r w:rsidR="00C24151">
          <w:rPr>
            <w:noProof/>
            <w:webHidden/>
          </w:rPr>
          <w:t>57</w:t>
        </w:r>
        <w:r w:rsidR="00C24151">
          <w:rPr>
            <w:noProof/>
            <w:webHidden/>
          </w:rPr>
          <w:fldChar w:fldCharType="end"/>
        </w:r>
      </w:hyperlink>
    </w:p>
    <w:p w14:paraId="2FB8165F" w14:textId="1FC9EF52" w:rsidR="00C24151" w:rsidRDefault="003C2908">
      <w:pPr>
        <w:pStyle w:val="TOC1"/>
        <w:rPr>
          <w:rFonts w:asciiTheme="minorHAnsi" w:eastAsiaTheme="minorEastAsia" w:hAnsiTheme="minorHAnsi" w:cstheme="minorBidi"/>
          <w:bCs w:val="0"/>
          <w:noProof/>
          <w:lang w:val="en-ZA" w:eastAsia="en-ZA"/>
        </w:rPr>
      </w:pPr>
      <w:hyperlink w:anchor="_Toc65489853" w:history="1">
        <w:r w:rsidR="00C24151" w:rsidRPr="000948AF">
          <w:rPr>
            <w:rStyle w:val="Hyperlink"/>
            <w:b/>
            <w:caps/>
            <w:noProof/>
            <w:lang w:val="en-ZA" w:eastAsia="en-US"/>
          </w:rPr>
          <w:t>36.</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Records Retention</w:t>
        </w:r>
        <w:r w:rsidR="00C24151">
          <w:rPr>
            <w:noProof/>
            <w:webHidden/>
          </w:rPr>
          <w:tab/>
        </w:r>
        <w:r w:rsidR="00C24151">
          <w:rPr>
            <w:noProof/>
            <w:webHidden/>
          </w:rPr>
          <w:fldChar w:fldCharType="begin"/>
        </w:r>
        <w:r w:rsidR="00C24151">
          <w:rPr>
            <w:noProof/>
            <w:webHidden/>
          </w:rPr>
          <w:instrText xml:space="preserve"> PAGEREF _Toc65489853 \h </w:instrText>
        </w:r>
        <w:r w:rsidR="00C24151">
          <w:rPr>
            <w:noProof/>
            <w:webHidden/>
          </w:rPr>
        </w:r>
        <w:r w:rsidR="00C24151">
          <w:rPr>
            <w:noProof/>
            <w:webHidden/>
          </w:rPr>
          <w:fldChar w:fldCharType="separate"/>
        </w:r>
        <w:r w:rsidR="00C24151">
          <w:rPr>
            <w:noProof/>
            <w:webHidden/>
          </w:rPr>
          <w:t>58</w:t>
        </w:r>
        <w:r w:rsidR="00C24151">
          <w:rPr>
            <w:noProof/>
            <w:webHidden/>
          </w:rPr>
          <w:fldChar w:fldCharType="end"/>
        </w:r>
      </w:hyperlink>
    </w:p>
    <w:p w14:paraId="443F024B" w14:textId="6D867F18" w:rsidR="00C24151" w:rsidRDefault="003C2908">
      <w:pPr>
        <w:pStyle w:val="TOC1"/>
        <w:rPr>
          <w:rFonts w:asciiTheme="minorHAnsi" w:eastAsiaTheme="minorEastAsia" w:hAnsiTheme="minorHAnsi" w:cstheme="minorBidi"/>
          <w:bCs w:val="0"/>
          <w:noProof/>
          <w:lang w:val="en-ZA" w:eastAsia="en-ZA"/>
        </w:rPr>
      </w:pPr>
      <w:hyperlink w:anchor="_Toc65489854" w:history="1">
        <w:r w:rsidR="00C24151" w:rsidRPr="000948AF">
          <w:rPr>
            <w:rStyle w:val="Hyperlink"/>
            <w:b/>
            <w:caps/>
            <w:noProof/>
            <w:lang w:val="en-ZA" w:eastAsia="en-US"/>
          </w:rPr>
          <w:t>37.</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Consents and Approvals</w:t>
        </w:r>
        <w:r w:rsidR="00C24151">
          <w:rPr>
            <w:noProof/>
            <w:webHidden/>
          </w:rPr>
          <w:tab/>
        </w:r>
        <w:r w:rsidR="00C24151">
          <w:rPr>
            <w:noProof/>
            <w:webHidden/>
          </w:rPr>
          <w:fldChar w:fldCharType="begin"/>
        </w:r>
        <w:r w:rsidR="00C24151">
          <w:rPr>
            <w:noProof/>
            <w:webHidden/>
          </w:rPr>
          <w:instrText xml:space="preserve"> PAGEREF _Toc65489854 \h </w:instrText>
        </w:r>
        <w:r w:rsidR="00C24151">
          <w:rPr>
            <w:noProof/>
            <w:webHidden/>
          </w:rPr>
        </w:r>
        <w:r w:rsidR="00C24151">
          <w:rPr>
            <w:noProof/>
            <w:webHidden/>
          </w:rPr>
          <w:fldChar w:fldCharType="separate"/>
        </w:r>
        <w:r w:rsidR="00C24151">
          <w:rPr>
            <w:noProof/>
            <w:webHidden/>
          </w:rPr>
          <w:t>58</w:t>
        </w:r>
        <w:r w:rsidR="00C24151">
          <w:rPr>
            <w:noProof/>
            <w:webHidden/>
          </w:rPr>
          <w:fldChar w:fldCharType="end"/>
        </w:r>
      </w:hyperlink>
    </w:p>
    <w:p w14:paraId="4047D189" w14:textId="7145054D" w:rsidR="00C24151" w:rsidRDefault="003C2908">
      <w:pPr>
        <w:pStyle w:val="TOC1"/>
        <w:rPr>
          <w:rFonts w:asciiTheme="minorHAnsi" w:eastAsiaTheme="minorEastAsia" w:hAnsiTheme="minorHAnsi" w:cstheme="minorBidi"/>
          <w:bCs w:val="0"/>
          <w:noProof/>
          <w:lang w:val="en-ZA" w:eastAsia="en-ZA"/>
        </w:rPr>
      </w:pPr>
      <w:hyperlink w:anchor="_Toc65489855" w:history="1">
        <w:r w:rsidR="00C24151" w:rsidRPr="000948AF">
          <w:rPr>
            <w:rStyle w:val="Hyperlink"/>
            <w:b/>
            <w:caps/>
            <w:noProof/>
            <w:lang w:val="en-ZA" w:eastAsia="en-US"/>
          </w:rPr>
          <w:t>38.</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Applicable Law and Jurisdiction</w:t>
        </w:r>
        <w:r w:rsidR="00C24151">
          <w:rPr>
            <w:noProof/>
            <w:webHidden/>
          </w:rPr>
          <w:tab/>
        </w:r>
        <w:r w:rsidR="00C24151">
          <w:rPr>
            <w:noProof/>
            <w:webHidden/>
          </w:rPr>
          <w:fldChar w:fldCharType="begin"/>
        </w:r>
        <w:r w:rsidR="00C24151">
          <w:rPr>
            <w:noProof/>
            <w:webHidden/>
          </w:rPr>
          <w:instrText xml:space="preserve"> PAGEREF _Toc65489855 \h </w:instrText>
        </w:r>
        <w:r w:rsidR="00C24151">
          <w:rPr>
            <w:noProof/>
            <w:webHidden/>
          </w:rPr>
        </w:r>
        <w:r w:rsidR="00C24151">
          <w:rPr>
            <w:noProof/>
            <w:webHidden/>
          </w:rPr>
          <w:fldChar w:fldCharType="separate"/>
        </w:r>
        <w:r w:rsidR="00C24151">
          <w:rPr>
            <w:noProof/>
            <w:webHidden/>
          </w:rPr>
          <w:t>58</w:t>
        </w:r>
        <w:r w:rsidR="00C24151">
          <w:rPr>
            <w:noProof/>
            <w:webHidden/>
          </w:rPr>
          <w:fldChar w:fldCharType="end"/>
        </w:r>
      </w:hyperlink>
    </w:p>
    <w:p w14:paraId="1E3E49E4" w14:textId="5981FD38" w:rsidR="00C24151" w:rsidRDefault="003C2908">
      <w:pPr>
        <w:pStyle w:val="TOC1"/>
        <w:rPr>
          <w:rFonts w:asciiTheme="minorHAnsi" w:eastAsiaTheme="minorEastAsia" w:hAnsiTheme="minorHAnsi" w:cstheme="minorBidi"/>
          <w:bCs w:val="0"/>
          <w:noProof/>
          <w:lang w:val="en-ZA" w:eastAsia="en-ZA"/>
        </w:rPr>
      </w:pPr>
      <w:hyperlink w:anchor="_Toc65489856" w:history="1">
        <w:r w:rsidR="00C24151" w:rsidRPr="000948AF">
          <w:rPr>
            <w:rStyle w:val="Hyperlink"/>
            <w:b/>
            <w:caps/>
            <w:noProof/>
            <w:lang w:val="en-ZA" w:eastAsia="en-US"/>
          </w:rPr>
          <w:t>39.</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Legal and Regulatory Compliance</w:t>
        </w:r>
        <w:r w:rsidR="00C24151">
          <w:rPr>
            <w:noProof/>
            <w:webHidden/>
          </w:rPr>
          <w:tab/>
        </w:r>
        <w:r w:rsidR="00C24151">
          <w:rPr>
            <w:noProof/>
            <w:webHidden/>
          </w:rPr>
          <w:fldChar w:fldCharType="begin"/>
        </w:r>
        <w:r w:rsidR="00C24151">
          <w:rPr>
            <w:noProof/>
            <w:webHidden/>
          </w:rPr>
          <w:instrText xml:space="preserve"> PAGEREF _Toc65489856 \h </w:instrText>
        </w:r>
        <w:r w:rsidR="00C24151">
          <w:rPr>
            <w:noProof/>
            <w:webHidden/>
          </w:rPr>
        </w:r>
        <w:r w:rsidR="00C24151">
          <w:rPr>
            <w:noProof/>
            <w:webHidden/>
          </w:rPr>
          <w:fldChar w:fldCharType="separate"/>
        </w:r>
        <w:r w:rsidR="00C24151">
          <w:rPr>
            <w:noProof/>
            <w:webHidden/>
          </w:rPr>
          <w:t>59</w:t>
        </w:r>
        <w:r w:rsidR="00C24151">
          <w:rPr>
            <w:noProof/>
            <w:webHidden/>
          </w:rPr>
          <w:fldChar w:fldCharType="end"/>
        </w:r>
      </w:hyperlink>
    </w:p>
    <w:p w14:paraId="56A5707D" w14:textId="3011CC46" w:rsidR="00C24151" w:rsidRDefault="003C2908">
      <w:pPr>
        <w:pStyle w:val="TOC1"/>
        <w:rPr>
          <w:rFonts w:asciiTheme="minorHAnsi" w:eastAsiaTheme="minorEastAsia" w:hAnsiTheme="minorHAnsi" w:cstheme="minorBidi"/>
          <w:bCs w:val="0"/>
          <w:noProof/>
          <w:lang w:val="en-ZA" w:eastAsia="en-ZA"/>
        </w:rPr>
      </w:pPr>
      <w:hyperlink w:anchor="_Toc65489857" w:history="1">
        <w:r w:rsidR="00C24151" w:rsidRPr="000948AF">
          <w:rPr>
            <w:rStyle w:val="Hyperlink"/>
            <w:b/>
            <w:caps/>
            <w:noProof/>
            <w:lang w:val="en-ZA" w:eastAsia="en-US"/>
          </w:rPr>
          <w:t>40.</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Warranties</w:t>
        </w:r>
        <w:r w:rsidR="00C24151">
          <w:rPr>
            <w:noProof/>
            <w:webHidden/>
          </w:rPr>
          <w:tab/>
        </w:r>
        <w:r w:rsidR="00C24151">
          <w:rPr>
            <w:noProof/>
            <w:webHidden/>
          </w:rPr>
          <w:fldChar w:fldCharType="begin"/>
        </w:r>
        <w:r w:rsidR="00C24151">
          <w:rPr>
            <w:noProof/>
            <w:webHidden/>
          </w:rPr>
          <w:instrText xml:space="preserve"> PAGEREF _Toc65489857 \h </w:instrText>
        </w:r>
        <w:r w:rsidR="00C24151">
          <w:rPr>
            <w:noProof/>
            <w:webHidden/>
          </w:rPr>
        </w:r>
        <w:r w:rsidR="00C24151">
          <w:rPr>
            <w:noProof/>
            <w:webHidden/>
          </w:rPr>
          <w:fldChar w:fldCharType="separate"/>
        </w:r>
        <w:r w:rsidR="00C24151">
          <w:rPr>
            <w:noProof/>
            <w:webHidden/>
          </w:rPr>
          <w:t>59</w:t>
        </w:r>
        <w:r w:rsidR="00C24151">
          <w:rPr>
            <w:noProof/>
            <w:webHidden/>
          </w:rPr>
          <w:fldChar w:fldCharType="end"/>
        </w:r>
      </w:hyperlink>
    </w:p>
    <w:p w14:paraId="23D96240" w14:textId="24B825DB" w:rsidR="00C24151" w:rsidRDefault="003C2908">
      <w:pPr>
        <w:pStyle w:val="TOC1"/>
        <w:rPr>
          <w:rFonts w:asciiTheme="minorHAnsi" w:eastAsiaTheme="minorEastAsia" w:hAnsiTheme="minorHAnsi" w:cstheme="minorBidi"/>
          <w:bCs w:val="0"/>
          <w:noProof/>
          <w:lang w:val="en-ZA" w:eastAsia="en-ZA"/>
        </w:rPr>
      </w:pPr>
      <w:hyperlink w:anchor="_Toc65489858" w:history="1">
        <w:r w:rsidR="00C24151" w:rsidRPr="000948AF">
          <w:rPr>
            <w:rStyle w:val="Hyperlink"/>
            <w:b/>
            <w:caps/>
            <w:noProof/>
            <w:lang w:val="en-ZA" w:eastAsia="en-US"/>
          </w:rPr>
          <w:t>41.</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PUBLICITY</w:t>
        </w:r>
        <w:r w:rsidR="00C24151">
          <w:rPr>
            <w:noProof/>
            <w:webHidden/>
          </w:rPr>
          <w:tab/>
        </w:r>
        <w:r w:rsidR="00C24151">
          <w:rPr>
            <w:noProof/>
            <w:webHidden/>
          </w:rPr>
          <w:fldChar w:fldCharType="begin"/>
        </w:r>
        <w:r w:rsidR="00C24151">
          <w:rPr>
            <w:noProof/>
            <w:webHidden/>
          </w:rPr>
          <w:instrText xml:space="preserve"> PAGEREF _Toc65489858 \h </w:instrText>
        </w:r>
        <w:r w:rsidR="00C24151">
          <w:rPr>
            <w:noProof/>
            <w:webHidden/>
          </w:rPr>
        </w:r>
        <w:r w:rsidR="00C24151">
          <w:rPr>
            <w:noProof/>
            <w:webHidden/>
          </w:rPr>
          <w:fldChar w:fldCharType="separate"/>
        </w:r>
        <w:r w:rsidR="00C24151">
          <w:rPr>
            <w:noProof/>
            <w:webHidden/>
          </w:rPr>
          <w:t>64</w:t>
        </w:r>
        <w:r w:rsidR="00C24151">
          <w:rPr>
            <w:noProof/>
            <w:webHidden/>
          </w:rPr>
          <w:fldChar w:fldCharType="end"/>
        </w:r>
      </w:hyperlink>
    </w:p>
    <w:p w14:paraId="659AE7DF" w14:textId="643838F8" w:rsidR="00C24151" w:rsidRDefault="003C2908">
      <w:pPr>
        <w:pStyle w:val="TOC1"/>
        <w:rPr>
          <w:rFonts w:asciiTheme="minorHAnsi" w:eastAsiaTheme="minorEastAsia" w:hAnsiTheme="minorHAnsi" w:cstheme="minorBidi"/>
          <w:bCs w:val="0"/>
          <w:noProof/>
          <w:lang w:val="en-ZA" w:eastAsia="en-ZA"/>
        </w:rPr>
      </w:pPr>
      <w:hyperlink w:anchor="_Toc65489859" w:history="1">
        <w:r w:rsidR="00C24151" w:rsidRPr="000948AF">
          <w:rPr>
            <w:rStyle w:val="Hyperlink"/>
            <w:b/>
            <w:caps/>
            <w:noProof/>
            <w:lang w:val="en-ZA" w:eastAsia="en-US"/>
          </w:rPr>
          <w:t>42.</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CO-OPERATION</w:t>
        </w:r>
        <w:r w:rsidR="00C24151">
          <w:rPr>
            <w:noProof/>
            <w:webHidden/>
          </w:rPr>
          <w:tab/>
        </w:r>
        <w:r w:rsidR="00C24151">
          <w:rPr>
            <w:noProof/>
            <w:webHidden/>
          </w:rPr>
          <w:fldChar w:fldCharType="begin"/>
        </w:r>
        <w:r w:rsidR="00C24151">
          <w:rPr>
            <w:noProof/>
            <w:webHidden/>
          </w:rPr>
          <w:instrText xml:space="preserve"> PAGEREF _Toc65489859 \h </w:instrText>
        </w:r>
        <w:r w:rsidR="00C24151">
          <w:rPr>
            <w:noProof/>
            <w:webHidden/>
          </w:rPr>
        </w:r>
        <w:r w:rsidR="00C24151">
          <w:rPr>
            <w:noProof/>
            <w:webHidden/>
          </w:rPr>
          <w:fldChar w:fldCharType="separate"/>
        </w:r>
        <w:r w:rsidR="00C24151">
          <w:rPr>
            <w:noProof/>
            <w:webHidden/>
          </w:rPr>
          <w:t>65</w:t>
        </w:r>
        <w:r w:rsidR="00C24151">
          <w:rPr>
            <w:noProof/>
            <w:webHidden/>
          </w:rPr>
          <w:fldChar w:fldCharType="end"/>
        </w:r>
      </w:hyperlink>
    </w:p>
    <w:p w14:paraId="02BE3FD1" w14:textId="5C7BF0BE" w:rsidR="00C24151" w:rsidRDefault="003C2908">
      <w:pPr>
        <w:pStyle w:val="TOC1"/>
        <w:rPr>
          <w:rFonts w:asciiTheme="minorHAnsi" w:eastAsiaTheme="minorEastAsia" w:hAnsiTheme="minorHAnsi" w:cstheme="minorBidi"/>
          <w:bCs w:val="0"/>
          <w:noProof/>
          <w:lang w:val="en-ZA" w:eastAsia="en-ZA"/>
        </w:rPr>
      </w:pPr>
      <w:hyperlink w:anchor="_Toc65489860" w:history="1">
        <w:r w:rsidR="00C24151" w:rsidRPr="000948AF">
          <w:rPr>
            <w:rStyle w:val="Hyperlink"/>
            <w:b/>
            <w:caps/>
            <w:noProof/>
            <w:lang w:val="en-ZA" w:eastAsia="en-US"/>
          </w:rPr>
          <w:t>43.</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DISPUTES</w:t>
        </w:r>
        <w:r w:rsidR="00C24151">
          <w:rPr>
            <w:noProof/>
            <w:webHidden/>
          </w:rPr>
          <w:tab/>
        </w:r>
        <w:r w:rsidR="00C24151">
          <w:rPr>
            <w:noProof/>
            <w:webHidden/>
          </w:rPr>
          <w:fldChar w:fldCharType="begin"/>
        </w:r>
        <w:r w:rsidR="00C24151">
          <w:rPr>
            <w:noProof/>
            <w:webHidden/>
          </w:rPr>
          <w:instrText xml:space="preserve"> PAGEREF _Toc65489860 \h </w:instrText>
        </w:r>
        <w:r w:rsidR="00C24151">
          <w:rPr>
            <w:noProof/>
            <w:webHidden/>
          </w:rPr>
        </w:r>
        <w:r w:rsidR="00C24151">
          <w:rPr>
            <w:noProof/>
            <w:webHidden/>
          </w:rPr>
          <w:fldChar w:fldCharType="separate"/>
        </w:r>
        <w:r w:rsidR="00C24151">
          <w:rPr>
            <w:noProof/>
            <w:webHidden/>
          </w:rPr>
          <w:t>65</w:t>
        </w:r>
        <w:r w:rsidR="00C24151">
          <w:rPr>
            <w:noProof/>
            <w:webHidden/>
          </w:rPr>
          <w:fldChar w:fldCharType="end"/>
        </w:r>
      </w:hyperlink>
    </w:p>
    <w:p w14:paraId="57A2D452" w14:textId="3BA6B6E2" w:rsidR="00C24151" w:rsidRDefault="003C2908">
      <w:pPr>
        <w:pStyle w:val="TOC1"/>
        <w:rPr>
          <w:rFonts w:asciiTheme="minorHAnsi" w:eastAsiaTheme="minorEastAsia" w:hAnsiTheme="minorHAnsi" w:cstheme="minorBidi"/>
          <w:bCs w:val="0"/>
          <w:noProof/>
          <w:lang w:val="en-ZA" w:eastAsia="en-ZA"/>
        </w:rPr>
      </w:pPr>
      <w:hyperlink w:anchor="_Toc65489861" w:history="1">
        <w:r w:rsidR="00C24151" w:rsidRPr="000948AF">
          <w:rPr>
            <w:rStyle w:val="Hyperlink"/>
            <w:b/>
            <w:caps/>
            <w:noProof/>
            <w:lang w:val="en-ZA" w:eastAsia="en-US"/>
          </w:rPr>
          <w:t>44.</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Addresses</w:t>
        </w:r>
        <w:r w:rsidR="00C24151">
          <w:rPr>
            <w:noProof/>
            <w:webHidden/>
          </w:rPr>
          <w:tab/>
        </w:r>
        <w:r w:rsidR="00C24151">
          <w:rPr>
            <w:noProof/>
            <w:webHidden/>
          </w:rPr>
          <w:fldChar w:fldCharType="begin"/>
        </w:r>
        <w:r w:rsidR="00C24151">
          <w:rPr>
            <w:noProof/>
            <w:webHidden/>
          </w:rPr>
          <w:instrText xml:space="preserve"> PAGEREF _Toc65489861 \h </w:instrText>
        </w:r>
        <w:r w:rsidR="00C24151">
          <w:rPr>
            <w:noProof/>
            <w:webHidden/>
          </w:rPr>
        </w:r>
        <w:r w:rsidR="00C24151">
          <w:rPr>
            <w:noProof/>
            <w:webHidden/>
          </w:rPr>
          <w:fldChar w:fldCharType="separate"/>
        </w:r>
        <w:r w:rsidR="00C24151">
          <w:rPr>
            <w:noProof/>
            <w:webHidden/>
          </w:rPr>
          <w:t>66</w:t>
        </w:r>
        <w:r w:rsidR="00C24151">
          <w:rPr>
            <w:noProof/>
            <w:webHidden/>
          </w:rPr>
          <w:fldChar w:fldCharType="end"/>
        </w:r>
      </w:hyperlink>
    </w:p>
    <w:p w14:paraId="1CB82BC1" w14:textId="12BB659B" w:rsidR="00C24151" w:rsidRDefault="003C2908">
      <w:pPr>
        <w:pStyle w:val="TOC1"/>
        <w:rPr>
          <w:rFonts w:asciiTheme="minorHAnsi" w:eastAsiaTheme="minorEastAsia" w:hAnsiTheme="minorHAnsi" w:cstheme="minorBidi"/>
          <w:bCs w:val="0"/>
          <w:noProof/>
          <w:lang w:val="en-ZA" w:eastAsia="en-ZA"/>
        </w:rPr>
      </w:pPr>
      <w:hyperlink w:anchor="_Toc65489862" w:history="1">
        <w:r w:rsidR="00C24151" w:rsidRPr="000948AF">
          <w:rPr>
            <w:rStyle w:val="Hyperlink"/>
            <w:b/>
            <w:caps/>
            <w:noProof/>
            <w:lang w:val="en-ZA" w:eastAsia="en-US"/>
          </w:rPr>
          <w:t>45.</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Broad-Based Black Economic Empowerment ("BBBEE")</w:t>
        </w:r>
        <w:r w:rsidR="00C24151">
          <w:rPr>
            <w:noProof/>
            <w:webHidden/>
          </w:rPr>
          <w:tab/>
        </w:r>
        <w:r w:rsidR="00C24151">
          <w:rPr>
            <w:noProof/>
            <w:webHidden/>
          </w:rPr>
          <w:fldChar w:fldCharType="begin"/>
        </w:r>
        <w:r w:rsidR="00C24151">
          <w:rPr>
            <w:noProof/>
            <w:webHidden/>
          </w:rPr>
          <w:instrText xml:space="preserve"> PAGEREF _Toc65489862 \h </w:instrText>
        </w:r>
        <w:r w:rsidR="00C24151">
          <w:rPr>
            <w:noProof/>
            <w:webHidden/>
          </w:rPr>
        </w:r>
        <w:r w:rsidR="00C24151">
          <w:rPr>
            <w:noProof/>
            <w:webHidden/>
          </w:rPr>
          <w:fldChar w:fldCharType="separate"/>
        </w:r>
        <w:r w:rsidR="00C24151">
          <w:rPr>
            <w:noProof/>
            <w:webHidden/>
          </w:rPr>
          <w:t>67</w:t>
        </w:r>
        <w:r w:rsidR="00C24151">
          <w:rPr>
            <w:noProof/>
            <w:webHidden/>
          </w:rPr>
          <w:fldChar w:fldCharType="end"/>
        </w:r>
      </w:hyperlink>
    </w:p>
    <w:p w14:paraId="60734D0C" w14:textId="0D36FCEA" w:rsidR="00C24151" w:rsidRDefault="003C2908">
      <w:pPr>
        <w:pStyle w:val="TOC1"/>
        <w:rPr>
          <w:rFonts w:asciiTheme="minorHAnsi" w:eastAsiaTheme="minorEastAsia" w:hAnsiTheme="minorHAnsi" w:cstheme="minorBidi"/>
          <w:bCs w:val="0"/>
          <w:noProof/>
          <w:lang w:val="en-ZA" w:eastAsia="en-ZA"/>
        </w:rPr>
      </w:pPr>
      <w:hyperlink w:anchor="_Toc65489863" w:history="1">
        <w:r w:rsidR="00C24151" w:rsidRPr="000948AF">
          <w:rPr>
            <w:rStyle w:val="Hyperlink"/>
            <w:b/>
            <w:caps/>
            <w:noProof/>
            <w:lang w:val="en-ZA" w:eastAsia="en-US"/>
          </w:rPr>
          <w:t>46.</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Tax Compliance</w:t>
        </w:r>
        <w:r w:rsidR="00C24151">
          <w:rPr>
            <w:noProof/>
            <w:webHidden/>
          </w:rPr>
          <w:tab/>
        </w:r>
        <w:r w:rsidR="00C24151">
          <w:rPr>
            <w:noProof/>
            <w:webHidden/>
          </w:rPr>
          <w:fldChar w:fldCharType="begin"/>
        </w:r>
        <w:r w:rsidR="00C24151">
          <w:rPr>
            <w:noProof/>
            <w:webHidden/>
          </w:rPr>
          <w:instrText xml:space="preserve"> PAGEREF _Toc65489863 \h </w:instrText>
        </w:r>
        <w:r w:rsidR="00C24151">
          <w:rPr>
            <w:noProof/>
            <w:webHidden/>
          </w:rPr>
        </w:r>
        <w:r w:rsidR="00C24151">
          <w:rPr>
            <w:noProof/>
            <w:webHidden/>
          </w:rPr>
          <w:fldChar w:fldCharType="separate"/>
        </w:r>
        <w:r w:rsidR="00C24151">
          <w:rPr>
            <w:noProof/>
            <w:webHidden/>
          </w:rPr>
          <w:t>67</w:t>
        </w:r>
        <w:r w:rsidR="00C24151">
          <w:rPr>
            <w:noProof/>
            <w:webHidden/>
          </w:rPr>
          <w:fldChar w:fldCharType="end"/>
        </w:r>
      </w:hyperlink>
    </w:p>
    <w:p w14:paraId="425FBF91" w14:textId="73F9DF36" w:rsidR="00C24151" w:rsidRDefault="003C2908">
      <w:pPr>
        <w:pStyle w:val="TOC1"/>
        <w:rPr>
          <w:rFonts w:asciiTheme="minorHAnsi" w:eastAsiaTheme="minorEastAsia" w:hAnsiTheme="minorHAnsi" w:cstheme="minorBidi"/>
          <w:bCs w:val="0"/>
          <w:noProof/>
          <w:lang w:val="en-ZA" w:eastAsia="en-ZA"/>
        </w:rPr>
      </w:pPr>
      <w:hyperlink w:anchor="_Toc65489864" w:history="1">
        <w:r w:rsidR="00C24151" w:rsidRPr="000948AF">
          <w:rPr>
            <w:rStyle w:val="Hyperlink"/>
            <w:b/>
            <w:caps/>
            <w:noProof/>
            <w:lang w:val="en-ZA" w:eastAsia="en-US"/>
          </w:rPr>
          <w:t>47.</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Ethical Business Practices</w:t>
        </w:r>
        <w:r w:rsidR="00C24151">
          <w:rPr>
            <w:noProof/>
            <w:webHidden/>
          </w:rPr>
          <w:tab/>
        </w:r>
        <w:r w:rsidR="00C24151">
          <w:rPr>
            <w:noProof/>
            <w:webHidden/>
          </w:rPr>
          <w:fldChar w:fldCharType="begin"/>
        </w:r>
        <w:r w:rsidR="00C24151">
          <w:rPr>
            <w:noProof/>
            <w:webHidden/>
          </w:rPr>
          <w:instrText xml:space="preserve"> PAGEREF _Toc65489864 \h </w:instrText>
        </w:r>
        <w:r w:rsidR="00C24151">
          <w:rPr>
            <w:noProof/>
            <w:webHidden/>
          </w:rPr>
        </w:r>
        <w:r w:rsidR="00C24151">
          <w:rPr>
            <w:noProof/>
            <w:webHidden/>
          </w:rPr>
          <w:fldChar w:fldCharType="separate"/>
        </w:r>
        <w:r w:rsidR="00C24151">
          <w:rPr>
            <w:noProof/>
            <w:webHidden/>
          </w:rPr>
          <w:t>68</w:t>
        </w:r>
        <w:r w:rsidR="00C24151">
          <w:rPr>
            <w:noProof/>
            <w:webHidden/>
          </w:rPr>
          <w:fldChar w:fldCharType="end"/>
        </w:r>
      </w:hyperlink>
    </w:p>
    <w:p w14:paraId="6E450154" w14:textId="54DCB574" w:rsidR="00C24151" w:rsidRDefault="003C2908">
      <w:pPr>
        <w:pStyle w:val="TOC1"/>
        <w:rPr>
          <w:rFonts w:asciiTheme="minorHAnsi" w:eastAsiaTheme="minorEastAsia" w:hAnsiTheme="minorHAnsi" w:cstheme="minorBidi"/>
          <w:bCs w:val="0"/>
          <w:noProof/>
          <w:lang w:val="en-ZA" w:eastAsia="en-ZA"/>
        </w:rPr>
      </w:pPr>
      <w:hyperlink w:anchor="_Toc65489865" w:history="1">
        <w:r w:rsidR="00C24151" w:rsidRPr="000948AF">
          <w:rPr>
            <w:rStyle w:val="Hyperlink"/>
            <w:b/>
            <w:noProof/>
          </w:rPr>
          <w:t>48.</w:t>
        </w:r>
        <w:r w:rsidR="00C24151">
          <w:rPr>
            <w:rFonts w:asciiTheme="minorHAnsi" w:eastAsiaTheme="minorEastAsia" w:hAnsiTheme="minorHAnsi" w:cstheme="minorBidi"/>
            <w:bCs w:val="0"/>
            <w:noProof/>
            <w:lang w:val="en-ZA" w:eastAsia="en-ZA"/>
          </w:rPr>
          <w:tab/>
        </w:r>
        <w:r w:rsidR="00C24151" w:rsidRPr="000948AF">
          <w:rPr>
            <w:rStyle w:val="Hyperlink"/>
            <w:b/>
            <w:noProof/>
          </w:rPr>
          <w:t>DISASTER AND BUSINESS CONTINUITY SERVICES</w:t>
        </w:r>
        <w:r w:rsidR="00C24151">
          <w:rPr>
            <w:noProof/>
            <w:webHidden/>
          </w:rPr>
          <w:tab/>
        </w:r>
        <w:r w:rsidR="00C24151">
          <w:rPr>
            <w:noProof/>
            <w:webHidden/>
          </w:rPr>
          <w:fldChar w:fldCharType="begin"/>
        </w:r>
        <w:r w:rsidR="00C24151">
          <w:rPr>
            <w:noProof/>
            <w:webHidden/>
          </w:rPr>
          <w:instrText xml:space="preserve"> PAGEREF _Toc65489865 \h </w:instrText>
        </w:r>
        <w:r w:rsidR="00C24151">
          <w:rPr>
            <w:noProof/>
            <w:webHidden/>
          </w:rPr>
        </w:r>
        <w:r w:rsidR="00C24151">
          <w:rPr>
            <w:noProof/>
            <w:webHidden/>
          </w:rPr>
          <w:fldChar w:fldCharType="separate"/>
        </w:r>
        <w:r w:rsidR="00C24151">
          <w:rPr>
            <w:noProof/>
            <w:webHidden/>
          </w:rPr>
          <w:t>68</w:t>
        </w:r>
        <w:r w:rsidR="00C24151">
          <w:rPr>
            <w:noProof/>
            <w:webHidden/>
          </w:rPr>
          <w:fldChar w:fldCharType="end"/>
        </w:r>
      </w:hyperlink>
    </w:p>
    <w:p w14:paraId="6850E3AE" w14:textId="14D6577A" w:rsidR="00C24151" w:rsidRDefault="003C2908">
      <w:pPr>
        <w:pStyle w:val="TOC1"/>
        <w:rPr>
          <w:rFonts w:asciiTheme="minorHAnsi" w:eastAsiaTheme="minorEastAsia" w:hAnsiTheme="minorHAnsi" w:cstheme="minorBidi"/>
          <w:bCs w:val="0"/>
          <w:noProof/>
          <w:lang w:val="en-ZA" w:eastAsia="en-ZA"/>
        </w:rPr>
      </w:pPr>
      <w:hyperlink w:anchor="_Toc65489866" w:history="1">
        <w:r w:rsidR="00C24151" w:rsidRPr="000948AF">
          <w:rPr>
            <w:rStyle w:val="Hyperlink"/>
            <w:b/>
            <w:caps/>
            <w:noProof/>
            <w:lang w:val="en-ZA" w:eastAsia="en-US"/>
          </w:rPr>
          <w:t>49.</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Conflict of Interest</w:t>
        </w:r>
        <w:r w:rsidR="00C24151">
          <w:rPr>
            <w:noProof/>
            <w:webHidden/>
          </w:rPr>
          <w:tab/>
        </w:r>
        <w:r w:rsidR="00C24151">
          <w:rPr>
            <w:noProof/>
            <w:webHidden/>
          </w:rPr>
          <w:fldChar w:fldCharType="begin"/>
        </w:r>
        <w:r w:rsidR="00C24151">
          <w:rPr>
            <w:noProof/>
            <w:webHidden/>
          </w:rPr>
          <w:instrText xml:space="preserve"> PAGEREF _Toc65489866 \h </w:instrText>
        </w:r>
        <w:r w:rsidR="00C24151">
          <w:rPr>
            <w:noProof/>
            <w:webHidden/>
          </w:rPr>
        </w:r>
        <w:r w:rsidR="00C24151">
          <w:rPr>
            <w:noProof/>
            <w:webHidden/>
          </w:rPr>
          <w:fldChar w:fldCharType="separate"/>
        </w:r>
        <w:r w:rsidR="00C24151">
          <w:rPr>
            <w:noProof/>
            <w:webHidden/>
          </w:rPr>
          <w:t>69</w:t>
        </w:r>
        <w:r w:rsidR="00C24151">
          <w:rPr>
            <w:noProof/>
            <w:webHidden/>
          </w:rPr>
          <w:fldChar w:fldCharType="end"/>
        </w:r>
      </w:hyperlink>
    </w:p>
    <w:p w14:paraId="023B8745" w14:textId="27066BB3" w:rsidR="00C24151" w:rsidRDefault="003C2908">
      <w:pPr>
        <w:pStyle w:val="TOC1"/>
        <w:rPr>
          <w:rFonts w:asciiTheme="minorHAnsi" w:eastAsiaTheme="minorEastAsia" w:hAnsiTheme="minorHAnsi" w:cstheme="minorBidi"/>
          <w:bCs w:val="0"/>
          <w:noProof/>
          <w:lang w:val="en-ZA" w:eastAsia="en-ZA"/>
        </w:rPr>
      </w:pPr>
      <w:hyperlink w:anchor="_Toc65489867" w:history="1">
        <w:r w:rsidR="00C24151" w:rsidRPr="000948AF">
          <w:rPr>
            <w:rStyle w:val="Hyperlink"/>
            <w:b/>
            <w:caps/>
            <w:noProof/>
            <w:lang w:val="en-ZA" w:eastAsia="en-US"/>
          </w:rPr>
          <w:t>50.</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new laws and inability to perform</w:t>
        </w:r>
        <w:r w:rsidR="00C24151">
          <w:rPr>
            <w:noProof/>
            <w:webHidden/>
          </w:rPr>
          <w:tab/>
        </w:r>
        <w:r w:rsidR="00C24151">
          <w:rPr>
            <w:noProof/>
            <w:webHidden/>
          </w:rPr>
          <w:fldChar w:fldCharType="begin"/>
        </w:r>
        <w:r w:rsidR="00C24151">
          <w:rPr>
            <w:noProof/>
            <w:webHidden/>
          </w:rPr>
          <w:instrText xml:space="preserve"> PAGEREF _Toc65489867 \h </w:instrText>
        </w:r>
        <w:r w:rsidR="00C24151">
          <w:rPr>
            <w:noProof/>
            <w:webHidden/>
          </w:rPr>
        </w:r>
        <w:r w:rsidR="00C24151">
          <w:rPr>
            <w:noProof/>
            <w:webHidden/>
          </w:rPr>
          <w:fldChar w:fldCharType="separate"/>
        </w:r>
        <w:r w:rsidR="00C24151">
          <w:rPr>
            <w:noProof/>
            <w:webHidden/>
          </w:rPr>
          <w:t>69</w:t>
        </w:r>
        <w:r w:rsidR="00C24151">
          <w:rPr>
            <w:noProof/>
            <w:webHidden/>
          </w:rPr>
          <w:fldChar w:fldCharType="end"/>
        </w:r>
      </w:hyperlink>
    </w:p>
    <w:p w14:paraId="40C11B9D" w14:textId="4377CF37" w:rsidR="00C24151" w:rsidRDefault="003C2908">
      <w:pPr>
        <w:pStyle w:val="TOC1"/>
        <w:rPr>
          <w:rFonts w:asciiTheme="minorHAnsi" w:eastAsiaTheme="minorEastAsia" w:hAnsiTheme="minorHAnsi" w:cstheme="minorBidi"/>
          <w:bCs w:val="0"/>
          <w:noProof/>
          <w:lang w:val="en-ZA" w:eastAsia="en-ZA"/>
        </w:rPr>
      </w:pPr>
      <w:hyperlink w:anchor="_Toc65489868" w:history="1">
        <w:r w:rsidR="00C24151" w:rsidRPr="000948AF">
          <w:rPr>
            <w:rStyle w:val="Hyperlink"/>
            <w:b/>
            <w:caps/>
            <w:noProof/>
            <w:lang w:val="en-ZA" w:eastAsia="en-US"/>
          </w:rPr>
          <w:t>51.</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Relationship between the Parties</w:t>
        </w:r>
        <w:r w:rsidR="00C24151">
          <w:rPr>
            <w:noProof/>
            <w:webHidden/>
          </w:rPr>
          <w:tab/>
        </w:r>
        <w:r w:rsidR="00C24151">
          <w:rPr>
            <w:noProof/>
            <w:webHidden/>
          </w:rPr>
          <w:fldChar w:fldCharType="begin"/>
        </w:r>
        <w:r w:rsidR="00C24151">
          <w:rPr>
            <w:noProof/>
            <w:webHidden/>
          </w:rPr>
          <w:instrText xml:space="preserve"> PAGEREF _Toc65489868 \h </w:instrText>
        </w:r>
        <w:r w:rsidR="00C24151">
          <w:rPr>
            <w:noProof/>
            <w:webHidden/>
          </w:rPr>
        </w:r>
        <w:r w:rsidR="00C24151">
          <w:rPr>
            <w:noProof/>
            <w:webHidden/>
          </w:rPr>
          <w:fldChar w:fldCharType="separate"/>
        </w:r>
        <w:r w:rsidR="00C24151">
          <w:rPr>
            <w:noProof/>
            <w:webHidden/>
          </w:rPr>
          <w:t>69</w:t>
        </w:r>
        <w:r w:rsidR="00C24151">
          <w:rPr>
            <w:noProof/>
            <w:webHidden/>
          </w:rPr>
          <w:fldChar w:fldCharType="end"/>
        </w:r>
      </w:hyperlink>
    </w:p>
    <w:p w14:paraId="4B4D1CB2" w14:textId="5CBE124A" w:rsidR="00C24151" w:rsidRDefault="003C2908">
      <w:pPr>
        <w:pStyle w:val="TOC1"/>
        <w:rPr>
          <w:rFonts w:asciiTheme="minorHAnsi" w:eastAsiaTheme="minorEastAsia" w:hAnsiTheme="minorHAnsi" w:cstheme="minorBidi"/>
          <w:bCs w:val="0"/>
          <w:noProof/>
          <w:lang w:val="en-ZA" w:eastAsia="en-ZA"/>
        </w:rPr>
      </w:pPr>
      <w:hyperlink w:anchor="_Toc65489869" w:history="1">
        <w:r w:rsidR="00C24151" w:rsidRPr="000948AF">
          <w:rPr>
            <w:rStyle w:val="Hyperlink"/>
            <w:b/>
            <w:caps/>
            <w:noProof/>
            <w:lang w:val="en-ZA" w:eastAsia="en-US"/>
          </w:rPr>
          <w:t>52.</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General</w:t>
        </w:r>
        <w:r w:rsidR="00C24151">
          <w:rPr>
            <w:noProof/>
            <w:webHidden/>
          </w:rPr>
          <w:tab/>
        </w:r>
        <w:r w:rsidR="00C24151">
          <w:rPr>
            <w:noProof/>
            <w:webHidden/>
          </w:rPr>
          <w:fldChar w:fldCharType="begin"/>
        </w:r>
        <w:r w:rsidR="00C24151">
          <w:rPr>
            <w:noProof/>
            <w:webHidden/>
          </w:rPr>
          <w:instrText xml:space="preserve"> PAGEREF _Toc65489869 \h </w:instrText>
        </w:r>
        <w:r w:rsidR="00C24151">
          <w:rPr>
            <w:noProof/>
            <w:webHidden/>
          </w:rPr>
        </w:r>
        <w:r w:rsidR="00C24151">
          <w:rPr>
            <w:noProof/>
            <w:webHidden/>
          </w:rPr>
          <w:fldChar w:fldCharType="separate"/>
        </w:r>
        <w:r w:rsidR="00C24151">
          <w:rPr>
            <w:noProof/>
            <w:webHidden/>
          </w:rPr>
          <w:t>70</w:t>
        </w:r>
        <w:r w:rsidR="00C24151">
          <w:rPr>
            <w:noProof/>
            <w:webHidden/>
          </w:rPr>
          <w:fldChar w:fldCharType="end"/>
        </w:r>
      </w:hyperlink>
    </w:p>
    <w:p w14:paraId="6852AE28" w14:textId="4B28E4E9" w:rsidR="00C24151" w:rsidRDefault="003C2908">
      <w:pPr>
        <w:pStyle w:val="TOC1"/>
        <w:rPr>
          <w:rFonts w:asciiTheme="minorHAnsi" w:eastAsiaTheme="minorEastAsia" w:hAnsiTheme="minorHAnsi" w:cstheme="minorBidi"/>
          <w:bCs w:val="0"/>
          <w:noProof/>
          <w:lang w:val="en-ZA" w:eastAsia="en-ZA"/>
        </w:rPr>
      </w:pPr>
      <w:hyperlink w:anchor="_Toc65489870" w:history="1">
        <w:r w:rsidR="00C24151" w:rsidRPr="000948AF">
          <w:rPr>
            <w:rStyle w:val="Hyperlink"/>
            <w:b/>
            <w:caps/>
            <w:noProof/>
            <w:lang w:val="en-ZA" w:eastAsia="en-US"/>
          </w:rPr>
          <w:t>53.</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Covenant of Good Faith</w:t>
        </w:r>
        <w:r w:rsidR="00C24151">
          <w:rPr>
            <w:noProof/>
            <w:webHidden/>
          </w:rPr>
          <w:tab/>
        </w:r>
        <w:r w:rsidR="00C24151">
          <w:rPr>
            <w:noProof/>
            <w:webHidden/>
          </w:rPr>
          <w:fldChar w:fldCharType="begin"/>
        </w:r>
        <w:r w:rsidR="00C24151">
          <w:rPr>
            <w:noProof/>
            <w:webHidden/>
          </w:rPr>
          <w:instrText xml:space="preserve"> PAGEREF _Toc65489870 \h </w:instrText>
        </w:r>
        <w:r w:rsidR="00C24151">
          <w:rPr>
            <w:noProof/>
            <w:webHidden/>
          </w:rPr>
        </w:r>
        <w:r w:rsidR="00C24151">
          <w:rPr>
            <w:noProof/>
            <w:webHidden/>
          </w:rPr>
          <w:fldChar w:fldCharType="separate"/>
        </w:r>
        <w:r w:rsidR="00C24151">
          <w:rPr>
            <w:noProof/>
            <w:webHidden/>
          </w:rPr>
          <w:t>71</w:t>
        </w:r>
        <w:r w:rsidR="00C24151">
          <w:rPr>
            <w:noProof/>
            <w:webHidden/>
          </w:rPr>
          <w:fldChar w:fldCharType="end"/>
        </w:r>
      </w:hyperlink>
    </w:p>
    <w:p w14:paraId="46F01809" w14:textId="3A06C9C0" w:rsidR="00C24151" w:rsidRDefault="003C2908">
      <w:pPr>
        <w:pStyle w:val="TOC1"/>
        <w:rPr>
          <w:rFonts w:asciiTheme="minorHAnsi" w:eastAsiaTheme="minorEastAsia" w:hAnsiTheme="minorHAnsi" w:cstheme="minorBidi"/>
          <w:bCs w:val="0"/>
          <w:noProof/>
          <w:lang w:val="en-ZA" w:eastAsia="en-ZA"/>
        </w:rPr>
      </w:pPr>
      <w:hyperlink w:anchor="_Toc65489871" w:history="1">
        <w:r w:rsidR="00C24151" w:rsidRPr="000948AF">
          <w:rPr>
            <w:rStyle w:val="Hyperlink"/>
            <w:b/>
            <w:caps/>
            <w:noProof/>
            <w:lang w:val="en-ZA" w:eastAsia="en-US"/>
          </w:rPr>
          <w:t>54.</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Costs</w:t>
        </w:r>
        <w:r w:rsidR="00C24151">
          <w:rPr>
            <w:noProof/>
            <w:webHidden/>
          </w:rPr>
          <w:tab/>
        </w:r>
        <w:r w:rsidR="00C24151">
          <w:rPr>
            <w:noProof/>
            <w:webHidden/>
          </w:rPr>
          <w:fldChar w:fldCharType="begin"/>
        </w:r>
        <w:r w:rsidR="00C24151">
          <w:rPr>
            <w:noProof/>
            <w:webHidden/>
          </w:rPr>
          <w:instrText xml:space="preserve"> PAGEREF _Toc65489871 \h </w:instrText>
        </w:r>
        <w:r w:rsidR="00C24151">
          <w:rPr>
            <w:noProof/>
            <w:webHidden/>
          </w:rPr>
        </w:r>
        <w:r w:rsidR="00C24151">
          <w:rPr>
            <w:noProof/>
            <w:webHidden/>
          </w:rPr>
          <w:fldChar w:fldCharType="separate"/>
        </w:r>
        <w:r w:rsidR="00C24151">
          <w:rPr>
            <w:noProof/>
            <w:webHidden/>
          </w:rPr>
          <w:t>71</w:t>
        </w:r>
        <w:r w:rsidR="00C24151">
          <w:rPr>
            <w:noProof/>
            <w:webHidden/>
          </w:rPr>
          <w:fldChar w:fldCharType="end"/>
        </w:r>
      </w:hyperlink>
    </w:p>
    <w:p w14:paraId="03D6F381" w14:textId="033EA713" w:rsidR="00C24151" w:rsidRDefault="003C2908">
      <w:pPr>
        <w:pStyle w:val="TOC1"/>
        <w:rPr>
          <w:rFonts w:asciiTheme="minorHAnsi" w:eastAsiaTheme="minorEastAsia" w:hAnsiTheme="minorHAnsi" w:cstheme="minorBidi"/>
          <w:bCs w:val="0"/>
          <w:noProof/>
          <w:lang w:val="en-ZA" w:eastAsia="en-ZA"/>
        </w:rPr>
      </w:pPr>
      <w:hyperlink w:anchor="_Toc65489872" w:history="1">
        <w:r w:rsidR="00C24151" w:rsidRPr="000948AF">
          <w:rPr>
            <w:rStyle w:val="Hyperlink"/>
            <w:b/>
            <w:caps/>
            <w:noProof/>
            <w:lang w:val="en-ZA" w:eastAsia="en-US"/>
          </w:rPr>
          <w:t>55.</w:t>
        </w:r>
        <w:r w:rsidR="00C24151">
          <w:rPr>
            <w:rFonts w:asciiTheme="minorHAnsi" w:eastAsiaTheme="minorEastAsia" w:hAnsiTheme="minorHAnsi" w:cstheme="minorBidi"/>
            <w:bCs w:val="0"/>
            <w:noProof/>
            <w:lang w:val="en-ZA" w:eastAsia="en-ZA"/>
          </w:rPr>
          <w:tab/>
        </w:r>
        <w:r w:rsidR="00C24151" w:rsidRPr="000948AF">
          <w:rPr>
            <w:rStyle w:val="Hyperlink"/>
            <w:b/>
            <w:caps/>
            <w:noProof/>
            <w:lang w:val="en-ZA" w:eastAsia="en-US"/>
          </w:rPr>
          <w:t>Authorised Signatories</w:t>
        </w:r>
        <w:r w:rsidR="00C24151">
          <w:rPr>
            <w:noProof/>
            <w:webHidden/>
          </w:rPr>
          <w:tab/>
        </w:r>
        <w:r w:rsidR="00C24151">
          <w:rPr>
            <w:noProof/>
            <w:webHidden/>
          </w:rPr>
          <w:fldChar w:fldCharType="begin"/>
        </w:r>
        <w:r w:rsidR="00C24151">
          <w:rPr>
            <w:noProof/>
            <w:webHidden/>
          </w:rPr>
          <w:instrText xml:space="preserve"> PAGEREF _Toc65489872 \h </w:instrText>
        </w:r>
        <w:r w:rsidR="00C24151">
          <w:rPr>
            <w:noProof/>
            <w:webHidden/>
          </w:rPr>
        </w:r>
        <w:r w:rsidR="00C24151">
          <w:rPr>
            <w:noProof/>
            <w:webHidden/>
          </w:rPr>
          <w:fldChar w:fldCharType="separate"/>
        </w:r>
        <w:r w:rsidR="00C24151">
          <w:rPr>
            <w:noProof/>
            <w:webHidden/>
          </w:rPr>
          <w:t>71</w:t>
        </w:r>
        <w:r w:rsidR="00C24151">
          <w:rPr>
            <w:noProof/>
            <w:webHidden/>
          </w:rPr>
          <w:fldChar w:fldCharType="end"/>
        </w:r>
      </w:hyperlink>
    </w:p>
    <w:p w14:paraId="6848545B" w14:textId="38A93268" w:rsidR="00C24151" w:rsidRDefault="003C2908">
      <w:pPr>
        <w:pStyle w:val="TOC1"/>
        <w:rPr>
          <w:rFonts w:asciiTheme="minorHAnsi" w:eastAsiaTheme="minorEastAsia" w:hAnsiTheme="minorHAnsi" w:cstheme="minorBidi"/>
          <w:bCs w:val="0"/>
          <w:noProof/>
          <w:lang w:val="en-ZA" w:eastAsia="en-ZA"/>
        </w:rPr>
      </w:pPr>
      <w:hyperlink w:anchor="_Toc65489873" w:history="1">
        <w:r w:rsidR="00C24151" w:rsidRPr="000948AF">
          <w:rPr>
            <w:rStyle w:val="Hyperlink"/>
            <w:b/>
            <w:caps/>
            <w:noProof/>
            <w:lang w:val="en-ZA" w:eastAsia="en-US"/>
          </w:rPr>
          <w:t>ANNEXURE a</w:t>
        </w:r>
        <w:r w:rsidR="00C24151">
          <w:rPr>
            <w:noProof/>
            <w:webHidden/>
          </w:rPr>
          <w:tab/>
        </w:r>
        <w:r w:rsidR="00C24151">
          <w:rPr>
            <w:noProof/>
            <w:webHidden/>
          </w:rPr>
          <w:fldChar w:fldCharType="begin"/>
        </w:r>
        <w:r w:rsidR="00C24151">
          <w:rPr>
            <w:noProof/>
            <w:webHidden/>
          </w:rPr>
          <w:instrText xml:space="preserve"> PAGEREF _Toc65489873 \h </w:instrText>
        </w:r>
        <w:r w:rsidR="00C24151">
          <w:rPr>
            <w:noProof/>
            <w:webHidden/>
          </w:rPr>
        </w:r>
        <w:r w:rsidR="00C24151">
          <w:rPr>
            <w:noProof/>
            <w:webHidden/>
          </w:rPr>
          <w:fldChar w:fldCharType="separate"/>
        </w:r>
        <w:r w:rsidR="00C24151">
          <w:rPr>
            <w:noProof/>
            <w:webHidden/>
          </w:rPr>
          <w:t>73</w:t>
        </w:r>
        <w:r w:rsidR="00C24151">
          <w:rPr>
            <w:noProof/>
            <w:webHidden/>
          </w:rPr>
          <w:fldChar w:fldCharType="end"/>
        </w:r>
      </w:hyperlink>
    </w:p>
    <w:p w14:paraId="39D9259D" w14:textId="43266978" w:rsidR="00C24151" w:rsidRDefault="003C2908">
      <w:pPr>
        <w:pStyle w:val="TOC1"/>
        <w:rPr>
          <w:rFonts w:asciiTheme="minorHAnsi" w:eastAsiaTheme="minorEastAsia" w:hAnsiTheme="minorHAnsi" w:cstheme="minorBidi"/>
          <w:bCs w:val="0"/>
          <w:noProof/>
          <w:lang w:val="en-ZA" w:eastAsia="en-ZA"/>
        </w:rPr>
      </w:pPr>
      <w:hyperlink w:anchor="_Toc65489874" w:history="1">
        <w:r w:rsidR="00C24151" w:rsidRPr="000948AF">
          <w:rPr>
            <w:rStyle w:val="Hyperlink"/>
            <w:b/>
            <w:caps/>
            <w:noProof/>
            <w:lang w:val="en-ZA" w:eastAsia="en-US"/>
          </w:rPr>
          <w:t>rfp</w:t>
        </w:r>
        <w:r w:rsidR="00C24151">
          <w:rPr>
            <w:noProof/>
            <w:webHidden/>
          </w:rPr>
          <w:tab/>
        </w:r>
        <w:r w:rsidR="00C24151">
          <w:rPr>
            <w:noProof/>
            <w:webHidden/>
          </w:rPr>
          <w:fldChar w:fldCharType="begin"/>
        </w:r>
        <w:r w:rsidR="00C24151">
          <w:rPr>
            <w:noProof/>
            <w:webHidden/>
          </w:rPr>
          <w:instrText xml:space="preserve"> PAGEREF _Toc65489874 \h </w:instrText>
        </w:r>
        <w:r w:rsidR="00C24151">
          <w:rPr>
            <w:noProof/>
            <w:webHidden/>
          </w:rPr>
        </w:r>
        <w:r w:rsidR="00C24151">
          <w:rPr>
            <w:noProof/>
            <w:webHidden/>
          </w:rPr>
          <w:fldChar w:fldCharType="separate"/>
        </w:r>
        <w:r w:rsidR="00C24151">
          <w:rPr>
            <w:noProof/>
            <w:webHidden/>
          </w:rPr>
          <w:t>73</w:t>
        </w:r>
        <w:r w:rsidR="00C24151">
          <w:rPr>
            <w:noProof/>
            <w:webHidden/>
          </w:rPr>
          <w:fldChar w:fldCharType="end"/>
        </w:r>
      </w:hyperlink>
    </w:p>
    <w:p w14:paraId="5A84C9DB" w14:textId="14AADEC3" w:rsidR="00C24151" w:rsidRDefault="003C2908">
      <w:pPr>
        <w:pStyle w:val="TOC1"/>
        <w:rPr>
          <w:rFonts w:asciiTheme="minorHAnsi" w:eastAsiaTheme="minorEastAsia" w:hAnsiTheme="minorHAnsi" w:cstheme="minorBidi"/>
          <w:bCs w:val="0"/>
          <w:noProof/>
          <w:lang w:val="en-ZA" w:eastAsia="en-ZA"/>
        </w:rPr>
      </w:pPr>
      <w:hyperlink w:anchor="_Toc65489875" w:history="1">
        <w:r w:rsidR="00C24151" w:rsidRPr="000948AF">
          <w:rPr>
            <w:rStyle w:val="Hyperlink"/>
            <w:b/>
            <w:caps/>
            <w:noProof/>
            <w:lang w:val="en-ZA" w:eastAsia="en-US"/>
          </w:rPr>
          <w:t>annexure B</w:t>
        </w:r>
        <w:r w:rsidR="00C24151">
          <w:rPr>
            <w:noProof/>
            <w:webHidden/>
          </w:rPr>
          <w:tab/>
        </w:r>
        <w:r w:rsidR="00C24151">
          <w:rPr>
            <w:noProof/>
            <w:webHidden/>
          </w:rPr>
          <w:fldChar w:fldCharType="begin"/>
        </w:r>
        <w:r w:rsidR="00C24151">
          <w:rPr>
            <w:noProof/>
            <w:webHidden/>
          </w:rPr>
          <w:instrText xml:space="preserve"> PAGEREF _Toc65489875 \h </w:instrText>
        </w:r>
        <w:r w:rsidR="00C24151">
          <w:rPr>
            <w:noProof/>
            <w:webHidden/>
          </w:rPr>
        </w:r>
        <w:r w:rsidR="00C24151">
          <w:rPr>
            <w:noProof/>
            <w:webHidden/>
          </w:rPr>
          <w:fldChar w:fldCharType="separate"/>
        </w:r>
        <w:r w:rsidR="00C24151">
          <w:rPr>
            <w:noProof/>
            <w:webHidden/>
          </w:rPr>
          <w:t>74</w:t>
        </w:r>
        <w:r w:rsidR="00C24151">
          <w:rPr>
            <w:noProof/>
            <w:webHidden/>
          </w:rPr>
          <w:fldChar w:fldCharType="end"/>
        </w:r>
      </w:hyperlink>
    </w:p>
    <w:p w14:paraId="3340BDE3" w14:textId="76CA9B0A" w:rsidR="00C24151" w:rsidRDefault="003C2908">
      <w:pPr>
        <w:pStyle w:val="TOC1"/>
        <w:rPr>
          <w:rFonts w:asciiTheme="minorHAnsi" w:eastAsiaTheme="minorEastAsia" w:hAnsiTheme="minorHAnsi" w:cstheme="minorBidi"/>
          <w:bCs w:val="0"/>
          <w:noProof/>
          <w:lang w:val="en-ZA" w:eastAsia="en-ZA"/>
        </w:rPr>
      </w:pPr>
      <w:hyperlink w:anchor="_Toc65489876" w:history="1">
        <w:r w:rsidR="00C24151" w:rsidRPr="000948AF">
          <w:rPr>
            <w:rStyle w:val="Hyperlink"/>
            <w:b/>
            <w:caps/>
            <w:noProof/>
            <w:lang w:val="en-ZA" w:eastAsia="en-US"/>
          </w:rPr>
          <w:t>annexure C</w:t>
        </w:r>
        <w:r w:rsidR="00C24151">
          <w:rPr>
            <w:noProof/>
            <w:webHidden/>
          </w:rPr>
          <w:tab/>
        </w:r>
        <w:r w:rsidR="00C24151">
          <w:rPr>
            <w:noProof/>
            <w:webHidden/>
          </w:rPr>
          <w:fldChar w:fldCharType="begin"/>
        </w:r>
        <w:r w:rsidR="00C24151">
          <w:rPr>
            <w:noProof/>
            <w:webHidden/>
          </w:rPr>
          <w:instrText xml:space="preserve"> PAGEREF _Toc65489876 \h </w:instrText>
        </w:r>
        <w:r w:rsidR="00C24151">
          <w:rPr>
            <w:noProof/>
            <w:webHidden/>
          </w:rPr>
        </w:r>
        <w:r w:rsidR="00C24151">
          <w:rPr>
            <w:noProof/>
            <w:webHidden/>
          </w:rPr>
          <w:fldChar w:fldCharType="separate"/>
        </w:r>
        <w:r w:rsidR="00C24151">
          <w:rPr>
            <w:noProof/>
            <w:webHidden/>
          </w:rPr>
          <w:t>75</w:t>
        </w:r>
        <w:r w:rsidR="00C24151">
          <w:rPr>
            <w:noProof/>
            <w:webHidden/>
          </w:rPr>
          <w:fldChar w:fldCharType="end"/>
        </w:r>
      </w:hyperlink>
    </w:p>
    <w:p w14:paraId="55C17372" w14:textId="3E3EB5EB" w:rsidR="00C24151" w:rsidRDefault="003C2908">
      <w:pPr>
        <w:pStyle w:val="TOC1"/>
        <w:rPr>
          <w:rFonts w:asciiTheme="minorHAnsi" w:eastAsiaTheme="minorEastAsia" w:hAnsiTheme="minorHAnsi" w:cstheme="minorBidi"/>
          <w:bCs w:val="0"/>
          <w:noProof/>
          <w:lang w:val="en-ZA" w:eastAsia="en-ZA"/>
        </w:rPr>
      </w:pPr>
      <w:hyperlink w:anchor="_Toc65489877" w:history="1">
        <w:r w:rsidR="00C24151" w:rsidRPr="000948AF">
          <w:rPr>
            <w:rStyle w:val="Hyperlink"/>
            <w:b/>
            <w:caps/>
            <w:noProof/>
            <w:lang w:val="en-ZA" w:eastAsia="en-US"/>
          </w:rPr>
          <w:t>Software, licence AND LIST OF DOCUMENTS</w:t>
        </w:r>
        <w:r w:rsidR="00C24151">
          <w:rPr>
            <w:noProof/>
            <w:webHidden/>
          </w:rPr>
          <w:tab/>
        </w:r>
        <w:r w:rsidR="00C24151">
          <w:rPr>
            <w:noProof/>
            <w:webHidden/>
          </w:rPr>
          <w:fldChar w:fldCharType="begin"/>
        </w:r>
        <w:r w:rsidR="00C24151">
          <w:rPr>
            <w:noProof/>
            <w:webHidden/>
          </w:rPr>
          <w:instrText xml:space="preserve"> PAGEREF _Toc65489877 \h </w:instrText>
        </w:r>
        <w:r w:rsidR="00C24151">
          <w:rPr>
            <w:noProof/>
            <w:webHidden/>
          </w:rPr>
        </w:r>
        <w:r w:rsidR="00C24151">
          <w:rPr>
            <w:noProof/>
            <w:webHidden/>
          </w:rPr>
          <w:fldChar w:fldCharType="separate"/>
        </w:r>
        <w:r w:rsidR="00C24151">
          <w:rPr>
            <w:noProof/>
            <w:webHidden/>
          </w:rPr>
          <w:t>75</w:t>
        </w:r>
        <w:r w:rsidR="00C24151">
          <w:rPr>
            <w:noProof/>
            <w:webHidden/>
          </w:rPr>
          <w:fldChar w:fldCharType="end"/>
        </w:r>
      </w:hyperlink>
    </w:p>
    <w:p w14:paraId="7976CF47" w14:textId="53EDAF02" w:rsidR="00C24151" w:rsidRDefault="003C2908">
      <w:pPr>
        <w:pStyle w:val="TOC1"/>
        <w:rPr>
          <w:rFonts w:asciiTheme="minorHAnsi" w:eastAsiaTheme="minorEastAsia" w:hAnsiTheme="minorHAnsi" w:cstheme="minorBidi"/>
          <w:bCs w:val="0"/>
          <w:noProof/>
          <w:lang w:val="en-ZA" w:eastAsia="en-ZA"/>
        </w:rPr>
      </w:pPr>
      <w:hyperlink w:anchor="_Toc65489878" w:history="1">
        <w:r w:rsidR="00C24151" w:rsidRPr="000948AF">
          <w:rPr>
            <w:rStyle w:val="Hyperlink"/>
            <w:b/>
            <w:caps/>
            <w:noProof/>
            <w:lang w:val="en-ZA" w:eastAsia="en-US"/>
          </w:rPr>
          <w:t>annexure d</w:t>
        </w:r>
        <w:r w:rsidR="00C24151">
          <w:rPr>
            <w:noProof/>
            <w:webHidden/>
          </w:rPr>
          <w:tab/>
        </w:r>
        <w:r w:rsidR="00C24151">
          <w:rPr>
            <w:noProof/>
            <w:webHidden/>
          </w:rPr>
          <w:fldChar w:fldCharType="begin"/>
        </w:r>
        <w:r w:rsidR="00C24151">
          <w:rPr>
            <w:noProof/>
            <w:webHidden/>
          </w:rPr>
          <w:instrText xml:space="preserve"> PAGEREF _Toc65489878 \h </w:instrText>
        </w:r>
        <w:r w:rsidR="00C24151">
          <w:rPr>
            <w:noProof/>
            <w:webHidden/>
          </w:rPr>
        </w:r>
        <w:r w:rsidR="00C24151">
          <w:rPr>
            <w:noProof/>
            <w:webHidden/>
          </w:rPr>
          <w:fldChar w:fldCharType="separate"/>
        </w:r>
        <w:r w:rsidR="00C24151">
          <w:rPr>
            <w:noProof/>
            <w:webHidden/>
          </w:rPr>
          <w:t>77</w:t>
        </w:r>
        <w:r w:rsidR="00C24151">
          <w:rPr>
            <w:noProof/>
            <w:webHidden/>
          </w:rPr>
          <w:fldChar w:fldCharType="end"/>
        </w:r>
      </w:hyperlink>
    </w:p>
    <w:p w14:paraId="5DFAC217" w14:textId="309F00EE" w:rsidR="00C24151" w:rsidRDefault="003C2908">
      <w:pPr>
        <w:pStyle w:val="TOC1"/>
        <w:rPr>
          <w:rFonts w:asciiTheme="minorHAnsi" w:eastAsiaTheme="minorEastAsia" w:hAnsiTheme="minorHAnsi" w:cstheme="minorBidi"/>
          <w:bCs w:val="0"/>
          <w:noProof/>
          <w:lang w:val="en-ZA" w:eastAsia="en-ZA"/>
        </w:rPr>
      </w:pPr>
      <w:hyperlink w:anchor="_Toc65489879" w:history="1">
        <w:r w:rsidR="00C24151" w:rsidRPr="000948AF">
          <w:rPr>
            <w:rStyle w:val="Hyperlink"/>
            <w:b/>
            <w:caps/>
            <w:noProof/>
            <w:lang w:val="en-ZA" w:eastAsia="en-US"/>
          </w:rPr>
          <w:t>Service levels</w:t>
        </w:r>
        <w:r w:rsidR="00C24151">
          <w:rPr>
            <w:noProof/>
            <w:webHidden/>
          </w:rPr>
          <w:tab/>
        </w:r>
        <w:r w:rsidR="00C24151">
          <w:rPr>
            <w:noProof/>
            <w:webHidden/>
          </w:rPr>
          <w:fldChar w:fldCharType="begin"/>
        </w:r>
        <w:r w:rsidR="00C24151">
          <w:rPr>
            <w:noProof/>
            <w:webHidden/>
          </w:rPr>
          <w:instrText xml:space="preserve"> PAGEREF _Toc65489879 \h </w:instrText>
        </w:r>
        <w:r w:rsidR="00C24151">
          <w:rPr>
            <w:noProof/>
            <w:webHidden/>
          </w:rPr>
        </w:r>
        <w:r w:rsidR="00C24151">
          <w:rPr>
            <w:noProof/>
            <w:webHidden/>
          </w:rPr>
          <w:fldChar w:fldCharType="separate"/>
        </w:r>
        <w:r w:rsidR="00C24151">
          <w:rPr>
            <w:noProof/>
            <w:webHidden/>
          </w:rPr>
          <w:t>77</w:t>
        </w:r>
        <w:r w:rsidR="00C24151">
          <w:rPr>
            <w:noProof/>
            <w:webHidden/>
          </w:rPr>
          <w:fldChar w:fldCharType="end"/>
        </w:r>
      </w:hyperlink>
    </w:p>
    <w:p w14:paraId="3B6D89C5" w14:textId="64D3BFFF" w:rsidR="001350BE" w:rsidRPr="00BB3CB5" w:rsidRDefault="00AA5ADE" w:rsidP="00C23293">
      <w:pPr>
        <w:spacing w:before="120" w:after="240" w:line="360" w:lineRule="auto"/>
        <w:jc w:val="both"/>
        <w:rPr>
          <w:rFonts w:ascii="Arial" w:hAnsi="Arial" w:cs="Arial"/>
          <w:b/>
          <w:bCs/>
          <w:i/>
          <w:iCs/>
          <w:sz w:val="22"/>
          <w:szCs w:val="22"/>
        </w:rPr>
      </w:pPr>
      <w:r w:rsidRPr="001A303E">
        <w:rPr>
          <w:rFonts w:ascii="Arial" w:hAnsi="Arial" w:cs="Arial"/>
          <w:b/>
          <w:bCs/>
          <w:i/>
          <w:iCs/>
          <w:sz w:val="22"/>
          <w:szCs w:val="22"/>
          <w:lang w:val="en-ZA"/>
        </w:rPr>
        <w:fldChar w:fldCharType="end"/>
      </w:r>
      <w:bookmarkStart w:id="3" w:name="_Toc531439677"/>
    </w:p>
    <w:p w14:paraId="7E98BFCA" w14:textId="664BA644" w:rsidR="00EA722C" w:rsidRPr="00170599" w:rsidRDefault="001350BE">
      <w:pPr>
        <w:pStyle w:val="ListParagraph"/>
        <w:numPr>
          <w:ilvl w:val="0"/>
          <w:numId w:val="28"/>
        </w:numPr>
        <w:spacing w:before="120" w:after="240" w:line="360" w:lineRule="auto"/>
        <w:ind w:left="1134" w:hanging="1134"/>
        <w:contextualSpacing w:val="0"/>
        <w:jc w:val="both"/>
        <w:outlineLvl w:val="0"/>
        <w:rPr>
          <w:b/>
          <w:bCs/>
          <w:caps/>
        </w:rPr>
      </w:pPr>
      <w:r w:rsidRPr="00BB3CB5">
        <w:rPr>
          <w:lang w:val="en-ZA"/>
        </w:rPr>
        <w:br w:type="page"/>
      </w:r>
      <w:bookmarkStart w:id="4" w:name="_Toc65489819"/>
      <w:r w:rsidR="00EA722C" w:rsidRPr="00170599">
        <w:rPr>
          <w:b/>
          <w:bCs/>
          <w:caps/>
        </w:rPr>
        <w:t>PARTIES</w:t>
      </w:r>
      <w:bookmarkEnd w:id="4"/>
    </w:p>
    <w:p w14:paraId="4502AF54" w14:textId="77777777" w:rsidR="006C76EA" w:rsidRPr="00170599" w:rsidRDefault="006C76EA" w:rsidP="00EE0DEF">
      <w:pPr>
        <w:pStyle w:val="ListParagraph"/>
        <w:numPr>
          <w:ilvl w:val="1"/>
          <w:numId w:val="28"/>
        </w:numPr>
        <w:spacing w:before="120" w:after="240" w:line="360" w:lineRule="auto"/>
        <w:ind w:left="1134" w:hanging="1134"/>
        <w:contextualSpacing w:val="0"/>
        <w:jc w:val="both"/>
        <w:rPr>
          <w:b/>
          <w:bCs/>
        </w:rPr>
      </w:pPr>
      <w:bookmarkStart w:id="5" w:name="_Toc12416521"/>
      <w:r w:rsidRPr="00170599">
        <w:t>The Parties to this Agreement are:</w:t>
      </w:r>
      <w:bookmarkEnd w:id="5"/>
    </w:p>
    <w:p w14:paraId="130D089A" w14:textId="5CC63D29" w:rsidR="006C76EA" w:rsidRPr="00170599" w:rsidRDefault="00BD6069" w:rsidP="00EE0DEF">
      <w:pPr>
        <w:pStyle w:val="ListParagraph"/>
        <w:numPr>
          <w:ilvl w:val="2"/>
          <w:numId w:val="28"/>
        </w:numPr>
        <w:spacing w:before="120" w:after="240" w:line="360" w:lineRule="auto"/>
        <w:ind w:left="1134" w:hanging="1134"/>
        <w:contextualSpacing w:val="0"/>
        <w:jc w:val="both"/>
        <w:rPr>
          <w:b/>
        </w:rPr>
      </w:pPr>
      <w:bookmarkStart w:id="6" w:name="_Toc12416522"/>
      <w:r w:rsidRPr="00170599">
        <w:t xml:space="preserve">The </w:t>
      </w:r>
      <w:r w:rsidR="006C76EA" w:rsidRPr="00170599">
        <w:t xml:space="preserve">South African Revenue Service, an organ of state within the public administration but outside the public service established in terms of Section 2 of the South African Revenue Service Act, 1997 (Act No. 34 of 1997), with its principal </w:t>
      </w:r>
      <w:r w:rsidR="00DC256F" w:rsidRPr="00170599">
        <w:t xml:space="preserve">place of business situated at </w:t>
      </w:r>
      <w:r w:rsidR="006C76EA" w:rsidRPr="00170599">
        <w:t xml:space="preserve"> </w:t>
      </w:r>
      <w:r w:rsidR="006C76EA" w:rsidRPr="00170599">
        <w:rPr>
          <w:b/>
        </w:rPr>
        <w:t>299 Bronkhorst Street, Nieuw Muckleneuk, Pretoria</w:t>
      </w:r>
      <w:r w:rsidRPr="00170599">
        <w:t xml:space="preserve"> (“</w:t>
      </w:r>
      <w:r w:rsidRPr="00170599">
        <w:rPr>
          <w:b/>
          <w:bCs/>
        </w:rPr>
        <w:t>SARS</w:t>
      </w:r>
      <w:r w:rsidRPr="00170599">
        <w:t>”)</w:t>
      </w:r>
      <w:r w:rsidR="006C76EA" w:rsidRPr="00170599">
        <w:t>;</w:t>
      </w:r>
      <w:r w:rsidRPr="00170599">
        <w:t xml:space="preserve"> and</w:t>
      </w:r>
      <w:bookmarkEnd w:id="6"/>
      <w:r w:rsidRPr="00170599">
        <w:t xml:space="preserve"> </w:t>
      </w:r>
    </w:p>
    <w:p w14:paraId="760FC2AD" w14:textId="62E3AF4F" w:rsidR="009A6F45" w:rsidRPr="00170599" w:rsidRDefault="00EE0DEF" w:rsidP="00EE0DEF">
      <w:pPr>
        <w:pStyle w:val="ListParagraph"/>
        <w:numPr>
          <w:ilvl w:val="2"/>
          <w:numId w:val="28"/>
        </w:numPr>
        <w:spacing w:before="120" w:after="240" w:line="360" w:lineRule="auto"/>
        <w:ind w:left="1134" w:hanging="1134"/>
        <w:contextualSpacing w:val="0"/>
        <w:jc w:val="both"/>
        <w:rPr>
          <w:b/>
        </w:rPr>
      </w:pPr>
      <w:bookmarkStart w:id="7" w:name="_Toc12416523"/>
      <w:r w:rsidRPr="00170599" w:rsidDel="00EE0DEF">
        <w:t xml:space="preserve"> </w:t>
      </w:r>
      <w:r w:rsidR="006E1FF2" w:rsidRPr="00170599">
        <w:rPr>
          <w:b/>
          <w:color w:val="FF0000"/>
        </w:rPr>
        <w:t>[TO BE INSERTED],</w:t>
      </w:r>
      <w:r w:rsidR="006E1FF2" w:rsidRPr="00170599">
        <w:rPr>
          <w:color w:val="FF0000"/>
        </w:rPr>
        <w:t xml:space="preserve"> </w:t>
      </w:r>
      <w:r w:rsidR="009A6F45" w:rsidRPr="00170599">
        <w:t>Registration Number:</w:t>
      </w:r>
      <w:r w:rsidR="00556EE1" w:rsidRPr="00170599">
        <w:t xml:space="preserve"> </w:t>
      </w:r>
      <w:r w:rsidR="000613FB" w:rsidRPr="00170599">
        <w:t>(</w:t>
      </w:r>
      <w:r w:rsidR="000613FB" w:rsidRPr="00170599">
        <w:tab/>
      </w:r>
      <w:r w:rsidR="000613FB" w:rsidRPr="001A303E">
        <w:sym w:font="Wingdings" w:char="F06C"/>
      </w:r>
      <w:r w:rsidR="000613FB" w:rsidRPr="001A303E">
        <w:t>)</w:t>
      </w:r>
      <w:r w:rsidR="00F457E1" w:rsidRPr="001A303E">
        <w:t xml:space="preserve">a </w:t>
      </w:r>
      <w:r w:rsidR="000613FB" w:rsidRPr="001A303E">
        <w:t xml:space="preserve">( </w:t>
      </w:r>
      <w:r w:rsidR="000613FB" w:rsidRPr="001A303E">
        <w:sym w:font="Wingdings" w:char="F06C"/>
      </w:r>
      <w:r w:rsidR="000613FB" w:rsidRPr="001A303E">
        <w:t xml:space="preserve"> )</w:t>
      </w:r>
      <w:r w:rsidR="00F457E1" w:rsidRPr="001A303E">
        <w:t xml:space="preserve"> company </w:t>
      </w:r>
      <w:r w:rsidR="009A6F45" w:rsidRPr="00BB3CB5">
        <w:t xml:space="preserve">registered in terms of the Companies Act, 2009 (Act No. 71 of 2008) with its principal </w:t>
      </w:r>
      <w:r w:rsidR="00DC256F" w:rsidRPr="00170599">
        <w:t xml:space="preserve">place of business </w:t>
      </w:r>
      <w:r w:rsidR="00547EFE" w:rsidRPr="00170599">
        <w:t xml:space="preserve">situated at </w:t>
      </w:r>
      <w:r w:rsidR="000613FB" w:rsidRPr="00170599">
        <w:t>(</w:t>
      </w:r>
      <w:r w:rsidR="000613FB" w:rsidRPr="001A303E">
        <w:sym w:font="Wingdings" w:char="F06C"/>
      </w:r>
      <w:r w:rsidR="000613FB" w:rsidRPr="001A303E">
        <w:t>)</w:t>
      </w:r>
      <w:r w:rsidR="009A6F45" w:rsidRPr="001A303E">
        <w:t xml:space="preserve"> (the “</w:t>
      </w:r>
      <w:r w:rsidR="009A6F45" w:rsidRPr="001A303E">
        <w:rPr>
          <w:b/>
          <w:bCs/>
        </w:rPr>
        <w:t>Service Provider</w:t>
      </w:r>
      <w:r w:rsidR="009A6F45" w:rsidRPr="00BB3CB5">
        <w:t>”)</w:t>
      </w:r>
      <w:r w:rsidR="00F457E1" w:rsidRPr="00170599">
        <w:t>.</w:t>
      </w:r>
      <w:bookmarkEnd w:id="7"/>
    </w:p>
    <w:p w14:paraId="55AC52AB" w14:textId="2B1F4AC5" w:rsidR="00B366BB" w:rsidRPr="00170599" w:rsidRDefault="00B366BB" w:rsidP="00EE0DEF">
      <w:pPr>
        <w:pStyle w:val="ListParagraph"/>
        <w:numPr>
          <w:ilvl w:val="0"/>
          <w:numId w:val="28"/>
        </w:numPr>
        <w:spacing w:before="120" w:after="240" w:line="360" w:lineRule="auto"/>
        <w:ind w:left="1134" w:hanging="1134"/>
        <w:contextualSpacing w:val="0"/>
        <w:jc w:val="both"/>
        <w:outlineLvl w:val="0"/>
        <w:rPr>
          <w:b/>
          <w:bCs/>
          <w:caps/>
        </w:rPr>
      </w:pPr>
      <w:bookmarkStart w:id="8" w:name="_Toc263162906"/>
      <w:bookmarkStart w:id="9" w:name="_Toc263289371"/>
      <w:bookmarkStart w:id="10" w:name="_Toc422832737"/>
      <w:bookmarkStart w:id="11" w:name="_Toc536778901"/>
      <w:bookmarkStart w:id="12" w:name="_Toc65489820"/>
      <w:r w:rsidRPr="00170599">
        <w:rPr>
          <w:b/>
          <w:bCs/>
          <w:caps/>
        </w:rPr>
        <w:t>Background and Objectives</w:t>
      </w:r>
      <w:bookmarkEnd w:id="8"/>
      <w:bookmarkEnd w:id="9"/>
      <w:bookmarkEnd w:id="10"/>
      <w:bookmarkEnd w:id="11"/>
      <w:bookmarkEnd w:id="12"/>
    </w:p>
    <w:p w14:paraId="52A0E15E" w14:textId="4D428762" w:rsidR="006333AF" w:rsidRPr="00763294" w:rsidRDefault="006333AF" w:rsidP="006333AF">
      <w:pPr>
        <w:pStyle w:val="ListParagraph"/>
        <w:numPr>
          <w:ilvl w:val="1"/>
          <w:numId w:val="28"/>
        </w:numPr>
        <w:spacing w:before="120" w:after="240" w:line="360" w:lineRule="auto"/>
        <w:ind w:left="1134" w:hanging="1134"/>
        <w:contextualSpacing w:val="0"/>
        <w:jc w:val="both"/>
        <w:rPr>
          <w:b/>
          <w:bCs/>
        </w:rPr>
      </w:pPr>
      <w:bookmarkStart w:id="13" w:name="_Toc263162270"/>
      <w:bookmarkStart w:id="14" w:name="_Ref12357201"/>
      <w:bookmarkStart w:id="15" w:name="_Toc12416525"/>
      <w:bookmarkStart w:id="16" w:name="_Toc12416526"/>
      <w:bookmarkEnd w:id="13"/>
      <w:r w:rsidRPr="00763294">
        <w:t xml:space="preserve">SARS procured and implemented the </w:t>
      </w:r>
      <w:r>
        <w:t>SSA</w:t>
      </w:r>
      <w:r w:rsidR="00243FDE">
        <w:t>-</w:t>
      </w:r>
      <w:r>
        <w:t xml:space="preserve">Name3 </w:t>
      </w:r>
      <w:r w:rsidRPr="00763294">
        <w:t>Software</w:t>
      </w:r>
      <w:r>
        <w:t>.</w:t>
      </w:r>
      <w:r w:rsidRPr="00763294">
        <w:t xml:space="preserve"> SARS requires </w:t>
      </w:r>
      <w:r w:rsidR="006618FA">
        <w:t xml:space="preserve">an upgrade of the Software and </w:t>
      </w:r>
      <w:r w:rsidRPr="00763294">
        <w:t>the procurement of additional Software</w:t>
      </w:r>
      <w:r w:rsidR="00D6792E">
        <w:t xml:space="preserve"> licenses</w:t>
      </w:r>
      <w:r w:rsidR="006618FA">
        <w:t xml:space="preserve"> where necessary, through a subscription license model. SARS further seeks for a </w:t>
      </w:r>
      <w:r w:rsidRPr="00763294">
        <w:t xml:space="preserve">renewal of </w:t>
      </w:r>
      <w:r w:rsidR="006618FA">
        <w:t xml:space="preserve">the </w:t>
      </w:r>
      <w:r w:rsidRPr="00763294">
        <w:t>Software Licence</w:t>
      </w:r>
      <w:r w:rsidR="006618FA">
        <w:t>,</w:t>
      </w:r>
      <w:r w:rsidRPr="00763294">
        <w:t xml:space="preserve"> </w:t>
      </w:r>
      <w:r w:rsidR="006618FA">
        <w:t xml:space="preserve">as well as </w:t>
      </w:r>
      <w:r w:rsidRPr="00763294">
        <w:t xml:space="preserve">Maintenance and Support </w:t>
      </w:r>
      <w:r w:rsidR="006618FA">
        <w:t xml:space="preserve"> services </w:t>
      </w:r>
      <w:r w:rsidRPr="00763294">
        <w:t xml:space="preserve">from the Service Provider which Services have been procured by SARS via a tender process in terms of </w:t>
      </w:r>
      <w:r w:rsidRPr="00763294">
        <w:rPr>
          <w:b/>
          <w:bCs/>
        </w:rPr>
        <w:t>RFP</w:t>
      </w:r>
      <w:r w:rsidR="00A068C9">
        <w:rPr>
          <w:b/>
          <w:bCs/>
        </w:rPr>
        <w:t>31/2020</w:t>
      </w:r>
      <w:r w:rsidRPr="00763294">
        <w:t>.</w:t>
      </w:r>
      <w:bookmarkEnd w:id="14"/>
      <w:bookmarkEnd w:id="15"/>
      <w:r w:rsidRPr="00763294">
        <w:t xml:space="preserve"> </w:t>
      </w:r>
    </w:p>
    <w:p w14:paraId="5B2B6CB1" w14:textId="1D2C164F" w:rsidR="008A3AAB" w:rsidRPr="00170599" w:rsidRDefault="008A3AAB" w:rsidP="00EE0DEF">
      <w:pPr>
        <w:pStyle w:val="ListParagraph"/>
        <w:numPr>
          <w:ilvl w:val="1"/>
          <w:numId w:val="28"/>
        </w:numPr>
        <w:spacing w:before="120" w:after="240" w:line="360" w:lineRule="auto"/>
        <w:ind w:left="1134" w:hanging="1134"/>
        <w:contextualSpacing w:val="0"/>
        <w:jc w:val="both"/>
        <w:rPr>
          <w:b/>
          <w:bCs/>
        </w:rPr>
      </w:pPr>
      <w:r w:rsidRPr="00170599">
        <w:t>By responding to the RF</w:t>
      </w:r>
      <w:r w:rsidR="00BC3150" w:rsidRPr="00170599">
        <w:t>P</w:t>
      </w:r>
      <w:r w:rsidRPr="00170599">
        <w:t>, the Service Provider warrants and represents (without limiting the provisions of the RF</w:t>
      </w:r>
      <w:r w:rsidR="00BC3150" w:rsidRPr="00170599">
        <w:t>P</w:t>
      </w:r>
      <w:r w:rsidRPr="00170599">
        <w:t>) that</w:t>
      </w:r>
      <w:r w:rsidR="00E90829" w:rsidRPr="00170599">
        <w:t>,</w:t>
      </w:r>
      <w:r w:rsidRPr="00170599">
        <w:t xml:space="preserve"> throughout the Term, it shall have the resources, capacity, skills, qualification, and experience necessary to supply </w:t>
      </w:r>
      <w:r w:rsidR="006E1FF2" w:rsidRPr="00170599">
        <w:t xml:space="preserve">the </w:t>
      </w:r>
      <w:r w:rsidRPr="00170599">
        <w:t>Services as proposed in its</w:t>
      </w:r>
      <w:r w:rsidR="00A80CF1" w:rsidRPr="00170599">
        <w:t xml:space="preserve"> response to the</w:t>
      </w:r>
      <w:r w:rsidRPr="00170599">
        <w:t xml:space="preserve"> RF</w:t>
      </w:r>
      <w:r w:rsidR="00BC3150" w:rsidRPr="00170599">
        <w:t>P</w:t>
      </w:r>
      <w:r w:rsidRPr="00170599">
        <w:t>.</w:t>
      </w:r>
      <w:bookmarkEnd w:id="16"/>
    </w:p>
    <w:p w14:paraId="2BF59998" w14:textId="7F28EA10" w:rsidR="008A3AAB" w:rsidRPr="00170599" w:rsidRDefault="008A3AAB" w:rsidP="00EE0DEF">
      <w:pPr>
        <w:pStyle w:val="ListParagraph"/>
        <w:numPr>
          <w:ilvl w:val="1"/>
          <w:numId w:val="28"/>
        </w:numPr>
        <w:spacing w:before="120" w:after="240" w:line="360" w:lineRule="auto"/>
        <w:ind w:left="1134" w:hanging="1134"/>
        <w:contextualSpacing w:val="0"/>
        <w:jc w:val="both"/>
        <w:rPr>
          <w:b/>
          <w:bCs/>
        </w:rPr>
      </w:pPr>
      <w:bookmarkStart w:id="17" w:name="_Toc12416527"/>
      <w:r w:rsidRPr="00170599">
        <w:t>In reliance on these representations, SARS has selected the Service Provider</w:t>
      </w:r>
      <w:r w:rsidR="00A80CF1" w:rsidRPr="00170599">
        <w:t xml:space="preserve"> and hereby appoints the Service Provider </w:t>
      </w:r>
      <w:r w:rsidRPr="00170599">
        <w:t>as a preferred Service Provider for the Services</w:t>
      </w:r>
      <w:r w:rsidR="00E90829" w:rsidRPr="00170599">
        <w:t>,</w:t>
      </w:r>
      <w:r w:rsidRPr="00170599">
        <w:t xml:space="preserve"> for the Term in accordance with the provisions of this Agreement.</w:t>
      </w:r>
      <w:bookmarkEnd w:id="17"/>
    </w:p>
    <w:p w14:paraId="08122727" w14:textId="78F052F0" w:rsidR="008A3AAB" w:rsidRPr="001A303E" w:rsidRDefault="008A3AAB" w:rsidP="00EE0DEF">
      <w:pPr>
        <w:pStyle w:val="ListParagraph"/>
        <w:numPr>
          <w:ilvl w:val="1"/>
          <w:numId w:val="28"/>
        </w:numPr>
        <w:spacing w:before="120" w:after="240" w:line="360" w:lineRule="auto"/>
        <w:ind w:left="1134" w:hanging="1134"/>
        <w:contextualSpacing w:val="0"/>
        <w:jc w:val="both"/>
        <w:rPr>
          <w:b/>
          <w:bCs/>
        </w:rPr>
      </w:pPr>
      <w:bookmarkStart w:id="18" w:name="_Toc12416528"/>
      <w:r w:rsidRPr="001A303E">
        <w:t>SARS is:</w:t>
      </w:r>
      <w:bookmarkEnd w:id="18"/>
    </w:p>
    <w:p w14:paraId="3B74A8DC" w14:textId="567F69F7" w:rsidR="008A3AAB" w:rsidRPr="00170599" w:rsidRDefault="008A3AAB" w:rsidP="00EE0DEF">
      <w:pPr>
        <w:pStyle w:val="ListParagraph"/>
        <w:numPr>
          <w:ilvl w:val="2"/>
          <w:numId w:val="28"/>
        </w:numPr>
        <w:spacing w:before="120" w:after="240" w:line="360" w:lineRule="auto"/>
        <w:ind w:left="1134" w:hanging="1134"/>
        <w:contextualSpacing w:val="0"/>
        <w:jc w:val="both"/>
        <w:rPr>
          <w:b/>
          <w:bCs/>
        </w:rPr>
      </w:pPr>
      <w:bookmarkStart w:id="19" w:name="_Ref5702164"/>
      <w:bookmarkStart w:id="20" w:name="_Toc12416529"/>
      <w:r w:rsidRPr="00BB3CB5">
        <w:t xml:space="preserve">granted a </w:t>
      </w:r>
      <w:r w:rsidR="003D2CAA">
        <w:t>subscription</w:t>
      </w:r>
      <w:r w:rsidR="00B2267D" w:rsidRPr="00170599">
        <w:t xml:space="preserve"> </w:t>
      </w:r>
      <w:r w:rsidRPr="00170599">
        <w:t xml:space="preserve">license to use, move, deploy and install the </w:t>
      </w:r>
      <w:r w:rsidR="00D21EAF" w:rsidRPr="00170599">
        <w:t xml:space="preserve">Software </w:t>
      </w:r>
      <w:r w:rsidR="00BC3150" w:rsidRPr="00170599">
        <w:t xml:space="preserve">supplied </w:t>
      </w:r>
      <w:r w:rsidRPr="00170599">
        <w:t>by the Service Provider on world-wide, non-exclusive and transferable basis</w:t>
      </w:r>
      <w:r w:rsidR="00E90829" w:rsidRPr="00170599">
        <w:t>,</w:t>
      </w:r>
      <w:r w:rsidRPr="00170599">
        <w:t xml:space="preserve"> within SARS’s own business environment and for its personal use;</w:t>
      </w:r>
      <w:bookmarkEnd w:id="19"/>
      <w:bookmarkEnd w:id="20"/>
      <w:r w:rsidRPr="00170599">
        <w:t xml:space="preserve"> </w:t>
      </w:r>
    </w:p>
    <w:p w14:paraId="057EC16A" w14:textId="2F08C606" w:rsidR="008A3AAB" w:rsidRPr="00170599" w:rsidRDefault="008A3AAB" w:rsidP="00EE0DEF">
      <w:pPr>
        <w:pStyle w:val="ListParagraph"/>
        <w:numPr>
          <w:ilvl w:val="2"/>
          <w:numId w:val="28"/>
        </w:numPr>
        <w:spacing w:before="120" w:after="240" w:line="360" w:lineRule="auto"/>
        <w:ind w:left="1134" w:hanging="1134"/>
        <w:contextualSpacing w:val="0"/>
        <w:jc w:val="both"/>
        <w:rPr>
          <w:b/>
          <w:bCs/>
        </w:rPr>
      </w:pPr>
      <w:bookmarkStart w:id="21" w:name="_Ref5702168"/>
      <w:bookmarkStart w:id="22" w:name="_Toc12416530"/>
      <w:r w:rsidRPr="00170599">
        <w:t xml:space="preserve">allowed to transfer the </w:t>
      </w:r>
      <w:r w:rsidR="008A2F88" w:rsidRPr="00170599">
        <w:t>L</w:t>
      </w:r>
      <w:r w:rsidRPr="00170599">
        <w:t>icense</w:t>
      </w:r>
      <w:r w:rsidR="00883904" w:rsidRPr="00170599">
        <w:t>(s)</w:t>
      </w:r>
      <w:r w:rsidRPr="00170599">
        <w:t xml:space="preserve"> from one user to another provided that SARS does not exceed the total license allocation which is listed in the RF</w:t>
      </w:r>
      <w:r w:rsidR="00BC3150" w:rsidRPr="00170599">
        <w:t>P</w:t>
      </w:r>
      <w:r w:rsidRPr="00170599">
        <w:t xml:space="preserve"> and/or Agreement; and</w:t>
      </w:r>
      <w:bookmarkEnd w:id="21"/>
      <w:bookmarkEnd w:id="22"/>
      <w:r w:rsidRPr="00170599">
        <w:t xml:space="preserve">  </w:t>
      </w:r>
    </w:p>
    <w:p w14:paraId="6ACEA98A" w14:textId="697491D9" w:rsidR="008A3AAB" w:rsidRPr="00170599" w:rsidRDefault="008A3AAB" w:rsidP="00EE0DEF">
      <w:pPr>
        <w:pStyle w:val="ListParagraph"/>
        <w:numPr>
          <w:ilvl w:val="2"/>
          <w:numId w:val="28"/>
        </w:numPr>
        <w:spacing w:before="120" w:after="240" w:line="360" w:lineRule="auto"/>
        <w:ind w:left="1134" w:hanging="1134"/>
        <w:contextualSpacing w:val="0"/>
        <w:jc w:val="both"/>
        <w:rPr>
          <w:b/>
          <w:bCs/>
        </w:rPr>
      </w:pPr>
      <w:bookmarkStart w:id="23" w:name="_Ref5702169"/>
      <w:bookmarkStart w:id="24" w:name="_Toc12416531"/>
      <w:r w:rsidRPr="00170599">
        <w:t xml:space="preserve">allowed to make and maintain backup copies of the </w:t>
      </w:r>
      <w:r w:rsidR="00D21EAF" w:rsidRPr="00170599">
        <w:t xml:space="preserve">Software </w:t>
      </w:r>
      <w:r w:rsidRPr="00170599">
        <w:t>and may make such number of copies of part or all of the Software as is necessary for such purposes at no extra costs;</w:t>
      </w:r>
      <w:bookmarkEnd w:id="23"/>
      <w:bookmarkEnd w:id="24"/>
    </w:p>
    <w:p w14:paraId="7B9F0282" w14:textId="77777777" w:rsidR="00B366BB" w:rsidRPr="00170599" w:rsidRDefault="00B366BB" w:rsidP="00EE0DEF">
      <w:pPr>
        <w:pStyle w:val="ListParagraph"/>
        <w:numPr>
          <w:ilvl w:val="1"/>
          <w:numId w:val="28"/>
        </w:numPr>
        <w:spacing w:before="120" w:after="240" w:line="360" w:lineRule="auto"/>
        <w:ind w:left="1134" w:hanging="1134"/>
        <w:contextualSpacing w:val="0"/>
        <w:jc w:val="both"/>
      </w:pPr>
      <w:bookmarkStart w:id="25" w:name="_Toc12416532"/>
      <w:r w:rsidRPr="001A303E">
        <w:t xml:space="preserve">Words and phrases used in this </w:t>
      </w:r>
      <w:r w:rsidR="00F17CA8" w:rsidRPr="001A303E">
        <w:t>Agreement</w:t>
      </w:r>
      <w:r w:rsidRPr="001A303E">
        <w:t xml:space="preserve"> shall, unless the context clearly ind</w:t>
      </w:r>
      <w:r w:rsidRPr="00BB3CB5">
        <w:t>icates a contrar</w:t>
      </w:r>
      <w:r w:rsidRPr="00170599">
        <w:t>y intention, have the corresponding meanings assigned to them in the Agreement.</w:t>
      </w:r>
      <w:bookmarkEnd w:id="25"/>
    </w:p>
    <w:p w14:paraId="1E3020FA" w14:textId="79AB0E5C" w:rsidR="00B366BB" w:rsidRPr="00170599" w:rsidRDefault="00B366BB" w:rsidP="00EE0DEF">
      <w:pPr>
        <w:pStyle w:val="ListParagraph"/>
        <w:numPr>
          <w:ilvl w:val="1"/>
          <w:numId w:val="28"/>
        </w:numPr>
        <w:spacing w:before="120" w:after="240" w:line="360" w:lineRule="auto"/>
        <w:ind w:left="1134" w:hanging="1134"/>
        <w:contextualSpacing w:val="0"/>
        <w:jc w:val="both"/>
      </w:pPr>
      <w:bookmarkStart w:id="26" w:name="_Toc12416533"/>
      <w:r w:rsidRPr="00170599">
        <w:t>Therefore, the Parties wish to record the above and other matters relevant thereto, as set out below.</w:t>
      </w:r>
      <w:bookmarkEnd w:id="26"/>
    </w:p>
    <w:p w14:paraId="376DD217" w14:textId="56630B79" w:rsidR="00C007BB" w:rsidRPr="00170599" w:rsidRDefault="00C007BB" w:rsidP="00EE0DEF">
      <w:pPr>
        <w:pStyle w:val="ListParagraph"/>
        <w:numPr>
          <w:ilvl w:val="0"/>
          <w:numId w:val="28"/>
        </w:numPr>
        <w:spacing w:before="120" w:after="240" w:line="360" w:lineRule="auto"/>
        <w:ind w:left="1134" w:hanging="1134"/>
        <w:contextualSpacing w:val="0"/>
        <w:jc w:val="both"/>
        <w:outlineLvl w:val="0"/>
        <w:rPr>
          <w:b/>
          <w:bCs/>
          <w:caps/>
        </w:rPr>
      </w:pPr>
      <w:bookmarkStart w:id="27" w:name="_Toc65489821"/>
      <w:r w:rsidRPr="00170599">
        <w:rPr>
          <w:b/>
          <w:bCs/>
          <w:caps/>
        </w:rPr>
        <w:t>INTERPRETATION</w:t>
      </w:r>
      <w:bookmarkEnd w:id="3"/>
      <w:r w:rsidR="006C76EA" w:rsidRPr="00170599">
        <w:rPr>
          <w:b/>
          <w:bCs/>
          <w:caps/>
        </w:rPr>
        <w:t xml:space="preserve"> AND DEFINITIONS</w:t>
      </w:r>
      <w:bookmarkEnd w:id="27"/>
    </w:p>
    <w:p w14:paraId="0B2189D6" w14:textId="77777777" w:rsidR="00FB6364" w:rsidRPr="00170599" w:rsidRDefault="00D507A3" w:rsidP="00EE0DEF">
      <w:pPr>
        <w:pStyle w:val="ListParagraph"/>
        <w:numPr>
          <w:ilvl w:val="1"/>
          <w:numId w:val="28"/>
        </w:numPr>
        <w:spacing w:before="120" w:after="240" w:line="360" w:lineRule="auto"/>
        <w:ind w:left="1134" w:hanging="1134"/>
        <w:contextualSpacing w:val="0"/>
        <w:jc w:val="both"/>
      </w:pPr>
      <w:bookmarkStart w:id="28" w:name="_Toc12416535"/>
      <w:r w:rsidRPr="00170599">
        <w:t xml:space="preserve">The </w:t>
      </w:r>
      <w:r w:rsidR="006233B6" w:rsidRPr="00170599">
        <w:t xml:space="preserve">headings in </w:t>
      </w:r>
      <w:r w:rsidRPr="00170599">
        <w:t>this Agreement are for reference purposes only and will not govern or affect the interpretation of nor modify nor amplify the terms of this Agreement.</w:t>
      </w:r>
      <w:bookmarkEnd w:id="28"/>
    </w:p>
    <w:p w14:paraId="20B1832D" w14:textId="2D014E6C" w:rsidR="00FB6364" w:rsidRPr="00170599" w:rsidRDefault="00D507A3" w:rsidP="00EE0DEF">
      <w:pPr>
        <w:pStyle w:val="ListParagraph"/>
        <w:numPr>
          <w:ilvl w:val="1"/>
          <w:numId w:val="28"/>
        </w:numPr>
        <w:spacing w:before="120" w:after="240" w:line="360" w:lineRule="auto"/>
        <w:ind w:left="1134" w:hanging="1134"/>
        <w:contextualSpacing w:val="0"/>
        <w:jc w:val="both"/>
      </w:pPr>
      <w:bookmarkStart w:id="29" w:name="_Toc12416536"/>
      <w:r w:rsidRPr="00170599">
        <w:t>Unless inconsistent with the context, the words and expressions have the following meanings and similar expressions will have corresponding meanings:</w:t>
      </w:r>
      <w:bookmarkEnd w:id="29"/>
    </w:p>
    <w:p w14:paraId="5502242C" w14:textId="25AB7205" w:rsidR="001D2BCE" w:rsidRPr="001A303E" w:rsidRDefault="001D2BCE" w:rsidP="00EE0DEF">
      <w:pPr>
        <w:pStyle w:val="ListParagraph"/>
        <w:numPr>
          <w:ilvl w:val="2"/>
          <w:numId w:val="28"/>
        </w:numPr>
        <w:spacing w:before="120" w:after="240" w:line="360" w:lineRule="auto"/>
        <w:ind w:left="1134" w:hanging="1134"/>
        <w:contextualSpacing w:val="0"/>
        <w:jc w:val="both"/>
        <w:rPr>
          <w:b/>
          <w:bCs/>
        </w:rPr>
      </w:pPr>
      <w:bookmarkStart w:id="30" w:name="_Toc12416537"/>
      <w:r w:rsidRPr="00170599">
        <w:t>"</w:t>
      </w:r>
      <w:r w:rsidRPr="00170599">
        <w:rPr>
          <w:b/>
          <w:bCs/>
        </w:rPr>
        <w:t>Acceptance Testing</w:t>
      </w:r>
      <w:r w:rsidRPr="00170599">
        <w:t xml:space="preserve">" </w:t>
      </w:r>
      <w:r w:rsidR="00B94418" w:rsidRPr="00170599">
        <w:t>means the procedure and/or criteria and process of measurement, examination and/or such other activities as required to test and verify that a Deliverable operates and functions in accordance with the Functional Specification</w:t>
      </w:r>
      <w:r w:rsidR="00B94418" w:rsidRPr="001A303E">
        <w:t xml:space="preserve"> and complies with the Documentation;</w:t>
      </w:r>
      <w:bookmarkEnd w:id="30"/>
      <w:r w:rsidRPr="001A303E">
        <w:t xml:space="preserve"> </w:t>
      </w:r>
    </w:p>
    <w:p w14:paraId="73D399BA" w14:textId="30FD7740" w:rsidR="00F3655E" w:rsidRPr="001A303E" w:rsidRDefault="00F3655E" w:rsidP="00251686">
      <w:pPr>
        <w:pStyle w:val="ListParagraph"/>
        <w:numPr>
          <w:ilvl w:val="2"/>
          <w:numId w:val="28"/>
        </w:numPr>
        <w:spacing w:before="120" w:after="240" w:line="360" w:lineRule="auto"/>
        <w:ind w:left="1134" w:hanging="1134"/>
        <w:contextualSpacing w:val="0"/>
        <w:jc w:val="both"/>
      </w:pPr>
      <w:bookmarkStart w:id="31" w:name="_Toc12416540"/>
      <w:r w:rsidRPr="001A303E">
        <w:t>“</w:t>
      </w:r>
      <w:r w:rsidRPr="001A303E">
        <w:rPr>
          <w:b/>
          <w:bCs/>
        </w:rPr>
        <w:t>Agreement</w:t>
      </w:r>
      <w:r w:rsidRPr="001A303E">
        <w:t>” means th</w:t>
      </w:r>
      <w:r w:rsidR="0054763C" w:rsidRPr="001A303E">
        <w:t>is</w:t>
      </w:r>
      <w:r w:rsidRPr="001A303E">
        <w:t xml:space="preserve"> </w:t>
      </w:r>
      <w:r w:rsidR="00D45733" w:rsidRPr="008F1998">
        <w:rPr>
          <w:color w:val="000000" w:themeColor="text1"/>
        </w:rPr>
        <w:t>Software Licence Support and Maintenance Services</w:t>
      </w:r>
      <w:r w:rsidR="00D45733">
        <w:t xml:space="preserve"> </w:t>
      </w:r>
      <w:r w:rsidR="00B366BB" w:rsidRPr="001A303E">
        <w:t>Agreement</w:t>
      </w:r>
      <w:r w:rsidRPr="001A303E">
        <w:t xml:space="preserve"> including its </w:t>
      </w:r>
      <w:r w:rsidR="00F84772" w:rsidRPr="001A303E">
        <w:t xml:space="preserve">appendices and/or </w:t>
      </w:r>
      <w:r w:rsidRPr="001A303E">
        <w:t>annexures and</w:t>
      </w:r>
      <w:r w:rsidR="00F15393" w:rsidRPr="001A303E">
        <w:t>/or</w:t>
      </w:r>
      <w:r w:rsidRPr="001A303E">
        <w:t xml:space="preserve"> schedules thereto as amended and/or added from time to time by the Parties in writing and </w:t>
      </w:r>
      <w:r w:rsidR="00F84772" w:rsidRPr="001A303E">
        <w:t xml:space="preserve">the </w:t>
      </w:r>
      <w:r w:rsidR="00E00677" w:rsidRPr="001A303E">
        <w:t>R</w:t>
      </w:r>
      <w:r w:rsidR="009D5445" w:rsidRPr="001A303E">
        <w:t>F</w:t>
      </w:r>
      <w:r w:rsidR="00BC3150" w:rsidRPr="001A303E">
        <w:t>P</w:t>
      </w:r>
      <w:r w:rsidRPr="001A303E">
        <w:t>;</w:t>
      </w:r>
      <w:bookmarkEnd w:id="31"/>
    </w:p>
    <w:p w14:paraId="17BD79A5" w14:textId="77777777" w:rsidR="00F3655E" w:rsidRPr="001A303E" w:rsidRDefault="00F3655E" w:rsidP="00251686">
      <w:pPr>
        <w:pStyle w:val="ListParagraph"/>
        <w:numPr>
          <w:ilvl w:val="2"/>
          <w:numId w:val="28"/>
        </w:numPr>
        <w:spacing w:before="120" w:after="240" w:line="360" w:lineRule="auto"/>
        <w:ind w:left="1134" w:hanging="1134"/>
        <w:contextualSpacing w:val="0"/>
        <w:jc w:val="both"/>
      </w:pPr>
      <w:bookmarkStart w:id="32" w:name="_Toc12416541"/>
      <w:r w:rsidRPr="001A303E">
        <w:t>“</w:t>
      </w:r>
      <w:r w:rsidRPr="001A303E">
        <w:rPr>
          <w:b/>
          <w:bCs/>
        </w:rPr>
        <w:t>Affiliate(s)</w:t>
      </w:r>
      <w:r w:rsidRPr="001A303E">
        <w:t>” means, with respect to any entity, any other entity Controlling, Controlled by or under common Control with such entity.  The term "Affiliate" will also include:</w:t>
      </w:r>
      <w:bookmarkEnd w:id="32"/>
    </w:p>
    <w:p w14:paraId="5AF07932" w14:textId="77777777" w:rsidR="00F3655E" w:rsidRPr="001A303E" w:rsidRDefault="00F3655E" w:rsidP="00251686">
      <w:pPr>
        <w:pStyle w:val="ListParagraph"/>
        <w:numPr>
          <w:ilvl w:val="3"/>
          <w:numId w:val="28"/>
        </w:numPr>
        <w:spacing w:before="120" w:after="240" w:line="360" w:lineRule="auto"/>
        <w:ind w:left="2268" w:hanging="1134"/>
        <w:contextualSpacing w:val="0"/>
        <w:jc w:val="both"/>
      </w:pPr>
      <w:bookmarkStart w:id="33" w:name="_Toc12416542"/>
      <w:r w:rsidRPr="001A303E">
        <w:t>a subsidiary of such entity, as the term "subsidiary" is defined in section 3 of the Companies Act 71 of 2008, as amended; and</w:t>
      </w:r>
      <w:bookmarkEnd w:id="33"/>
    </w:p>
    <w:p w14:paraId="56664D3A" w14:textId="77777777" w:rsidR="00F3655E" w:rsidRPr="001A303E" w:rsidRDefault="00F3655E" w:rsidP="00251686">
      <w:pPr>
        <w:pStyle w:val="ListParagraph"/>
        <w:numPr>
          <w:ilvl w:val="3"/>
          <w:numId w:val="28"/>
        </w:numPr>
        <w:spacing w:before="120" w:after="240" w:line="360" w:lineRule="auto"/>
        <w:ind w:left="2268" w:hanging="1134"/>
        <w:contextualSpacing w:val="0"/>
        <w:jc w:val="both"/>
      </w:pPr>
      <w:bookmarkStart w:id="34" w:name="_Toc12416543"/>
      <w:r w:rsidRPr="001A303E">
        <w:t>any foreign company which, if it were registered under such Act, would fall within the ambit of such term.</w:t>
      </w:r>
      <w:bookmarkEnd w:id="34"/>
    </w:p>
    <w:p w14:paraId="2DAD90A6" w14:textId="77777777" w:rsidR="00E244E7" w:rsidRPr="001A303E" w:rsidRDefault="00E244E7" w:rsidP="00251686">
      <w:pPr>
        <w:pStyle w:val="ListParagraph"/>
        <w:numPr>
          <w:ilvl w:val="2"/>
          <w:numId w:val="28"/>
        </w:numPr>
        <w:spacing w:before="120" w:after="240" w:line="360" w:lineRule="auto"/>
        <w:ind w:left="1134" w:hanging="1134"/>
        <w:contextualSpacing w:val="0"/>
        <w:jc w:val="both"/>
      </w:pPr>
      <w:bookmarkStart w:id="35" w:name="_Toc12416544"/>
      <w:r w:rsidRPr="001A303E">
        <w:t>“</w:t>
      </w:r>
      <w:r w:rsidRPr="001A303E">
        <w:rPr>
          <w:b/>
        </w:rPr>
        <w:t>AFSA</w:t>
      </w:r>
      <w:r w:rsidRPr="001A303E">
        <w:t>” means the Arbitration Foundation of Southern Africa;</w:t>
      </w:r>
      <w:bookmarkEnd w:id="35"/>
    </w:p>
    <w:p w14:paraId="7692FD54" w14:textId="77777777" w:rsidR="00F3655E" w:rsidRPr="00170599" w:rsidRDefault="00F3655E" w:rsidP="00251686">
      <w:pPr>
        <w:pStyle w:val="ListParagraph"/>
        <w:numPr>
          <w:ilvl w:val="2"/>
          <w:numId w:val="28"/>
        </w:numPr>
        <w:spacing w:before="120" w:after="240" w:line="360" w:lineRule="auto"/>
        <w:ind w:left="1134" w:hanging="1134"/>
        <w:contextualSpacing w:val="0"/>
        <w:jc w:val="both"/>
      </w:pPr>
      <w:bookmarkStart w:id="36" w:name="_Toc12416545"/>
      <w:r w:rsidRPr="00BB3CB5">
        <w:t>“</w:t>
      </w:r>
      <w:r w:rsidRPr="00170599">
        <w:rPr>
          <w:b/>
        </w:rPr>
        <w:t>Applicable Law(s)”</w:t>
      </w:r>
      <w:r w:rsidRPr="00170599">
        <w:t xml:space="preserve"> means any statute which includes without being limited thereto, Companies Act, PFMA, PAJA, PAIA, POPIA, ECA and RICA, including any regulation, directive, or subordinate legislation; the common law; any binding court order as between the Parties, judgment; any applicable securities industry code, standard enforceable by law; or any applicable direction, policy or order that is given by the Authority where there is an onus on the Parties to adhere to the aforesaid;</w:t>
      </w:r>
      <w:bookmarkEnd w:id="36"/>
    </w:p>
    <w:p w14:paraId="000D753B" w14:textId="77777777" w:rsidR="00F3655E" w:rsidRPr="00170599" w:rsidRDefault="00F3655E" w:rsidP="00251686">
      <w:pPr>
        <w:pStyle w:val="ListParagraph"/>
        <w:numPr>
          <w:ilvl w:val="3"/>
          <w:numId w:val="28"/>
        </w:numPr>
        <w:spacing w:before="120" w:after="240" w:line="360" w:lineRule="auto"/>
        <w:ind w:left="1134" w:hanging="1134"/>
        <w:contextualSpacing w:val="0"/>
        <w:jc w:val="both"/>
      </w:pPr>
      <w:bookmarkStart w:id="37" w:name="_Toc12416546"/>
      <w:r w:rsidRPr="00170599">
        <w:t>“</w:t>
      </w:r>
      <w:r w:rsidRPr="00170599">
        <w:rPr>
          <w:b/>
        </w:rPr>
        <w:t>Authority</w:t>
      </w:r>
      <w:r w:rsidRPr="00170599">
        <w:t xml:space="preserve">” means any agency, tribunal, commission, regulator, self-regulatory body or other similar body having jurisdiction over the Deliverables and/or Services activities or operations of any of the Parties in any territory that is applicable to this Agreement, including without limitation, IRBA, </w:t>
      </w:r>
      <w:r w:rsidR="00F17E4E" w:rsidRPr="00170599">
        <w:t xml:space="preserve">Information Regulator, </w:t>
      </w:r>
      <w:r w:rsidRPr="00170599">
        <w:t>SARB and SARS;</w:t>
      </w:r>
      <w:bookmarkEnd w:id="37"/>
      <w:r w:rsidRPr="00170599">
        <w:t xml:space="preserve"> </w:t>
      </w:r>
    </w:p>
    <w:p w14:paraId="121E4D00" w14:textId="17F3890E" w:rsidR="00F3655E" w:rsidRPr="001A303E" w:rsidRDefault="00F3655E" w:rsidP="001A303E">
      <w:pPr>
        <w:pStyle w:val="ListParagraph"/>
        <w:numPr>
          <w:ilvl w:val="2"/>
          <w:numId w:val="28"/>
        </w:numPr>
        <w:spacing w:before="120" w:after="240" w:line="360" w:lineRule="auto"/>
        <w:ind w:left="1134" w:hanging="1134"/>
        <w:contextualSpacing w:val="0"/>
        <w:jc w:val="both"/>
      </w:pPr>
      <w:bookmarkStart w:id="38" w:name="_Toc12416547"/>
      <w:r w:rsidRPr="00A068C9">
        <w:rPr>
          <w:b/>
        </w:rPr>
        <w:t>“B-BBEE”</w:t>
      </w:r>
      <w:r w:rsidRPr="00170599">
        <w:t xml:space="preserve"> means broad-based black economic empowerm</w:t>
      </w:r>
      <w:r w:rsidRPr="001A303E">
        <w:t>ent as defined in the Broad-Based Black Economic Empowerment Act, 2003 (Act No. 53 of 2003) as amended from time to time;</w:t>
      </w:r>
      <w:bookmarkStart w:id="39" w:name="_Toc12416550"/>
      <w:bookmarkEnd w:id="38"/>
      <w:r w:rsidRPr="001A303E">
        <w:t xml:space="preserve"> </w:t>
      </w:r>
      <w:bookmarkEnd w:id="39"/>
    </w:p>
    <w:p w14:paraId="2F7CBACA" w14:textId="620127A8" w:rsidR="0041748B" w:rsidRDefault="0041748B" w:rsidP="00A068C9">
      <w:pPr>
        <w:pStyle w:val="ListParagraph"/>
        <w:numPr>
          <w:ilvl w:val="2"/>
          <w:numId w:val="28"/>
        </w:numPr>
        <w:spacing w:before="120" w:after="240" w:line="360" w:lineRule="auto"/>
        <w:ind w:left="1134" w:hanging="1134"/>
        <w:contextualSpacing w:val="0"/>
        <w:jc w:val="both"/>
      </w:pPr>
      <w:bookmarkStart w:id="40" w:name="_Toc12416551"/>
      <w:r w:rsidRPr="001A303E">
        <w:t>“</w:t>
      </w:r>
      <w:r w:rsidRPr="001A303E">
        <w:rPr>
          <w:b/>
        </w:rPr>
        <w:t>Best Industry Practices</w:t>
      </w:r>
      <w:r w:rsidRPr="001A303E">
        <w:t>” means the best industry practice, quality standards and requirements prescribed by ITI</w:t>
      </w:r>
      <w:r w:rsidR="00AC35B6" w:rsidRPr="001A303E">
        <w:t>L</w:t>
      </w:r>
      <w:r w:rsidRPr="001A303E">
        <w:t xml:space="preserve"> and/or ISO;</w:t>
      </w:r>
      <w:bookmarkEnd w:id="40"/>
    </w:p>
    <w:p w14:paraId="58DE142D" w14:textId="6F825052" w:rsidR="00A068C9" w:rsidRDefault="00A068C9" w:rsidP="00A068C9">
      <w:pPr>
        <w:pStyle w:val="ListParagraph"/>
        <w:numPr>
          <w:ilvl w:val="2"/>
          <w:numId w:val="28"/>
        </w:numPr>
        <w:spacing w:before="120" w:after="240" w:line="360" w:lineRule="auto"/>
        <w:ind w:left="1134" w:hanging="1134"/>
        <w:contextualSpacing w:val="0"/>
        <w:jc w:val="both"/>
      </w:pPr>
      <w:r w:rsidRPr="001A303E">
        <w:t>"</w:t>
      </w:r>
      <w:r w:rsidRPr="001A303E">
        <w:rPr>
          <w:b/>
        </w:rPr>
        <w:t>Bug-Fixes</w:t>
      </w:r>
      <w:r w:rsidRPr="001A303E">
        <w:t>" means changes to the Software, as the case may be, or any component thereof with a view to correcting any noncompliance with the Documentation thereof;</w:t>
      </w:r>
    </w:p>
    <w:p w14:paraId="57C0EDF5" w14:textId="0DF5B4F5" w:rsidR="00187367" w:rsidRPr="00187367" w:rsidRDefault="00187367" w:rsidP="00187367">
      <w:pPr>
        <w:numPr>
          <w:ilvl w:val="2"/>
          <w:numId w:val="28"/>
        </w:numPr>
        <w:spacing w:line="360" w:lineRule="auto"/>
        <w:ind w:left="1134" w:hanging="1134"/>
        <w:contextualSpacing/>
        <w:jc w:val="both"/>
        <w:rPr>
          <w:rFonts w:ascii="Arial" w:hAnsi="Arial" w:cs="Arial"/>
          <w:sz w:val="22"/>
          <w:szCs w:val="22"/>
        </w:rPr>
      </w:pPr>
      <w:r w:rsidRPr="00494030">
        <w:rPr>
          <w:rFonts w:ascii="Arial" w:hAnsi="Arial" w:cs="Arial"/>
          <w:b/>
        </w:rPr>
        <w:t>“</w:t>
      </w:r>
      <w:r w:rsidRPr="00187367">
        <w:rPr>
          <w:rFonts w:ascii="Arial" w:hAnsi="Arial" w:cs="Arial"/>
          <w:b/>
          <w:sz w:val="22"/>
          <w:szCs w:val="22"/>
        </w:rPr>
        <w:t>Business Continuity Plan”</w:t>
      </w:r>
      <w:r w:rsidRPr="00187367">
        <w:rPr>
          <w:rFonts w:ascii="Arial" w:hAnsi="Arial" w:cs="Arial"/>
          <w:sz w:val="22"/>
          <w:szCs w:val="22"/>
        </w:rPr>
        <w:t xml:space="preserve"> means the plan or plans which contain detailed and specific requirements with regard to the Service Provider’s Business Continuity Services and the Service Provider’s obligations in the event of a Disaster occurring. The Service Provider’s obligations in this regard are detailed in clause 48.</w:t>
      </w:r>
    </w:p>
    <w:p w14:paraId="20432F90" w14:textId="0886195B" w:rsidR="00187367" w:rsidRPr="00187367" w:rsidRDefault="00187367" w:rsidP="00187367">
      <w:pPr>
        <w:numPr>
          <w:ilvl w:val="2"/>
          <w:numId w:val="28"/>
        </w:numPr>
        <w:spacing w:line="360" w:lineRule="auto"/>
        <w:ind w:left="1134" w:hanging="1134"/>
        <w:contextualSpacing/>
        <w:jc w:val="both"/>
        <w:rPr>
          <w:rFonts w:ascii="Arial" w:hAnsi="Arial" w:cs="Arial"/>
          <w:sz w:val="22"/>
          <w:szCs w:val="22"/>
        </w:rPr>
      </w:pPr>
      <w:r w:rsidRPr="00187367">
        <w:rPr>
          <w:rFonts w:ascii="Arial" w:hAnsi="Arial" w:cs="Arial"/>
          <w:b/>
          <w:sz w:val="22"/>
          <w:szCs w:val="22"/>
        </w:rPr>
        <w:t>“Business Continuity Services”</w:t>
      </w:r>
      <w:r w:rsidRPr="00187367">
        <w:rPr>
          <w:rFonts w:ascii="Arial" w:hAnsi="Arial" w:cs="Arial"/>
          <w:sz w:val="22"/>
          <w:szCs w:val="22"/>
        </w:rPr>
        <w:t xml:space="preserve"> means the specific activities related to providing Services in accordance with the Business Continuity Plan in the event of a Disaster. The Service Provider’s obligations in this regard are detailed in clause 48.</w:t>
      </w:r>
    </w:p>
    <w:p w14:paraId="1B876671" w14:textId="77777777" w:rsidR="00187367" w:rsidRDefault="00187367" w:rsidP="00187367">
      <w:pPr>
        <w:spacing w:line="360" w:lineRule="auto"/>
        <w:ind w:left="1134"/>
        <w:contextualSpacing/>
        <w:jc w:val="both"/>
        <w:rPr>
          <w:rFonts w:ascii="Arial" w:hAnsi="Arial" w:cs="Arial"/>
        </w:rPr>
      </w:pPr>
    </w:p>
    <w:p w14:paraId="019D0BC9" w14:textId="074F5E2C" w:rsidR="00F3655E" w:rsidRPr="001A303E" w:rsidRDefault="00F3655E" w:rsidP="00187367">
      <w:pPr>
        <w:pStyle w:val="ListParagraph"/>
        <w:numPr>
          <w:ilvl w:val="2"/>
          <w:numId w:val="28"/>
        </w:numPr>
        <w:spacing w:before="120" w:after="240" w:line="360" w:lineRule="auto"/>
        <w:ind w:left="1134" w:hanging="1134"/>
        <w:contextualSpacing w:val="0"/>
        <w:jc w:val="both"/>
      </w:pPr>
      <w:bookmarkStart w:id="41" w:name="_Toc12416553"/>
      <w:r w:rsidRPr="001A303E">
        <w:t>“</w:t>
      </w:r>
      <w:r w:rsidRPr="001A303E">
        <w:rPr>
          <w:b/>
        </w:rPr>
        <w:t>Business Day</w:t>
      </w:r>
      <w:r w:rsidRPr="001A303E">
        <w:t>” means any day other than a Saturday, Sunday or public holiday in the Republic of South Africa;</w:t>
      </w:r>
      <w:bookmarkEnd w:id="41"/>
    </w:p>
    <w:p w14:paraId="00D9C0B7" w14:textId="77777777" w:rsidR="00F3655E" w:rsidRPr="00170599" w:rsidRDefault="00F3655E" w:rsidP="00251686">
      <w:pPr>
        <w:pStyle w:val="ListParagraph"/>
        <w:numPr>
          <w:ilvl w:val="2"/>
          <w:numId w:val="28"/>
        </w:numPr>
        <w:spacing w:before="120" w:after="240" w:line="360" w:lineRule="auto"/>
        <w:ind w:left="1134" w:hanging="1134"/>
        <w:contextualSpacing w:val="0"/>
        <w:jc w:val="both"/>
      </w:pPr>
      <w:bookmarkStart w:id="42" w:name="_Toc12416554"/>
      <w:r w:rsidRPr="001A303E">
        <w:t>“</w:t>
      </w:r>
      <w:r w:rsidRPr="001A303E">
        <w:rPr>
          <w:b/>
        </w:rPr>
        <w:t>Commercially Reasonable Efforts</w:t>
      </w:r>
      <w:r w:rsidRPr="001A303E">
        <w:t>” means taking such steps and performing in such a manner as a we</w:t>
      </w:r>
      <w:r w:rsidRPr="00BB3CB5">
        <w:t>ll-managed firm / consultancy would undertake where such firm / consultancy was acting in a prudent and reasonable manner to achieve the particular result for its own benefit, provided always that such steps are within the reasonable c</w:t>
      </w:r>
      <w:r w:rsidRPr="00170599">
        <w:t>ontrol of the Party;</w:t>
      </w:r>
      <w:bookmarkEnd w:id="42"/>
    </w:p>
    <w:p w14:paraId="3CC2E3C7" w14:textId="668ECB3C" w:rsidR="0075739D" w:rsidRPr="00170599" w:rsidRDefault="0075739D" w:rsidP="00251686">
      <w:pPr>
        <w:pStyle w:val="ListParagraph"/>
        <w:numPr>
          <w:ilvl w:val="2"/>
          <w:numId w:val="28"/>
        </w:numPr>
        <w:spacing w:before="120" w:after="240" w:line="360" w:lineRule="auto"/>
        <w:ind w:left="1134" w:hanging="1134"/>
        <w:contextualSpacing w:val="0"/>
        <w:jc w:val="both"/>
      </w:pPr>
      <w:bookmarkStart w:id="43" w:name="_Toc12416555"/>
      <w:r w:rsidRPr="00170599">
        <w:t>“</w:t>
      </w:r>
      <w:r w:rsidRPr="00170599">
        <w:rPr>
          <w:b/>
        </w:rPr>
        <w:t>Companies Act</w:t>
      </w:r>
      <w:r w:rsidRPr="00170599">
        <w:t>” means the Companies Act, 2008 (Act No. 71 of 2008), as amended</w:t>
      </w:r>
      <w:r w:rsidR="00572F3E" w:rsidRPr="00170599">
        <w:t>;</w:t>
      </w:r>
      <w:bookmarkEnd w:id="43"/>
    </w:p>
    <w:p w14:paraId="1BA93095" w14:textId="04088302" w:rsidR="00AF0115" w:rsidRPr="00170599" w:rsidRDefault="00AF0115" w:rsidP="00251686">
      <w:pPr>
        <w:pStyle w:val="ListParagraph"/>
        <w:numPr>
          <w:ilvl w:val="2"/>
          <w:numId w:val="28"/>
        </w:numPr>
        <w:spacing w:before="120" w:after="240" w:line="360" w:lineRule="auto"/>
        <w:ind w:left="1134" w:hanging="1134"/>
        <w:contextualSpacing w:val="0"/>
        <w:jc w:val="both"/>
      </w:pPr>
      <w:bookmarkStart w:id="44" w:name="_Toc12416556"/>
      <w:r w:rsidRPr="00170599">
        <w:t>“</w:t>
      </w:r>
      <w:r w:rsidRPr="00170599">
        <w:rPr>
          <w:b/>
        </w:rPr>
        <w:t>Confidential Information</w:t>
      </w:r>
      <w:r w:rsidRPr="00170599">
        <w:t>” means</w:t>
      </w:r>
      <w:bookmarkEnd w:id="44"/>
      <w:r w:rsidR="00AC582B" w:rsidRPr="00170599">
        <w:t>:</w:t>
      </w:r>
    </w:p>
    <w:p w14:paraId="44B982D8" w14:textId="0B614730" w:rsidR="00F3655E" w:rsidRPr="001A303E" w:rsidRDefault="00F3655E" w:rsidP="00251686">
      <w:pPr>
        <w:pStyle w:val="ListParagraph"/>
        <w:numPr>
          <w:ilvl w:val="3"/>
          <w:numId w:val="28"/>
        </w:numPr>
        <w:spacing w:before="120" w:after="240" w:line="360" w:lineRule="auto"/>
        <w:ind w:left="2268" w:hanging="1134"/>
        <w:contextualSpacing w:val="0"/>
        <w:jc w:val="both"/>
        <w:rPr>
          <w:rFonts w:eastAsia="MS Mincho"/>
          <w:b/>
          <w:bCs/>
        </w:rPr>
      </w:pPr>
      <w:bookmarkStart w:id="45" w:name="_Toc12416557"/>
      <w:r w:rsidRPr="00170599">
        <w:t>means</w:t>
      </w:r>
      <w:r w:rsidRPr="00170599">
        <w:rPr>
          <w:rFonts w:eastAsia="MS Mincho"/>
        </w:rPr>
        <w:t xml:space="preserve"> in relation to SARS, subject to sub-</w:t>
      </w:r>
      <w:r w:rsidR="00E23CEB" w:rsidRPr="00170599">
        <w:rPr>
          <w:rFonts w:eastAsia="MS Mincho"/>
          <w:b/>
        </w:rPr>
        <w:t>Clause</w:t>
      </w:r>
      <w:r w:rsidRPr="00170599">
        <w:rPr>
          <w:rFonts w:eastAsia="MS Mincho"/>
          <w:b/>
        </w:rPr>
        <w:t xml:space="preserve"> </w:t>
      </w:r>
      <w:r w:rsidR="009E0672" w:rsidRPr="001A303E">
        <w:rPr>
          <w:rFonts w:eastAsia="MS Mincho"/>
          <w:b/>
          <w:bCs/>
        </w:rPr>
        <w:fldChar w:fldCharType="begin"/>
      </w:r>
      <w:r w:rsidR="009E0672" w:rsidRPr="00170599">
        <w:rPr>
          <w:rFonts w:eastAsia="MS Mincho"/>
          <w:b/>
        </w:rPr>
        <w:instrText xml:space="preserve"> REF _Ref55904639 \r \h </w:instrText>
      </w:r>
      <w:r w:rsidR="00252202">
        <w:rPr>
          <w:rFonts w:eastAsia="MS Mincho"/>
          <w:b/>
          <w:bCs/>
        </w:rPr>
        <w:instrText xml:space="preserve"> \* MERGEFORMAT </w:instrText>
      </w:r>
      <w:r w:rsidR="009E0672" w:rsidRPr="001A303E">
        <w:rPr>
          <w:rFonts w:eastAsia="MS Mincho"/>
          <w:b/>
          <w:bCs/>
        </w:rPr>
      </w:r>
      <w:r w:rsidR="009E0672" w:rsidRPr="001A303E">
        <w:rPr>
          <w:rFonts w:eastAsia="MS Mincho"/>
          <w:b/>
          <w:bCs/>
        </w:rPr>
        <w:fldChar w:fldCharType="separate"/>
      </w:r>
      <w:r w:rsidR="00187367">
        <w:rPr>
          <w:rFonts w:eastAsia="MS Mincho"/>
          <w:b/>
        </w:rPr>
        <w:t>3.2.14.6</w:t>
      </w:r>
      <w:r w:rsidR="009E0672" w:rsidRPr="001A303E">
        <w:rPr>
          <w:rFonts w:eastAsia="MS Mincho"/>
          <w:b/>
          <w:bCs/>
        </w:rPr>
        <w:fldChar w:fldCharType="end"/>
      </w:r>
      <w:r w:rsidR="00045CAB" w:rsidRPr="001A303E">
        <w:rPr>
          <w:rFonts w:eastAsia="MS Mincho"/>
        </w:rPr>
        <w:t xml:space="preserve"> </w:t>
      </w:r>
      <w:r w:rsidRPr="001A303E">
        <w:rPr>
          <w:rFonts w:eastAsia="MS Mincho"/>
        </w:rPr>
        <w:t>immediately below in this definition any information or data of any nature, whether provided orally or in writing or otherwise obtained and in any format or medium, which constitutes:</w:t>
      </w:r>
      <w:bookmarkEnd w:id="45"/>
    </w:p>
    <w:p w14:paraId="1BDD7396" w14:textId="76BA1558" w:rsidR="00F3655E" w:rsidRPr="001A303E" w:rsidRDefault="00F3655E" w:rsidP="00251686">
      <w:pPr>
        <w:pStyle w:val="ListParagraph"/>
        <w:numPr>
          <w:ilvl w:val="4"/>
          <w:numId w:val="28"/>
        </w:numPr>
        <w:spacing w:before="120" w:after="240" w:line="360" w:lineRule="auto"/>
        <w:ind w:left="1134" w:firstLine="1134"/>
        <w:contextualSpacing w:val="0"/>
        <w:jc w:val="both"/>
        <w:rPr>
          <w:rFonts w:eastAsia="MS Mincho"/>
          <w:b/>
          <w:bCs/>
        </w:rPr>
      </w:pPr>
      <w:bookmarkStart w:id="46" w:name="_Toc12416558"/>
      <w:r w:rsidRPr="001A303E">
        <w:rPr>
          <w:rFonts w:eastAsia="MS Mincho"/>
        </w:rPr>
        <w:t xml:space="preserve">SARS </w:t>
      </w:r>
      <w:bookmarkEnd w:id="46"/>
      <w:r w:rsidR="00CA770A" w:rsidRPr="001A303E">
        <w:rPr>
          <w:rFonts w:eastAsia="MS Mincho"/>
        </w:rPr>
        <w:t xml:space="preserve">Information; </w:t>
      </w:r>
    </w:p>
    <w:p w14:paraId="19A7F02D" w14:textId="5C341705" w:rsidR="00F3655E" w:rsidRPr="001A303E" w:rsidRDefault="00F3655E" w:rsidP="00251686">
      <w:pPr>
        <w:pStyle w:val="ListParagraph"/>
        <w:numPr>
          <w:ilvl w:val="4"/>
          <w:numId w:val="28"/>
        </w:numPr>
        <w:spacing w:before="120" w:after="240" w:line="360" w:lineRule="auto"/>
        <w:ind w:left="1134" w:firstLine="1134"/>
        <w:contextualSpacing w:val="0"/>
        <w:jc w:val="both"/>
        <w:rPr>
          <w:rFonts w:eastAsia="MS Mincho"/>
          <w:b/>
          <w:bCs/>
        </w:rPr>
      </w:pPr>
      <w:bookmarkStart w:id="47" w:name="_Toc12416559"/>
      <w:r w:rsidRPr="001A303E">
        <w:rPr>
          <w:rFonts w:eastAsia="MS Mincho"/>
        </w:rPr>
        <w:t>SARS Data;</w:t>
      </w:r>
      <w:bookmarkEnd w:id="47"/>
      <w:r w:rsidR="00892194">
        <w:rPr>
          <w:rFonts w:eastAsia="MS Mincho"/>
        </w:rPr>
        <w:t xml:space="preserve"> </w:t>
      </w:r>
      <w:r w:rsidR="001A303E">
        <w:rPr>
          <w:rFonts w:eastAsia="MS Mincho"/>
        </w:rPr>
        <w:t>and</w:t>
      </w:r>
    </w:p>
    <w:p w14:paraId="5BD27067" w14:textId="25CB0531" w:rsidR="001A303E" w:rsidRDefault="00F3655E" w:rsidP="00170599">
      <w:pPr>
        <w:pStyle w:val="ListParagraph"/>
        <w:spacing w:before="120" w:after="240" w:line="360" w:lineRule="auto"/>
        <w:ind w:left="2268"/>
        <w:contextualSpacing w:val="0"/>
        <w:jc w:val="both"/>
      </w:pPr>
      <w:bookmarkStart w:id="48" w:name="_Toc12416560"/>
      <w:r w:rsidRPr="001A303E">
        <w:rPr>
          <w:rFonts w:eastAsia="MS Mincho"/>
        </w:rPr>
        <w:t>Taxpayer Information</w:t>
      </w:r>
      <w:bookmarkStart w:id="49" w:name="_Toc12416561"/>
      <w:bookmarkEnd w:id="48"/>
    </w:p>
    <w:p w14:paraId="05FC8298" w14:textId="1FAA1ACA" w:rsidR="00F3655E" w:rsidRPr="001A303E" w:rsidRDefault="00F3655E" w:rsidP="00251686">
      <w:pPr>
        <w:pStyle w:val="ListParagraph"/>
        <w:numPr>
          <w:ilvl w:val="3"/>
          <w:numId w:val="28"/>
        </w:numPr>
        <w:spacing w:before="120" w:after="240" w:line="360" w:lineRule="auto"/>
        <w:ind w:left="2268" w:hanging="1134"/>
        <w:contextualSpacing w:val="0"/>
        <w:jc w:val="both"/>
      </w:pPr>
      <w:r w:rsidRPr="001A303E">
        <w:t>Information as defined in section 68 of the Tax Administration Act, 2011 (Act No. 28 of 2011) (hereinafter referred to as “</w:t>
      </w:r>
      <w:r w:rsidRPr="001A303E">
        <w:rPr>
          <w:b/>
          <w:bCs/>
        </w:rPr>
        <w:t>TAACT</w:t>
      </w:r>
      <w:r w:rsidRPr="001A303E">
        <w:t>”);</w:t>
      </w:r>
      <w:bookmarkEnd w:id="49"/>
    </w:p>
    <w:p w14:paraId="432AB778" w14:textId="77777777" w:rsidR="00F3655E" w:rsidRPr="00170599" w:rsidRDefault="00F3655E" w:rsidP="00251686">
      <w:pPr>
        <w:pStyle w:val="ListParagraph"/>
        <w:numPr>
          <w:ilvl w:val="3"/>
          <w:numId w:val="28"/>
        </w:numPr>
        <w:spacing w:before="120" w:after="240" w:line="360" w:lineRule="auto"/>
        <w:ind w:left="2268" w:hanging="1134"/>
        <w:contextualSpacing w:val="0"/>
        <w:jc w:val="both"/>
      </w:pPr>
      <w:bookmarkStart w:id="50" w:name="_Toc12416562"/>
      <w:r w:rsidRPr="001A303E">
        <w:t>information which by its nature, content, or circumstances of disclosure is or ought reasonably to be identifiable by the Service Provider as confidential (including by</w:t>
      </w:r>
      <w:r w:rsidRPr="00BB3CB5">
        <w:t xml:space="preserve"> reason of such information not being generally known to, or readily ascertainable by, third parties generally) and/or proprietary to SARS, including (i) information regarding SARS Personnel, independent contractors and suppliers of SARS; proc</w:t>
      </w:r>
      <w:r w:rsidRPr="00170599">
        <w:t>esses and plans of SARS and governmental entities; projections, manuals, forecasts, and analyses of SARS; Intellectual Property owned by or licensed to SARS; (ii) information relating to the knowledge, know-how, expertise, trade secrets and activities of SARS; (iii) any information which SARS (without creating a presumption that only so designated information is confidential), acting reasonably, may designate in writing, at the time of disclosure to the Service Provider, as being confidential information; and (iv) and any other information of SARS which would be regarded by a reasonable person to be confidential or proprietary in nature;</w:t>
      </w:r>
      <w:bookmarkEnd w:id="50"/>
      <w:r w:rsidRPr="00170599">
        <w:t xml:space="preserve"> </w:t>
      </w:r>
    </w:p>
    <w:p w14:paraId="58CD3D8D" w14:textId="18B548FD" w:rsidR="00F3655E" w:rsidRPr="00170599" w:rsidRDefault="00F3655E" w:rsidP="00251686">
      <w:pPr>
        <w:pStyle w:val="ListParagraph"/>
        <w:numPr>
          <w:ilvl w:val="3"/>
          <w:numId w:val="28"/>
        </w:numPr>
        <w:spacing w:before="120" w:after="240" w:line="360" w:lineRule="auto"/>
        <w:ind w:left="2268" w:hanging="1134"/>
        <w:contextualSpacing w:val="0"/>
        <w:jc w:val="both"/>
      </w:pPr>
      <w:bookmarkStart w:id="51" w:name="_Toc12416563"/>
      <w:r w:rsidRPr="00170599">
        <w:t>in terms of Applicable L</w:t>
      </w:r>
      <w:r w:rsidR="00045CAB" w:rsidRPr="00170599">
        <w:t>aws</w:t>
      </w:r>
      <w:r w:rsidRPr="00170599">
        <w:t xml:space="preserve"> or by its nature, content, or circumstances of disclosure is or ought reasonably to be identifiable by the Service Provider as confidential (including by reason of such information not being generally known to, or readily ascertainable by, third parties generally) and/or proprietary to SARS, including: (i) data, financial information, information regarding taxpayers; information regarding employees, independent contractors and suppliers of SARS and Governmental Entities; processes and plans of SARS and Governmental Entities; projections, manuals, forecasts, and analysis of SARS and Governmental Entities; Intellectual Property owned by or licensed to SARS or a Governmental Entity; (ii) information relating to the knowledge, know-how, show-how, expertise, trade secrets and activities of SARS; (iii) any information which SARS (without creating a presumption that only so designated information is confidential), acting reasonably, may designate in writing, at the time of disclosure to the Service Provider, as being confidential information; and (iv)  any other information of SARS or Governmental Entities which would be regarded by a reasonable person to be confidential or proprietary in nature; SARS or any person acting on behalf of SARS discloses or provides (or has previously disclosed or provided) to the Service Provider (including Service Provider Personnel, Service Provider affiliates, </w:t>
      </w:r>
      <w:r w:rsidR="008A2F88" w:rsidRPr="00170599">
        <w:t>s</w:t>
      </w:r>
      <w:r w:rsidRPr="00170599">
        <w:t>ubcontractors, Third Party suppliers or agents, as applicable) or which the Service Provider (including the Service Provider’s Personnel, Affiliates, Subcontractors, Third Party suppliers or agents, as applicable), otherwise becomes aware of in connection with this Agreement or as a result of the provision or receipt of the Services under this Agreement, and which information will include this Agreement;</w:t>
      </w:r>
      <w:bookmarkEnd w:id="51"/>
    </w:p>
    <w:p w14:paraId="54BF2496" w14:textId="77777777" w:rsidR="00F3655E" w:rsidRPr="00170599" w:rsidRDefault="00F3655E" w:rsidP="00251686">
      <w:pPr>
        <w:pStyle w:val="ListParagraph"/>
        <w:numPr>
          <w:ilvl w:val="3"/>
          <w:numId w:val="28"/>
        </w:numPr>
        <w:spacing w:before="120" w:after="240" w:line="360" w:lineRule="auto"/>
        <w:ind w:left="2268" w:hanging="1134"/>
        <w:contextualSpacing w:val="0"/>
        <w:jc w:val="both"/>
      </w:pPr>
      <w:bookmarkStart w:id="52" w:name="_Toc12416564"/>
      <w:r w:rsidRPr="00170599">
        <w:t>means in relation to the Service Provider, any information or data of any nature, whether provided orally or in writing and in any format or medium, which is clearly designated in writing by Service Provider, at the time of disclosure to SARS, as being Confidential Information, and which written designation is, in each case acknowledged by SARS, by SARS initialling such designation, or which information by its nature could reasonably be expected to be confidential under the circumstances in which it is disclosed;</w:t>
      </w:r>
      <w:bookmarkEnd w:id="52"/>
    </w:p>
    <w:p w14:paraId="43EB6A94" w14:textId="77777777" w:rsidR="00F3655E" w:rsidRPr="00170599" w:rsidRDefault="00F3655E" w:rsidP="00251686">
      <w:pPr>
        <w:pStyle w:val="ListParagraph"/>
        <w:numPr>
          <w:ilvl w:val="3"/>
          <w:numId w:val="28"/>
        </w:numPr>
        <w:spacing w:before="120" w:after="240" w:line="360" w:lineRule="auto"/>
        <w:ind w:left="2268" w:hanging="1134"/>
        <w:contextualSpacing w:val="0"/>
        <w:jc w:val="both"/>
      </w:pPr>
      <w:bookmarkStart w:id="53" w:name="_Ref532967108"/>
      <w:bookmarkStart w:id="54" w:name="_Toc12416565"/>
      <w:bookmarkStart w:id="55" w:name="_Ref55904639"/>
      <w:r w:rsidRPr="00170599">
        <w:t>Confidential Information does not include information that</w:t>
      </w:r>
      <w:bookmarkEnd w:id="53"/>
      <w:r w:rsidR="00937378" w:rsidRPr="00170599">
        <w:t xml:space="preserve"> </w:t>
      </w:r>
      <w:r w:rsidRPr="00170599">
        <w:t xml:space="preserve">is lawfully publicly available to, or lawfully in the Receiving Party’s possession, at the time of disclosure thereof by the Disclosing Party (whether before or after the </w:t>
      </w:r>
      <w:r w:rsidR="00EE300D" w:rsidRPr="00170599">
        <w:t>Effective</w:t>
      </w:r>
      <w:r w:rsidRPr="00170599">
        <w:t xml:space="preserve"> Date) to the Receiving Party; or (ii) is independently developed or learned by the Receiving Party without reference to or use of the Confidential Information of the Disclosing Party; or (iii) is in or enters the public domain without breach of this Agreement or any other obligation owed by the Receiving Party to the Disclosing Party; or (iv) the Receiving Party receives from a Third Party without restriction on disclosure and without breach of a non-disclosure obligation; provided always that notwithstanding the foregoing:</w:t>
      </w:r>
      <w:bookmarkEnd w:id="54"/>
      <w:bookmarkEnd w:id="55"/>
    </w:p>
    <w:p w14:paraId="396492AC" w14:textId="77777777" w:rsidR="00F3655E" w:rsidRPr="00170599" w:rsidRDefault="00F3655E" w:rsidP="00251686">
      <w:pPr>
        <w:pStyle w:val="ListParagraph"/>
        <w:numPr>
          <w:ilvl w:val="4"/>
          <w:numId w:val="28"/>
        </w:numPr>
        <w:spacing w:before="120" w:after="240" w:line="360" w:lineRule="auto"/>
        <w:ind w:left="3544" w:hanging="1276"/>
        <w:contextualSpacing w:val="0"/>
        <w:jc w:val="both"/>
      </w:pPr>
      <w:bookmarkStart w:id="56" w:name="_Toc12416566"/>
      <w:r w:rsidRPr="00170599">
        <w:t>the onus will at all times rest on the Receiving Party to establish that such information falls within such exclusions;</w:t>
      </w:r>
      <w:bookmarkEnd w:id="56"/>
    </w:p>
    <w:p w14:paraId="625BA155" w14:textId="77777777" w:rsidR="00F3655E" w:rsidRPr="00170599" w:rsidRDefault="00F3655E" w:rsidP="00251686">
      <w:pPr>
        <w:pStyle w:val="ListParagraph"/>
        <w:numPr>
          <w:ilvl w:val="4"/>
          <w:numId w:val="28"/>
        </w:numPr>
        <w:spacing w:before="120" w:after="240" w:line="360" w:lineRule="auto"/>
        <w:ind w:left="3544" w:hanging="1276"/>
        <w:contextualSpacing w:val="0"/>
        <w:jc w:val="both"/>
      </w:pPr>
      <w:bookmarkStart w:id="57" w:name="_Toc12416567"/>
      <w:r w:rsidRPr="00170599">
        <w:t>the information disclosed will not be deemed to be within the foregoing exclusions merely because such information is embraced by more general information that is publicly available or in a Party’s possession;</w:t>
      </w:r>
      <w:bookmarkEnd w:id="57"/>
    </w:p>
    <w:p w14:paraId="70491357" w14:textId="77777777" w:rsidR="00F3655E" w:rsidRPr="00170599" w:rsidRDefault="00F3655E" w:rsidP="00251686">
      <w:pPr>
        <w:pStyle w:val="ListParagraph"/>
        <w:numPr>
          <w:ilvl w:val="4"/>
          <w:numId w:val="28"/>
        </w:numPr>
        <w:spacing w:before="120" w:after="240" w:line="360" w:lineRule="auto"/>
        <w:ind w:left="3544" w:hanging="1276"/>
        <w:contextualSpacing w:val="0"/>
        <w:jc w:val="both"/>
      </w:pPr>
      <w:bookmarkStart w:id="58" w:name="_Toc12416568"/>
      <w:r w:rsidRPr="00170599">
        <w:t>any combination of features will not be deemed to be within the foregoing exclusions merely because individual features are publicly available or in a Party’s possession, but only if the combination itself is publicly available or in a Party’s possession; and</w:t>
      </w:r>
      <w:bookmarkEnd w:id="58"/>
      <w:r w:rsidRPr="00170599">
        <w:t xml:space="preserve"> </w:t>
      </w:r>
    </w:p>
    <w:p w14:paraId="3E77EC2A" w14:textId="0270F1A8" w:rsidR="00F3655E" w:rsidRPr="00170599" w:rsidRDefault="00D06A7E" w:rsidP="00251686">
      <w:pPr>
        <w:pStyle w:val="ListParagraph"/>
        <w:numPr>
          <w:ilvl w:val="4"/>
          <w:numId w:val="28"/>
        </w:numPr>
        <w:spacing w:before="120" w:after="240" w:line="360" w:lineRule="auto"/>
        <w:ind w:left="3544" w:hanging="1276"/>
        <w:contextualSpacing w:val="0"/>
        <w:jc w:val="both"/>
      </w:pPr>
      <w:bookmarkStart w:id="59" w:name="_Toc12416569"/>
      <w:r w:rsidRPr="00170599">
        <w:t xml:space="preserve">the </w:t>
      </w:r>
      <w:r w:rsidR="00F3655E" w:rsidRPr="00170599">
        <w:t>determination of whether information is Confidential Information will not be affected by whether or not such information is subject to, or protected by, common law or statute related to copyright, patent, trademarks or otherwise.</w:t>
      </w:r>
      <w:bookmarkEnd w:id="59"/>
    </w:p>
    <w:p w14:paraId="19ABCEF8" w14:textId="77777777" w:rsidR="00F3655E" w:rsidRPr="00170599" w:rsidRDefault="00F3655E" w:rsidP="00251686">
      <w:pPr>
        <w:pStyle w:val="ListParagraph"/>
        <w:numPr>
          <w:ilvl w:val="2"/>
          <w:numId w:val="28"/>
        </w:numPr>
        <w:spacing w:before="120" w:after="240" w:line="360" w:lineRule="auto"/>
        <w:ind w:left="1134" w:hanging="1134"/>
        <w:contextualSpacing w:val="0"/>
        <w:jc w:val="both"/>
        <w:rPr>
          <w:b/>
          <w:bCs/>
        </w:rPr>
      </w:pPr>
      <w:bookmarkStart w:id="60" w:name="_Toc12416570"/>
      <w:r w:rsidRPr="00170599">
        <w:t>“</w:t>
      </w:r>
      <w:r w:rsidRPr="00170599">
        <w:rPr>
          <w:b/>
          <w:bCs/>
        </w:rPr>
        <w:t>Control</w:t>
      </w:r>
      <w:r w:rsidRPr="00170599">
        <w:t>” means with regard to any entity, the right or power to dictate the management of and otherwise control such entity by any of:</w:t>
      </w:r>
      <w:bookmarkEnd w:id="60"/>
    </w:p>
    <w:p w14:paraId="6F2FAD0C" w14:textId="77777777" w:rsidR="00F3655E" w:rsidRPr="00170599" w:rsidRDefault="00F3655E" w:rsidP="00251686">
      <w:pPr>
        <w:pStyle w:val="ListParagraph"/>
        <w:numPr>
          <w:ilvl w:val="3"/>
          <w:numId w:val="28"/>
        </w:numPr>
        <w:spacing w:before="120" w:after="240" w:line="360" w:lineRule="auto"/>
        <w:ind w:left="2268" w:hanging="1134"/>
        <w:contextualSpacing w:val="0"/>
        <w:jc w:val="both"/>
      </w:pPr>
      <w:bookmarkStart w:id="61" w:name="_Toc12416571"/>
      <w:r w:rsidRPr="00170599">
        <w:t>holding directly or indirectly the majority of the issued share capital or stock (or other ownership interest if not a corporation) of such entity ordinarily having voting rights;</w:t>
      </w:r>
      <w:bookmarkEnd w:id="61"/>
      <w:r w:rsidRPr="00170599">
        <w:t xml:space="preserve"> </w:t>
      </w:r>
    </w:p>
    <w:p w14:paraId="130EA4F7" w14:textId="77777777" w:rsidR="00F3655E" w:rsidRPr="00170599" w:rsidRDefault="00F3655E" w:rsidP="00251686">
      <w:pPr>
        <w:pStyle w:val="ListParagraph"/>
        <w:numPr>
          <w:ilvl w:val="3"/>
          <w:numId w:val="28"/>
        </w:numPr>
        <w:spacing w:before="120" w:after="240" w:line="360" w:lineRule="auto"/>
        <w:ind w:left="2268" w:hanging="1134"/>
        <w:contextualSpacing w:val="0"/>
        <w:jc w:val="both"/>
      </w:pPr>
      <w:bookmarkStart w:id="62" w:name="_Toc12416572"/>
      <w:r w:rsidRPr="00170599">
        <w:t>controlling the majority of the voting rights in such entity; or</w:t>
      </w:r>
      <w:bookmarkEnd w:id="62"/>
      <w:r w:rsidRPr="00170599">
        <w:t xml:space="preserve"> </w:t>
      </w:r>
    </w:p>
    <w:p w14:paraId="33DB5818" w14:textId="77777777" w:rsidR="00F3655E" w:rsidRPr="00170599" w:rsidRDefault="00F3655E" w:rsidP="00251686">
      <w:pPr>
        <w:pStyle w:val="ListParagraph"/>
        <w:numPr>
          <w:ilvl w:val="3"/>
          <w:numId w:val="28"/>
        </w:numPr>
        <w:spacing w:before="120" w:after="240" w:line="360" w:lineRule="auto"/>
        <w:ind w:left="2268" w:hanging="1134"/>
        <w:contextualSpacing w:val="0"/>
        <w:jc w:val="both"/>
      </w:pPr>
      <w:bookmarkStart w:id="63" w:name="_Toc12416573"/>
      <w:r w:rsidRPr="00170599">
        <w:t>having the right to appoint or remove directors holding a majority of the voting rights at meetings of the board of directors of such entity.</w:t>
      </w:r>
      <w:bookmarkEnd w:id="63"/>
    </w:p>
    <w:p w14:paraId="00CF6BB0" w14:textId="6E2308EB" w:rsidR="006E6EA1" w:rsidRPr="00170599" w:rsidRDefault="006E6EA1" w:rsidP="00251686">
      <w:pPr>
        <w:pStyle w:val="ListParagraph"/>
        <w:numPr>
          <w:ilvl w:val="2"/>
          <w:numId w:val="28"/>
        </w:numPr>
        <w:spacing w:before="120" w:after="240" w:line="360" w:lineRule="auto"/>
        <w:ind w:left="1134" w:hanging="1134"/>
        <w:contextualSpacing w:val="0"/>
        <w:jc w:val="both"/>
      </w:pPr>
      <w:bookmarkStart w:id="64" w:name="_Toc12416574"/>
      <w:r w:rsidRPr="00170599">
        <w:t>“</w:t>
      </w:r>
      <w:r w:rsidRPr="00170599">
        <w:rPr>
          <w:b/>
          <w:bCs/>
        </w:rPr>
        <w:t>Data Protection Legislation</w:t>
      </w:r>
      <w:r w:rsidRPr="00170599">
        <w:t xml:space="preserve">” means </w:t>
      </w:r>
      <w:r w:rsidR="006F3330" w:rsidRPr="00170599">
        <w:t xml:space="preserve">any other </w:t>
      </w:r>
      <w:r w:rsidRPr="00170599">
        <w:t>legislation applicable to the protection of Personal Information in the Republic of South Africa</w:t>
      </w:r>
      <w:r w:rsidR="00905FC4" w:rsidRPr="00170599">
        <w:t>;</w:t>
      </w:r>
      <w:bookmarkEnd w:id="64"/>
    </w:p>
    <w:p w14:paraId="3062DFAF" w14:textId="77777777" w:rsidR="006E6EA1" w:rsidRPr="00170599" w:rsidRDefault="006E6EA1" w:rsidP="00251686">
      <w:pPr>
        <w:pStyle w:val="ListParagraph"/>
        <w:numPr>
          <w:ilvl w:val="2"/>
          <w:numId w:val="28"/>
        </w:numPr>
        <w:spacing w:before="120" w:after="240" w:line="360" w:lineRule="auto"/>
        <w:ind w:left="1134" w:hanging="1134"/>
        <w:contextualSpacing w:val="0"/>
        <w:jc w:val="both"/>
      </w:pPr>
      <w:bookmarkStart w:id="65" w:name="_Toc12416575"/>
      <w:r w:rsidRPr="00170599">
        <w:t>“</w:t>
      </w:r>
      <w:r w:rsidRPr="00170599">
        <w:rPr>
          <w:b/>
          <w:bCs/>
        </w:rPr>
        <w:t>Data Subject</w:t>
      </w:r>
      <w:r w:rsidRPr="00170599">
        <w:t>” means the person to whom Personal Information relates;</w:t>
      </w:r>
      <w:bookmarkEnd w:id="65"/>
    </w:p>
    <w:p w14:paraId="5C2BFE83" w14:textId="77777777" w:rsidR="00F3655E" w:rsidRPr="00170599" w:rsidRDefault="006E6EA1" w:rsidP="00251686">
      <w:pPr>
        <w:pStyle w:val="ListParagraph"/>
        <w:numPr>
          <w:ilvl w:val="2"/>
          <w:numId w:val="28"/>
        </w:numPr>
        <w:spacing w:before="120" w:after="240" w:line="360" w:lineRule="auto"/>
        <w:ind w:left="1134" w:hanging="1134"/>
        <w:contextualSpacing w:val="0"/>
        <w:jc w:val="both"/>
      </w:pPr>
      <w:bookmarkStart w:id="66" w:name="_Toc12416576"/>
      <w:r w:rsidRPr="00170599">
        <w:t>"</w:t>
      </w:r>
      <w:r w:rsidRPr="00170599">
        <w:rPr>
          <w:b/>
          <w:bCs/>
        </w:rPr>
        <w:t>Deficiency</w:t>
      </w:r>
      <w:r w:rsidRPr="00170599">
        <w:t xml:space="preserve">" means any error, Problem, non-conformity or defect in the: (i) </w:t>
      </w:r>
      <w:r w:rsidR="0041748B" w:rsidRPr="00170599">
        <w:t>Software</w:t>
      </w:r>
      <w:r w:rsidRPr="00170599">
        <w:t>; (ii) License; (iii) Operating System; (iv) Hardware; and/or (iv) Documentation, resulting from any deviation from the Functional Specification, or incorrect or incomplete documentation</w:t>
      </w:r>
      <w:r w:rsidR="00F3655E" w:rsidRPr="00170599">
        <w:t>;</w:t>
      </w:r>
      <w:bookmarkEnd w:id="66"/>
    </w:p>
    <w:p w14:paraId="1ECFC6F0" w14:textId="77777777" w:rsidR="00552A1D" w:rsidRPr="00170599" w:rsidRDefault="00552A1D" w:rsidP="00251686">
      <w:pPr>
        <w:pStyle w:val="ListParagraph"/>
        <w:numPr>
          <w:ilvl w:val="2"/>
          <w:numId w:val="28"/>
        </w:numPr>
        <w:spacing w:before="120" w:after="240" w:line="360" w:lineRule="auto"/>
        <w:ind w:left="1134" w:hanging="1134"/>
        <w:contextualSpacing w:val="0"/>
        <w:jc w:val="both"/>
      </w:pPr>
      <w:bookmarkStart w:id="67" w:name="_Toc12416577"/>
      <w:r w:rsidRPr="00170599">
        <w:t>"</w:t>
      </w:r>
      <w:r w:rsidRPr="00170599">
        <w:rPr>
          <w:b/>
          <w:bCs/>
        </w:rPr>
        <w:t>Deliverable</w:t>
      </w:r>
      <w:r w:rsidR="00F3655E" w:rsidRPr="00170599">
        <w:rPr>
          <w:b/>
          <w:bCs/>
        </w:rPr>
        <w:t>(s)</w:t>
      </w:r>
      <w:r w:rsidRPr="00170599">
        <w:t xml:space="preserve">" means the </w:t>
      </w:r>
      <w:r w:rsidR="00800DA6" w:rsidRPr="00170599">
        <w:t xml:space="preserve">Software </w:t>
      </w:r>
      <w:r w:rsidR="00BD6069" w:rsidRPr="00170599">
        <w:t>Licenses</w:t>
      </w:r>
      <w:r w:rsidR="00F3655E" w:rsidRPr="00170599">
        <w:t xml:space="preserve"> </w:t>
      </w:r>
      <w:r w:rsidR="0021290E" w:rsidRPr="00170599">
        <w:t>and/</w:t>
      </w:r>
      <w:r w:rsidR="00F3655E" w:rsidRPr="00170599">
        <w:t xml:space="preserve">or </w:t>
      </w:r>
      <w:r w:rsidRPr="00170599">
        <w:t xml:space="preserve">Documentation, including any other material, specification, documentation which are provided by the Service Provider </w:t>
      </w:r>
      <w:r w:rsidR="0021290E" w:rsidRPr="00170599">
        <w:t xml:space="preserve">to </w:t>
      </w:r>
      <w:r w:rsidR="00F3655E" w:rsidRPr="00170599">
        <w:t>SARS</w:t>
      </w:r>
      <w:r w:rsidRPr="00170599">
        <w:t xml:space="preserve"> as part of the Services pursuant to this Agreement;</w:t>
      </w:r>
      <w:bookmarkEnd w:id="67"/>
    </w:p>
    <w:p w14:paraId="240FB12B" w14:textId="51F19D62" w:rsidR="00552A1D" w:rsidRDefault="00552A1D" w:rsidP="00251686">
      <w:pPr>
        <w:pStyle w:val="ListParagraph"/>
        <w:numPr>
          <w:ilvl w:val="2"/>
          <w:numId w:val="28"/>
        </w:numPr>
        <w:spacing w:before="120" w:after="240" w:line="360" w:lineRule="auto"/>
        <w:ind w:left="1134" w:hanging="1134"/>
        <w:contextualSpacing w:val="0"/>
        <w:jc w:val="both"/>
      </w:pPr>
      <w:bookmarkStart w:id="68" w:name="_Toc12416578"/>
      <w:r w:rsidRPr="00170599">
        <w:t>"</w:t>
      </w:r>
      <w:r w:rsidRPr="00170599">
        <w:rPr>
          <w:b/>
          <w:bCs/>
        </w:rPr>
        <w:t>Destructive Element</w:t>
      </w:r>
      <w:r w:rsidRPr="00170599">
        <w:t>" means any "back door", "time bomb", "time lock", "trojan horse", "worm", "drop dead device", "virus" or other computer software routine, code or device intended or designed to: (a) permit access to or the use of any software, firmware, hardware and peripherals, wide area network, or local area network by an unauthorised person; or (b) disable, damage, erase, disrupt or impair in any way the operation of any software, firmware, hardware and peripherals, wide area network, or local area network, including by the elapsing of a period of time, exceeding an authorised number of copies, advancement to a particular date or other numeral; or (c) damage, erase or corrupt data, storage media, programmes, equipment or communications or otherwise interfere with operations of any software, firmware, hardware and peripherals, wide area network, or local area network; and/or (d) any other form of destructive coding and/or device, including those which result in aesthetical disruptions or distortions;</w:t>
      </w:r>
      <w:bookmarkEnd w:id="68"/>
    </w:p>
    <w:p w14:paraId="0A09FFF5" w14:textId="77777777" w:rsidR="00EB5891" w:rsidRDefault="00EB5891" w:rsidP="00187367">
      <w:pPr>
        <w:pStyle w:val="ListParagraph"/>
        <w:ind w:left="0"/>
      </w:pPr>
    </w:p>
    <w:p w14:paraId="60AB742B" w14:textId="27A780E1" w:rsidR="00094BB6" w:rsidRDefault="00EB5891" w:rsidP="00EB5891">
      <w:pPr>
        <w:numPr>
          <w:ilvl w:val="2"/>
          <w:numId w:val="28"/>
        </w:numPr>
        <w:spacing w:line="360" w:lineRule="auto"/>
        <w:ind w:left="1134" w:hanging="1134"/>
        <w:contextualSpacing/>
        <w:jc w:val="both"/>
        <w:rPr>
          <w:rFonts w:ascii="Arial" w:hAnsi="Arial" w:cs="Arial"/>
        </w:rPr>
      </w:pPr>
      <w:r w:rsidRPr="005E1EBD">
        <w:rPr>
          <w:rFonts w:ascii="Arial" w:hAnsi="Arial" w:cs="Arial"/>
          <w:b/>
        </w:rPr>
        <w:t>“Disaster”</w:t>
      </w:r>
      <w:r w:rsidRPr="005E1EBD">
        <w:rPr>
          <w:rFonts w:ascii="Arial" w:hAnsi="Arial" w:cs="Arial"/>
        </w:rPr>
        <w:t xml:space="preserve"> means the complete or partial loss of a Service or facility where such Service or facility is unrecoverable through normal recovery processes.</w:t>
      </w:r>
    </w:p>
    <w:p w14:paraId="76CAF5EE" w14:textId="7C799DE6" w:rsidR="00EB5891" w:rsidRPr="005E1EBD" w:rsidRDefault="00EB5891" w:rsidP="00094BB6">
      <w:pPr>
        <w:spacing w:line="360" w:lineRule="auto"/>
        <w:ind w:left="1134"/>
        <w:contextualSpacing/>
        <w:jc w:val="both"/>
        <w:rPr>
          <w:rFonts w:ascii="Arial" w:hAnsi="Arial" w:cs="Arial"/>
        </w:rPr>
      </w:pPr>
      <w:r w:rsidRPr="005E1EBD">
        <w:rPr>
          <w:rFonts w:ascii="Arial" w:hAnsi="Arial" w:cs="Arial"/>
        </w:rPr>
        <w:t xml:space="preserve"> </w:t>
      </w:r>
    </w:p>
    <w:p w14:paraId="090C7925" w14:textId="77777777" w:rsidR="00552A1D" w:rsidRPr="00170599" w:rsidRDefault="00552A1D" w:rsidP="00251686">
      <w:pPr>
        <w:pStyle w:val="ListParagraph"/>
        <w:numPr>
          <w:ilvl w:val="2"/>
          <w:numId w:val="28"/>
        </w:numPr>
        <w:spacing w:before="120" w:after="240" w:line="360" w:lineRule="auto"/>
        <w:ind w:left="1134" w:hanging="1134"/>
        <w:contextualSpacing w:val="0"/>
        <w:jc w:val="both"/>
      </w:pPr>
      <w:bookmarkStart w:id="69" w:name="_Toc12416579"/>
      <w:r w:rsidRPr="00170599">
        <w:t>"</w:t>
      </w:r>
      <w:r w:rsidRPr="00170599">
        <w:rPr>
          <w:b/>
          <w:bCs/>
        </w:rPr>
        <w:t>Disclosing Party</w:t>
      </w:r>
      <w:r w:rsidRPr="00170599">
        <w:t xml:space="preserve">" </w:t>
      </w:r>
      <w:r w:rsidR="0021290E" w:rsidRPr="00170599">
        <w:t>means a Party disclosing the Confidential Information to the Receiving Party</w:t>
      </w:r>
      <w:r w:rsidRPr="00170599">
        <w:t>;</w:t>
      </w:r>
      <w:bookmarkEnd w:id="69"/>
    </w:p>
    <w:p w14:paraId="3E902E99" w14:textId="77777777" w:rsidR="00975552" w:rsidRPr="00170599" w:rsidRDefault="00552A1D" w:rsidP="00251686">
      <w:pPr>
        <w:pStyle w:val="ListParagraph"/>
        <w:numPr>
          <w:ilvl w:val="2"/>
          <w:numId w:val="28"/>
        </w:numPr>
        <w:spacing w:before="120" w:after="240" w:line="360" w:lineRule="auto"/>
        <w:ind w:left="1134" w:hanging="1134"/>
        <w:contextualSpacing w:val="0"/>
        <w:jc w:val="both"/>
      </w:pPr>
      <w:bookmarkStart w:id="70" w:name="_Toc12416580"/>
      <w:r w:rsidRPr="00170599">
        <w:t>"</w:t>
      </w:r>
      <w:r w:rsidRPr="00170599">
        <w:rPr>
          <w:b/>
          <w:bCs/>
        </w:rPr>
        <w:t>Documentation</w:t>
      </w:r>
      <w:r w:rsidRPr="00170599">
        <w:t>" means the Functional Specification,</w:t>
      </w:r>
      <w:r w:rsidR="00707260" w:rsidRPr="00170599">
        <w:t xml:space="preserve"> user</w:t>
      </w:r>
      <w:r w:rsidR="000F0091" w:rsidRPr="00170599">
        <w:t xml:space="preserve"> manuals, training</w:t>
      </w:r>
      <w:r w:rsidRPr="00170599">
        <w:t xml:space="preserve"> </w:t>
      </w:r>
      <w:r w:rsidR="0021290E" w:rsidRPr="00170599">
        <w:t>manuals</w:t>
      </w:r>
      <w:r w:rsidR="00707260" w:rsidRPr="00170599">
        <w:t>, support manuals,</w:t>
      </w:r>
      <w:r w:rsidRPr="00170599">
        <w:t xml:space="preserve"> including any other documentation relating to a </w:t>
      </w:r>
      <w:r w:rsidR="001D2BCE" w:rsidRPr="00170599">
        <w:t>D</w:t>
      </w:r>
      <w:r w:rsidRPr="00170599">
        <w:t xml:space="preserve">eliverable under </w:t>
      </w:r>
      <w:r w:rsidR="001D2BCE" w:rsidRPr="00170599">
        <w:t xml:space="preserve">this Agreement </w:t>
      </w:r>
      <w:r w:rsidRPr="00170599">
        <w:t xml:space="preserve">which will be furnished by the Service Provider to </w:t>
      </w:r>
      <w:r w:rsidR="001D2BCE" w:rsidRPr="00170599">
        <w:t>SARS a</w:t>
      </w:r>
      <w:r w:rsidRPr="00170599">
        <w:t xml:space="preserve">s envisaged in this Agreement. A list of the Documentation is attached </w:t>
      </w:r>
      <w:r w:rsidR="0021290E" w:rsidRPr="00170599">
        <w:t xml:space="preserve">in the Schedule of Documents attached </w:t>
      </w:r>
      <w:r w:rsidRPr="00170599">
        <w:t xml:space="preserve">hereto and marked </w:t>
      </w:r>
      <w:r w:rsidR="00506E58" w:rsidRPr="00170599">
        <w:t>A</w:t>
      </w:r>
      <w:r w:rsidR="00E90829" w:rsidRPr="00170599">
        <w:t>nnexure B</w:t>
      </w:r>
      <w:r w:rsidRPr="00170599">
        <w:t>;</w:t>
      </w:r>
      <w:bookmarkEnd w:id="70"/>
      <w:r w:rsidRPr="00170599">
        <w:t xml:space="preserve"> </w:t>
      </w:r>
    </w:p>
    <w:p w14:paraId="3C58793A" w14:textId="77777777" w:rsidR="00E244E7" w:rsidRPr="00170599" w:rsidRDefault="00E244E7" w:rsidP="00251686">
      <w:pPr>
        <w:pStyle w:val="ListParagraph"/>
        <w:numPr>
          <w:ilvl w:val="2"/>
          <w:numId w:val="28"/>
        </w:numPr>
        <w:spacing w:before="120" w:after="240" w:line="360" w:lineRule="auto"/>
        <w:ind w:left="1134" w:hanging="1134"/>
        <w:contextualSpacing w:val="0"/>
        <w:jc w:val="both"/>
      </w:pPr>
      <w:bookmarkStart w:id="71" w:name="_Toc12416581"/>
      <w:r w:rsidRPr="00170599">
        <w:t>“</w:t>
      </w:r>
      <w:r w:rsidRPr="00170599">
        <w:rPr>
          <w:b/>
          <w:bCs/>
        </w:rPr>
        <w:t>ECA</w:t>
      </w:r>
      <w:r w:rsidRPr="00170599">
        <w:t>” means the Electronic Communications Act, 2005 (Act No. 36 of 2005), as amended;</w:t>
      </w:r>
      <w:bookmarkEnd w:id="71"/>
    </w:p>
    <w:p w14:paraId="292F7126" w14:textId="368A03F1" w:rsidR="009126CE" w:rsidRPr="00170599" w:rsidRDefault="00E244E7" w:rsidP="00251686">
      <w:pPr>
        <w:pStyle w:val="ListParagraph"/>
        <w:numPr>
          <w:ilvl w:val="2"/>
          <w:numId w:val="28"/>
        </w:numPr>
        <w:spacing w:before="120" w:after="240" w:line="360" w:lineRule="auto"/>
        <w:ind w:left="1134" w:hanging="1134"/>
        <w:contextualSpacing w:val="0"/>
        <w:jc w:val="both"/>
      </w:pPr>
      <w:bookmarkStart w:id="72" w:name="_Toc12416582"/>
      <w:r w:rsidRPr="00170599">
        <w:t>“</w:t>
      </w:r>
      <w:r w:rsidRPr="00170599">
        <w:rPr>
          <w:b/>
          <w:bCs/>
        </w:rPr>
        <w:t>Effective Date</w:t>
      </w:r>
      <w:r w:rsidRPr="00170599">
        <w:t xml:space="preserve">” </w:t>
      </w:r>
      <w:r w:rsidR="009126CE" w:rsidRPr="00170599">
        <w:t xml:space="preserve">means </w:t>
      </w:r>
      <w:r w:rsidR="00905FC4" w:rsidRPr="00170599">
        <w:rPr>
          <w:b/>
          <w:color w:val="FF0000"/>
        </w:rPr>
        <w:t>[TO BE ADDED]</w:t>
      </w:r>
      <w:r w:rsidR="00E43418" w:rsidRPr="00170599">
        <w:t>,</w:t>
      </w:r>
      <w:r w:rsidR="00840245" w:rsidRPr="00170599">
        <w:t xml:space="preserve"> being the date </w:t>
      </w:r>
      <w:r w:rsidR="009126CE" w:rsidRPr="00170599">
        <w:t>upon which the Service Provider commence</w:t>
      </w:r>
      <w:r w:rsidR="00194001" w:rsidRPr="00170599">
        <w:t>d</w:t>
      </w:r>
      <w:r w:rsidR="009126CE" w:rsidRPr="00170599">
        <w:t xml:space="preserve"> with the</w:t>
      </w:r>
      <w:r w:rsidR="00DB2607" w:rsidRPr="00170599">
        <w:t xml:space="preserve"> provision of the </w:t>
      </w:r>
      <w:r w:rsidR="00506E58" w:rsidRPr="00170599">
        <w:t>Services</w:t>
      </w:r>
      <w:r w:rsidR="00DB2607" w:rsidRPr="00170599">
        <w:t xml:space="preserve"> </w:t>
      </w:r>
      <w:r w:rsidR="00176420" w:rsidRPr="00170599">
        <w:t xml:space="preserve">or any part </w:t>
      </w:r>
      <w:r w:rsidR="000215A0" w:rsidRPr="00170599">
        <w:t>thereof notwithstanding</w:t>
      </w:r>
      <w:r w:rsidR="009126CE" w:rsidRPr="00170599">
        <w:t xml:space="preserve"> the Signature Date;</w:t>
      </w:r>
      <w:bookmarkEnd w:id="72"/>
    </w:p>
    <w:p w14:paraId="1C1498CC" w14:textId="77777777" w:rsidR="00707260" w:rsidRPr="00170599" w:rsidRDefault="00707260" w:rsidP="00251686">
      <w:pPr>
        <w:pStyle w:val="ListParagraph"/>
        <w:numPr>
          <w:ilvl w:val="2"/>
          <w:numId w:val="28"/>
        </w:numPr>
        <w:spacing w:before="120" w:after="240" w:line="360" w:lineRule="auto"/>
        <w:ind w:left="1134" w:hanging="1134"/>
        <w:contextualSpacing w:val="0"/>
        <w:jc w:val="both"/>
      </w:pPr>
      <w:bookmarkStart w:id="73" w:name="_Toc12416583"/>
      <w:r w:rsidRPr="00170599">
        <w:t>"</w:t>
      </w:r>
      <w:r w:rsidRPr="00170599">
        <w:rPr>
          <w:b/>
          <w:bCs/>
        </w:rPr>
        <w:t>Enhancement</w:t>
      </w:r>
      <w:r w:rsidRPr="00170599">
        <w:t xml:space="preserve">" means significant changes to the Software or any component of the Software resulting in the addition of a new feature or capability of the Software which </w:t>
      </w:r>
      <w:r w:rsidR="00B366BB" w:rsidRPr="00170599">
        <w:t>feature,</w:t>
      </w:r>
      <w:r w:rsidRPr="00170599">
        <w:t xml:space="preserve"> or capability is not present in the specifications for such Software;</w:t>
      </w:r>
      <w:bookmarkEnd w:id="73"/>
    </w:p>
    <w:p w14:paraId="5D36835A" w14:textId="026A39FF" w:rsidR="00840245" w:rsidRPr="001A303E" w:rsidRDefault="00840245" w:rsidP="00251686">
      <w:pPr>
        <w:pStyle w:val="ListParagraph"/>
        <w:numPr>
          <w:ilvl w:val="2"/>
          <w:numId w:val="28"/>
        </w:numPr>
        <w:spacing w:before="120" w:after="240" w:line="360" w:lineRule="auto"/>
        <w:ind w:left="1134" w:hanging="1134"/>
        <w:contextualSpacing w:val="0"/>
        <w:jc w:val="both"/>
      </w:pPr>
      <w:bookmarkStart w:id="74" w:name="_Toc12416584"/>
      <w:r w:rsidRPr="00170599">
        <w:t>“</w:t>
      </w:r>
      <w:r w:rsidRPr="00170599">
        <w:rPr>
          <w:b/>
          <w:bCs/>
        </w:rPr>
        <w:t>Fees</w:t>
      </w:r>
      <w:r w:rsidRPr="00170599">
        <w:t xml:space="preserve">” means the </w:t>
      </w:r>
      <w:r w:rsidR="009A6F45" w:rsidRPr="00170599">
        <w:t xml:space="preserve">annual license maintenance and support </w:t>
      </w:r>
      <w:r w:rsidRPr="00170599">
        <w:t xml:space="preserve">fees payable by SARS to the Service Provider for the </w:t>
      </w:r>
      <w:r w:rsidR="008A2F88" w:rsidRPr="00170599">
        <w:t xml:space="preserve">Software including </w:t>
      </w:r>
      <w:r w:rsidRPr="00170599">
        <w:t>provi</w:t>
      </w:r>
      <w:r w:rsidR="00B675FA" w:rsidRPr="00170599">
        <w:t xml:space="preserve">sion of the Services </w:t>
      </w:r>
      <w:r w:rsidR="008A2F88" w:rsidRPr="00170599">
        <w:t xml:space="preserve">and Upgrades </w:t>
      </w:r>
      <w:r w:rsidR="00B675FA" w:rsidRPr="00170599">
        <w:t>which fees</w:t>
      </w:r>
      <w:r w:rsidRPr="00170599">
        <w:t xml:space="preserve"> are as set out in </w:t>
      </w:r>
      <w:r w:rsidR="009A6F45" w:rsidRPr="00170599">
        <w:rPr>
          <w:b/>
        </w:rPr>
        <w:t xml:space="preserve">Clause </w:t>
      </w:r>
      <w:r w:rsidR="009A7947" w:rsidRPr="001A303E">
        <w:rPr>
          <w:b/>
        </w:rPr>
        <w:fldChar w:fldCharType="begin"/>
      </w:r>
      <w:r w:rsidR="009A7947" w:rsidRPr="00170599">
        <w:rPr>
          <w:b/>
        </w:rPr>
        <w:instrText xml:space="preserve"> REF _Ref254281632 \r \h </w:instrText>
      </w:r>
      <w:r w:rsidR="00252202">
        <w:rPr>
          <w:b/>
        </w:rPr>
        <w:instrText xml:space="preserve"> \* MERGEFORMAT </w:instrText>
      </w:r>
      <w:r w:rsidR="009A7947" w:rsidRPr="001A303E">
        <w:rPr>
          <w:b/>
        </w:rPr>
      </w:r>
      <w:r w:rsidR="009A7947" w:rsidRPr="001A303E">
        <w:rPr>
          <w:b/>
        </w:rPr>
        <w:fldChar w:fldCharType="separate"/>
      </w:r>
      <w:r w:rsidR="009A7947" w:rsidRPr="001A303E">
        <w:rPr>
          <w:b/>
        </w:rPr>
        <w:t>15</w:t>
      </w:r>
      <w:r w:rsidR="009A7947" w:rsidRPr="001A303E">
        <w:rPr>
          <w:b/>
        </w:rPr>
        <w:fldChar w:fldCharType="end"/>
      </w:r>
      <w:r w:rsidR="009A6F45" w:rsidRPr="001A303E">
        <w:t xml:space="preserve"> below</w:t>
      </w:r>
      <w:r w:rsidR="00CD57FF" w:rsidRPr="001A303E">
        <w:t xml:space="preserve"> and Annexure </w:t>
      </w:r>
      <w:r w:rsidR="00CD57FF" w:rsidRPr="00A068C9">
        <w:t>B</w:t>
      </w:r>
      <w:r w:rsidRPr="00A068C9">
        <w:t>;</w:t>
      </w:r>
      <w:bookmarkEnd w:id="74"/>
      <w:r w:rsidRPr="001A303E">
        <w:t xml:space="preserve"> </w:t>
      </w:r>
    </w:p>
    <w:p w14:paraId="0F5A0B36" w14:textId="77777777" w:rsidR="00E244E7" w:rsidRPr="001A303E" w:rsidRDefault="00E244E7" w:rsidP="00251686">
      <w:pPr>
        <w:pStyle w:val="ListParagraph"/>
        <w:numPr>
          <w:ilvl w:val="2"/>
          <w:numId w:val="28"/>
        </w:numPr>
        <w:spacing w:before="120" w:after="240" w:line="360" w:lineRule="auto"/>
        <w:ind w:left="1134" w:hanging="1134"/>
        <w:contextualSpacing w:val="0"/>
        <w:jc w:val="both"/>
      </w:pPr>
      <w:bookmarkStart w:id="75" w:name="_Toc12416585"/>
      <w:r w:rsidRPr="001A303E">
        <w:t>“</w:t>
      </w:r>
      <w:r w:rsidRPr="001A303E">
        <w:rPr>
          <w:b/>
          <w:bCs/>
        </w:rPr>
        <w:t>Force Majeure Event</w:t>
      </w:r>
      <w:r w:rsidRPr="001A303E">
        <w:t>” means any circumstances beyond a Party’s reasonable control and includes, without limitation: (i) acts of God, public enemy, fire, explosion, earthquake, perils of the sea, flood, storm or other adverse weather conditions, war declared or undeclared, civil war, revolution, civil commotion or other civil disorder, sabotage, riot, strikes, lock-outs or other labour disputes, blockade, embargo, sanctions, epidemics, act of any Government or other Authority, compliance with law, regulations or demands of any Government or Governmental agency, limitations imposed by exchange control or foreign investment or other similar regulations or any other circumstances of like or different nature beyond the reasonable control of the Party so failing;</w:t>
      </w:r>
      <w:bookmarkEnd w:id="75"/>
    </w:p>
    <w:p w14:paraId="0C6CBF3B" w14:textId="43AF71FC" w:rsidR="0041748B" w:rsidRPr="001A303E" w:rsidRDefault="0041748B" w:rsidP="00251686">
      <w:pPr>
        <w:pStyle w:val="ListParagraph"/>
        <w:numPr>
          <w:ilvl w:val="2"/>
          <w:numId w:val="28"/>
        </w:numPr>
        <w:spacing w:before="120" w:after="240" w:line="360" w:lineRule="auto"/>
        <w:ind w:left="1134" w:hanging="1134"/>
        <w:contextualSpacing w:val="0"/>
        <w:jc w:val="both"/>
      </w:pPr>
      <w:bookmarkStart w:id="76" w:name="_Toc12416586"/>
      <w:r w:rsidRPr="001A303E">
        <w:t>“</w:t>
      </w:r>
      <w:r w:rsidRPr="001A303E">
        <w:rPr>
          <w:b/>
        </w:rPr>
        <w:t>Functional Specification</w:t>
      </w:r>
      <w:r w:rsidRPr="001A303E">
        <w:t>” means the document specifying the technical functionality and operation of the Software which document is annexed hereto and marked A</w:t>
      </w:r>
      <w:r w:rsidR="00E90829" w:rsidRPr="001A303E">
        <w:t xml:space="preserve">nnexure </w:t>
      </w:r>
      <w:r w:rsidR="00D86A4A" w:rsidRPr="001A303E">
        <w:t>(</w:t>
      </w:r>
      <w:r w:rsidR="00D86A4A" w:rsidRPr="001A303E">
        <w:sym w:font="Wingdings" w:char="F06C"/>
      </w:r>
      <w:r w:rsidR="00D86A4A" w:rsidRPr="001A303E">
        <w:t>)</w:t>
      </w:r>
      <w:r w:rsidRPr="001A303E">
        <w:t>;</w:t>
      </w:r>
      <w:bookmarkEnd w:id="76"/>
      <w:r w:rsidRPr="001A303E">
        <w:t xml:space="preserve"> </w:t>
      </w:r>
    </w:p>
    <w:p w14:paraId="3278F793" w14:textId="7234B5FA" w:rsidR="00E244E7" w:rsidRPr="001A303E" w:rsidRDefault="00E244E7" w:rsidP="00251686">
      <w:pPr>
        <w:pStyle w:val="ListParagraph"/>
        <w:numPr>
          <w:ilvl w:val="2"/>
          <w:numId w:val="28"/>
        </w:numPr>
        <w:spacing w:before="120" w:after="240" w:line="360" w:lineRule="auto"/>
        <w:ind w:left="1134" w:hanging="1134"/>
        <w:contextualSpacing w:val="0"/>
        <w:jc w:val="both"/>
      </w:pPr>
      <w:bookmarkStart w:id="77" w:name="_Toc12416588"/>
      <w:r w:rsidRPr="001A303E">
        <w:t>“</w:t>
      </w:r>
      <w:r w:rsidRPr="001A303E">
        <w:rPr>
          <w:b/>
          <w:bCs/>
        </w:rPr>
        <w:t>ICT</w:t>
      </w:r>
      <w:r w:rsidRPr="001A303E">
        <w:t>” means information communication and technology;</w:t>
      </w:r>
      <w:bookmarkEnd w:id="77"/>
      <w:r w:rsidRPr="001A303E">
        <w:t xml:space="preserve"> </w:t>
      </w:r>
    </w:p>
    <w:p w14:paraId="65BE80AA" w14:textId="77777777" w:rsidR="0041748B" w:rsidRPr="001A303E" w:rsidRDefault="0041748B" w:rsidP="00251686">
      <w:pPr>
        <w:pStyle w:val="ListParagraph"/>
        <w:numPr>
          <w:ilvl w:val="2"/>
          <w:numId w:val="28"/>
        </w:numPr>
        <w:spacing w:before="120" w:after="240" w:line="360" w:lineRule="auto"/>
        <w:ind w:left="1134" w:hanging="1134"/>
        <w:contextualSpacing w:val="0"/>
        <w:jc w:val="both"/>
      </w:pPr>
      <w:bookmarkStart w:id="78" w:name="_Toc12416589"/>
      <w:r w:rsidRPr="001A303E">
        <w:t>“</w:t>
      </w:r>
      <w:r w:rsidRPr="001A303E">
        <w:rPr>
          <w:b/>
          <w:bCs/>
        </w:rPr>
        <w:t>Incident</w:t>
      </w:r>
      <w:r w:rsidRPr="001A303E">
        <w:t>” means any event that is not part of the standard operation of a service and which causes, or may cause, an interruption to, or a reduction in, the quality of that Software or Service;</w:t>
      </w:r>
      <w:bookmarkEnd w:id="78"/>
      <w:r w:rsidRPr="001A303E">
        <w:t xml:space="preserve"> </w:t>
      </w:r>
    </w:p>
    <w:p w14:paraId="585AF7C9" w14:textId="77777777" w:rsidR="00E244E7" w:rsidRPr="00BB3CB5" w:rsidRDefault="00E244E7" w:rsidP="00251686">
      <w:pPr>
        <w:pStyle w:val="ListParagraph"/>
        <w:numPr>
          <w:ilvl w:val="2"/>
          <w:numId w:val="28"/>
        </w:numPr>
        <w:spacing w:before="120" w:after="240" w:line="360" w:lineRule="auto"/>
        <w:ind w:left="1134" w:hanging="1134"/>
        <w:contextualSpacing w:val="0"/>
        <w:jc w:val="both"/>
      </w:pPr>
      <w:bookmarkStart w:id="79" w:name="_Toc12416590"/>
      <w:r w:rsidRPr="001A303E">
        <w:t>“</w:t>
      </w:r>
      <w:r w:rsidRPr="001A303E">
        <w:rPr>
          <w:b/>
          <w:bCs/>
        </w:rPr>
        <w:t>Intellectual Property</w:t>
      </w:r>
      <w:r w:rsidRPr="001A303E">
        <w:t>” means all computer programs, software, source code, object code, programmer interfaces, specifications, operating instructions, compilations, lists, databases, systems, operations, processes, methodologies, technologies, algorithms, techniques, methods, designs, circuit layouts and mask-works, plans, reports, data, works protected under the Copyright Act 98 of 1978, works of authorship, video recordings, audio recordings, photographs, models, samples, substances, trade secrets, formulae, know-how, show-how, Confidential Information, concepts and ideas of any nature (including of a technical, scientific, engineering, commercial, strategic, financial, marketing or organisational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w:t>
      </w:r>
      <w:r w:rsidRPr="00BB3CB5">
        <w:t xml:space="preserve"> and any applications for registration of such intellectual property, and includes all Intellectual Property Rights in any of the foregoing;</w:t>
      </w:r>
      <w:bookmarkEnd w:id="79"/>
    </w:p>
    <w:p w14:paraId="34E0C7CA" w14:textId="77777777" w:rsidR="00E244E7" w:rsidRPr="00170599" w:rsidRDefault="00E244E7" w:rsidP="00251686">
      <w:pPr>
        <w:pStyle w:val="ListParagraph"/>
        <w:numPr>
          <w:ilvl w:val="2"/>
          <w:numId w:val="28"/>
        </w:numPr>
        <w:spacing w:before="120" w:after="240" w:line="360" w:lineRule="auto"/>
        <w:ind w:left="1134" w:hanging="1134"/>
        <w:contextualSpacing w:val="0"/>
        <w:jc w:val="both"/>
      </w:pPr>
      <w:bookmarkStart w:id="80" w:name="_Toc12416591"/>
      <w:r w:rsidRPr="00170599">
        <w:t>“</w:t>
      </w:r>
      <w:r w:rsidRPr="00170599">
        <w:rPr>
          <w:b/>
          <w:bCs/>
        </w:rPr>
        <w:t>Intellectual Property Rights</w:t>
      </w:r>
      <w:r w:rsidRPr="00170599">
        <w:t>” means all rights of whatever nature and however described in respect of Intellectual Property, including:</w:t>
      </w:r>
      <w:bookmarkEnd w:id="80"/>
    </w:p>
    <w:p w14:paraId="2E5D6E32" w14:textId="77777777" w:rsidR="00E244E7" w:rsidRPr="00170599" w:rsidRDefault="00E244E7" w:rsidP="00251686">
      <w:pPr>
        <w:pStyle w:val="ListParagraph"/>
        <w:numPr>
          <w:ilvl w:val="3"/>
          <w:numId w:val="28"/>
        </w:numPr>
        <w:spacing w:before="120" w:after="240" w:line="360" w:lineRule="auto"/>
        <w:ind w:left="2268" w:hanging="1134"/>
        <w:contextualSpacing w:val="0"/>
        <w:jc w:val="both"/>
      </w:pPr>
      <w:bookmarkStart w:id="81" w:name="_Toc12416592"/>
      <w:r w:rsidRPr="00170599">
        <w:t>all patents and other patent rights, including divisional and continuation patents, utility models;</w:t>
      </w:r>
      <w:bookmarkEnd w:id="81"/>
    </w:p>
    <w:p w14:paraId="51593786" w14:textId="77777777" w:rsidR="00E244E7" w:rsidRPr="00170599" w:rsidRDefault="00E244E7" w:rsidP="00251686">
      <w:pPr>
        <w:pStyle w:val="ListParagraph"/>
        <w:numPr>
          <w:ilvl w:val="3"/>
          <w:numId w:val="28"/>
        </w:numPr>
        <w:spacing w:before="120" w:after="240" w:line="360" w:lineRule="auto"/>
        <w:ind w:left="2268" w:hanging="1134"/>
        <w:contextualSpacing w:val="0"/>
        <w:jc w:val="both"/>
      </w:pPr>
      <w:bookmarkStart w:id="82" w:name="_Toc12416593"/>
      <w:r w:rsidRPr="00170599">
        <w:t>rights in and to inventions, whether patentable or not;</w:t>
      </w:r>
      <w:bookmarkEnd w:id="82"/>
    </w:p>
    <w:p w14:paraId="66B3F4D5" w14:textId="77777777" w:rsidR="00E244E7" w:rsidRPr="00170599" w:rsidRDefault="00E244E7" w:rsidP="00251686">
      <w:pPr>
        <w:pStyle w:val="ListParagraph"/>
        <w:numPr>
          <w:ilvl w:val="3"/>
          <w:numId w:val="28"/>
        </w:numPr>
        <w:spacing w:before="120" w:after="240" w:line="360" w:lineRule="auto"/>
        <w:ind w:left="2268" w:hanging="1134"/>
        <w:contextualSpacing w:val="0"/>
        <w:jc w:val="both"/>
      </w:pPr>
      <w:bookmarkStart w:id="83" w:name="_Toc12416594"/>
      <w:r w:rsidRPr="00170599">
        <w:t>rights in trademarks, service marks, logos, slogans, corporate, business and trade names, trade dress, brand names and other indicia of origin;</w:t>
      </w:r>
      <w:bookmarkEnd w:id="83"/>
    </w:p>
    <w:p w14:paraId="20C47176" w14:textId="77777777" w:rsidR="00E244E7" w:rsidRPr="00170599" w:rsidRDefault="00E244E7" w:rsidP="00251686">
      <w:pPr>
        <w:pStyle w:val="ListParagraph"/>
        <w:numPr>
          <w:ilvl w:val="3"/>
          <w:numId w:val="28"/>
        </w:numPr>
        <w:spacing w:before="120" w:after="240" w:line="360" w:lineRule="auto"/>
        <w:ind w:left="2268" w:hanging="1134"/>
        <w:contextualSpacing w:val="0"/>
        <w:jc w:val="both"/>
      </w:pPr>
      <w:bookmarkStart w:id="84" w:name="_Toc12416595"/>
      <w:r w:rsidRPr="00170599">
        <w:t>rights in designs, topography rights, rights in circuit layouts and mask-works;</w:t>
      </w:r>
      <w:bookmarkEnd w:id="84"/>
    </w:p>
    <w:p w14:paraId="2B418CCB" w14:textId="77777777" w:rsidR="00E244E7" w:rsidRPr="00170599" w:rsidRDefault="00E244E7" w:rsidP="00251686">
      <w:pPr>
        <w:pStyle w:val="ListParagraph"/>
        <w:numPr>
          <w:ilvl w:val="3"/>
          <w:numId w:val="28"/>
        </w:numPr>
        <w:spacing w:before="120" w:after="240" w:line="360" w:lineRule="auto"/>
        <w:ind w:left="2268" w:hanging="1134"/>
        <w:contextualSpacing w:val="0"/>
        <w:jc w:val="both"/>
      </w:pPr>
      <w:bookmarkStart w:id="85" w:name="_Toc12416596"/>
      <w:r w:rsidRPr="00170599">
        <w:t>copyright, including all copyright in and to computer programs;</w:t>
      </w:r>
      <w:bookmarkEnd w:id="85"/>
    </w:p>
    <w:p w14:paraId="0CC301D2" w14:textId="77777777" w:rsidR="00E244E7" w:rsidRPr="00170599" w:rsidRDefault="00E244E7" w:rsidP="00251686">
      <w:pPr>
        <w:pStyle w:val="ListParagraph"/>
        <w:numPr>
          <w:ilvl w:val="3"/>
          <w:numId w:val="28"/>
        </w:numPr>
        <w:spacing w:before="120" w:after="240" w:line="360" w:lineRule="auto"/>
        <w:ind w:left="2268" w:hanging="1134"/>
        <w:contextualSpacing w:val="0"/>
        <w:jc w:val="both"/>
      </w:pPr>
      <w:bookmarkStart w:id="86" w:name="_Toc12416597"/>
      <w:r w:rsidRPr="00170599">
        <w:t>rights in internet domain names, reservations for internet domain names, uniform resource locators and corresponding internet sites;</w:t>
      </w:r>
      <w:bookmarkEnd w:id="86"/>
      <w:r w:rsidRPr="00170599">
        <w:t xml:space="preserve"> </w:t>
      </w:r>
    </w:p>
    <w:p w14:paraId="30298000" w14:textId="77777777" w:rsidR="00E244E7" w:rsidRPr="00170599" w:rsidRDefault="00E244E7" w:rsidP="00251686">
      <w:pPr>
        <w:pStyle w:val="ListParagraph"/>
        <w:numPr>
          <w:ilvl w:val="3"/>
          <w:numId w:val="28"/>
        </w:numPr>
        <w:spacing w:before="120" w:after="240" w:line="360" w:lineRule="auto"/>
        <w:ind w:left="2268" w:hanging="1134"/>
        <w:contextualSpacing w:val="0"/>
        <w:jc w:val="both"/>
      </w:pPr>
      <w:bookmarkStart w:id="87" w:name="_Toc12416598"/>
      <w:r w:rsidRPr="00170599">
        <w:t>rights in databases and data collections; and</w:t>
      </w:r>
      <w:bookmarkEnd w:id="87"/>
    </w:p>
    <w:p w14:paraId="43204802" w14:textId="588EDFDF" w:rsidR="00E244E7" w:rsidRPr="00170599" w:rsidRDefault="00E244E7" w:rsidP="00251686">
      <w:pPr>
        <w:pStyle w:val="ListParagraph"/>
        <w:numPr>
          <w:ilvl w:val="3"/>
          <w:numId w:val="28"/>
        </w:numPr>
        <w:spacing w:before="120" w:after="240" w:line="360" w:lineRule="auto"/>
        <w:ind w:left="2268" w:hanging="1134"/>
        <w:contextualSpacing w:val="0"/>
        <w:jc w:val="both"/>
      </w:pPr>
      <w:bookmarkStart w:id="88" w:name="_Toc12416599"/>
      <w:r w:rsidRPr="00170599">
        <w:t>know-how, show-how, trade secrets and confidential information, in each case whether or not registered and including applications for the registration, extension, renewal and re-issuance</w:t>
      </w:r>
      <w:r w:rsidR="00CA770A" w:rsidRPr="00170599">
        <w:t>, continuations</w:t>
      </w:r>
      <w:r w:rsidRPr="00170599">
        <w:t xml:space="preserve"> in part or divisions of, any of these and the right to apply for any of the foregoing, all claims for past infringements, and all rights or forms of protection of a similar nature or having equivalent or similar effect to any of these which may subsist anywhere in the world.</w:t>
      </w:r>
      <w:bookmarkEnd w:id="88"/>
    </w:p>
    <w:p w14:paraId="48773D8F" w14:textId="682B194E" w:rsidR="00E244E7" w:rsidRPr="001A303E" w:rsidRDefault="00E244E7" w:rsidP="00251686">
      <w:pPr>
        <w:pStyle w:val="ListParagraph"/>
        <w:numPr>
          <w:ilvl w:val="2"/>
          <w:numId w:val="28"/>
        </w:numPr>
        <w:spacing w:before="120" w:after="240" w:line="360" w:lineRule="auto"/>
        <w:ind w:left="1134" w:hanging="1134"/>
        <w:contextualSpacing w:val="0"/>
        <w:jc w:val="both"/>
      </w:pPr>
      <w:bookmarkStart w:id="89" w:name="_Toc12416600"/>
      <w:r w:rsidRPr="00170599">
        <w:t>“</w:t>
      </w:r>
      <w:r w:rsidRPr="00170599">
        <w:rPr>
          <w:b/>
          <w:bCs/>
        </w:rPr>
        <w:t>ITIL</w:t>
      </w:r>
      <w:r w:rsidRPr="00170599">
        <w:t>" means the Information Technology Infrastructure Library published by the UK Office of Government Commerce (“OGC”),</w:t>
      </w:r>
      <w:r w:rsidRPr="001A303E">
        <w:t>and best practice guides published by the IT Service Management Forum (“IT</w:t>
      </w:r>
      <w:r w:rsidR="00905FC4" w:rsidRPr="001A303E">
        <w:t>S</w:t>
      </w:r>
      <w:r w:rsidRPr="001A303E">
        <w:t>MF”) from time to time, including any natural successor organisations to the ITSMF;</w:t>
      </w:r>
      <w:bookmarkEnd w:id="89"/>
    </w:p>
    <w:p w14:paraId="21815FB5" w14:textId="77777777" w:rsidR="00E244E7" w:rsidRPr="001A303E" w:rsidRDefault="00E244E7" w:rsidP="00251686">
      <w:pPr>
        <w:pStyle w:val="ListParagraph"/>
        <w:numPr>
          <w:ilvl w:val="2"/>
          <w:numId w:val="28"/>
        </w:numPr>
        <w:spacing w:before="120" w:after="240" w:line="360" w:lineRule="auto"/>
        <w:ind w:left="1134" w:hanging="1134"/>
        <w:contextualSpacing w:val="0"/>
        <w:jc w:val="both"/>
      </w:pPr>
      <w:bookmarkStart w:id="90" w:name="_Toc12416601"/>
      <w:r w:rsidRPr="001A303E">
        <w:t>“</w:t>
      </w:r>
      <w:r w:rsidRPr="001A303E">
        <w:rPr>
          <w:b/>
          <w:bCs/>
        </w:rPr>
        <w:t>IRBA</w:t>
      </w:r>
      <w:r w:rsidRPr="001A303E">
        <w:t>” means Independent Regulatory Board for Auditors established by the Auditing Profession Act 2005, (Act No. 26 of 2005);</w:t>
      </w:r>
      <w:bookmarkEnd w:id="90"/>
    </w:p>
    <w:p w14:paraId="7B41648A" w14:textId="77777777" w:rsidR="00E244E7" w:rsidRPr="001A303E" w:rsidRDefault="00E244E7" w:rsidP="00251686">
      <w:pPr>
        <w:pStyle w:val="ListParagraph"/>
        <w:numPr>
          <w:ilvl w:val="2"/>
          <w:numId w:val="28"/>
        </w:numPr>
        <w:spacing w:before="120" w:after="240" w:line="360" w:lineRule="auto"/>
        <w:ind w:left="1134" w:hanging="1134"/>
        <w:contextualSpacing w:val="0"/>
        <w:jc w:val="both"/>
      </w:pPr>
      <w:bookmarkStart w:id="91" w:name="_Toc12416602"/>
      <w:r w:rsidRPr="001A303E">
        <w:rPr>
          <w:b/>
          <w:bCs/>
        </w:rPr>
        <w:t>“ISO</w:t>
      </w:r>
      <w:r w:rsidRPr="001A303E">
        <w:t>” means International Standards Organization, specifically in the implementation of quality standards and requirements in line with ISO 9001:2008 to increase and continually improve on operational efficiency;</w:t>
      </w:r>
      <w:bookmarkEnd w:id="91"/>
    </w:p>
    <w:p w14:paraId="16BAEE68" w14:textId="4F6E8C08" w:rsidR="008E425A" w:rsidRPr="001A303E" w:rsidRDefault="008E425A" w:rsidP="00251686">
      <w:pPr>
        <w:pStyle w:val="ListParagraph"/>
        <w:numPr>
          <w:ilvl w:val="2"/>
          <w:numId w:val="28"/>
        </w:numPr>
        <w:spacing w:before="120" w:after="240" w:line="360" w:lineRule="auto"/>
        <w:ind w:left="1134" w:hanging="1134"/>
        <w:contextualSpacing w:val="0"/>
        <w:jc w:val="both"/>
      </w:pPr>
      <w:bookmarkStart w:id="92" w:name="_Toc12416603"/>
      <w:r w:rsidRPr="001A303E">
        <w:t>“</w:t>
      </w:r>
      <w:r w:rsidRPr="001A303E">
        <w:rPr>
          <w:b/>
          <w:bCs/>
        </w:rPr>
        <w:t>Letter of Award</w:t>
      </w:r>
      <w:r w:rsidRPr="001A303E">
        <w:t xml:space="preserve">” means the letter of award issued to the Service Provider by SARS, dated </w:t>
      </w:r>
      <w:r w:rsidR="00E52BA7" w:rsidRPr="001A303E">
        <w:rPr>
          <w:b/>
          <w:color w:val="FF0000"/>
        </w:rPr>
        <w:t>[TO BE ADDED]</w:t>
      </w:r>
      <w:r w:rsidRPr="001A303E">
        <w:t>;</w:t>
      </w:r>
      <w:bookmarkEnd w:id="92"/>
    </w:p>
    <w:p w14:paraId="1C58D164" w14:textId="50E4D91C" w:rsidR="00552A1D" w:rsidRPr="00170599" w:rsidRDefault="00552A1D" w:rsidP="00251686">
      <w:pPr>
        <w:pStyle w:val="ListParagraph"/>
        <w:numPr>
          <w:ilvl w:val="2"/>
          <w:numId w:val="28"/>
        </w:numPr>
        <w:spacing w:before="120" w:after="240" w:line="360" w:lineRule="auto"/>
        <w:ind w:left="1134" w:hanging="1134"/>
        <w:contextualSpacing w:val="0"/>
        <w:jc w:val="both"/>
      </w:pPr>
      <w:bookmarkStart w:id="93" w:name="_Toc12416604"/>
      <w:r w:rsidRPr="001A303E">
        <w:t>“</w:t>
      </w:r>
      <w:r w:rsidRPr="001A303E">
        <w:rPr>
          <w:b/>
          <w:bCs/>
        </w:rPr>
        <w:t>Licensor</w:t>
      </w:r>
      <w:r w:rsidRPr="001A303E">
        <w:t xml:space="preserve">” </w:t>
      </w:r>
      <w:r w:rsidR="004544E0" w:rsidRPr="001A303E">
        <w:t xml:space="preserve">is </w:t>
      </w:r>
      <w:r w:rsidR="002E4E45">
        <w:t>Informatica Software (Pty) Ltd</w:t>
      </w:r>
      <w:r w:rsidR="004544E0" w:rsidRPr="001A303E">
        <w:t xml:space="preserve"> who is </w:t>
      </w:r>
      <w:r w:rsidRPr="001A303E">
        <w:t xml:space="preserve"> </w:t>
      </w:r>
      <w:r w:rsidR="009F26D9" w:rsidRPr="001A303E">
        <w:t xml:space="preserve">the license </w:t>
      </w:r>
      <w:r w:rsidR="00A72B5F" w:rsidRPr="00BB3CB5">
        <w:t>owner</w:t>
      </w:r>
      <w:r w:rsidR="0093366A" w:rsidRPr="00170599">
        <w:t xml:space="preserve"> and OEM </w:t>
      </w:r>
      <w:r w:rsidR="009F26D9" w:rsidRPr="00170599">
        <w:t xml:space="preserve">of the </w:t>
      </w:r>
      <w:r w:rsidR="00AC5753" w:rsidRPr="00170599">
        <w:t>Software licensed to SARS as contemplated in this Agreement</w:t>
      </w:r>
      <w:r w:rsidR="009F26D9" w:rsidRPr="00170599">
        <w:t>;</w:t>
      </w:r>
      <w:bookmarkEnd w:id="93"/>
    </w:p>
    <w:p w14:paraId="1665B95B" w14:textId="77777777" w:rsidR="00511D76" w:rsidRPr="00170599" w:rsidRDefault="00511D76" w:rsidP="00251686">
      <w:pPr>
        <w:pStyle w:val="ListParagraph"/>
        <w:numPr>
          <w:ilvl w:val="2"/>
          <w:numId w:val="28"/>
        </w:numPr>
        <w:spacing w:before="120" w:after="240" w:line="360" w:lineRule="auto"/>
        <w:ind w:left="1134" w:hanging="1134"/>
        <w:contextualSpacing w:val="0"/>
        <w:jc w:val="both"/>
      </w:pPr>
      <w:bookmarkStart w:id="94" w:name="_Toc12416605"/>
      <w:bookmarkStart w:id="95" w:name="_Ref254358529"/>
      <w:bookmarkStart w:id="96" w:name="_Ref257821637"/>
      <w:r w:rsidRPr="00170599">
        <w:t>“</w:t>
      </w:r>
      <w:r w:rsidRPr="00170599">
        <w:rPr>
          <w:b/>
          <w:bCs/>
        </w:rPr>
        <w:t>Losses</w:t>
      </w:r>
      <w:r w:rsidRPr="00170599">
        <w:t>” means all losses, liabilities, costs, expenses, fines, penalties, damages and claims, and all related costs and expenses (including legal fees on the scale as between attorney and own client, tracing and collection charges, costs of investigation, interest and penalties);</w:t>
      </w:r>
      <w:bookmarkEnd w:id="94"/>
    </w:p>
    <w:p w14:paraId="57848B3C" w14:textId="53B37247" w:rsidR="00552A1D" w:rsidRPr="001A303E" w:rsidRDefault="009F26D9" w:rsidP="00251686">
      <w:pPr>
        <w:pStyle w:val="ListParagraph"/>
        <w:numPr>
          <w:ilvl w:val="2"/>
          <w:numId w:val="28"/>
        </w:numPr>
        <w:spacing w:before="120" w:after="240" w:line="360" w:lineRule="auto"/>
        <w:ind w:left="1134" w:hanging="1134"/>
        <w:contextualSpacing w:val="0"/>
        <w:jc w:val="both"/>
      </w:pPr>
      <w:bookmarkStart w:id="97" w:name="_Toc12416606"/>
      <w:r w:rsidRPr="00170599">
        <w:t>“</w:t>
      </w:r>
      <w:r w:rsidR="00552A1D" w:rsidRPr="00170599">
        <w:rPr>
          <w:b/>
          <w:bCs/>
        </w:rPr>
        <w:t>Maintenance Services</w:t>
      </w:r>
      <w:r w:rsidR="00552A1D" w:rsidRPr="00170599">
        <w:t xml:space="preserve">" means </w:t>
      </w:r>
      <w:r w:rsidR="000215A0" w:rsidRPr="00170599">
        <w:t xml:space="preserve">without being limited thereto, </w:t>
      </w:r>
      <w:r w:rsidR="009D08C5" w:rsidRPr="00170599">
        <w:t xml:space="preserve">(i) </w:t>
      </w:r>
      <w:r w:rsidR="000215A0" w:rsidRPr="00170599">
        <w:t>preventative maintenance, schedule</w:t>
      </w:r>
      <w:r w:rsidR="006A16A5" w:rsidRPr="00170599">
        <w:t>d</w:t>
      </w:r>
      <w:r w:rsidR="000215A0" w:rsidRPr="00170599">
        <w:t xml:space="preserve"> maintenance and emergency maintenance as may be required for the purpose of ensuring continue</w:t>
      </w:r>
      <w:r w:rsidR="00707260" w:rsidRPr="00170599">
        <w:t>d</w:t>
      </w:r>
      <w:r w:rsidR="000215A0" w:rsidRPr="00170599">
        <w:t xml:space="preserve"> functionality and operation of the Software</w:t>
      </w:r>
      <w:r w:rsidR="009D08C5" w:rsidRPr="00170599">
        <w:t xml:space="preserve"> </w:t>
      </w:r>
      <w:r w:rsidR="0093366A" w:rsidRPr="00170599">
        <w:t xml:space="preserve"> and Software Licenses </w:t>
      </w:r>
      <w:r w:rsidR="009D08C5" w:rsidRPr="00170599">
        <w:t>in accordance with the Functional Specification and Documentation</w:t>
      </w:r>
      <w:r w:rsidR="000215A0" w:rsidRPr="00170599">
        <w:t xml:space="preserve">, including </w:t>
      </w:r>
      <w:r w:rsidR="00552A1D" w:rsidRPr="00170599">
        <w:t>the performance of: (i</w:t>
      </w:r>
      <w:r w:rsidR="009D08C5" w:rsidRPr="00170599">
        <w:t>i</w:t>
      </w:r>
      <w:r w:rsidR="00552A1D" w:rsidRPr="00170599">
        <w:t xml:space="preserve">) the maintenance activities set out </w:t>
      </w:r>
      <w:r w:rsidR="00AC5753" w:rsidRPr="00170599">
        <w:t>generally in</w:t>
      </w:r>
      <w:r w:rsidR="00AC5753" w:rsidRPr="00170599">
        <w:rPr>
          <w:b/>
        </w:rPr>
        <w:t xml:space="preserve"> Clause </w:t>
      </w:r>
      <w:r w:rsidR="009A7947" w:rsidRPr="001A303E">
        <w:rPr>
          <w:b/>
        </w:rPr>
        <w:fldChar w:fldCharType="begin"/>
      </w:r>
      <w:r w:rsidR="009A7947" w:rsidRPr="00170599">
        <w:rPr>
          <w:b/>
        </w:rPr>
        <w:instrText xml:space="preserve"> REF _Ref55905112 \r \h </w:instrText>
      </w:r>
      <w:r w:rsidR="00252202">
        <w:rPr>
          <w:b/>
        </w:rPr>
        <w:instrText xml:space="preserve"> \* MERGEFORMAT </w:instrText>
      </w:r>
      <w:r w:rsidR="009A7947" w:rsidRPr="001A303E">
        <w:rPr>
          <w:b/>
        </w:rPr>
      </w:r>
      <w:r w:rsidR="009A7947" w:rsidRPr="001A303E">
        <w:rPr>
          <w:b/>
        </w:rPr>
        <w:fldChar w:fldCharType="separate"/>
      </w:r>
      <w:r w:rsidR="009A7947" w:rsidRPr="001A303E">
        <w:rPr>
          <w:b/>
        </w:rPr>
        <w:t>8.4</w:t>
      </w:r>
      <w:r w:rsidR="009A7947" w:rsidRPr="001A303E">
        <w:rPr>
          <w:b/>
        </w:rPr>
        <w:fldChar w:fldCharType="end"/>
      </w:r>
      <w:r w:rsidR="00AC5753" w:rsidRPr="001A303E">
        <w:t xml:space="preserve"> below and specially as set out in the scope of the Services </w:t>
      </w:r>
      <w:r w:rsidR="001350BE" w:rsidRPr="001A303E">
        <w:t xml:space="preserve">as described in </w:t>
      </w:r>
      <w:r w:rsidR="004946E8" w:rsidRPr="001A303E">
        <w:rPr>
          <w:b/>
        </w:rPr>
        <w:t xml:space="preserve">Clause </w:t>
      </w:r>
      <w:r w:rsidR="004946E8" w:rsidRPr="001A303E">
        <w:rPr>
          <w:b/>
        </w:rPr>
        <w:fldChar w:fldCharType="begin"/>
      </w:r>
      <w:r w:rsidR="004946E8" w:rsidRPr="00170599">
        <w:rPr>
          <w:b/>
        </w:rPr>
        <w:instrText xml:space="preserve"> REF _Ref527380925 \r \h  \* MERGEFORMAT </w:instrText>
      </w:r>
      <w:r w:rsidR="004946E8" w:rsidRPr="001A303E">
        <w:rPr>
          <w:b/>
        </w:rPr>
      </w:r>
      <w:r w:rsidR="004946E8" w:rsidRPr="001A303E">
        <w:rPr>
          <w:b/>
        </w:rPr>
        <w:fldChar w:fldCharType="separate"/>
      </w:r>
      <w:r w:rsidR="004946E8" w:rsidRPr="00170599">
        <w:rPr>
          <w:b/>
        </w:rPr>
        <w:t>8</w:t>
      </w:r>
      <w:r w:rsidR="004946E8" w:rsidRPr="001A303E">
        <w:rPr>
          <w:b/>
        </w:rPr>
        <w:fldChar w:fldCharType="end"/>
      </w:r>
      <w:r w:rsidR="00552A1D" w:rsidRPr="001A303E">
        <w:t xml:space="preserve">; (iii) the identification and notification of Problems </w:t>
      </w:r>
      <w:r w:rsidR="00AC5753" w:rsidRPr="001A303E">
        <w:t xml:space="preserve">and/or Deficiencies </w:t>
      </w:r>
      <w:r w:rsidR="009D08C5" w:rsidRPr="001A303E">
        <w:t xml:space="preserve">(iv) </w:t>
      </w:r>
      <w:r w:rsidR="00707260" w:rsidRPr="001A303E">
        <w:t>installing of workarounds, patches, Bug-Fixes, Upgrades, enhancements and New Releases</w:t>
      </w:r>
      <w:bookmarkEnd w:id="97"/>
      <w:r w:rsidR="0034110F" w:rsidRPr="001A303E">
        <w:t>;</w:t>
      </w:r>
      <w:r w:rsidR="00707260" w:rsidRPr="001A303E">
        <w:t xml:space="preserve"> </w:t>
      </w:r>
      <w:bookmarkEnd w:id="95"/>
      <w:bookmarkEnd w:id="96"/>
    </w:p>
    <w:p w14:paraId="12DE58F6" w14:textId="77777777" w:rsidR="00552A1D" w:rsidRPr="001A303E" w:rsidRDefault="00552A1D" w:rsidP="00251686">
      <w:pPr>
        <w:pStyle w:val="ListParagraph"/>
        <w:numPr>
          <w:ilvl w:val="2"/>
          <w:numId w:val="28"/>
        </w:numPr>
        <w:spacing w:before="120" w:after="240" w:line="360" w:lineRule="auto"/>
        <w:ind w:left="1134" w:hanging="1134"/>
        <w:contextualSpacing w:val="0"/>
        <w:jc w:val="both"/>
      </w:pPr>
      <w:bookmarkStart w:id="98" w:name="_Toc12416607"/>
      <w:r w:rsidRPr="001A303E">
        <w:t>"</w:t>
      </w:r>
      <w:r w:rsidRPr="001A303E">
        <w:rPr>
          <w:b/>
          <w:bCs/>
        </w:rPr>
        <w:t>New Release</w:t>
      </w:r>
      <w:r w:rsidRPr="001A303E">
        <w:t xml:space="preserve">" means a new release of the Software incorporating Upgrades, </w:t>
      </w:r>
      <w:r w:rsidR="00707260" w:rsidRPr="001A303E">
        <w:t xml:space="preserve">Bug Fixes, </w:t>
      </w:r>
      <w:r w:rsidRPr="001A303E">
        <w:t xml:space="preserve">Software Breakages or </w:t>
      </w:r>
      <w:r w:rsidR="00707260" w:rsidRPr="001A303E">
        <w:t>E</w:t>
      </w:r>
      <w:r w:rsidRPr="001A303E">
        <w:t>nhancements to the Software and which is generally a replacement for the Software. For the sake of clarity, New Releases are usually identified by a change in the version number, for instance a change from version 1 to version 2;</w:t>
      </w:r>
      <w:bookmarkEnd w:id="98"/>
    </w:p>
    <w:p w14:paraId="770798E0" w14:textId="77777777" w:rsidR="004D20A5" w:rsidRPr="00BB3CB5" w:rsidRDefault="000B076F" w:rsidP="00251686">
      <w:pPr>
        <w:pStyle w:val="ListParagraph"/>
        <w:numPr>
          <w:ilvl w:val="2"/>
          <w:numId w:val="28"/>
        </w:numPr>
        <w:spacing w:before="120" w:after="240" w:line="360" w:lineRule="auto"/>
        <w:ind w:left="1134" w:hanging="1134"/>
        <w:contextualSpacing w:val="0"/>
        <w:jc w:val="both"/>
      </w:pPr>
      <w:bookmarkStart w:id="99" w:name="_Toc12416608"/>
      <w:r w:rsidRPr="001A303E">
        <w:t>“</w:t>
      </w:r>
      <w:r w:rsidRPr="001A303E">
        <w:rPr>
          <w:b/>
          <w:bCs/>
        </w:rPr>
        <w:t>Operator</w:t>
      </w:r>
      <w:r w:rsidRPr="001A303E">
        <w:t>” means a person who processes personal information for a responsible party in terms of a contract or mandate, but does not come under the direct authority or control of the Responsible Party and for the purposes of this Agreement, Operator means the Service Provider;</w:t>
      </w:r>
      <w:bookmarkEnd w:id="99"/>
    </w:p>
    <w:p w14:paraId="7980BC76" w14:textId="77777777" w:rsidR="00D873E8" w:rsidRPr="00170599" w:rsidDel="00FD75F0" w:rsidRDefault="00D873E8" w:rsidP="00251686">
      <w:pPr>
        <w:pStyle w:val="ListParagraph"/>
        <w:numPr>
          <w:ilvl w:val="2"/>
          <w:numId w:val="28"/>
        </w:numPr>
        <w:spacing w:before="120" w:after="240" w:line="360" w:lineRule="auto"/>
        <w:ind w:left="1134" w:hanging="1134"/>
        <w:contextualSpacing w:val="0"/>
        <w:jc w:val="both"/>
      </w:pPr>
      <w:bookmarkStart w:id="100" w:name="_Toc12416609"/>
      <w:r w:rsidRPr="00170599" w:rsidDel="00FD75F0">
        <w:t>“</w:t>
      </w:r>
      <w:r w:rsidRPr="00170599" w:rsidDel="00FD75F0">
        <w:rPr>
          <w:b/>
          <w:bCs/>
        </w:rPr>
        <w:t>PAIA</w:t>
      </w:r>
      <w:r w:rsidRPr="00170599" w:rsidDel="00FD75F0">
        <w:t>” means the Promotion of Access to Information Act, 2000 (Act No. 2 of 2000), as amended;</w:t>
      </w:r>
      <w:bookmarkEnd w:id="100"/>
    </w:p>
    <w:p w14:paraId="5ACAFB11" w14:textId="77777777" w:rsidR="00D873E8" w:rsidRPr="00170599" w:rsidDel="00FD75F0" w:rsidRDefault="00D873E8" w:rsidP="00251686">
      <w:pPr>
        <w:pStyle w:val="ListParagraph"/>
        <w:numPr>
          <w:ilvl w:val="2"/>
          <w:numId w:val="28"/>
        </w:numPr>
        <w:spacing w:before="120" w:after="240" w:line="360" w:lineRule="auto"/>
        <w:ind w:left="1134" w:hanging="1134"/>
        <w:contextualSpacing w:val="0"/>
        <w:jc w:val="both"/>
      </w:pPr>
      <w:bookmarkStart w:id="101" w:name="_Toc12416610"/>
      <w:r w:rsidRPr="00170599" w:rsidDel="00FD75F0">
        <w:rPr>
          <w:b/>
          <w:bCs/>
        </w:rPr>
        <w:t>“PAJA”</w:t>
      </w:r>
      <w:r w:rsidRPr="00170599" w:rsidDel="00FD75F0">
        <w:t xml:space="preserve"> means the Promotion of Administrative Justice A</w:t>
      </w:r>
      <w:r w:rsidR="000F0091" w:rsidRPr="00170599">
        <w:t>c</w:t>
      </w:r>
      <w:r w:rsidRPr="00170599" w:rsidDel="00FD75F0">
        <w:t>t, 2000 (Act No. 3 of 2000;</w:t>
      </w:r>
      <w:bookmarkEnd w:id="101"/>
    </w:p>
    <w:p w14:paraId="6579ABF5" w14:textId="4DEA09D1" w:rsidR="00C82EDC" w:rsidRPr="00170599" w:rsidRDefault="00C82EDC" w:rsidP="00251686">
      <w:pPr>
        <w:pStyle w:val="ListParagraph"/>
        <w:numPr>
          <w:ilvl w:val="2"/>
          <w:numId w:val="28"/>
        </w:numPr>
        <w:spacing w:before="120" w:after="240" w:line="360" w:lineRule="auto"/>
        <w:ind w:left="1134" w:hanging="1134"/>
        <w:contextualSpacing w:val="0"/>
        <w:jc w:val="both"/>
      </w:pPr>
      <w:bookmarkStart w:id="102" w:name="_Toc12416613"/>
      <w:r w:rsidRPr="00170599">
        <w:t>"</w:t>
      </w:r>
      <w:r w:rsidRPr="00170599">
        <w:rPr>
          <w:b/>
          <w:bCs/>
        </w:rPr>
        <w:t>Personal Information</w:t>
      </w:r>
      <w:r w:rsidRPr="00170599">
        <w:t>" means information relating to an identifiable, living, natural or juristic person</w:t>
      </w:r>
      <w:r w:rsidR="00C23293" w:rsidRPr="00170599">
        <w:t xml:space="preserve"> as fully defined in section 1 of POPIA;</w:t>
      </w:r>
      <w:r w:rsidRPr="00170599">
        <w:t xml:space="preserve"> </w:t>
      </w:r>
      <w:bookmarkEnd w:id="102"/>
    </w:p>
    <w:p w14:paraId="07C6BD1C" w14:textId="77777777" w:rsidR="00C82EDC" w:rsidRPr="00170599" w:rsidRDefault="00C82EDC" w:rsidP="00251686">
      <w:pPr>
        <w:pStyle w:val="ListParagraph"/>
        <w:numPr>
          <w:ilvl w:val="2"/>
          <w:numId w:val="28"/>
        </w:numPr>
        <w:spacing w:before="120" w:after="240" w:line="360" w:lineRule="auto"/>
        <w:ind w:left="1134" w:hanging="1134"/>
        <w:contextualSpacing w:val="0"/>
        <w:jc w:val="both"/>
      </w:pPr>
      <w:bookmarkStart w:id="103" w:name="_Toc12416622"/>
      <w:r w:rsidRPr="00170599">
        <w:t>“</w:t>
      </w:r>
      <w:r w:rsidRPr="00170599">
        <w:rPr>
          <w:b/>
          <w:bCs/>
        </w:rPr>
        <w:t>Personal Information Breach</w:t>
      </w:r>
      <w:r w:rsidRPr="00170599">
        <w:t>” means a breach of security leading to the accidental or unlawful destruction, loss, alteration, unauthorised disclosure of or access to, Personal Information transmitted, stored or otherwise Processed;</w:t>
      </w:r>
      <w:bookmarkEnd w:id="103"/>
    </w:p>
    <w:p w14:paraId="6E518C3F" w14:textId="6CF2277A" w:rsidR="00D873E8" w:rsidRPr="00170599" w:rsidDel="00FD75F0" w:rsidRDefault="00D873E8" w:rsidP="00251686">
      <w:pPr>
        <w:pStyle w:val="ListParagraph"/>
        <w:numPr>
          <w:ilvl w:val="2"/>
          <w:numId w:val="28"/>
        </w:numPr>
        <w:spacing w:before="120" w:after="240" w:line="360" w:lineRule="auto"/>
        <w:ind w:left="1134" w:hanging="1134"/>
        <w:contextualSpacing w:val="0"/>
        <w:jc w:val="both"/>
      </w:pPr>
      <w:bookmarkStart w:id="104" w:name="_Toc12416623"/>
      <w:r w:rsidRPr="00170599" w:rsidDel="00FD75F0">
        <w:t>“</w:t>
      </w:r>
      <w:r w:rsidRPr="00170599" w:rsidDel="00FD75F0">
        <w:rPr>
          <w:b/>
          <w:bCs/>
        </w:rPr>
        <w:t>PFMA</w:t>
      </w:r>
      <w:r w:rsidRPr="00170599" w:rsidDel="00FD75F0">
        <w:t>” means the Public Finance Management Act,</w:t>
      </w:r>
      <w:r w:rsidR="004946E8" w:rsidRPr="00170599">
        <w:t xml:space="preserve">1999 (Act  </w:t>
      </w:r>
      <w:r w:rsidRPr="00170599" w:rsidDel="00FD75F0">
        <w:t>No. 1 of 1999;</w:t>
      </w:r>
      <w:bookmarkEnd w:id="104"/>
    </w:p>
    <w:p w14:paraId="497E4C1D" w14:textId="77777777" w:rsidR="00D873E8" w:rsidRPr="00170599" w:rsidDel="00FD75F0" w:rsidRDefault="00D873E8" w:rsidP="00251686">
      <w:pPr>
        <w:pStyle w:val="ListParagraph"/>
        <w:numPr>
          <w:ilvl w:val="2"/>
          <w:numId w:val="28"/>
        </w:numPr>
        <w:spacing w:before="120" w:after="240" w:line="360" w:lineRule="auto"/>
        <w:ind w:left="1134" w:hanging="1134"/>
        <w:contextualSpacing w:val="0"/>
        <w:jc w:val="both"/>
      </w:pPr>
      <w:bookmarkStart w:id="105" w:name="_Toc12416624"/>
      <w:r w:rsidRPr="00170599" w:rsidDel="00FD75F0">
        <w:t>“</w:t>
      </w:r>
      <w:r w:rsidRPr="00170599" w:rsidDel="00FD75F0">
        <w:rPr>
          <w:b/>
          <w:bCs/>
        </w:rPr>
        <w:t>POPIA</w:t>
      </w:r>
      <w:r w:rsidRPr="00170599" w:rsidDel="00FD75F0">
        <w:t xml:space="preserve">” means Protection of Personal Information Act, 2013 (Act No. </w:t>
      </w:r>
      <w:r w:rsidR="004D20A5" w:rsidRPr="00170599">
        <w:t>4</w:t>
      </w:r>
      <w:r w:rsidRPr="00170599" w:rsidDel="00FD75F0">
        <w:t xml:space="preserve"> of 2013);</w:t>
      </w:r>
      <w:bookmarkEnd w:id="105"/>
    </w:p>
    <w:p w14:paraId="0D3ADEDD" w14:textId="77777777" w:rsidR="00AC5753" w:rsidRPr="00170599" w:rsidRDefault="00AC5753" w:rsidP="00251686">
      <w:pPr>
        <w:pStyle w:val="ListParagraph"/>
        <w:numPr>
          <w:ilvl w:val="2"/>
          <w:numId w:val="28"/>
        </w:numPr>
        <w:spacing w:before="120" w:after="240" w:line="360" w:lineRule="auto"/>
        <w:ind w:left="1134" w:hanging="1134"/>
        <w:contextualSpacing w:val="0"/>
        <w:jc w:val="both"/>
      </w:pPr>
      <w:bookmarkStart w:id="106" w:name="_Toc12416625"/>
      <w:r w:rsidRPr="00170599">
        <w:t>"</w:t>
      </w:r>
      <w:r w:rsidRPr="00170599">
        <w:rPr>
          <w:b/>
          <w:bCs/>
        </w:rPr>
        <w:t>Pre-delivery Testing</w:t>
      </w:r>
      <w:r w:rsidRPr="00170599">
        <w:t>" means the Service Provider’s testing of a Deliverable, which testing is to be performed by the Service Provider prior to submitting or delivering such Deliverable to SARS for SARS’s evaluation;</w:t>
      </w:r>
      <w:bookmarkEnd w:id="106"/>
    </w:p>
    <w:p w14:paraId="26846E19" w14:textId="06B0733F" w:rsidR="00C82EDC" w:rsidRPr="00170599" w:rsidRDefault="00C82EDC" w:rsidP="00251686">
      <w:pPr>
        <w:pStyle w:val="ListParagraph"/>
        <w:numPr>
          <w:ilvl w:val="2"/>
          <w:numId w:val="28"/>
        </w:numPr>
        <w:spacing w:before="120" w:after="240" w:line="360" w:lineRule="auto"/>
        <w:ind w:left="1134" w:hanging="1134"/>
        <w:contextualSpacing w:val="0"/>
        <w:jc w:val="both"/>
      </w:pPr>
      <w:bookmarkStart w:id="107" w:name="_Toc12416626"/>
      <w:r w:rsidRPr="00170599">
        <w:t>“</w:t>
      </w:r>
      <w:r w:rsidRPr="00170599">
        <w:rPr>
          <w:b/>
          <w:bCs/>
        </w:rPr>
        <w:t>Privacy and Data Protection Requirements</w:t>
      </w:r>
      <w:r w:rsidRPr="00170599">
        <w:t>” means the 8 (eight) requirements</w:t>
      </w:r>
      <w:r w:rsidR="00AC1C48" w:rsidRPr="00170599">
        <w:t xml:space="preserve"> </w:t>
      </w:r>
      <w:r w:rsidRPr="00170599">
        <w:t>for the lawful Processing of personal information contained in Chapter 3 of POPIA;</w:t>
      </w:r>
      <w:bookmarkEnd w:id="107"/>
    </w:p>
    <w:p w14:paraId="41807632" w14:textId="77777777" w:rsidR="00552A1D" w:rsidRPr="00170599" w:rsidRDefault="00552A1D" w:rsidP="00251686">
      <w:pPr>
        <w:pStyle w:val="ListParagraph"/>
        <w:numPr>
          <w:ilvl w:val="2"/>
          <w:numId w:val="28"/>
        </w:numPr>
        <w:spacing w:before="120" w:after="240" w:line="360" w:lineRule="auto"/>
        <w:ind w:left="1134" w:hanging="1134"/>
        <w:contextualSpacing w:val="0"/>
        <w:jc w:val="both"/>
      </w:pPr>
      <w:bookmarkStart w:id="108" w:name="_Toc12416627"/>
      <w:r w:rsidRPr="00170599">
        <w:t>"</w:t>
      </w:r>
      <w:r w:rsidRPr="00170599">
        <w:rPr>
          <w:b/>
          <w:bCs/>
        </w:rPr>
        <w:t>Problem</w:t>
      </w:r>
      <w:r w:rsidRPr="00170599">
        <w:t xml:space="preserve">" means the underlying cause of one or more Incidents; or the occurrence of a problem or error in the Software if applicable, reported by </w:t>
      </w:r>
      <w:r w:rsidR="001D7860" w:rsidRPr="00170599">
        <w:t>SARS</w:t>
      </w:r>
      <w:r w:rsidRPr="00170599">
        <w:t xml:space="preserve"> to the Service Provider, including a Deficiency;</w:t>
      </w:r>
      <w:bookmarkEnd w:id="108"/>
    </w:p>
    <w:p w14:paraId="78433015" w14:textId="65DE9D6D" w:rsidR="005B7A05" w:rsidRPr="00170599" w:rsidRDefault="00D873E8" w:rsidP="00251686">
      <w:pPr>
        <w:pStyle w:val="ListParagraph"/>
        <w:numPr>
          <w:ilvl w:val="2"/>
          <w:numId w:val="28"/>
        </w:numPr>
        <w:spacing w:before="120" w:after="240" w:line="360" w:lineRule="auto"/>
        <w:ind w:left="1134" w:hanging="1134"/>
        <w:contextualSpacing w:val="0"/>
        <w:jc w:val="both"/>
      </w:pPr>
      <w:bookmarkStart w:id="109" w:name="_Toc12416628"/>
      <w:r w:rsidRPr="00170599">
        <w:t>“</w:t>
      </w:r>
      <w:r w:rsidRPr="00170599">
        <w:rPr>
          <w:b/>
          <w:bCs/>
        </w:rPr>
        <w:t>Process" and "Processing</w:t>
      </w:r>
      <w:r w:rsidRPr="00170599">
        <w:t xml:space="preserve">” means any operation or activity or any set of operations, whether or not by automatic means, concerning Confidential Information, including its collection, receipt, recording, organisation, collation, storage, updating or modification, merging, linking, blocking, degradation, erasure or destruction retrieval, alteration, consultation, testing or use, dissemination or  distribution </w:t>
      </w:r>
      <w:r w:rsidRPr="00170599" w:rsidDel="00FD75F0">
        <w:t>by any means;</w:t>
      </w:r>
      <w:bookmarkEnd w:id="109"/>
    </w:p>
    <w:p w14:paraId="284A573C" w14:textId="1AAEF69F" w:rsidR="002E1B94" w:rsidRPr="00170599" w:rsidRDefault="002E1B94" w:rsidP="00251686">
      <w:pPr>
        <w:pStyle w:val="ListParagraph"/>
        <w:numPr>
          <w:ilvl w:val="2"/>
          <w:numId w:val="28"/>
        </w:numPr>
        <w:spacing w:before="120" w:after="240" w:line="360" w:lineRule="auto"/>
        <w:ind w:left="1134" w:hanging="1134"/>
        <w:contextualSpacing w:val="0"/>
        <w:jc w:val="both"/>
      </w:pPr>
      <w:r w:rsidRPr="00170599">
        <w:rPr>
          <w:b/>
        </w:rPr>
        <w:t>“Procurement Services”</w:t>
      </w:r>
      <w:r w:rsidRPr="00170599">
        <w:t xml:space="preserve"> means the procurement of </w:t>
      </w:r>
      <w:r w:rsidR="0093366A" w:rsidRPr="00170599">
        <w:t xml:space="preserve"> Software </w:t>
      </w:r>
      <w:r w:rsidRPr="00170599">
        <w:t>by the Service Provider as required in terms of the RFP on a pass through basis</w:t>
      </w:r>
      <w:r w:rsidR="0093366A" w:rsidRPr="00170599">
        <w:t xml:space="preserve"> and as fully set out in </w:t>
      </w:r>
      <w:r w:rsidR="0093366A" w:rsidRPr="00170599">
        <w:rPr>
          <w:b/>
        </w:rPr>
        <w:t xml:space="preserve">Annexure </w:t>
      </w:r>
      <w:r w:rsidR="0072701B" w:rsidRPr="0072701B">
        <w:rPr>
          <w:b/>
        </w:rPr>
        <w:t>C</w:t>
      </w:r>
      <w:r w:rsidRPr="00170599">
        <w:t>;</w:t>
      </w:r>
    </w:p>
    <w:p w14:paraId="44988040" w14:textId="4B7328D4" w:rsidR="006F3330" w:rsidRPr="00170599" w:rsidRDefault="004D20A5" w:rsidP="00251686">
      <w:pPr>
        <w:pStyle w:val="ListParagraph"/>
        <w:numPr>
          <w:ilvl w:val="2"/>
          <w:numId w:val="28"/>
        </w:numPr>
        <w:spacing w:before="120" w:after="240" w:line="360" w:lineRule="auto"/>
        <w:ind w:left="1134" w:hanging="1134"/>
        <w:contextualSpacing w:val="0"/>
        <w:jc w:val="both"/>
      </w:pPr>
      <w:bookmarkStart w:id="110" w:name="_Toc12416629"/>
      <w:r w:rsidRPr="00170599">
        <w:t>“</w:t>
      </w:r>
      <w:r w:rsidRPr="00170599">
        <w:rPr>
          <w:b/>
          <w:bCs/>
        </w:rPr>
        <w:t>RF</w:t>
      </w:r>
      <w:r w:rsidR="005C229C" w:rsidRPr="00170599">
        <w:rPr>
          <w:b/>
          <w:bCs/>
        </w:rPr>
        <w:t>P</w:t>
      </w:r>
      <w:r w:rsidRPr="00170599">
        <w:t xml:space="preserve">” means the Request For Proposal number </w:t>
      </w:r>
      <w:r w:rsidR="00A068C9">
        <w:t>31</w:t>
      </w:r>
      <w:r w:rsidR="00060F5D" w:rsidRPr="00170599">
        <w:t>/20</w:t>
      </w:r>
      <w:r w:rsidR="007605EF" w:rsidRPr="00170599">
        <w:t>20</w:t>
      </w:r>
      <w:r w:rsidR="005C229C" w:rsidRPr="00170599">
        <w:t xml:space="preserve"> </w:t>
      </w:r>
      <w:r w:rsidRPr="00170599">
        <w:t xml:space="preserve">for the provision of the Deliverables </w:t>
      </w:r>
      <w:r w:rsidR="00467CAA">
        <w:t>to</w:t>
      </w:r>
      <w:r w:rsidRPr="00170599">
        <w:t xml:space="preserve"> SARS which</w:t>
      </w:r>
      <w:r w:rsidR="007B01E2">
        <w:t xml:space="preserve"> includes SARS Business Requirements Specifications and</w:t>
      </w:r>
      <w:r w:rsidRPr="00170599">
        <w:t xml:space="preserve"> forms an integral part of this Agreement, attached hereto as </w:t>
      </w:r>
      <w:r w:rsidRPr="00170599">
        <w:rPr>
          <w:b/>
          <w:bCs/>
        </w:rPr>
        <w:t>Annexure A</w:t>
      </w:r>
      <w:r w:rsidRPr="00170599">
        <w:t>;</w:t>
      </w:r>
      <w:bookmarkEnd w:id="110"/>
      <w:r w:rsidRPr="00170599">
        <w:t xml:space="preserve"> </w:t>
      </w:r>
    </w:p>
    <w:p w14:paraId="297D0360" w14:textId="77777777" w:rsidR="00707260" w:rsidRPr="00170599" w:rsidRDefault="00707260" w:rsidP="00251686">
      <w:pPr>
        <w:pStyle w:val="ListParagraph"/>
        <w:numPr>
          <w:ilvl w:val="2"/>
          <w:numId w:val="28"/>
        </w:numPr>
        <w:spacing w:before="120" w:after="240" w:line="360" w:lineRule="auto"/>
        <w:ind w:left="1134" w:hanging="1134"/>
        <w:contextualSpacing w:val="0"/>
        <w:jc w:val="both"/>
      </w:pPr>
      <w:bookmarkStart w:id="111" w:name="_Toc12416630"/>
      <w:r w:rsidRPr="00170599">
        <w:t>"</w:t>
      </w:r>
      <w:r w:rsidRPr="00170599">
        <w:rPr>
          <w:b/>
          <w:bCs/>
        </w:rPr>
        <w:t>Repo Rate</w:t>
      </w:r>
      <w:r w:rsidRPr="00170599">
        <w:t>" means the interest rate (percent per annum) at which the South African Reserve Bank lends money to private banks</w:t>
      </w:r>
      <w:r w:rsidR="000F0091" w:rsidRPr="00170599">
        <w:t>;</w:t>
      </w:r>
      <w:bookmarkEnd w:id="111"/>
      <w:r w:rsidRPr="00170599">
        <w:t xml:space="preserve"> </w:t>
      </w:r>
    </w:p>
    <w:p w14:paraId="3BF73179" w14:textId="77777777" w:rsidR="004D20A5" w:rsidRPr="00170599" w:rsidRDefault="004D20A5" w:rsidP="00251686">
      <w:pPr>
        <w:pStyle w:val="ListParagraph"/>
        <w:numPr>
          <w:ilvl w:val="2"/>
          <w:numId w:val="28"/>
        </w:numPr>
        <w:spacing w:before="120" w:after="240" w:line="360" w:lineRule="auto"/>
        <w:ind w:left="1134" w:hanging="1134"/>
        <w:contextualSpacing w:val="0"/>
        <w:jc w:val="both"/>
      </w:pPr>
      <w:bookmarkStart w:id="112" w:name="_Toc12416631"/>
      <w:r w:rsidRPr="00170599">
        <w:t>“</w:t>
      </w:r>
      <w:r w:rsidRPr="00170599">
        <w:rPr>
          <w:b/>
          <w:bCs/>
        </w:rPr>
        <w:t>Responsible Party</w:t>
      </w:r>
      <w:r w:rsidRPr="00170599">
        <w:t xml:space="preserve">” </w:t>
      </w:r>
      <w:r w:rsidR="000B076F" w:rsidRPr="00170599">
        <w:t>means the party who determines the purpose of and means for Processing Personal Information and for the purposes of this Agreement, Responsible Party shall mean SARS;</w:t>
      </w:r>
      <w:bookmarkEnd w:id="112"/>
    </w:p>
    <w:p w14:paraId="3F86D0DC" w14:textId="10D2323A" w:rsidR="008A2F88" w:rsidRPr="00170599" w:rsidRDefault="00451EA5" w:rsidP="00251686">
      <w:pPr>
        <w:pStyle w:val="ListParagraph"/>
        <w:numPr>
          <w:ilvl w:val="2"/>
          <w:numId w:val="28"/>
        </w:numPr>
        <w:spacing w:before="120" w:after="240" w:line="360" w:lineRule="auto"/>
        <w:ind w:left="1134" w:hanging="1134"/>
        <w:contextualSpacing w:val="0"/>
        <w:jc w:val="both"/>
      </w:pPr>
      <w:bookmarkStart w:id="113" w:name="_Toc12416632"/>
      <w:r w:rsidRPr="00170599" w:rsidDel="00451EA5">
        <w:t xml:space="preserve"> </w:t>
      </w:r>
      <w:r w:rsidR="00511D76" w:rsidRPr="00170599">
        <w:t>“</w:t>
      </w:r>
      <w:r w:rsidR="00511D76" w:rsidRPr="00170599">
        <w:rPr>
          <w:b/>
        </w:rPr>
        <w:t>SANAS</w:t>
      </w:r>
      <w:r w:rsidR="00511D76" w:rsidRPr="00170599">
        <w:t>” means the South African National Accreditation System</w:t>
      </w:r>
      <w:r w:rsidR="00473A38" w:rsidRPr="00170599">
        <w:t xml:space="preserve"> established in terms of Section 3 (1) of the Accreditation for Conformity Assessment Calibration and Good Laboratory Practice Act, 2006 (Act No. 19 of 2006) </w:t>
      </w:r>
      <w:r w:rsidR="00511D76" w:rsidRPr="00170599">
        <w:t>and recognised by the South African Government as the national accreditation body</w:t>
      </w:r>
      <w:r w:rsidR="001A303E">
        <w:t xml:space="preserve">; </w:t>
      </w:r>
      <w:bookmarkStart w:id="114" w:name="_Toc12416633"/>
      <w:bookmarkEnd w:id="113"/>
      <w:r w:rsidR="008A2F88" w:rsidRPr="00BB3CB5">
        <w:rPr>
          <w:b/>
          <w:bCs/>
        </w:rPr>
        <w:t>“SARS Act”</w:t>
      </w:r>
      <w:r w:rsidR="008A2F88" w:rsidRPr="00170599">
        <w:t xml:space="preserve"> means the South African Revenue Service Act, 1997 (Act No. 34 of 1997);</w:t>
      </w:r>
    </w:p>
    <w:p w14:paraId="30A95A87" w14:textId="1FE56CAC" w:rsidR="00511D76" w:rsidRPr="00170599" w:rsidRDefault="00511D76" w:rsidP="00251686">
      <w:pPr>
        <w:pStyle w:val="ListParagraph"/>
        <w:numPr>
          <w:ilvl w:val="2"/>
          <w:numId w:val="28"/>
        </w:numPr>
        <w:spacing w:before="120" w:after="240" w:line="360" w:lineRule="auto"/>
        <w:ind w:left="1134" w:hanging="1134"/>
        <w:contextualSpacing w:val="0"/>
        <w:jc w:val="both"/>
      </w:pPr>
      <w:r w:rsidRPr="00170599">
        <w:t>“</w:t>
      </w:r>
      <w:r w:rsidRPr="00170599">
        <w:rPr>
          <w:b/>
          <w:bCs/>
        </w:rPr>
        <w:t>SARS Data</w:t>
      </w:r>
      <w:r w:rsidRPr="00170599">
        <w:t>” means any information and/or data including but not limited to data or any information owned and created by SARS, whether or not Confidential Information in any format, being information of SARS relating to SARS’s business operations, a taxpayer, its employees, contractors and Service Providers which information and/or data includes without being limited thereto, personal information as defined in the Tax Acts</w:t>
      </w:r>
      <w:r w:rsidR="00C57281" w:rsidRPr="00170599">
        <w:t>,</w:t>
      </w:r>
      <w:r w:rsidRPr="00170599">
        <w:t xml:space="preserve"> POPIA, or any other Applicable Legislation, including:</w:t>
      </w:r>
      <w:bookmarkEnd w:id="114"/>
    </w:p>
    <w:p w14:paraId="6C02A982" w14:textId="77777777" w:rsidR="00511D76" w:rsidRPr="00170599" w:rsidRDefault="00511D76" w:rsidP="000771BF">
      <w:pPr>
        <w:pStyle w:val="ListParagraph"/>
        <w:numPr>
          <w:ilvl w:val="3"/>
          <w:numId w:val="28"/>
        </w:numPr>
        <w:spacing w:before="120" w:after="240" w:line="360" w:lineRule="auto"/>
        <w:ind w:left="2268" w:hanging="1134"/>
        <w:contextualSpacing w:val="0"/>
        <w:jc w:val="both"/>
      </w:pPr>
      <w:bookmarkStart w:id="115" w:name="_Toc531439679"/>
      <w:bookmarkStart w:id="116" w:name="_Toc12416634"/>
      <w:r w:rsidRPr="00170599">
        <w:t>all reports, documentation, software or inventions in material form, irrespective of media on which they occur, entered into, contained in and/or stored, collected, accessed or processed by the Service Provider for the purpose of providing the Services to SARS; and</w:t>
      </w:r>
      <w:bookmarkEnd w:id="115"/>
      <w:bookmarkEnd w:id="116"/>
    </w:p>
    <w:p w14:paraId="3D2DD078" w14:textId="77777777" w:rsidR="00511D76" w:rsidRPr="00170599" w:rsidRDefault="00511D76" w:rsidP="000771BF">
      <w:pPr>
        <w:pStyle w:val="ListParagraph"/>
        <w:numPr>
          <w:ilvl w:val="3"/>
          <w:numId w:val="28"/>
        </w:numPr>
        <w:spacing w:before="120" w:after="240" w:line="360" w:lineRule="auto"/>
        <w:ind w:left="2268" w:hanging="1134"/>
        <w:contextualSpacing w:val="0"/>
        <w:jc w:val="both"/>
      </w:pPr>
      <w:bookmarkStart w:id="117" w:name="_Toc531439680"/>
      <w:bookmarkStart w:id="118" w:name="_Toc12416635"/>
      <w:r w:rsidRPr="00170599">
        <w:t>all other records, data, files, input materials, reports, forms and other such items that may be received, computed, developed, used or stored by the Service Provider or any of the Service Provider Personnel, Key Personnel, Subcontractors, for or on behalf of SARS or in connection with the Services;</w:t>
      </w:r>
      <w:bookmarkEnd w:id="117"/>
      <w:bookmarkEnd w:id="118"/>
    </w:p>
    <w:p w14:paraId="21A36955" w14:textId="77777777" w:rsidR="00511D76" w:rsidRPr="00170599" w:rsidRDefault="00511D76" w:rsidP="000771BF">
      <w:pPr>
        <w:pStyle w:val="ListParagraph"/>
        <w:numPr>
          <w:ilvl w:val="2"/>
          <w:numId w:val="28"/>
        </w:numPr>
        <w:spacing w:before="120" w:after="240" w:line="360" w:lineRule="auto"/>
        <w:ind w:left="1134" w:hanging="1134"/>
        <w:contextualSpacing w:val="0"/>
        <w:jc w:val="both"/>
      </w:pPr>
      <w:bookmarkStart w:id="119" w:name="_Toc12416636"/>
      <w:r w:rsidRPr="00170599">
        <w:rPr>
          <w:b/>
          <w:bCs/>
        </w:rPr>
        <w:t>“SARS’s Designated Representative”</w:t>
      </w:r>
      <w:r w:rsidRPr="00170599">
        <w:t xml:space="preserve"> means any SARS official who is authorised to enter into this Agreement with the Service Provider;</w:t>
      </w:r>
      <w:bookmarkEnd w:id="119"/>
    </w:p>
    <w:p w14:paraId="150C9E46" w14:textId="77777777" w:rsidR="00511D76" w:rsidRPr="00170599" w:rsidRDefault="00511D76" w:rsidP="000771BF">
      <w:pPr>
        <w:pStyle w:val="ListParagraph"/>
        <w:numPr>
          <w:ilvl w:val="2"/>
          <w:numId w:val="28"/>
        </w:numPr>
        <w:spacing w:before="120" w:after="240" w:line="360" w:lineRule="auto"/>
        <w:ind w:left="1134" w:hanging="1134"/>
        <w:contextualSpacing w:val="0"/>
        <w:jc w:val="both"/>
      </w:pPr>
      <w:bookmarkStart w:id="120" w:name="_Toc12416637"/>
      <w:r w:rsidRPr="00170599">
        <w:rPr>
          <w:b/>
          <w:bCs/>
        </w:rPr>
        <w:t>"SARS Information"</w:t>
      </w:r>
      <w:r w:rsidRPr="00170599">
        <w:t xml:space="preserve"> means— (a) any information (including Personal Information) about a current or former SARS official, whether deceased or not; (b) information subject to legal professional privilege vested in SARS; (c) information that was supplied in confidence by a third party to SARS, the disclosure of which could reasonably be expected to prejudice the future supply of similar information, or information from the same source; (d) information related to investigations and prosecutions described in section 39 of PAIA; (e) information related to the operations of SARS, including an opinion, advice, report, recommendation or an account of a consultation, discussion or deliberation that has occurred, if— (i) the information was given, obtained or prepared by or on behalf of SARS for the purpose of assisting to formulate a policy or take a decision in the exercise of a power or performance of a duty conferred or imposed by law; and (ii) the disclosure of the information could reasonably be expected to frustrate the deliberative process in SARS or between SARS and other organs of state by— (aa) inhibiting the candid communication of an opinion, advice, report or recommendation or conduct of a consultation, discussion or deliberation; or (bb) frustrating the success of a policy or contemplated policy by the premature disclosure thereof; (f) information about research being or to be carried out by or on behalf of SARS, the disclosure of which would be likely to prejudice the outcome of the research; (g) information the disclosure of which could reasonably be expected to prejudice the economic interests or financial welfare of the Republic of South Africa or the ability of the government to manage the economy of the Republic of South Africa effectively in the best interests of the Republic of South Africa, including a contemplated change or decision not to charge a tax or a duty, levy, penalty, interest and similar moneys imposed under a Tax Act; (h) information supplied in confidence by or on behalf of another state or an international organization to SARS; (i) a computer program, as defined in section 1(1) of the Copyright Act, 1978 (Act No. 98 of 1978), owned by SARS; (j) financial, commercial, scientific or technical information, other than trade secrets, of SARS, the disclosure of which would be likely to cause harm to the financial interests of SARS; (k) information the disclosure of which could reasonably be expected to put SARS at a disadvantage in contractual or other negotiations; and (l) information relating to the security of SARS buildings, property, structures or systems;</w:t>
      </w:r>
      <w:bookmarkEnd w:id="120"/>
      <w:r w:rsidRPr="00170599">
        <w:t xml:space="preserve"> </w:t>
      </w:r>
    </w:p>
    <w:p w14:paraId="2020A658" w14:textId="77777777" w:rsidR="00511D76" w:rsidRPr="00170599" w:rsidRDefault="00511D76" w:rsidP="000771BF">
      <w:pPr>
        <w:pStyle w:val="ListParagraph"/>
        <w:numPr>
          <w:ilvl w:val="2"/>
          <w:numId w:val="28"/>
        </w:numPr>
        <w:spacing w:before="120" w:after="240" w:line="360" w:lineRule="auto"/>
        <w:ind w:left="1134" w:hanging="1134"/>
        <w:contextualSpacing w:val="0"/>
        <w:jc w:val="both"/>
      </w:pPr>
      <w:bookmarkStart w:id="121" w:name="_Toc12416638"/>
      <w:r w:rsidRPr="00170599">
        <w:t>“</w:t>
      </w:r>
      <w:r w:rsidRPr="00170599">
        <w:rPr>
          <w:b/>
          <w:bCs/>
        </w:rPr>
        <w:t>SARS Personnel</w:t>
      </w:r>
      <w:r w:rsidRPr="00170599">
        <w:t>” means SARS’s staff, consultants and/or agent employed by SARS for the purposes of the Agreement;</w:t>
      </w:r>
      <w:bookmarkEnd w:id="121"/>
    </w:p>
    <w:p w14:paraId="1F9A3950" w14:textId="77777777" w:rsidR="00511D76" w:rsidRPr="00170599" w:rsidRDefault="00511D76" w:rsidP="000771BF">
      <w:pPr>
        <w:pStyle w:val="ListParagraph"/>
        <w:numPr>
          <w:ilvl w:val="2"/>
          <w:numId w:val="28"/>
        </w:numPr>
        <w:spacing w:before="120" w:after="240" w:line="360" w:lineRule="auto"/>
        <w:ind w:left="1134" w:hanging="1134"/>
        <w:contextualSpacing w:val="0"/>
        <w:jc w:val="both"/>
      </w:pPr>
      <w:bookmarkStart w:id="122" w:name="_Toc12416639"/>
      <w:r w:rsidRPr="00170599">
        <w:t>“</w:t>
      </w:r>
      <w:r w:rsidRPr="00170599">
        <w:rPr>
          <w:b/>
          <w:bCs/>
        </w:rPr>
        <w:t>SARS PPS&amp;G</w:t>
      </w:r>
      <w:r w:rsidRPr="00170599">
        <w:t xml:space="preserve">” means the </w:t>
      </w:r>
      <w:r w:rsidR="00856623" w:rsidRPr="00170599">
        <w:t>SARS</w:t>
      </w:r>
      <w:r w:rsidRPr="00170599">
        <w:t>’s policies, procedures, processes, standards, guidelines, and other similar issuances (including any updates, amendments or revisions) that are applicable to the Services or the Service Provider from time to time;</w:t>
      </w:r>
      <w:bookmarkEnd w:id="122"/>
      <w:r w:rsidRPr="00170599">
        <w:t xml:space="preserve"> </w:t>
      </w:r>
    </w:p>
    <w:p w14:paraId="7A958681" w14:textId="0634A8DD" w:rsidR="00552A1D" w:rsidRPr="00170599" w:rsidRDefault="00552A1D" w:rsidP="000771BF">
      <w:pPr>
        <w:pStyle w:val="ListParagraph"/>
        <w:numPr>
          <w:ilvl w:val="2"/>
          <w:numId w:val="28"/>
        </w:numPr>
        <w:spacing w:before="120" w:after="240" w:line="360" w:lineRule="auto"/>
        <w:ind w:left="1134" w:hanging="1134"/>
        <w:contextualSpacing w:val="0"/>
        <w:jc w:val="both"/>
      </w:pPr>
      <w:bookmarkStart w:id="123" w:name="_Ref81397"/>
      <w:bookmarkStart w:id="124" w:name="_Toc12416640"/>
      <w:r w:rsidRPr="00170599">
        <w:t>"</w:t>
      </w:r>
      <w:r w:rsidRPr="00170599">
        <w:rPr>
          <w:b/>
          <w:bCs/>
        </w:rPr>
        <w:t>Services</w:t>
      </w:r>
      <w:r w:rsidRPr="00170599">
        <w:t xml:space="preserve">" means the functions and responsibilities </w:t>
      </w:r>
      <w:r w:rsidR="002A0F1D" w:rsidRPr="00170599">
        <w:t xml:space="preserve">to be </w:t>
      </w:r>
      <w:r w:rsidRPr="00170599">
        <w:t xml:space="preserve">provided by the Service Provider to </w:t>
      </w:r>
      <w:r w:rsidR="00BA4FE1" w:rsidRPr="00170599">
        <w:t>SARS</w:t>
      </w:r>
      <w:r w:rsidRPr="00170599">
        <w:t xml:space="preserve"> </w:t>
      </w:r>
      <w:r w:rsidR="00707260" w:rsidRPr="00170599">
        <w:t xml:space="preserve">in respect of the Software </w:t>
      </w:r>
      <w:r w:rsidRPr="00170599">
        <w:t>as detailed in th</w:t>
      </w:r>
      <w:r w:rsidR="0053012F" w:rsidRPr="00170599">
        <w:t xml:space="preserve">e </w:t>
      </w:r>
      <w:r w:rsidR="005C229C" w:rsidRPr="00170599">
        <w:t>RFP</w:t>
      </w:r>
      <w:r w:rsidR="0053012F" w:rsidRPr="00170599">
        <w:t xml:space="preserve"> </w:t>
      </w:r>
      <w:r w:rsidRPr="00170599">
        <w:t>as they may evolve or be supplemented, enhanced, modified, amended or replaced in accordance with the terms of th</w:t>
      </w:r>
      <w:r w:rsidR="0053012F" w:rsidRPr="00170599">
        <w:t>is</w:t>
      </w:r>
      <w:r w:rsidRPr="00170599">
        <w:t xml:space="preserve"> Agreement</w:t>
      </w:r>
      <w:r w:rsidR="002A0F1D" w:rsidRPr="00170599">
        <w:t>,</w:t>
      </w:r>
      <w:r w:rsidRPr="00170599">
        <w:t xml:space="preserve"> and in particular means: (i) the </w:t>
      </w:r>
      <w:r w:rsidR="002A0F1D" w:rsidRPr="00170599">
        <w:t>P</w:t>
      </w:r>
      <w:r w:rsidR="0053012F" w:rsidRPr="00170599">
        <w:t xml:space="preserve">rocurement </w:t>
      </w:r>
      <w:r w:rsidR="002A0F1D" w:rsidRPr="00170599">
        <w:t>Services</w:t>
      </w:r>
      <w:r w:rsidR="006A16A5" w:rsidRPr="00170599">
        <w:t xml:space="preserve">; </w:t>
      </w:r>
      <w:r w:rsidRPr="00170599">
        <w:t>(ii) the Maintenance Services; (iii) the Support Services;</w:t>
      </w:r>
      <w:r w:rsidR="00E52BA7" w:rsidRPr="00170599">
        <w:t xml:space="preserve"> and</w:t>
      </w:r>
      <w:r w:rsidRPr="00170599">
        <w:t xml:space="preserve"> (iv) </w:t>
      </w:r>
      <w:r w:rsidR="00E244E7" w:rsidRPr="00170599">
        <w:t>T</w:t>
      </w:r>
      <w:r w:rsidRPr="00170599">
        <w:t xml:space="preserve">raining </w:t>
      </w:r>
      <w:r w:rsidR="00AC5753" w:rsidRPr="00170599">
        <w:t>S</w:t>
      </w:r>
      <w:r w:rsidRPr="00170599">
        <w:t>ervices; and any services related to those detailed in (i) to (</w:t>
      </w:r>
      <w:r w:rsidR="00D67601" w:rsidRPr="00170599">
        <w:t>i</w:t>
      </w:r>
      <w:r w:rsidRPr="00170599">
        <w:t>v) above;</w:t>
      </w:r>
      <w:bookmarkEnd w:id="123"/>
      <w:bookmarkEnd w:id="124"/>
      <w:r w:rsidRPr="00170599">
        <w:t xml:space="preserve"> </w:t>
      </w:r>
    </w:p>
    <w:p w14:paraId="5555F7E6" w14:textId="77777777" w:rsidR="00552A1D" w:rsidRPr="00170599" w:rsidRDefault="00CD57FF" w:rsidP="000771BF">
      <w:pPr>
        <w:pStyle w:val="ListParagraph"/>
        <w:numPr>
          <w:ilvl w:val="2"/>
          <w:numId w:val="28"/>
        </w:numPr>
        <w:spacing w:before="120" w:after="240" w:line="360" w:lineRule="auto"/>
        <w:ind w:left="1134" w:hanging="1134"/>
        <w:contextualSpacing w:val="0"/>
        <w:jc w:val="both"/>
      </w:pPr>
      <w:bookmarkStart w:id="125" w:name="_Toc12416641"/>
      <w:r w:rsidRPr="00170599">
        <w:t>“</w:t>
      </w:r>
      <w:r w:rsidRPr="00170599">
        <w:rPr>
          <w:b/>
          <w:bCs/>
        </w:rPr>
        <w:t>Service Level</w:t>
      </w:r>
      <w:r w:rsidRPr="00170599">
        <w:t>” means a quantitative standard of performance of the Services that Service Provider is required to satisfy in its performance of the Services, as are detailed under Annexure D</w:t>
      </w:r>
      <w:r w:rsidR="00552A1D" w:rsidRPr="00170599">
        <w:t>;</w:t>
      </w:r>
      <w:bookmarkEnd w:id="125"/>
    </w:p>
    <w:p w14:paraId="5E142844" w14:textId="77777777" w:rsidR="00060F5D" w:rsidRPr="00170599" w:rsidRDefault="00060F5D" w:rsidP="000771BF">
      <w:pPr>
        <w:pStyle w:val="ListParagraph"/>
        <w:numPr>
          <w:ilvl w:val="2"/>
          <w:numId w:val="28"/>
        </w:numPr>
        <w:spacing w:before="120" w:after="240" w:line="360" w:lineRule="auto"/>
        <w:ind w:left="1134" w:hanging="1134"/>
        <w:contextualSpacing w:val="0"/>
        <w:jc w:val="both"/>
      </w:pPr>
      <w:bookmarkStart w:id="126" w:name="_Toc12416642"/>
      <w:r w:rsidRPr="00170599">
        <w:t>"</w:t>
      </w:r>
      <w:r w:rsidRPr="00170599">
        <w:rPr>
          <w:b/>
          <w:bCs/>
        </w:rPr>
        <w:t>Service Level Agreement</w:t>
      </w:r>
      <w:r w:rsidRPr="00170599">
        <w:t>" means the Service Level Agreement attached hereto and marked A</w:t>
      </w:r>
      <w:r w:rsidR="00CD57FF" w:rsidRPr="00170599">
        <w:t>nnexure D</w:t>
      </w:r>
      <w:r w:rsidRPr="00170599">
        <w:t>;</w:t>
      </w:r>
      <w:bookmarkEnd w:id="126"/>
    </w:p>
    <w:p w14:paraId="4659A041" w14:textId="77777777" w:rsidR="00C82EDC" w:rsidRPr="001A303E" w:rsidRDefault="00C82EDC" w:rsidP="000771BF">
      <w:pPr>
        <w:pStyle w:val="ListParagraph"/>
        <w:numPr>
          <w:ilvl w:val="2"/>
          <w:numId w:val="28"/>
        </w:numPr>
        <w:spacing w:before="120" w:after="240" w:line="360" w:lineRule="auto"/>
        <w:ind w:left="1134" w:hanging="1134"/>
        <w:contextualSpacing w:val="0"/>
        <w:jc w:val="both"/>
      </w:pPr>
      <w:bookmarkStart w:id="127" w:name="_Toc12416643"/>
      <w:r w:rsidRPr="001A303E">
        <w:t>“</w:t>
      </w:r>
      <w:r w:rsidRPr="001A303E">
        <w:rPr>
          <w:b/>
          <w:bCs/>
        </w:rPr>
        <w:t>Service Provider Personnel</w:t>
      </w:r>
      <w:r w:rsidRPr="001A303E">
        <w:t>” means the Service Provider’s staff, be they permanent, temporary or contractors, performing the Services on behalf of the Service Provider</w:t>
      </w:r>
      <w:r w:rsidR="00D873E8" w:rsidRPr="001A303E">
        <w:t>;</w:t>
      </w:r>
      <w:bookmarkEnd w:id="127"/>
      <w:r w:rsidRPr="001A303E">
        <w:t xml:space="preserve"> </w:t>
      </w:r>
    </w:p>
    <w:p w14:paraId="7765B880" w14:textId="77777777" w:rsidR="00E1679A" w:rsidRPr="001A303E" w:rsidRDefault="00E1679A" w:rsidP="000771BF">
      <w:pPr>
        <w:pStyle w:val="ListParagraph"/>
        <w:numPr>
          <w:ilvl w:val="2"/>
          <w:numId w:val="28"/>
        </w:numPr>
        <w:spacing w:before="120" w:after="240" w:line="360" w:lineRule="auto"/>
        <w:ind w:left="1134" w:hanging="1134"/>
        <w:contextualSpacing w:val="0"/>
        <w:jc w:val="both"/>
      </w:pPr>
      <w:bookmarkStart w:id="128" w:name="_Toc12416644"/>
      <w:r w:rsidRPr="001A303E">
        <w:t>“</w:t>
      </w:r>
      <w:r w:rsidRPr="001A303E">
        <w:rPr>
          <w:b/>
        </w:rPr>
        <w:t>Signature Date</w:t>
      </w:r>
      <w:r w:rsidRPr="001A303E">
        <w:t>” means the date of signature of this Agreement by the last Party signing;</w:t>
      </w:r>
      <w:bookmarkEnd w:id="128"/>
      <w:r w:rsidRPr="001A303E">
        <w:t xml:space="preserve"> </w:t>
      </w:r>
    </w:p>
    <w:p w14:paraId="1463ED01" w14:textId="2FDBD985" w:rsidR="00742866" w:rsidRPr="00170599" w:rsidRDefault="00742866" w:rsidP="000771BF">
      <w:pPr>
        <w:pStyle w:val="ListParagraph"/>
        <w:numPr>
          <w:ilvl w:val="2"/>
          <w:numId w:val="28"/>
        </w:numPr>
        <w:spacing w:before="120" w:after="240" w:line="360" w:lineRule="auto"/>
        <w:ind w:left="1134" w:hanging="1134"/>
        <w:contextualSpacing w:val="0"/>
        <w:jc w:val="both"/>
      </w:pPr>
      <w:bookmarkStart w:id="129" w:name="_Ref338086204"/>
      <w:bookmarkStart w:id="130" w:name="_Toc12416645"/>
      <w:r w:rsidRPr="001A303E">
        <w:t>"</w:t>
      </w:r>
      <w:r w:rsidRPr="001A303E">
        <w:rPr>
          <w:b/>
          <w:bCs/>
        </w:rPr>
        <w:t>Software</w:t>
      </w:r>
      <w:r w:rsidRPr="001A303E">
        <w:t xml:space="preserve">" means the </w:t>
      </w:r>
      <w:r w:rsidR="00361951">
        <w:t>SSA</w:t>
      </w:r>
      <w:r w:rsidR="00243FDE">
        <w:t>-</w:t>
      </w:r>
      <w:r w:rsidR="00361951">
        <w:t>Name3</w:t>
      </w:r>
      <w:r w:rsidR="009B67A5" w:rsidRPr="001A303E">
        <w:t xml:space="preserve"> software programmes that a</w:t>
      </w:r>
      <w:r w:rsidR="007605EF" w:rsidRPr="001A303E">
        <w:t>r</w:t>
      </w:r>
      <w:r w:rsidR="009B67A5" w:rsidRPr="001A303E">
        <w:t xml:space="preserve">e </w:t>
      </w:r>
      <w:r w:rsidR="007605EF" w:rsidRPr="00BB3CB5">
        <w:t>l</w:t>
      </w:r>
      <w:r w:rsidR="009B67A5" w:rsidRPr="00170599">
        <w:t xml:space="preserve">icensed to SARS by </w:t>
      </w:r>
      <w:r w:rsidR="00467CAA">
        <w:t>Licensor</w:t>
      </w:r>
      <w:r w:rsidR="009B67A5" w:rsidRPr="00170599">
        <w:t xml:space="preserve">, </w:t>
      </w:r>
      <w:r w:rsidR="009A6F45" w:rsidRPr="00170599">
        <w:t>and includes, without limitation all New Releases of the Software and all updates, improvements, Upgrades, modifications and Enhancements to the Software from time to time, and all material and Documentation associated with the Software, including installation and user manuals</w:t>
      </w:r>
      <w:r w:rsidRPr="00170599">
        <w:t>;</w:t>
      </w:r>
      <w:bookmarkEnd w:id="129"/>
      <w:bookmarkEnd w:id="130"/>
    </w:p>
    <w:p w14:paraId="5888056C" w14:textId="5B426C49" w:rsidR="00221BC0" w:rsidRPr="001A303E" w:rsidRDefault="00221BC0" w:rsidP="000771BF">
      <w:pPr>
        <w:pStyle w:val="ListParagraph"/>
        <w:numPr>
          <w:ilvl w:val="2"/>
          <w:numId w:val="28"/>
        </w:numPr>
        <w:spacing w:before="120" w:after="240" w:line="360" w:lineRule="auto"/>
        <w:ind w:left="1134" w:hanging="1134"/>
        <w:contextualSpacing w:val="0"/>
        <w:jc w:val="both"/>
      </w:pPr>
      <w:bookmarkStart w:id="131" w:name="_Toc12416646"/>
      <w:r w:rsidRPr="00170599">
        <w:t>“</w:t>
      </w:r>
      <w:r w:rsidRPr="00170599">
        <w:rPr>
          <w:b/>
          <w:bCs/>
        </w:rPr>
        <w:t>Software Licences</w:t>
      </w:r>
      <w:r w:rsidRPr="00170599">
        <w:t xml:space="preserve">” means license required by SARS to access and use the Software, which license is as fully described in </w:t>
      </w:r>
      <w:r w:rsidR="004D20A5" w:rsidRPr="00170599">
        <w:rPr>
          <w:b/>
          <w:bCs/>
        </w:rPr>
        <w:t xml:space="preserve">Annexure </w:t>
      </w:r>
      <w:r w:rsidR="009637D2" w:rsidRPr="00170599">
        <w:rPr>
          <w:b/>
          <w:bCs/>
        </w:rPr>
        <w:t>(</w:t>
      </w:r>
      <w:r w:rsidR="009637D2" w:rsidRPr="001A303E">
        <w:rPr>
          <w:b/>
          <w:bCs/>
        </w:rPr>
        <w:sym w:font="Wingdings" w:char="F06C"/>
      </w:r>
      <w:r w:rsidR="009637D2" w:rsidRPr="001A303E">
        <w:rPr>
          <w:b/>
          <w:bCs/>
        </w:rPr>
        <w:t>)</w:t>
      </w:r>
      <w:r w:rsidRPr="001A303E">
        <w:t xml:space="preserve"> hereto;</w:t>
      </w:r>
      <w:bookmarkEnd w:id="131"/>
    </w:p>
    <w:p w14:paraId="6C7A8791" w14:textId="3C5A8C2F" w:rsidR="00552A1D" w:rsidRPr="00BB3CB5" w:rsidRDefault="00552A1D" w:rsidP="009743BD">
      <w:pPr>
        <w:pStyle w:val="ListParagraph"/>
        <w:numPr>
          <w:ilvl w:val="2"/>
          <w:numId w:val="28"/>
        </w:numPr>
        <w:spacing w:before="120" w:after="240" w:line="360" w:lineRule="auto"/>
        <w:ind w:left="1134" w:hanging="1134"/>
        <w:contextualSpacing w:val="0"/>
        <w:jc w:val="both"/>
      </w:pPr>
      <w:bookmarkStart w:id="132" w:name="_Toc12416648"/>
      <w:r w:rsidRPr="001A303E">
        <w:t>“</w:t>
      </w:r>
      <w:r w:rsidRPr="001A303E">
        <w:rPr>
          <w:b/>
          <w:bCs/>
        </w:rPr>
        <w:t>Software Breakages</w:t>
      </w:r>
      <w:r w:rsidRPr="001A303E">
        <w:t xml:space="preserve">” means individually and/or collectively, the </w:t>
      </w:r>
      <w:r w:rsidR="00D67601" w:rsidRPr="001A303E">
        <w:t>Bug-Fixes</w:t>
      </w:r>
      <w:r w:rsidRPr="001A303E">
        <w:t xml:space="preserve">, </w:t>
      </w:r>
      <w:r w:rsidR="00FC79AF" w:rsidRPr="001A303E">
        <w:t>W</w:t>
      </w:r>
      <w:r w:rsidRPr="001A303E">
        <w:t>ork-</w:t>
      </w:r>
      <w:r w:rsidR="00FC79AF" w:rsidRPr="001A303E">
        <w:t>A</w:t>
      </w:r>
      <w:r w:rsidRPr="001A303E">
        <w:t xml:space="preserve">rounds and </w:t>
      </w:r>
      <w:r w:rsidRPr="00BB3CB5">
        <w:t>temporary fixes, patches relating to the Software;</w:t>
      </w:r>
      <w:bookmarkEnd w:id="132"/>
    </w:p>
    <w:p w14:paraId="33AFA429" w14:textId="77777777" w:rsidR="00E1679A" w:rsidRPr="00170599" w:rsidRDefault="00E1679A" w:rsidP="009743BD">
      <w:pPr>
        <w:pStyle w:val="ListParagraph"/>
        <w:numPr>
          <w:ilvl w:val="2"/>
          <w:numId w:val="28"/>
        </w:numPr>
        <w:spacing w:before="120" w:after="240" w:line="360" w:lineRule="auto"/>
        <w:ind w:left="1134" w:hanging="1134"/>
        <w:contextualSpacing w:val="0"/>
        <w:jc w:val="both"/>
      </w:pPr>
      <w:bookmarkStart w:id="133" w:name="_Toc12416649"/>
      <w:r w:rsidRPr="00170599">
        <w:t>“</w:t>
      </w:r>
      <w:r w:rsidRPr="00170599">
        <w:rPr>
          <w:b/>
          <w:bCs/>
        </w:rPr>
        <w:t>SPOC</w:t>
      </w:r>
      <w:r w:rsidRPr="00170599">
        <w:t>” means a Single Point of Contact designated by either Party to ensure the implementation of the Agreement in accordance with the terms hereof and to resolve any operational issues pertaining thereto;</w:t>
      </w:r>
      <w:bookmarkEnd w:id="133"/>
    </w:p>
    <w:p w14:paraId="6009C49B" w14:textId="551B5940" w:rsidR="00FD75F0" w:rsidRPr="001A303E" w:rsidRDefault="00FD75F0" w:rsidP="009743BD">
      <w:pPr>
        <w:pStyle w:val="ListParagraph"/>
        <w:numPr>
          <w:ilvl w:val="2"/>
          <w:numId w:val="28"/>
        </w:numPr>
        <w:spacing w:before="120" w:after="240" w:line="360" w:lineRule="auto"/>
        <w:ind w:left="1134" w:hanging="1134"/>
        <w:contextualSpacing w:val="0"/>
        <w:jc w:val="both"/>
      </w:pPr>
      <w:bookmarkStart w:id="134" w:name="_Ref533017706"/>
      <w:bookmarkStart w:id="135" w:name="_Toc12416651"/>
      <w:r w:rsidRPr="00170599">
        <w:t>"</w:t>
      </w:r>
      <w:r w:rsidRPr="00170599">
        <w:rPr>
          <w:b/>
          <w:bCs/>
        </w:rPr>
        <w:t>Support Services</w:t>
      </w:r>
      <w:r w:rsidRPr="00170599">
        <w:t xml:space="preserve">" means the provision of services including all support activities </w:t>
      </w:r>
      <w:r w:rsidR="00DF6F5B" w:rsidRPr="00170599">
        <w:t xml:space="preserve">as stipulated in the </w:t>
      </w:r>
      <w:r w:rsidR="005C229C" w:rsidRPr="00170599">
        <w:t>RFP</w:t>
      </w:r>
      <w:r w:rsidR="00EA4CF0" w:rsidRPr="00170599">
        <w:t xml:space="preserve"> </w:t>
      </w:r>
      <w:r w:rsidR="00DF6F5B" w:rsidRPr="00170599">
        <w:t xml:space="preserve">and </w:t>
      </w:r>
      <w:r w:rsidR="002D58D7" w:rsidRPr="00170599">
        <w:t xml:space="preserve">as fully set out in </w:t>
      </w:r>
      <w:r w:rsidR="00E23CEB" w:rsidRPr="00170599">
        <w:rPr>
          <w:b/>
        </w:rPr>
        <w:t>Clause</w:t>
      </w:r>
      <w:r w:rsidR="009A7947" w:rsidRPr="001A303E">
        <w:rPr>
          <w:b/>
        </w:rPr>
        <w:t xml:space="preserve"> </w:t>
      </w:r>
      <w:r w:rsidR="009A7947" w:rsidRPr="001A303E">
        <w:rPr>
          <w:b/>
        </w:rPr>
        <w:fldChar w:fldCharType="begin"/>
      </w:r>
      <w:r w:rsidR="009A7947" w:rsidRPr="00170599">
        <w:rPr>
          <w:b/>
        </w:rPr>
        <w:instrText xml:space="preserve"> REF _Ref55905216 \r \h </w:instrText>
      </w:r>
      <w:r w:rsidR="00252202">
        <w:rPr>
          <w:b/>
        </w:rPr>
        <w:instrText xml:space="preserve"> \* MERGEFORMAT </w:instrText>
      </w:r>
      <w:r w:rsidR="009A7947" w:rsidRPr="001A303E">
        <w:rPr>
          <w:b/>
        </w:rPr>
      </w:r>
      <w:r w:rsidR="009A7947" w:rsidRPr="001A303E">
        <w:rPr>
          <w:b/>
        </w:rPr>
        <w:fldChar w:fldCharType="separate"/>
      </w:r>
      <w:r w:rsidR="009A7947" w:rsidRPr="001A303E">
        <w:rPr>
          <w:b/>
        </w:rPr>
        <w:t>8.5</w:t>
      </w:r>
      <w:r w:rsidR="009A7947" w:rsidRPr="001A303E">
        <w:rPr>
          <w:b/>
        </w:rPr>
        <w:fldChar w:fldCharType="end"/>
      </w:r>
      <w:r w:rsidR="002D58D7" w:rsidRPr="001A303E">
        <w:t xml:space="preserve"> below</w:t>
      </w:r>
      <w:r w:rsidRPr="001A303E">
        <w:t xml:space="preserve">, by the Service Provider to SARS whereby the Service Provider: (i) attends to all service request logged by SARS and escalated to the Service Provider; (ii) resolves all Incidents and Problems logged by SARS in accordance with the </w:t>
      </w:r>
      <w:r w:rsidR="00B96D9B" w:rsidRPr="001A303E">
        <w:t>Service Levels</w:t>
      </w:r>
      <w:r w:rsidRPr="001A303E">
        <w:t xml:space="preserve">; (iii) the installation and repair of all Software </w:t>
      </w:r>
      <w:r w:rsidR="0093366A" w:rsidRPr="001A303E">
        <w:t xml:space="preserve">Licenses </w:t>
      </w:r>
      <w:r w:rsidRPr="001A303E">
        <w:t xml:space="preserve">Breakages and Upgrades; and (iv) provides </w:t>
      </w:r>
      <w:r w:rsidR="00493D74" w:rsidRPr="001A303E">
        <w:t xml:space="preserve">professional </w:t>
      </w:r>
      <w:r w:rsidRPr="001A303E">
        <w:t>services in respect of or related to the Software to ensure the continued functionality of the Software in accordance with the Functional Specification and/or Documentation, which services may be provided via telephonic support. For the avoidance of doubt, the provisions of this</w:t>
      </w:r>
      <w:r w:rsidRPr="00170599">
        <w:rPr>
          <w:b/>
        </w:rPr>
        <w:t xml:space="preserve"> </w:t>
      </w:r>
      <w:r w:rsidR="004C7542" w:rsidRPr="00170599">
        <w:rPr>
          <w:b/>
        </w:rPr>
        <w:t>C</w:t>
      </w:r>
      <w:r w:rsidRPr="00170599">
        <w:rPr>
          <w:b/>
        </w:rPr>
        <w:t xml:space="preserve">lause </w:t>
      </w:r>
      <w:r w:rsidR="009A7947" w:rsidRPr="001A303E">
        <w:rPr>
          <w:b/>
        </w:rPr>
        <w:fldChar w:fldCharType="begin"/>
      </w:r>
      <w:r w:rsidR="009A7947" w:rsidRPr="00170599">
        <w:rPr>
          <w:b/>
        </w:rPr>
        <w:instrText xml:space="preserve"> REF _Ref533017706 \r \h </w:instrText>
      </w:r>
      <w:r w:rsidR="00252202">
        <w:rPr>
          <w:b/>
        </w:rPr>
        <w:instrText xml:space="preserve"> \* MERGEFORMAT </w:instrText>
      </w:r>
      <w:r w:rsidR="009A7947" w:rsidRPr="001A303E">
        <w:rPr>
          <w:b/>
        </w:rPr>
      </w:r>
      <w:r w:rsidR="009A7947" w:rsidRPr="001A303E">
        <w:rPr>
          <w:b/>
        </w:rPr>
        <w:fldChar w:fldCharType="separate"/>
      </w:r>
      <w:r w:rsidR="009A7947" w:rsidRPr="001A303E">
        <w:rPr>
          <w:b/>
        </w:rPr>
        <w:t>3.2.71</w:t>
      </w:r>
      <w:r w:rsidR="009A7947" w:rsidRPr="001A303E">
        <w:rPr>
          <w:b/>
        </w:rPr>
        <w:fldChar w:fldCharType="end"/>
      </w:r>
      <w:r w:rsidRPr="00170599">
        <w:rPr>
          <w:b/>
        </w:rPr>
        <w:t xml:space="preserve"> </w:t>
      </w:r>
      <w:r w:rsidRPr="001A303E">
        <w:t xml:space="preserve">will apply in respect of all copies of the Software </w:t>
      </w:r>
      <w:r w:rsidR="0059491D" w:rsidRPr="001A303E">
        <w:t>including the Software License</w:t>
      </w:r>
      <w:r w:rsidR="0093366A" w:rsidRPr="001A303E">
        <w:t>s</w:t>
      </w:r>
      <w:r w:rsidR="0059491D" w:rsidRPr="001A303E">
        <w:t xml:space="preserve"> </w:t>
      </w:r>
      <w:r w:rsidRPr="001A303E">
        <w:t>used by SARS, including those used by SARS for disaster recovery purposes;</w:t>
      </w:r>
      <w:bookmarkEnd w:id="134"/>
      <w:bookmarkEnd w:id="135"/>
      <w:r w:rsidRPr="001A303E">
        <w:t xml:space="preserve"> </w:t>
      </w:r>
    </w:p>
    <w:p w14:paraId="71C84FA3" w14:textId="77F1DB94" w:rsidR="00A90AF1" w:rsidRPr="001A303E" w:rsidRDefault="00A90AF1" w:rsidP="009743BD">
      <w:pPr>
        <w:pStyle w:val="ListParagraph"/>
        <w:numPr>
          <w:ilvl w:val="2"/>
          <w:numId w:val="28"/>
        </w:numPr>
        <w:spacing w:before="120" w:after="240" w:line="360" w:lineRule="auto"/>
        <w:ind w:left="1134" w:hanging="1134"/>
        <w:contextualSpacing w:val="0"/>
        <w:jc w:val="both"/>
      </w:pPr>
      <w:bookmarkStart w:id="136" w:name="_Toc12416652"/>
      <w:r w:rsidRPr="001A303E">
        <w:t>“</w:t>
      </w:r>
      <w:r w:rsidRPr="001A303E">
        <w:rPr>
          <w:b/>
          <w:bCs/>
        </w:rPr>
        <w:t>Tax Act</w:t>
      </w:r>
      <w:r w:rsidRPr="001A303E">
        <w:t>” means an Act, or a portion thereof, referred to in section 4 read with Schedule 1 to the SARS Act, as well as the Tax Administration Act No. 28 of 2011; the Mineral and Petroleum Resources Royalty Act No 28 of 2008 and the Mineral and Petroleum Resources Royalty Administration Act No. 29 of 2008</w:t>
      </w:r>
      <w:r w:rsidR="00B15BBE" w:rsidRPr="001A303E">
        <w:t xml:space="preserve"> as amended</w:t>
      </w:r>
      <w:r w:rsidRPr="001A303E">
        <w:t>;</w:t>
      </w:r>
      <w:bookmarkEnd w:id="136"/>
    </w:p>
    <w:p w14:paraId="2CA41E8C" w14:textId="5C5410C7" w:rsidR="00242E68" w:rsidRPr="00170599" w:rsidRDefault="00242E68" w:rsidP="009743BD">
      <w:pPr>
        <w:pStyle w:val="ListParagraph"/>
        <w:numPr>
          <w:ilvl w:val="2"/>
          <w:numId w:val="28"/>
        </w:numPr>
        <w:spacing w:before="120" w:after="240" w:line="360" w:lineRule="auto"/>
        <w:ind w:left="1134" w:hanging="1134"/>
        <w:contextualSpacing w:val="0"/>
        <w:jc w:val="both"/>
      </w:pPr>
      <w:bookmarkStart w:id="137" w:name="_Toc12416653"/>
      <w:r w:rsidRPr="001A303E">
        <w:t>"</w:t>
      </w:r>
      <w:r w:rsidRPr="001A303E">
        <w:rPr>
          <w:b/>
          <w:bCs/>
        </w:rPr>
        <w:t>Taxpayer Information</w:t>
      </w:r>
      <w:r w:rsidRPr="001A303E">
        <w:t>" means any relevant material, including details of a Taxpayer's bank account, Tax reference number; identity number and/or any information, document or thing that is reasonably foreseeable to be relevant to enable the perfo</w:t>
      </w:r>
      <w:r w:rsidRPr="00BB3CB5">
        <w:t xml:space="preserve">rmance of the Services as envisaged in this </w:t>
      </w:r>
      <w:r w:rsidR="00827431" w:rsidRPr="00170599">
        <w:t xml:space="preserve">Agreement </w:t>
      </w:r>
      <w:r w:rsidRPr="00170599">
        <w:t xml:space="preserve"> (and as may be more fully described in </w:t>
      </w:r>
      <w:r w:rsidR="00102791" w:rsidRPr="00170599">
        <w:t>the</w:t>
      </w:r>
      <w:r w:rsidRPr="00170599">
        <w:t xml:space="preserve"> </w:t>
      </w:r>
      <w:r w:rsidR="00967473" w:rsidRPr="00170599">
        <w:t>Agreement</w:t>
      </w:r>
      <w:r w:rsidRPr="00170599">
        <w:t>), provided by a Taxpayer or obtained by SARS in respect of a Taxpayer;</w:t>
      </w:r>
      <w:bookmarkEnd w:id="137"/>
    </w:p>
    <w:p w14:paraId="7BA75BBF" w14:textId="77777777" w:rsidR="00627A55" w:rsidRPr="001A303E" w:rsidRDefault="00627A55" w:rsidP="00170599">
      <w:pPr>
        <w:pStyle w:val="ListParagraph"/>
        <w:numPr>
          <w:ilvl w:val="2"/>
          <w:numId w:val="28"/>
        </w:numPr>
        <w:spacing w:before="120" w:after="240" w:line="360" w:lineRule="auto"/>
        <w:ind w:left="1134" w:hanging="1134"/>
        <w:contextualSpacing w:val="0"/>
        <w:jc w:val="both"/>
      </w:pPr>
      <w:r w:rsidRPr="00170599">
        <w:t>“</w:t>
      </w:r>
      <w:r w:rsidRPr="00170599">
        <w:rPr>
          <w:b/>
          <w:bCs/>
        </w:rPr>
        <w:t>Term</w:t>
      </w:r>
      <w:r w:rsidRPr="00170599">
        <w:t xml:space="preserve">” means the term of this Agreement defined in </w:t>
      </w:r>
      <w:r w:rsidRPr="00170599">
        <w:rPr>
          <w:b/>
        </w:rPr>
        <w:t xml:space="preserve">Clause </w:t>
      </w:r>
      <w:r w:rsidRPr="001A303E">
        <w:rPr>
          <w:b/>
        </w:rPr>
        <w:fldChar w:fldCharType="begin"/>
      </w:r>
      <w:r w:rsidRPr="00170599">
        <w:rPr>
          <w:b/>
        </w:rPr>
        <w:instrText xml:space="preserve"> REF _Ref294725666 \r \h  \* MERGEFORMAT </w:instrText>
      </w:r>
      <w:r w:rsidRPr="001A303E">
        <w:rPr>
          <w:b/>
        </w:rPr>
      </w:r>
      <w:r w:rsidRPr="001A303E">
        <w:rPr>
          <w:b/>
        </w:rPr>
        <w:fldChar w:fldCharType="separate"/>
      </w:r>
      <w:r w:rsidRPr="001A303E">
        <w:rPr>
          <w:b/>
        </w:rPr>
        <w:t>6</w:t>
      </w:r>
      <w:r w:rsidRPr="001A303E">
        <w:rPr>
          <w:b/>
        </w:rPr>
        <w:fldChar w:fldCharType="end"/>
      </w:r>
      <w:r w:rsidRPr="001A303E">
        <w:rPr>
          <w:b/>
        </w:rPr>
        <w:t xml:space="preserve"> </w:t>
      </w:r>
      <w:r w:rsidRPr="001A303E">
        <w:t xml:space="preserve">below; </w:t>
      </w:r>
    </w:p>
    <w:p w14:paraId="2F349DED" w14:textId="77777777" w:rsidR="000A1967" w:rsidRPr="001A303E" w:rsidRDefault="000A1967" w:rsidP="009743BD">
      <w:pPr>
        <w:pStyle w:val="ListParagraph"/>
        <w:numPr>
          <w:ilvl w:val="2"/>
          <w:numId w:val="28"/>
        </w:numPr>
        <w:spacing w:before="120" w:after="240" w:line="360" w:lineRule="auto"/>
        <w:ind w:left="1134" w:hanging="1134"/>
        <w:contextualSpacing w:val="0"/>
        <w:jc w:val="both"/>
      </w:pPr>
      <w:bookmarkStart w:id="138" w:name="_Toc12416654"/>
      <w:r w:rsidRPr="001A303E">
        <w:t>“</w:t>
      </w:r>
      <w:r w:rsidRPr="001A303E">
        <w:rPr>
          <w:b/>
          <w:bCs/>
        </w:rPr>
        <w:t>Third Party</w:t>
      </w:r>
      <w:r w:rsidRPr="001A303E">
        <w:t>” means a</w:t>
      </w:r>
      <w:r w:rsidR="00242E68" w:rsidRPr="001A303E">
        <w:t>ny p</w:t>
      </w:r>
      <w:r w:rsidRPr="001A303E">
        <w:t>erson other than SARS, Affiliates</w:t>
      </w:r>
      <w:r w:rsidR="00747CE0" w:rsidRPr="001A303E">
        <w:t xml:space="preserve"> or Subcontractor</w:t>
      </w:r>
      <w:r w:rsidR="00410405" w:rsidRPr="001A303E">
        <w:t>;</w:t>
      </w:r>
      <w:bookmarkEnd w:id="138"/>
    </w:p>
    <w:p w14:paraId="109B685D" w14:textId="77777777" w:rsidR="001B4205" w:rsidRPr="00170599" w:rsidRDefault="001B4205" w:rsidP="009743BD">
      <w:pPr>
        <w:pStyle w:val="ListParagraph"/>
        <w:numPr>
          <w:ilvl w:val="2"/>
          <w:numId w:val="28"/>
        </w:numPr>
        <w:spacing w:before="120" w:after="240" w:line="360" w:lineRule="auto"/>
        <w:ind w:left="1134" w:hanging="1134"/>
        <w:contextualSpacing w:val="0"/>
        <w:jc w:val="both"/>
      </w:pPr>
      <w:bookmarkStart w:id="139" w:name="_Toc12416655"/>
      <w:r w:rsidRPr="001A303E">
        <w:t>“</w:t>
      </w:r>
      <w:r w:rsidRPr="001A303E">
        <w:rPr>
          <w:b/>
          <w:bCs/>
        </w:rPr>
        <w:t>Third Party Intellectual Property</w:t>
      </w:r>
      <w:r w:rsidRPr="001A303E">
        <w:t>”</w:t>
      </w:r>
      <w:r w:rsidR="00242E68" w:rsidRPr="001A303E">
        <w:t xml:space="preserve"> </w:t>
      </w:r>
      <w:r w:rsidR="00DE652F" w:rsidRPr="001A303E">
        <w:t xml:space="preserve">means Intellectual Property owned by a third party and licensed for use by the Service Provider in the </w:t>
      </w:r>
      <w:r w:rsidR="00DE652F" w:rsidRPr="00BB3CB5">
        <w:t>provision of the Services subject to SARS’s written consent;</w:t>
      </w:r>
      <w:bookmarkEnd w:id="139"/>
    </w:p>
    <w:p w14:paraId="34FF7467" w14:textId="09CBAA44" w:rsidR="00C16AF5" w:rsidRPr="00170599" w:rsidRDefault="001929D3" w:rsidP="009743BD">
      <w:pPr>
        <w:pStyle w:val="ListParagraph"/>
        <w:numPr>
          <w:ilvl w:val="2"/>
          <w:numId w:val="28"/>
        </w:numPr>
        <w:spacing w:before="120" w:after="240" w:line="360" w:lineRule="auto"/>
        <w:ind w:left="1134" w:hanging="1134"/>
        <w:contextualSpacing w:val="0"/>
        <w:jc w:val="both"/>
      </w:pPr>
      <w:bookmarkStart w:id="140" w:name="_Toc12416656"/>
      <w:r w:rsidRPr="00170599">
        <w:t>“</w:t>
      </w:r>
      <w:r w:rsidRPr="00170599">
        <w:rPr>
          <w:b/>
          <w:bCs/>
        </w:rPr>
        <w:t xml:space="preserve">Third Party </w:t>
      </w:r>
      <w:r w:rsidR="0027634D" w:rsidRPr="00170599">
        <w:rPr>
          <w:b/>
          <w:bCs/>
        </w:rPr>
        <w:t>Service Provider</w:t>
      </w:r>
      <w:r w:rsidRPr="00170599">
        <w:rPr>
          <w:b/>
          <w:bCs/>
        </w:rPr>
        <w:t>(s)</w:t>
      </w:r>
      <w:r w:rsidRPr="00170599">
        <w:t>” means</w:t>
      </w:r>
      <w:r w:rsidR="004F249E" w:rsidRPr="00170599">
        <w:t xml:space="preserve"> </w:t>
      </w:r>
      <w:r w:rsidR="00BB3E4D" w:rsidRPr="00170599">
        <w:t>SARS third party service providers</w:t>
      </w:r>
      <w:r w:rsidR="009B5976" w:rsidRPr="00170599">
        <w:t xml:space="preserve"> </w:t>
      </w:r>
      <w:r w:rsidR="004F249E" w:rsidRPr="00170599">
        <w:t xml:space="preserve">authorised </w:t>
      </w:r>
      <w:r w:rsidRPr="00170599">
        <w:t>to the extent involved</w:t>
      </w:r>
      <w:r w:rsidR="00B37120" w:rsidRPr="00170599">
        <w:t>: (i)</w:t>
      </w:r>
      <w:r w:rsidRPr="00170599">
        <w:t xml:space="preserve"> in </w:t>
      </w:r>
      <w:r w:rsidR="00A801F3" w:rsidRPr="00170599">
        <w:t xml:space="preserve">providing </w:t>
      </w:r>
      <w:r w:rsidR="00B37120" w:rsidRPr="00170599">
        <w:t xml:space="preserve">the </w:t>
      </w:r>
      <w:r w:rsidR="00410405" w:rsidRPr="00170599">
        <w:t>Services</w:t>
      </w:r>
      <w:r w:rsidRPr="00170599">
        <w:t xml:space="preserve"> </w:t>
      </w:r>
      <w:r w:rsidR="00B37120" w:rsidRPr="00170599">
        <w:t xml:space="preserve">and/or (ii) delivery of the Deliverables </w:t>
      </w:r>
      <w:r w:rsidRPr="00170599">
        <w:t xml:space="preserve">under </w:t>
      </w:r>
      <w:r w:rsidR="00967473" w:rsidRPr="00170599">
        <w:t xml:space="preserve">this Agreement </w:t>
      </w:r>
      <w:r w:rsidRPr="00170599">
        <w:t xml:space="preserve">with the </w:t>
      </w:r>
      <w:r w:rsidR="00410405" w:rsidRPr="00170599">
        <w:t>Service Provider</w:t>
      </w:r>
      <w:r w:rsidRPr="00170599">
        <w:t>;</w:t>
      </w:r>
      <w:bookmarkEnd w:id="140"/>
    </w:p>
    <w:p w14:paraId="098DE4A6" w14:textId="6693CEAA" w:rsidR="00410405" w:rsidRPr="00170599" w:rsidRDefault="001429E4" w:rsidP="009743BD">
      <w:pPr>
        <w:pStyle w:val="ListParagraph"/>
        <w:numPr>
          <w:ilvl w:val="2"/>
          <w:numId w:val="28"/>
        </w:numPr>
        <w:spacing w:before="120" w:after="240" w:line="360" w:lineRule="auto"/>
        <w:ind w:left="1134" w:hanging="1134"/>
        <w:contextualSpacing w:val="0"/>
        <w:jc w:val="both"/>
      </w:pPr>
      <w:bookmarkStart w:id="141" w:name="_Toc12416659"/>
      <w:r w:rsidRPr="00170599">
        <w:t>“</w:t>
      </w:r>
      <w:r w:rsidRPr="00170599">
        <w:rPr>
          <w:b/>
          <w:bCs/>
        </w:rPr>
        <w:t>Training Services</w:t>
      </w:r>
      <w:r w:rsidRPr="00170599">
        <w:t xml:space="preserve">” means the training, advisory and </w:t>
      </w:r>
      <w:r w:rsidR="00506E58" w:rsidRPr="00170599">
        <w:t xml:space="preserve">professional </w:t>
      </w:r>
      <w:r w:rsidRPr="00170599">
        <w:t>services provided by the</w:t>
      </w:r>
      <w:r w:rsidR="00427930" w:rsidRPr="00170599">
        <w:t xml:space="preserve"> Service Provider</w:t>
      </w:r>
      <w:r w:rsidRPr="00170599">
        <w:t xml:space="preserve"> to </w:t>
      </w:r>
      <w:r w:rsidR="00506E58" w:rsidRPr="00170599">
        <w:t xml:space="preserve">SARS’s Personnel </w:t>
      </w:r>
      <w:r w:rsidRPr="00170599">
        <w:t xml:space="preserve">to enable </w:t>
      </w:r>
      <w:r w:rsidR="00506E58" w:rsidRPr="00170599">
        <w:t xml:space="preserve">SARS’s Personnel </w:t>
      </w:r>
      <w:r w:rsidRPr="00170599">
        <w:t xml:space="preserve">to </w:t>
      </w:r>
      <w:r w:rsidR="00967473" w:rsidRPr="00170599">
        <w:t>maintain and support the Software</w:t>
      </w:r>
      <w:r w:rsidR="00506E58" w:rsidRPr="00170599">
        <w:t xml:space="preserve"> and Licenses</w:t>
      </w:r>
      <w:r w:rsidR="00547EFE" w:rsidRPr="00170599">
        <w:t>, which services shall when required, be subject to SARS’s procurement governance processes and procedures</w:t>
      </w:r>
      <w:r w:rsidR="00410405" w:rsidRPr="00170599">
        <w:t>;</w:t>
      </w:r>
      <w:r w:rsidR="00E8696B" w:rsidRPr="00170599">
        <w:t xml:space="preserve"> and</w:t>
      </w:r>
      <w:bookmarkEnd w:id="141"/>
    </w:p>
    <w:p w14:paraId="2389786B" w14:textId="4B6D4E37" w:rsidR="008A08BF" w:rsidRPr="00170599" w:rsidRDefault="00FD75F0" w:rsidP="009743BD">
      <w:pPr>
        <w:pStyle w:val="ListParagraph"/>
        <w:numPr>
          <w:ilvl w:val="2"/>
          <w:numId w:val="28"/>
        </w:numPr>
        <w:spacing w:before="120" w:after="240" w:line="360" w:lineRule="auto"/>
        <w:ind w:left="1134" w:hanging="1134"/>
        <w:contextualSpacing w:val="0"/>
        <w:jc w:val="both"/>
      </w:pPr>
      <w:bookmarkStart w:id="142" w:name="_Toc12416660"/>
      <w:r w:rsidRPr="00170599">
        <w:t>"</w:t>
      </w:r>
      <w:r w:rsidRPr="00170599">
        <w:rPr>
          <w:b/>
          <w:bCs/>
        </w:rPr>
        <w:t>Upgrade</w:t>
      </w:r>
      <w:r w:rsidRPr="00170599">
        <w:t>" means any change</w:t>
      </w:r>
      <w:r w:rsidR="00A56A02" w:rsidRPr="00170599">
        <w:t xml:space="preserve"> or improvement to the Software</w:t>
      </w:r>
      <w:r w:rsidRPr="00170599">
        <w:t xml:space="preserve"> that relates to or affects the operating performance of </w:t>
      </w:r>
      <w:r w:rsidR="008A08BF" w:rsidRPr="00170599">
        <w:t>the</w:t>
      </w:r>
      <w:r w:rsidRPr="00170599">
        <w:t xml:space="preserve"> Software or an aspect of such Software but does not change the basic operation or functionality of the Software. For the sake of clarity, Upgrades are usually identified by a change in the version number, for instance a change from version 1.1 to version 1.2;</w:t>
      </w:r>
      <w:r w:rsidR="00313572" w:rsidRPr="00170599">
        <w:t xml:space="preserve"> </w:t>
      </w:r>
      <w:r w:rsidRPr="00170599">
        <w:t>and</w:t>
      </w:r>
      <w:bookmarkEnd w:id="142"/>
      <w:r w:rsidRPr="00170599">
        <w:t xml:space="preserve"> </w:t>
      </w:r>
    </w:p>
    <w:p w14:paraId="6BDD589E" w14:textId="77777777" w:rsidR="00A54319" w:rsidRPr="00170599" w:rsidRDefault="00742866" w:rsidP="009743BD">
      <w:pPr>
        <w:pStyle w:val="ListParagraph"/>
        <w:numPr>
          <w:ilvl w:val="2"/>
          <w:numId w:val="28"/>
        </w:numPr>
        <w:spacing w:before="120" w:after="240" w:line="360" w:lineRule="auto"/>
        <w:ind w:left="1134" w:hanging="1134"/>
        <w:contextualSpacing w:val="0"/>
        <w:jc w:val="both"/>
      </w:pPr>
      <w:bookmarkStart w:id="143" w:name="_Toc12416661"/>
      <w:r w:rsidRPr="00170599">
        <w:t>"</w:t>
      </w:r>
      <w:r w:rsidRPr="00170599">
        <w:rPr>
          <w:b/>
          <w:bCs/>
        </w:rPr>
        <w:t>Work Arounds</w:t>
      </w:r>
      <w:r w:rsidRPr="00170599">
        <w:t xml:space="preserve">" means a methodology applied, and/or change made, to the Software, as the case may be, with a view to furnishing </w:t>
      </w:r>
      <w:r w:rsidR="00493D74" w:rsidRPr="00170599">
        <w:t>SARS</w:t>
      </w:r>
      <w:r w:rsidRPr="00170599">
        <w:t xml:space="preserve"> with a temporary means to make use of the Software, as the case may be, or any component thereof until such time as a permanent solution is provided</w:t>
      </w:r>
      <w:r w:rsidR="00A54319" w:rsidRPr="00170599">
        <w:t>.</w:t>
      </w:r>
      <w:bookmarkEnd w:id="143"/>
    </w:p>
    <w:p w14:paraId="259D84A2" w14:textId="77777777" w:rsidR="00FB6364" w:rsidRPr="00170599" w:rsidRDefault="00D507A3" w:rsidP="009743BD">
      <w:pPr>
        <w:pStyle w:val="ListParagraph"/>
        <w:numPr>
          <w:ilvl w:val="1"/>
          <w:numId w:val="28"/>
        </w:numPr>
        <w:spacing w:before="120" w:after="240" w:line="360" w:lineRule="auto"/>
        <w:ind w:left="1134" w:hanging="1134"/>
        <w:contextualSpacing w:val="0"/>
        <w:jc w:val="both"/>
      </w:pPr>
      <w:bookmarkStart w:id="144" w:name="_Toc12416662"/>
      <w:r w:rsidRPr="00170599">
        <w:t>Any reference in this Agreement to:</w:t>
      </w:r>
      <w:bookmarkEnd w:id="144"/>
    </w:p>
    <w:p w14:paraId="26F60F99" w14:textId="77777777" w:rsidR="00FB6364" w:rsidRPr="008F1998" w:rsidRDefault="00D507A3" w:rsidP="009743BD">
      <w:pPr>
        <w:pStyle w:val="ListParagraph"/>
        <w:numPr>
          <w:ilvl w:val="2"/>
          <w:numId w:val="28"/>
        </w:numPr>
        <w:spacing w:before="120" w:after="240" w:line="360" w:lineRule="auto"/>
        <w:ind w:left="1134" w:hanging="1134"/>
        <w:contextualSpacing w:val="0"/>
        <w:jc w:val="both"/>
        <w:rPr>
          <w:color w:val="000000" w:themeColor="text1"/>
        </w:rPr>
      </w:pPr>
      <w:bookmarkStart w:id="145" w:name="_Toc12416663"/>
      <w:r w:rsidRPr="00170599">
        <w:t>“</w:t>
      </w:r>
      <w:r w:rsidRPr="00170599">
        <w:rPr>
          <w:b/>
          <w:bCs/>
        </w:rPr>
        <w:t>Clause</w:t>
      </w:r>
      <w:r w:rsidRPr="00170599">
        <w:t xml:space="preserve">” shall, subject to any contrary indication, be construed as a </w:t>
      </w:r>
      <w:r w:rsidRPr="008F1998">
        <w:rPr>
          <w:color w:val="000000" w:themeColor="text1"/>
        </w:rPr>
        <w:t xml:space="preserve">reference to a Clause </w:t>
      </w:r>
      <w:r w:rsidR="00E41B5D" w:rsidRPr="008F1998">
        <w:rPr>
          <w:color w:val="000000" w:themeColor="text1"/>
        </w:rPr>
        <w:t>in this Agreement</w:t>
      </w:r>
      <w:r w:rsidR="00191C0E" w:rsidRPr="008F1998">
        <w:rPr>
          <w:color w:val="000000" w:themeColor="text1"/>
        </w:rPr>
        <w:t>.</w:t>
      </w:r>
      <w:bookmarkEnd w:id="145"/>
    </w:p>
    <w:p w14:paraId="48C124C4" w14:textId="77777777" w:rsidR="00AD6052" w:rsidRPr="008F1998" w:rsidRDefault="00D507A3" w:rsidP="009743BD">
      <w:pPr>
        <w:pStyle w:val="ListParagraph"/>
        <w:numPr>
          <w:ilvl w:val="2"/>
          <w:numId w:val="28"/>
        </w:numPr>
        <w:spacing w:before="120" w:after="240" w:line="360" w:lineRule="auto"/>
        <w:ind w:left="1134" w:hanging="1134"/>
        <w:contextualSpacing w:val="0"/>
        <w:jc w:val="both"/>
        <w:rPr>
          <w:color w:val="000000" w:themeColor="text1"/>
        </w:rPr>
      </w:pPr>
      <w:bookmarkStart w:id="146" w:name="_Toc12416664"/>
      <w:r w:rsidRPr="008F1998">
        <w:rPr>
          <w:color w:val="000000" w:themeColor="text1"/>
        </w:rPr>
        <w:t>“</w:t>
      </w:r>
      <w:r w:rsidRPr="008F1998">
        <w:rPr>
          <w:b/>
          <w:bCs/>
          <w:color w:val="000000" w:themeColor="text1"/>
        </w:rPr>
        <w:t>Person</w:t>
      </w:r>
      <w:r w:rsidRPr="008F1998">
        <w:rPr>
          <w:color w:val="000000" w:themeColor="text1"/>
        </w:rPr>
        <w:t xml:space="preserve">” refers to any </w:t>
      </w:r>
      <w:r w:rsidR="00522A42" w:rsidRPr="008F1998">
        <w:rPr>
          <w:color w:val="000000" w:themeColor="text1"/>
        </w:rPr>
        <w:t>p</w:t>
      </w:r>
      <w:r w:rsidRPr="008F1998">
        <w:rPr>
          <w:color w:val="000000" w:themeColor="text1"/>
        </w:rPr>
        <w:t>erson</w:t>
      </w:r>
      <w:r w:rsidR="00522A42" w:rsidRPr="008F1998">
        <w:rPr>
          <w:color w:val="000000" w:themeColor="text1"/>
        </w:rPr>
        <w:t xml:space="preserve"> including juristic entities</w:t>
      </w:r>
      <w:r w:rsidR="00191C0E" w:rsidRPr="008F1998">
        <w:rPr>
          <w:color w:val="000000" w:themeColor="text1"/>
        </w:rPr>
        <w:t>.</w:t>
      </w:r>
      <w:bookmarkEnd w:id="146"/>
    </w:p>
    <w:p w14:paraId="34AC5848" w14:textId="77777777" w:rsidR="00FB6364" w:rsidRPr="008F1998" w:rsidRDefault="00D507A3" w:rsidP="009743BD">
      <w:pPr>
        <w:pStyle w:val="ListParagraph"/>
        <w:numPr>
          <w:ilvl w:val="1"/>
          <w:numId w:val="28"/>
        </w:numPr>
        <w:spacing w:before="120" w:after="240" w:line="360" w:lineRule="auto"/>
        <w:ind w:left="1134" w:hanging="1134"/>
        <w:contextualSpacing w:val="0"/>
        <w:jc w:val="both"/>
        <w:rPr>
          <w:color w:val="000000" w:themeColor="text1"/>
        </w:rPr>
      </w:pPr>
      <w:bookmarkStart w:id="147" w:name="_Toc12416665"/>
      <w:r w:rsidRPr="008F1998">
        <w:rPr>
          <w:color w:val="000000" w:themeColor="text1"/>
        </w:rPr>
        <w:t>Unless inconsistent with the context or save where the contrary is expressly indicated:</w:t>
      </w:r>
      <w:bookmarkEnd w:id="147"/>
    </w:p>
    <w:p w14:paraId="52C39D45" w14:textId="77777777" w:rsidR="00FB6364" w:rsidRPr="008F1998" w:rsidRDefault="00D507A3" w:rsidP="009743BD">
      <w:pPr>
        <w:pStyle w:val="ListParagraph"/>
        <w:numPr>
          <w:ilvl w:val="2"/>
          <w:numId w:val="28"/>
        </w:numPr>
        <w:spacing w:before="120" w:after="240" w:line="360" w:lineRule="auto"/>
        <w:ind w:left="1134" w:hanging="1134"/>
        <w:contextualSpacing w:val="0"/>
        <w:jc w:val="both"/>
        <w:rPr>
          <w:color w:val="000000" w:themeColor="text1"/>
        </w:rPr>
      </w:pPr>
      <w:bookmarkStart w:id="148" w:name="_Toc12416666"/>
      <w:r w:rsidRPr="008F1998">
        <w:rPr>
          <w:color w:val="000000" w:themeColor="text1"/>
        </w:rPr>
        <w:t>if any provision in a definition is a substantive provision conferring rights or imposing obligations on a</w:t>
      </w:r>
      <w:r w:rsidR="00172156" w:rsidRPr="008F1998">
        <w:rPr>
          <w:color w:val="000000" w:themeColor="text1"/>
        </w:rPr>
        <w:t>ny P</w:t>
      </w:r>
      <w:r w:rsidRPr="008F1998">
        <w:rPr>
          <w:color w:val="000000" w:themeColor="text1"/>
        </w:rPr>
        <w:t>arty, notwithstanding that it appears only in the definition Clause, effect shall be given to it as if it were a substantive provision of this Agreement;</w:t>
      </w:r>
      <w:bookmarkEnd w:id="148"/>
    </w:p>
    <w:p w14:paraId="3575351C" w14:textId="77777777" w:rsidR="00FB6364" w:rsidRPr="008F1998" w:rsidRDefault="00D507A3" w:rsidP="009743BD">
      <w:pPr>
        <w:pStyle w:val="ListParagraph"/>
        <w:numPr>
          <w:ilvl w:val="2"/>
          <w:numId w:val="28"/>
        </w:numPr>
        <w:spacing w:before="120" w:after="240" w:line="360" w:lineRule="auto"/>
        <w:ind w:left="1134" w:hanging="1134"/>
        <w:contextualSpacing w:val="0"/>
        <w:jc w:val="both"/>
        <w:rPr>
          <w:color w:val="000000" w:themeColor="text1"/>
        </w:rPr>
      </w:pPr>
      <w:bookmarkStart w:id="149" w:name="_Toc12416667"/>
      <w:r w:rsidRPr="008F1998">
        <w:rPr>
          <w:color w:val="000000" w:themeColor="text1"/>
        </w:rPr>
        <w:t xml:space="preserve">when any number of days is prescribed in this Agreement, </w:t>
      </w:r>
      <w:r w:rsidR="00AD4C44" w:rsidRPr="008F1998">
        <w:rPr>
          <w:color w:val="000000" w:themeColor="text1"/>
        </w:rPr>
        <w:t xml:space="preserve">such a period shall be computed by excluding </w:t>
      </w:r>
      <w:r w:rsidRPr="008F1998">
        <w:rPr>
          <w:color w:val="000000" w:themeColor="text1"/>
        </w:rPr>
        <w:t xml:space="preserve">the first </w:t>
      </w:r>
      <w:r w:rsidR="00AD4C44" w:rsidRPr="008F1998">
        <w:rPr>
          <w:color w:val="000000" w:themeColor="text1"/>
        </w:rPr>
        <w:t>and including</w:t>
      </w:r>
      <w:r w:rsidRPr="008F1998">
        <w:rPr>
          <w:color w:val="000000" w:themeColor="text1"/>
        </w:rPr>
        <w:t xml:space="preserve"> </w:t>
      </w:r>
      <w:r w:rsidR="00AD4C44" w:rsidRPr="008F1998">
        <w:rPr>
          <w:color w:val="000000" w:themeColor="text1"/>
        </w:rPr>
        <w:t xml:space="preserve">the </w:t>
      </w:r>
      <w:r w:rsidRPr="008F1998">
        <w:rPr>
          <w:color w:val="000000" w:themeColor="text1"/>
        </w:rPr>
        <w:t>last day unless the last day falls on a day which is not a Business Day, in which case the last day shall be the next succeeding Business Day;</w:t>
      </w:r>
      <w:bookmarkEnd w:id="149"/>
    </w:p>
    <w:p w14:paraId="6C83533A" w14:textId="77777777" w:rsidR="00FB6364" w:rsidRPr="008F1998" w:rsidRDefault="00D507A3" w:rsidP="009743BD">
      <w:pPr>
        <w:pStyle w:val="ListParagraph"/>
        <w:numPr>
          <w:ilvl w:val="2"/>
          <w:numId w:val="28"/>
        </w:numPr>
        <w:spacing w:before="120" w:after="240" w:line="360" w:lineRule="auto"/>
        <w:ind w:left="1134" w:hanging="1134"/>
        <w:contextualSpacing w:val="0"/>
        <w:jc w:val="both"/>
        <w:rPr>
          <w:color w:val="000000" w:themeColor="text1"/>
        </w:rPr>
      </w:pPr>
      <w:bookmarkStart w:id="150" w:name="_Toc12416668"/>
      <w:r w:rsidRPr="008F1998">
        <w:rPr>
          <w:color w:val="000000" w:themeColor="text1"/>
        </w:rPr>
        <w:t xml:space="preserve">no provision of this Agreement constitutes a stipulation for the benefit of any Person who is not a </w:t>
      </w:r>
      <w:r w:rsidR="00172156" w:rsidRPr="008F1998">
        <w:rPr>
          <w:color w:val="000000" w:themeColor="text1"/>
        </w:rPr>
        <w:t>P</w:t>
      </w:r>
      <w:r w:rsidRPr="008F1998">
        <w:rPr>
          <w:color w:val="000000" w:themeColor="text1"/>
        </w:rPr>
        <w:t>arty to this Agreement;</w:t>
      </w:r>
      <w:r w:rsidR="004B77C0" w:rsidRPr="008F1998">
        <w:rPr>
          <w:color w:val="000000" w:themeColor="text1"/>
        </w:rPr>
        <w:t xml:space="preserve"> and</w:t>
      </w:r>
      <w:bookmarkEnd w:id="150"/>
    </w:p>
    <w:p w14:paraId="051CD308" w14:textId="0CD24193" w:rsidR="00FB6364" w:rsidRPr="008F1998" w:rsidRDefault="00D507A3" w:rsidP="009743BD">
      <w:pPr>
        <w:pStyle w:val="ListParagraph"/>
        <w:numPr>
          <w:ilvl w:val="2"/>
          <w:numId w:val="28"/>
        </w:numPr>
        <w:spacing w:before="120" w:after="240" w:line="360" w:lineRule="auto"/>
        <w:ind w:left="1134" w:hanging="1134"/>
        <w:contextualSpacing w:val="0"/>
        <w:jc w:val="both"/>
        <w:rPr>
          <w:color w:val="000000" w:themeColor="text1"/>
        </w:rPr>
      </w:pPr>
      <w:bookmarkStart w:id="151" w:name="_Toc12416669"/>
      <w:r w:rsidRPr="008F1998">
        <w:rPr>
          <w:color w:val="000000" w:themeColor="text1"/>
        </w:rPr>
        <w:t xml:space="preserve">a reference to a </w:t>
      </w:r>
      <w:r w:rsidR="00172156" w:rsidRPr="008F1998">
        <w:rPr>
          <w:color w:val="000000" w:themeColor="text1"/>
        </w:rPr>
        <w:t>Party includes that P</w:t>
      </w:r>
      <w:r w:rsidRPr="008F1998">
        <w:rPr>
          <w:color w:val="000000" w:themeColor="text1"/>
        </w:rPr>
        <w:t>arty’s successors-in-title and permitted assign</w:t>
      </w:r>
      <w:r w:rsidR="00CB6290" w:rsidRPr="008F1998">
        <w:rPr>
          <w:color w:val="000000" w:themeColor="text1"/>
        </w:rPr>
        <w:t>ee</w:t>
      </w:r>
      <w:r w:rsidRPr="008F1998">
        <w:rPr>
          <w:color w:val="000000" w:themeColor="text1"/>
        </w:rPr>
        <w:t>s</w:t>
      </w:r>
      <w:r w:rsidR="003C2EB4" w:rsidRPr="008F1998">
        <w:rPr>
          <w:color w:val="000000" w:themeColor="text1"/>
        </w:rPr>
        <w:t xml:space="preserve">, including any other persons contemplated in </w:t>
      </w:r>
      <w:r w:rsidR="00B4157F" w:rsidRPr="008F1998">
        <w:rPr>
          <w:b/>
          <w:color w:val="000000" w:themeColor="text1"/>
        </w:rPr>
        <w:t>C</w:t>
      </w:r>
      <w:r w:rsidR="003C2EB4" w:rsidRPr="008F1998">
        <w:rPr>
          <w:b/>
          <w:color w:val="000000" w:themeColor="text1"/>
        </w:rPr>
        <w:t>lause</w:t>
      </w:r>
      <w:r w:rsidR="00B4157F" w:rsidRPr="008F1998">
        <w:rPr>
          <w:b/>
          <w:color w:val="000000" w:themeColor="text1"/>
        </w:rPr>
        <w:t xml:space="preserve"> </w:t>
      </w:r>
      <w:r w:rsidR="00CB6290" w:rsidRPr="008F1998">
        <w:rPr>
          <w:b/>
          <w:color w:val="000000" w:themeColor="text1"/>
        </w:rPr>
        <w:fldChar w:fldCharType="begin"/>
      </w:r>
      <w:r w:rsidR="00CB6290" w:rsidRPr="008F1998">
        <w:rPr>
          <w:b/>
          <w:color w:val="000000" w:themeColor="text1"/>
        </w:rPr>
        <w:instrText xml:space="preserve"> REF _Ref345927829 \r \h  \* MERGEFORMAT </w:instrText>
      </w:r>
      <w:r w:rsidR="00CB6290" w:rsidRPr="008F1998">
        <w:rPr>
          <w:b/>
          <w:color w:val="000000" w:themeColor="text1"/>
        </w:rPr>
      </w:r>
      <w:r w:rsidR="00CB6290" w:rsidRPr="008F1998">
        <w:rPr>
          <w:b/>
          <w:color w:val="000000" w:themeColor="text1"/>
        </w:rPr>
        <w:fldChar w:fldCharType="separate"/>
      </w:r>
      <w:r w:rsidR="00094BB6">
        <w:rPr>
          <w:b/>
          <w:color w:val="000000" w:themeColor="text1"/>
        </w:rPr>
        <w:t>3.8</w:t>
      </w:r>
      <w:r w:rsidR="00CB6290" w:rsidRPr="008F1998">
        <w:rPr>
          <w:b/>
          <w:color w:val="000000" w:themeColor="text1"/>
        </w:rPr>
        <w:fldChar w:fldCharType="end"/>
      </w:r>
      <w:r w:rsidR="00F43F6C" w:rsidRPr="008F1998">
        <w:rPr>
          <w:color w:val="000000" w:themeColor="text1"/>
        </w:rPr>
        <w:t xml:space="preserve"> </w:t>
      </w:r>
      <w:r w:rsidR="003C2EB4" w:rsidRPr="008F1998">
        <w:rPr>
          <w:color w:val="000000" w:themeColor="text1"/>
        </w:rPr>
        <w:t>of this Agreement</w:t>
      </w:r>
      <w:r w:rsidRPr="008F1998">
        <w:rPr>
          <w:color w:val="000000" w:themeColor="text1"/>
        </w:rPr>
        <w:t>.</w:t>
      </w:r>
      <w:bookmarkEnd w:id="151"/>
    </w:p>
    <w:p w14:paraId="3DD8903B" w14:textId="77777777" w:rsidR="00FB6364" w:rsidRPr="008F1998" w:rsidRDefault="00D507A3" w:rsidP="009743BD">
      <w:pPr>
        <w:pStyle w:val="ListParagraph"/>
        <w:numPr>
          <w:ilvl w:val="1"/>
          <w:numId w:val="28"/>
        </w:numPr>
        <w:spacing w:before="120" w:after="240" w:line="360" w:lineRule="auto"/>
        <w:ind w:left="1134" w:hanging="1134"/>
        <w:contextualSpacing w:val="0"/>
        <w:jc w:val="both"/>
        <w:rPr>
          <w:color w:val="000000" w:themeColor="text1"/>
        </w:rPr>
      </w:pPr>
      <w:bookmarkStart w:id="152" w:name="_Toc12416670"/>
      <w:r w:rsidRPr="008F1998">
        <w:rPr>
          <w:color w:val="000000" w:themeColor="text1"/>
        </w:rPr>
        <w:t>Unless inconsistent with the context, an expression which denotes:</w:t>
      </w:r>
      <w:bookmarkEnd w:id="152"/>
    </w:p>
    <w:p w14:paraId="3821F55C" w14:textId="77777777" w:rsidR="00FB6364" w:rsidRPr="008F1998" w:rsidRDefault="00D507A3" w:rsidP="009743BD">
      <w:pPr>
        <w:pStyle w:val="ListParagraph"/>
        <w:numPr>
          <w:ilvl w:val="2"/>
          <w:numId w:val="28"/>
        </w:numPr>
        <w:spacing w:before="120" w:after="240" w:line="360" w:lineRule="auto"/>
        <w:ind w:left="1134" w:hanging="1134"/>
        <w:contextualSpacing w:val="0"/>
        <w:jc w:val="both"/>
        <w:rPr>
          <w:color w:val="000000" w:themeColor="text1"/>
        </w:rPr>
      </w:pPr>
      <w:bookmarkStart w:id="153" w:name="_Toc12416671"/>
      <w:r w:rsidRPr="008F1998">
        <w:rPr>
          <w:color w:val="000000" w:themeColor="text1"/>
        </w:rPr>
        <w:t>any one gender includes the other gender;</w:t>
      </w:r>
      <w:r w:rsidR="00945040" w:rsidRPr="008F1998">
        <w:rPr>
          <w:color w:val="000000" w:themeColor="text1"/>
        </w:rPr>
        <w:t xml:space="preserve"> and</w:t>
      </w:r>
      <w:bookmarkEnd w:id="153"/>
    </w:p>
    <w:p w14:paraId="09CEA0AB" w14:textId="77777777" w:rsidR="00FB6364" w:rsidRPr="008F1998" w:rsidRDefault="00D507A3" w:rsidP="009743BD">
      <w:pPr>
        <w:pStyle w:val="ListParagraph"/>
        <w:numPr>
          <w:ilvl w:val="2"/>
          <w:numId w:val="28"/>
        </w:numPr>
        <w:spacing w:before="120" w:after="240" w:line="360" w:lineRule="auto"/>
        <w:ind w:left="1134" w:hanging="1134"/>
        <w:contextualSpacing w:val="0"/>
        <w:jc w:val="both"/>
        <w:rPr>
          <w:color w:val="000000" w:themeColor="text1"/>
        </w:rPr>
      </w:pPr>
      <w:bookmarkStart w:id="154" w:name="_Toc12416672"/>
      <w:r w:rsidRPr="008F1998">
        <w:rPr>
          <w:color w:val="000000" w:themeColor="text1"/>
        </w:rPr>
        <w:t>the singular includes the plural and vice versa</w:t>
      </w:r>
      <w:r w:rsidR="00945040" w:rsidRPr="008F1998">
        <w:rPr>
          <w:color w:val="000000" w:themeColor="text1"/>
        </w:rPr>
        <w:t>.</w:t>
      </w:r>
      <w:bookmarkEnd w:id="154"/>
    </w:p>
    <w:p w14:paraId="56F67638" w14:textId="77777777" w:rsidR="00FB6364" w:rsidRPr="008F1998" w:rsidRDefault="001E44E9" w:rsidP="009743BD">
      <w:pPr>
        <w:pStyle w:val="ListParagraph"/>
        <w:numPr>
          <w:ilvl w:val="1"/>
          <w:numId w:val="28"/>
        </w:numPr>
        <w:spacing w:before="120" w:after="240" w:line="360" w:lineRule="auto"/>
        <w:ind w:left="1134" w:hanging="1134"/>
        <w:contextualSpacing w:val="0"/>
        <w:jc w:val="both"/>
        <w:rPr>
          <w:color w:val="000000" w:themeColor="text1"/>
        </w:rPr>
      </w:pPr>
      <w:bookmarkStart w:id="155" w:name="_Toc12416673"/>
      <w:r w:rsidRPr="008F1998">
        <w:rPr>
          <w:color w:val="000000" w:themeColor="text1"/>
        </w:rPr>
        <w:t xml:space="preserve">Unless it is clear from a specific Clause in which a term has been defined that such definition has limited application to the relevant Clause, </w:t>
      </w:r>
      <w:r w:rsidR="00D507A3" w:rsidRPr="008F1998">
        <w:rPr>
          <w:color w:val="000000" w:themeColor="text1"/>
        </w:rPr>
        <w:t>any term defined within the context of any particular Clause in this Agreement</w:t>
      </w:r>
      <w:r w:rsidRPr="008F1998">
        <w:rPr>
          <w:color w:val="000000" w:themeColor="text1"/>
        </w:rPr>
        <w:t xml:space="preserve"> </w:t>
      </w:r>
      <w:r w:rsidR="00D507A3" w:rsidRPr="008F1998">
        <w:rPr>
          <w:color w:val="000000" w:themeColor="text1"/>
        </w:rPr>
        <w:t xml:space="preserve">shall bear the same meaning as ascribed to it </w:t>
      </w:r>
      <w:r w:rsidRPr="008F1998">
        <w:rPr>
          <w:color w:val="000000" w:themeColor="text1"/>
        </w:rPr>
        <w:t>throughout the Agreement</w:t>
      </w:r>
      <w:r w:rsidR="00D507A3" w:rsidRPr="008F1998">
        <w:rPr>
          <w:color w:val="000000" w:themeColor="text1"/>
        </w:rPr>
        <w:t xml:space="preserve">, notwithstanding that that term has been defined in </w:t>
      </w:r>
      <w:r w:rsidRPr="008F1998">
        <w:rPr>
          <w:color w:val="000000" w:themeColor="text1"/>
        </w:rPr>
        <w:t>a specific</w:t>
      </w:r>
      <w:r w:rsidR="00D507A3" w:rsidRPr="008F1998">
        <w:rPr>
          <w:color w:val="000000" w:themeColor="text1"/>
        </w:rPr>
        <w:t xml:space="preserve"> </w:t>
      </w:r>
      <w:r w:rsidRPr="008F1998">
        <w:rPr>
          <w:color w:val="000000" w:themeColor="text1"/>
        </w:rPr>
        <w:t>C</w:t>
      </w:r>
      <w:r w:rsidR="00D507A3" w:rsidRPr="008F1998">
        <w:rPr>
          <w:color w:val="000000" w:themeColor="text1"/>
        </w:rPr>
        <w:t>lause.</w:t>
      </w:r>
      <w:bookmarkEnd w:id="155"/>
    </w:p>
    <w:p w14:paraId="482221BA" w14:textId="77777777" w:rsidR="009C1B86" w:rsidRPr="008F1998" w:rsidRDefault="009C1B86" w:rsidP="009743BD">
      <w:pPr>
        <w:pStyle w:val="ListParagraph"/>
        <w:numPr>
          <w:ilvl w:val="1"/>
          <w:numId w:val="28"/>
        </w:numPr>
        <w:spacing w:before="120" w:after="240" w:line="360" w:lineRule="auto"/>
        <w:ind w:left="1134" w:hanging="1134"/>
        <w:contextualSpacing w:val="0"/>
        <w:jc w:val="both"/>
        <w:rPr>
          <w:color w:val="000000" w:themeColor="text1"/>
        </w:rPr>
      </w:pPr>
      <w:bookmarkStart w:id="156" w:name="_Toc12416674"/>
      <w:r w:rsidRPr="008F1998">
        <w:rPr>
          <w:color w:val="000000" w:themeColor="text1"/>
        </w:rPr>
        <w:t xml:space="preserve">The termination of this Agreement will not affect the provisions </w:t>
      </w:r>
      <w:r w:rsidR="001E44E9" w:rsidRPr="008F1998">
        <w:rPr>
          <w:color w:val="000000" w:themeColor="text1"/>
        </w:rPr>
        <w:t>of this Agreement which operate</w:t>
      </w:r>
      <w:r w:rsidRPr="008F1998">
        <w:rPr>
          <w:color w:val="000000" w:themeColor="text1"/>
        </w:rPr>
        <w:t xml:space="preserve"> after any such termination or which of necessity must continue to have effect </w:t>
      </w:r>
      <w:r w:rsidR="00B25116" w:rsidRPr="008F1998">
        <w:rPr>
          <w:color w:val="000000" w:themeColor="text1"/>
        </w:rPr>
        <w:t xml:space="preserve">after such </w:t>
      </w:r>
      <w:r w:rsidRPr="008F1998">
        <w:rPr>
          <w:color w:val="000000" w:themeColor="text1"/>
        </w:rPr>
        <w:t>termination, notwithstanding that the clauses</w:t>
      </w:r>
      <w:r w:rsidR="00B25116" w:rsidRPr="008F1998">
        <w:rPr>
          <w:color w:val="000000" w:themeColor="text1"/>
        </w:rPr>
        <w:t xml:space="preserve"> themselves do not expressly provide for this.</w:t>
      </w:r>
      <w:bookmarkEnd w:id="156"/>
    </w:p>
    <w:p w14:paraId="6074BF2D" w14:textId="77777777" w:rsidR="00FB6364" w:rsidRPr="008F1998" w:rsidRDefault="00D507A3" w:rsidP="009743BD">
      <w:pPr>
        <w:pStyle w:val="ListParagraph"/>
        <w:numPr>
          <w:ilvl w:val="1"/>
          <w:numId w:val="28"/>
        </w:numPr>
        <w:spacing w:before="120" w:after="240" w:line="360" w:lineRule="auto"/>
        <w:ind w:left="1134" w:hanging="1134"/>
        <w:contextualSpacing w:val="0"/>
        <w:jc w:val="both"/>
        <w:rPr>
          <w:color w:val="000000" w:themeColor="text1"/>
        </w:rPr>
      </w:pPr>
      <w:bookmarkStart w:id="157" w:name="_Ref345927829"/>
      <w:bookmarkStart w:id="158" w:name="_Toc12416675"/>
      <w:r w:rsidRPr="008F1998">
        <w:rPr>
          <w:color w:val="000000" w:themeColor="text1"/>
        </w:rPr>
        <w:t>This Agreement is binding on the executors, administrators, trustees, permitted assign</w:t>
      </w:r>
      <w:r w:rsidR="00CB6290" w:rsidRPr="008F1998">
        <w:rPr>
          <w:color w:val="000000" w:themeColor="text1"/>
        </w:rPr>
        <w:t>ee</w:t>
      </w:r>
      <w:r w:rsidRPr="008F1998">
        <w:rPr>
          <w:color w:val="000000" w:themeColor="text1"/>
        </w:rPr>
        <w:t>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157"/>
      <w:bookmarkEnd w:id="158"/>
    </w:p>
    <w:p w14:paraId="79D6FCAF" w14:textId="77777777" w:rsidR="00B01368" w:rsidRPr="008F1998" w:rsidRDefault="00D507A3" w:rsidP="009743BD">
      <w:pPr>
        <w:pStyle w:val="ListParagraph"/>
        <w:numPr>
          <w:ilvl w:val="1"/>
          <w:numId w:val="28"/>
        </w:numPr>
        <w:spacing w:before="120" w:after="240" w:line="360" w:lineRule="auto"/>
        <w:ind w:left="1134" w:hanging="1134"/>
        <w:contextualSpacing w:val="0"/>
        <w:jc w:val="both"/>
        <w:rPr>
          <w:color w:val="000000" w:themeColor="text1"/>
        </w:rPr>
      </w:pPr>
      <w:bookmarkStart w:id="159" w:name="_Toc12416676"/>
      <w:r w:rsidRPr="008F1998">
        <w:rPr>
          <w:color w:val="000000" w:themeColor="text1"/>
        </w:rPr>
        <w:t>Where figures are referred to in numerals and in words, if there is any conflict between the two, the words shall prevail.</w:t>
      </w:r>
      <w:bookmarkEnd w:id="159"/>
    </w:p>
    <w:p w14:paraId="47A8AF86" w14:textId="77777777" w:rsidR="00FB6364" w:rsidRPr="008F1998" w:rsidRDefault="00B01368" w:rsidP="009743BD">
      <w:pPr>
        <w:pStyle w:val="ListParagraph"/>
        <w:numPr>
          <w:ilvl w:val="1"/>
          <w:numId w:val="28"/>
        </w:numPr>
        <w:spacing w:before="120" w:after="240" w:line="360" w:lineRule="auto"/>
        <w:ind w:left="1134" w:hanging="1134"/>
        <w:contextualSpacing w:val="0"/>
        <w:jc w:val="both"/>
        <w:rPr>
          <w:color w:val="000000" w:themeColor="text1"/>
        </w:rPr>
      </w:pPr>
      <w:bookmarkStart w:id="160" w:name="_Toc12416677"/>
      <w:r w:rsidRPr="008F1998">
        <w:rPr>
          <w:color w:val="000000" w:themeColor="text1"/>
        </w:rPr>
        <w:t>None of the provisions hereof shall be construed against or interpreted to the disadvantage of the Party responsible for the drafting o</w:t>
      </w:r>
      <w:r w:rsidR="00945040" w:rsidRPr="008F1998">
        <w:rPr>
          <w:color w:val="000000" w:themeColor="text1"/>
        </w:rPr>
        <w:t>r preparation of such provision.</w:t>
      </w:r>
      <w:bookmarkEnd w:id="160"/>
      <w:r w:rsidRPr="008F1998">
        <w:rPr>
          <w:color w:val="000000" w:themeColor="text1"/>
        </w:rPr>
        <w:t xml:space="preserve"> </w:t>
      </w:r>
    </w:p>
    <w:p w14:paraId="2D627B87" w14:textId="78964925" w:rsidR="00E1679A" w:rsidRPr="008F1998" w:rsidRDefault="0075739D" w:rsidP="009743BD">
      <w:pPr>
        <w:pStyle w:val="ListParagraph"/>
        <w:numPr>
          <w:ilvl w:val="1"/>
          <w:numId w:val="28"/>
        </w:numPr>
        <w:spacing w:before="120" w:after="240" w:line="360" w:lineRule="auto"/>
        <w:ind w:left="1134" w:hanging="1134"/>
        <w:contextualSpacing w:val="0"/>
        <w:jc w:val="both"/>
        <w:rPr>
          <w:color w:val="000000" w:themeColor="text1"/>
        </w:rPr>
      </w:pPr>
      <w:bookmarkStart w:id="161" w:name="_Toc12416678"/>
      <w:bookmarkStart w:id="162" w:name="_Ref240147271"/>
      <w:bookmarkStart w:id="163" w:name="_Ref164744194"/>
      <w:bookmarkStart w:id="164" w:name="_Ref531340159"/>
      <w:r w:rsidRPr="008F1998">
        <w:rPr>
          <w:color w:val="000000" w:themeColor="text1"/>
        </w:rPr>
        <w:t xml:space="preserve">Subject to </w:t>
      </w:r>
      <w:r w:rsidR="00E23CEB" w:rsidRPr="008F1998">
        <w:rPr>
          <w:b/>
          <w:color w:val="000000" w:themeColor="text1"/>
        </w:rPr>
        <w:t>Clause</w:t>
      </w:r>
      <w:r w:rsidRPr="008F1998">
        <w:rPr>
          <w:b/>
          <w:color w:val="000000" w:themeColor="text1"/>
        </w:rPr>
        <w:t xml:space="preserve"> </w:t>
      </w:r>
      <w:r w:rsidR="00E1679A" w:rsidRPr="008F1998">
        <w:rPr>
          <w:b/>
          <w:color w:val="000000" w:themeColor="text1"/>
        </w:rPr>
        <w:fldChar w:fldCharType="begin"/>
      </w:r>
      <w:r w:rsidR="00E1679A" w:rsidRPr="008F1998">
        <w:rPr>
          <w:b/>
          <w:color w:val="000000" w:themeColor="text1"/>
        </w:rPr>
        <w:instrText xml:space="preserve"> REF _Ref534878590 \r \h </w:instrText>
      </w:r>
      <w:r w:rsidR="000746D0" w:rsidRPr="008F1998">
        <w:rPr>
          <w:b/>
          <w:color w:val="000000" w:themeColor="text1"/>
        </w:rPr>
        <w:instrText xml:space="preserve"> \* MERGEFORMAT </w:instrText>
      </w:r>
      <w:r w:rsidR="00E1679A" w:rsidRPr="008F1998">
        <w:rPr>
          <w:b/>
          <w:color w:val="000000" w:themeColor="text1"/>
        </w:rPr>
      </w:r>
      <w:r w:rsidR="00E1679A" w:rsidRPr="008F1998">
        <w:rPr>
          <w:b/>
          <w:color w:val="000000" w:themeColor="text1"/>
        </w:rPr>
        <w:fldChar w:fldCharType="separate"/>
      </w:r>
      <w:r w:rsidR="00685DDA" w:rsidRPr="008F1998">
        <w:rPr>
          <w:b/>
          <w:color w:val="000000" w:themeColor="text1"/>
        </w:rPr>
        <w:t>3.11.2</w:t>
      </w:r>
      <w:r w:rsidR="00E1679A" w:rsidRPr="008F1998">
        <w:rPr>
          <w:b/>
          <w:color w:val="000000" w:themeColor="text1"/>
        </w:rPr>
        <w:fldChar w:fldCharType="end"/>
      </w:r>
      <w:r w:rsidR="001A5242" w:rsidRPr="008F1998">
        <w:rPr>
          <w:color w:val="000000" w:themeColor="text1"/>
        </w:rPr>
        <w:t xml:space="preserve"> below</w:t>
      </w:r>
      <w:r w:rsidRPr="008F1998">
        <w:rPr>
          <w:color w:val="000000" w:themeColor="text1"/>
        </w:rPr>
        <w:t xml:space="preserve"> in the event of a conflict:</w:t>
      </w:r>
      <w:bookmarkEnd w:id="161"/>
      <w:r w:rsidRPr="008F1998">
        <w:rPr>
          <w:color w:val="000000" w:themeColor="text1"/>
        </w:rPr>
        <w:t xml:space="preserve"> </w:t>
      </w:r>
    </w:p>
    <w:p w14:paraId="3629A756" w14:textId="77777777" w:rsidR="00A8211B" w:rsidRPr="008F1998" w:rsidRDefault="0075739D" w:rsidP="009743BD">
      <w:pPr>
        <w:pStyle w:val="ListParagraph"/>
        <w:numPr>
          <w:ilvl w:val="2"/>
          <w:numId w:val="28"/>
        </w:numPr>
        <w:spacing w:before="120" w:after="240" w:line="360" w:lineRule="auto"/>
        <w:ind w:left="1134" w:hanging="1134"/>
        <w:contextualSpacing w:val="0"/>
        <w:jc w:val="both"/>
        <w:rPr>
          <w:color w:val="000000" w:themeColor="text1"/>
        </w:rPr>
      </w:pPr>
      <w:bookmarkStart w:id="165" w:name="_Toc12416679"/>
      <w:r w:rsidRPr="008F1998">
        <w:rPr>
          <w:color w:val="000000" w:themeColor="text1"/>
        </w:rPr>
        <w:t xml:space="preserve">between </w:t>
      </w:r>
      <w:r w:rsidR="00E1679A" w:rsidRPr="008F1998">
        <w:rPr>
          <w:color w:val="000000" w:themeColor="text1"/>
        </w:rPr>
        <w:t xml:space="preserve">the terms and condition contained in various clauses of the </w:t>
      </w:r>
      <w:r w:rsidR="00493D74" w:rsidRPr="008F1998">
        <w:rPr>
          <w:color w:val="000000" w:themeColor="text1"/>
        </w:rPr>
        <w:t>Software Licence Support and Maintenance Services Agreement</w:t>
      </w:r>
      <w:r w:rsidRPr="008F1998">
        <w:rPr>
          <w:color w:val="000000" w:themeColor="text1"/>
        </w:rPr>
        <w:t xml:space="preserve"> and any other document that is part of or executed under this </w:t>
      </w:r>
      <w:r w:rsidR="00493D74" w:rsidRPr="008F1998">
        <w:rPr>
          <w:color w:val="000000" w:themeColor="text1"/>
        </w:rPr>
        <w:t>Software Licence Support and Maintenance Services Agreement</w:t>
      </w:r>
      <w:r w:rsidRPr="008F1998">
        <w:rPr>
          <w:color w:val="000000" w:themeColor="text1"/>
        </w:rPr>
        <w:t xml:space="preserve">, </w:t>
      </w:r>
      <w:r w:rsidR="001A5242" w:rsidRPr="008F1998">
        <w:rPr>
          <w:color w:val="000000" w:themeColor="text1"/>
        </w:rPr>
        <w:t>these</w:t>
      </w:r>
      <w:r w:rsidRPr="008F1998">
        <w:rPr>
          <w:color w:val="000000" w:themeColor="text1"/>
        </w:rPr>
        <w:t xml:space="preserve"> </w:t>
      </w:r>
      <w:r w:rsidR="00E1679A" w:rsidRPr="008F1998">
        <w:rPr>
          <w:color w:val="000000" w:themeColor="text1"/>
        </w:rPr>
        <w:t>terms and c</w:t>
      </w:r>
      <w:r w:rsidRPr="008F1998">
        <w:rPr>
          <w:color w:val="000000" w:themeColor="text1"/>
        </w:rPr>
        <w:t xml:space="preserve">onditions </w:t>
      </w:r>
      <w:r w:rsidR="00A8211B" w:rsidRPr="008F1998">
        <w:rPr>
          <w:color w:val="000000" w:themeColor="text1"/>
        </w:rPr>
        <w:t>o</w:t>
      </w:r>
      <w:r w:rsidR="00E1679A" w:rsidRPr="008F1998">
        <w:rPr>
          <w:color w:val="000000" w:themeColor="text1"/>
        </w:rPr>
        <w:t xml:space="preserve">f this </w:t>
      </w:r>
      <w:r w:rsidR="00493D74" w:rsidRPr="008F1998">
        <w:rPr>
          <w:color w:val="000000" w:themeColor="text1"/>
        </w:rPr>
        <w:t xml:space="preserve">Software Licence Support and Maintenance Services </w:t>
      </w:r>
      <w:r w:rsidR="00E1679A" w:rsidRPr="008F1998">
        <w:rPr>
          <w:color w:val="000000" w:themeColor="text1"/>
        </w:rPr>
        <w:t xml:space="preserve">Agreement </w:t>
      </w:r>
      <w:r w:rsidRPr="008F1998">
        <w:rPr>
          <w:color w:val="000000" w:themeColor="text1"/>
        </w:rPr>
        <w:t xml:space="preserve">shall prevail; </w:t>
      </w:r>
      <w:r w:rsidR="00EA4CF0" w:rsidRPr="008F1998">
        <w:rPr>
          <w:color w:val="000000" w:themeColor="text1"/>
        </w:rPr>
        <w:t>and/or</w:t>
      </w:r>
      <w:bookmarkEnd w:id="165"/>
    </w:p>
    <w:p w14:paraId="7705580B" w14:textId="77777777" w:rsidR="00572F3E" w:rsidRPr="008F1998" w:rsidRDefault="00572F3E" w:rsidP="009743BD">
      <w:pPr>
        <w:pStyle w:val="ListParagraph"/>
        <w:numPr>
          <w:ilvl w:val="2"/>
          <w:numId w:val="28"/>
        </w:numPr>
        <w:spacing w:before="120" w:after="240" w:line="360" w:lineRule="auto"/>
        <w:ind w:left="1134" w:hanging="1134"/>
        <w:contextualSpacing w:val="0"/>
        <w:jc w:val="both"/>
        <w:rPr>
          <w:color w:val="000000" w:themeColor="text1"/>
        </w:rPr>
      </w:pPr>
      <w:bookmarkStart w:id="166" w:name="_Toc12416680"/>
      <w:bookmarkStart w:id="167" w:name="_Ref534878590"/>
      <w:bookmarkEnd w:id="162"/>
      <w:bookmarkEnd w:id="163"/>
      <w:r w:rsidRPr="008F1998">
        <w:rPr>
          <w:color w:val="000000" w:themeColor="text1"/>
        </w:rPr>
        <w:t xml:space="preserve">the </w:t>
      </w:r>
      <w:r w:rsidR="00493D74" w:rsidRPr="008F1998">
        <w:rPr>
          <w:color w:val="000000" w:themeColor="text1"/>
        </w:rPr>
        <w:t>Software Licence Support and Maintenance Services</w:t>
      </w:r>
      <w:r w:rsidR="00427A91" w:rsidRPr="008F1998">
        <w:rPr>
          <w:color w:val="000000" w:themeColor="text1"/>
        </w:rPr>
        <w:t xml:space="preserve"> </w:t>
      </w:r>
      <w:r w:rsidR="00493D74" w:rsidRPr="008F1998">
        <w:rPr>
          <w:color w:val="000000" w:themeColor="text1"/>
        </w:rPr>
        <w:t>A</w:t>
      </w:r>
      <w:r w:rsidRPr="008F1998">
        <w:rPr>
          <w:color w:val="000000" w:themeColor="text1"/>
        </w:rPr>
        <w:t xml:space="preserve">greement, and </w:t>
      </w:r>
      <w:r w:rsidR="005C229C" w:rsidRPr="008F1998">
        <w:rPr>
          <w:color w:val="000000" w:themeColor="text1"/>
        </w:rPr>
        <w:t>RFP</w:t>
      </w:r>
      <w:r w:rsidRPr="008F1998">
        <w:rPr>
          <w:color w:val="000000" w:themeColor="text1"/>
        </w:rPr>
        <w:t xml:space="preserve">, the provision of the </w:t>
      </w:r>
      <w:r w:rsidR="005C229C" w:rsidRPr="008F1998">
        <w:rPr>
          <w:color w:val="000000" w:themeColor="text1"/>
        </w:rPr>
        <w:t>RFP</w:t>
      </w:r>
      <w:r w:rsidRPr="008F1998">
        <w:rPr>
          <w:color w:val="000000" w:themeColor="text1"/>
        </w:rPr>
        <w:t xml:space="preserve"> will prevail.</w:t>
      </w:r>
      <w:bookmarkEnd w:id="166"/>
      <w:r w:rsidRPr="008F1998">
        <w:rPr>
          <w:color w:val="000000" w:themeColor="text1"/>
        </w:rPr>
        <w:t xml:space="preserve">  </w:t>
      </w:r>
    </w:p>
    <w:p w14:paraId="230F9AFB" w14:textId="05EC0FEE" w:rsidR="00737019" w:rsidRPr="008F1998" w:rsidRDefault="00C30828" w:rsidP="009743BD">
      <w:pPr>
        <w:pStyle w:val="ListParagraph"/>
        <w:numPr>
          <w:ilvl w:val="1"/>
          <w:numId w:val="28"/>
        </w:numPr>
        <w:spacing w:before="120" w:after="240" w:line="360" w:lineRule="auto"/>
        <w:ind w:left="1134" w:hanging="1134"/>
        <w:contextualSpacing w:val="0"/>
        <w:jc w:val="both"/>
        <w:rPr>
          <w:color w:val="000000" w:themeColor="text1"/>
        </w:rPr>
      </w:pPr>
      <w:bookmarkStart w:id="168" w:name="_Toc12416681"/>
      <w:bookmarkEnd w:id="167"/>
      <w:r w:rsidRPr="008F1998">
        <w:rPr>
          <w:color w:val="000000" w:themeColor="text1"/>
        </w:rPr>
        <w:t>Th</w:t>
      </w:r>
      <w:r w:rsidR="00AF5F2B" w:rsidRPr="008F1998">
        <w:rPr>
          <w:color w:val="000000" w:themeColor="text1"/>
        </w:rPr>
        <w:t xml:space="preserve">is Agreement </w:t>
      </w:r>
      <w:r w:rsidRPr="008F1998">
        <w:rPr>
          <w:color w:val="000000" w:themeColor="text1"/>
        </w:rPr>
        <w:t>shall govern the relationship between the Parties for Services to be provided by the Service Provider to SARS.</w:t>
      </w:r>
      <w:bookmarkEnd w:id="164"/>
      <w:r w:rsidRPr="008F1998">
        <w:rPr>
          <w:color w:val="000000" w:themeColor="text1"/>
        </w:rPr>
        <w:t xml:space="preserve">  </w:t>
      </w:r>
      <w:bookmarkStart w:id="169" w:name="_Ref531686348"/>
      <w:bookmarkStart w:id="170" w:name="_Ref103489035"/>
      <w:bookmarkStart w:id="171" w:name="_Toc519590959"/>
      <w:r w:rsidR="00737019" w:rsidRPr="008F1998">
        <w:rPr>
          <w:color w:val="000000" w:themeColor="text1"/>
        </w:rPr>
        <w:t xml:space="preserve">Any terms and conditions imposed by the </w:t>
      </w:r>
      <w:r w:rsidR="00174634" w:rsidRPr="008F1998">
        <w:rPr>
          <w:color w:val="000000" w:themeColor="text1"/>
        </w:rPr>
        <w:t>Service Provider</w:t>
      </w:r>
      <w:r w:rsidR="00693B13" w:rsidRPr="008F1998">
        <w:rPr>
          <w:color w:val="000000" w:themeColor="text1"/>
        </w:rPr>
        <w:t xml:space="preserve"> </w:t>
      </w:r>
      <w:r w:rsidR="00737019" w:rsidRPr="008F1998">
        <w:rPr>
          <w:color w:val="000000" w:themeColor="text1"/>
        </w:rPr>
        <w:t>(whether in a quotation, offer, proposal, invoice, etc., as the case may be) and purporting to bind SARS, shall not (to the extent that they contradict the provisions of this Agreement) override this Agreement, unless agreed to by SARS in writing and such agreement is confirmed and signed by SARS</w:t>
      </w:r>
      <w:r w:rsidR="00693B13" w:rsidRPr="008F1998">
        <w:rPr>
          <w:color w:val="000000" w:themeColor="text1"/>
        </w:rPr>
        <w:t>.</w:t>
      </w:r>
      <w:bookmarkEnd w:id="168"/>
      <w:bookmarkEnd w:id="169"/>
    </w:p>
    <w:p w14:paraId="28B941C3" w14:textId="77777777" w:rsidR="00872D64" w:rsidRPr="008F1998" w:rsidRDefault="0064474E" w:rsidP="00C23293">
      <w:pPr>
        <w:pStyle w:val="ListParagraph"/>
        <w:numPr>
          <w:ilvl w:val="0"/>
          <w:numId w:val="28"/>
        </w:numPr>
        <w:spacing w:before="120" w:after="240" w:line="360" w:lineRule="auto"/>
        <w:ind w:left="720" w:hanging="720"/>
        <w:contextualSpacing w:val="0"/>
        <w:jc w:val="both"/>
        <w:outlineLvl w:val="0"/>
        <w:rPr>
          <w:b/>
          <w:bCs/>
          <w:caps/>
          <w:color w:val="000000" w:themeColor="text1"/>
          <w:lang w:val="en-ZA" w:eastAsia="en-US"/>
        </w:rPr>
      </w:pPr>
      <w:bookmarkStart w:id="172" w:name="_Toc531439536"/>
      <w:bookmarkStart w:id="173" w:name="_Toc531439681"/>
      <w:bookmarkStart w:id="174" w:name="_Toc65489822"/>
      <w:r w:rsidRPr="008F1998">
        <w:rPr>
          <w:b/>
          <w:bCs/>
          <w:caps/>
          <w:color w:val="000000" w:themeColor="text1"/>
        </w:rPr>
        <w:t>Appointment</w:t>
      </w:r>
      <w:bookmarkEnd w:id="170"/>
      <w:bookmarkEnd w:id="172"/>
      <w:bookmarkEnd w:id="173"/>
      <w:bookmarkEnd w:id="174"/>
    </w:p>
    <w:p w14:paraId="661CA09E" w14:textId="77777777" w:rsidR="00E337E4" w:rsidRPr="008F1998" w:rsidRDefault="00E337E4" w:rsidP="009743BD">
      <w:pPr>
        <w:pStyle w:val="ListParagraph"/>
        <w:numPr>
          <w:ilvl w:val="1"/>
          <w:numId w:val="28"/>
        </w:numPr>
        <w:spacing w:before="120" w:after="240" w:line="360" w:lineRule="auto"/>
        <w:ind w:left="709" w:hanging="709"/>
        <w:contextualSpacing w:val="0"/>
        <w:jc w:val="both"/>
        <w:rPr>
          <w:color w:val="000000" w:themeColor="text1"/>
        </w:rPr>
      </w:pPr>
      <w:bookmarkStart w:id="175" w:name="_Toc12416683"/>
      <w:r w:rsidRPr="008F1998">
        <w:rPr>
          <w:color w:val="000000" w:themeColor="text1"/>
        </w:rPr>
        <w:t xml:space="preserve">The Service Provider </w:t>
      </w:r>
      <w:r w:rsidR="005B7A05" w:rsidRPr="008F1998">
        <w:rPr>
          <w:color w:val="000000" w:themeColor="text1"/>
        </w:rPr>
        <w:t>is hereby appointed</w:t>
      </w:r>
      <w:r w:rsidR="008268DE" w:rsidRPr="008F1998">
        <w:rPr>
          <w:color w:val="000000" w:themeColor="text1"/>
        </w:rPr>
        <w:t xml:space="preserve"> in accordance with the </w:t>
      </w:r>
      <w:r w:rsidR="005C229C" w:rsidRPr="008F1998">
        <w:rPr>
          <w:color w:val="000000" w:themeColor="text1"/>
        </w:rPr>
        <w:t>L</w:t>
      </w:r>
      <w:r w:rsidR="002472FB" w:rsidRPr="008F1998">
        <w:rPr>
          <w:color w:val="000000" w:themeColor="text1"/>
        </w:rPr>
        <w:t xml:space="preserve">etter of </w:t>
      </w:r>
      <w:r w:rsidR="005C229C" w:rsidRPr="008F1998">
        <w:rPr>
          <w:color w:val="000000" w:themeColor="text1"/>
        </w:rPr>
        <w:t>A</w:t>
      </w:r>
      <w:r w:rsidR="002472FB" w:rsidRPr="008F1998">
        <w:rPr>
          <w:color w:val="000000" w:themeColor="text1"/>
        </w:rPr>
        <w:t>ward</w:t>
      </w:r>
      <w:r w:rsidR="004D20A5" w:rsidRPr="008F1998">
        <w:rPr>
          <w:color w:val="000000" w:themeColor="text1"/>
        </w:rPr>
        <w:t>,</w:t>
      </w:r>
      <w:r w:rsidR="002472FB" w:rsidRPr="008F1998">
        <w:rPr>
          <w:color w:val="000000" w:themeColor="text1"/>
        </w:rPr>
        <w:t xml:space="preserve"> </w:t>
      </w:r>
      <w:r w:rsidR="008268DE" w:rsidRPr="008F1998">
        <w:rPr>
          <w:color w:val="000000" w:themeColor="text1"/>
        </w:rPr>
        <w:t xml:space="preserve">to provide the Services to SARS </w:t>
      </w:r>
      <w:r w:rsidRPr="008F1998">
        <w:rPr>
          <w:color w:val="000000" w:themeColor="text1"/>
        </w:rPr>
        <w:t xml:space="preserve">under </w:t>
      </w:r>
      <w:r w:rsidR="008B4E7D" w:rsidRPr="008F1998">
        <w:rPr>
          <w:color w:val="000000" w:themeColor="text1"/>
        </w:rPr>
        <w:t xml:space="preserve">the </w:t>
      </w:r>
      <w:r w:rsidR="005C229C" w:rsidRPr="008F1998">
        <w:rPr>
          <w:color w:val="000000" w:themeColor="text1"/>
        </w:rPr>
        <w:t>RFP</w:t>
      </w:r>
      <w:r w:rsidRPr="008F1998">
        <w:rPr>
          <w:color w:val="000000" w:themeColor="text1"/>
        </w:rPr>
        <w:t>.</w:t>
      </w:r>
      <w:bookmarkEnd w:id="175"/>
    </w:p>
    <w:p w14:paraId="734AB1E0" w14:textId="487CD1BA" w:rsidR="00E337E4" w:rsidRPr="008F1998" w:rsidRDefault="00E337E4" w:rsidP="009743BD">
      <w:pPr>
        <w:pStyle w:val="ListParagraph"/>
        <w:numPr>
          <w:ilvl w:val="1"/>
          <w:numId w:val="28"/>
        </w:numPr>
        <w:spacing w:before="120" w:after="240" w:line="360" w:lineRule="auto"/>
        <w:ind w:left="709" w:hanging="709"/>
        <w:contextualSpacing w:val="0"/>
        <w:jc w:val="both"/>
        <w:rPr>
          <w:color w:val="000000" w:themeColor="text1"/>
        </w:rPr>
      </w:pPr>
      <w:bookmarkStart w:id="176" w:name="_Toc12416684"/>
      <w:r w:rsidRPr="008F1998">
        <w:rPr>
          <w:color w:val="000000" w:themeColor="text1"/>
        </w:rPr>
        <w:t xml:space="preserve">Subject to the provisions of </w:t>
      </w:r>
      <w:r w:rsidR="008B4E7D" w:rsidRPr="008F1998">
        <w:rPr>
          <w:color w:val="000000" w:themeColor="text1"/>
        </w:rPr>
        <w:t xml:space="preserve">the </w:t>
      </w:r>
      <w:r w:rsidR="005C229C" w:rsidRPr="008F1998">
        <w:rPr>
          <w:color w:val="000000" w:themeColor="text1"/>
        </w:rPr>
        <w:t>RFP</w:t>
      </w:r>
      <w:r w:rsidRPr="008F1998">
        <w:rPr>
          <w:color w:val="000000" w:themeColor="text1"/>
        </w:rPr>
        <w:t xml:space="preserve">, the Agreement generally and the provisions of </w:t>
      </w:r>
      <w:r w:rsidR="00E23CEB" w:rsidRPr="008F1998">
        <w:rPr>
          <w:b/>
          <w:color w:val="000000" w:themeColor="text1"/>
        </w:rPr>
        <w:t>Clause</w:t>
      </w:r>
      <w:r w:rsidRPr="008F1998">
        <w:rPr>
          <w:b/>
          <w:color w:val="000000" w:themeColor="text1"/>
        </w:rPr>
        <w:t xml:space="preserve"> </w:t>
      </w:r>
      <w:r w:rsidR="00D93463" w:rsidRPr="008F1998">
        <w:rPr>
          <w:b/>
          <w:color w:val="000000" w:themeColor="text1"/>
        </w:rPr>
        <w:fldChar w:fldCharType="begin"/>
      </w:r>
      <w:r w:rsidR="00D93463" w:rsidRPr="008F1998">
        <w:rPr>
          <w:b/>
          <w:color w:val="000000" w:themeColor="text1"/>
        </w:rPr>
        <w:instrText xml:space="preserve"> REF _Ref527380925 \r \h </w:instrText>
      </w:r>
      <w:r w:rsidR="004A16F1" w:rsidRPr="008F1998">
        <w:rPr>
          <w:b/>
          <w:color w:val="000000" w:themeColor="text1"/>
        </w:rPr>
        <w:instrText xml:space="preserve"> \* MERGEFORMAT </w:instrText>
      </w:r>
      <w:r w:rsidR="00D93463" w:rsidRPr="008F1998">
        <w:rPr>
          <w:b/>
          <w:color w:val="000000" w:themeColor="text1"/>
        </w:rPr>
      </w:r>
      <w:r w:rsidR="00D93463" w:rsidRPr="008F1998">
        <w:rPr>
          <w:b/>
          <w:color w:val="000000" w:themeColor="text1"/>
        </w:rPr>
        <w:fldChar w:fldCharType="separate"/>
      </w:r>
      <w:r w:rsidR="00685DDA" w:rsidRPr="008F1998">
        <w:rPr>
          <w:b/>
          <w:color w:val="000000" w:themeColor="text1"/>
        </w:rPr>
        <w:t>7</w:t>
      </w:r>
      <w:r w:rsidR="00D93463" w:rsidRPr="008F1998">
        <w:rPr>
          <w:b/>
          <w:color w:val="000000" w:themeColor="text1"/>
        </w:rPr>
        <w:fldChar w:fldCharType="end"/>
      </w:r>
      <w:r w:rsidRPr="008F1998">
        <w:rPr>
          <w:color w:val="000000" w:themeColor="text1"/>
        </w:rPr>
        <w:t xml:space="preserve"> specifically, SARS hereby appoints the Service Provider, on a non-exclusive basis, to provide the Services on the terms and conditions of this Agreement, and the Service Provider hereby accepts such appointment.</w:t>
      </w:r>
      <w:bookmarkEnd w:id="176"/>
      <w:r w:rsidRPr="008F1998">
        <w:rPr>
          <w:color w:val="000000" w:themeColor="text1"/>
        </w:rPr>
        <w:t xml:space="preserve"> </w:t>
      </w:r>
    </w:p>
    <w:p w14:paraId="1396CE79" w14:textId="77777777" w:rsidR="00E337E4" w:rsidRPr="008F1998" w:rsidRDefault="00E337E4" w:rsidP="009743BD">
      <w:pPr>
        <w:pStyle w:val="ListParagraph"/>
        <w:numPr>
          <w:ilvl w:val="1"/>
          <w:numId w:val="28"/>
        </w:numPr>
        <w:spacing w:before="120" w:after="240" w:line="360" w:lineRule="auto"/>
        <w:ind w:left="709" w:hanging="709"/>
        <w:contextualSpacing w:val="0"/>
        <w:jc w:val="both"/>
        <w:rPr>
          <w:color w:val="000000" w:themeColor="text1"/>
        </w:rPr>
      </w:pPr>
      <w:bookmarkStart w:id="177" w:name="_Toc12416685"/>
      <w:r w:rsidRPr="008F1998">
        <w:rPr>
          <w:color w:val="000000" w:themeColor="text1"/>
        </w:rPr>
        <w:t>SARS shall not be precluded from obtaining services that may be similar or identical to the Services from any other service provider and nothing contained herein shall in any way be construed or constitute a guarantee in favour of the Service Provider that the Service Provider will receive any work or contract for services in the future, whether under this Agreement or otherwise</w:t>
      </w:r>
      <w:r w:rsidR="008268DE" w:rsidRPr="008F1998">
        <w:rPr>
          <w:color w:val="000000" w:themeColor="text1"/>
        </w:rPr>
        <w:t xml:space="preserve"> from SARS</w:t>
      </w:r>
      <w:r w:rsidRPr="008F1998">
        <w:rPr>
          <w:color w:val="000000" w:themeColor="text1"/>
        </w:rPr>
        <w:t>.</w:t>
      </w:r>
      <w:bookmarkEnd w:id="177"/>
    </w:p>
    <w:p w14:paraId="1B7BA13F" w14:textId="77777777" w:rsidR="00E337E4" w:rsidRPr="008F1998" w:rsidRDefault="00E337E4" w:rsidP="00CF4EEC">
      <w:pPr>
        <w:pStyle w:val="ListParagraph"/>
        <w:numPr>
          <w:ilvl w:val="0"/>
          <w:numId w:val="28"/>
        </w:numPr>
        <w:spacing w:before="120" w:after="240" w:line="360" w:lineRule="auto"/>
        <w:ind w:left="720" w:hanging="720"/>
        <w:contextualSpacing w:val="0"/>
        <w:jc w:val="both"/>
        <w:outlineLvl w:val="0"/>
        <w:rPr>
          <w:b/>
          <w:bCs/>
          <w:caps/>
          <w:color w:val="000000" w:themeColor="text1"/>
        </w:rPr>
      </w:pPr>
      <w:bookmarkStart w:id="178" w:name="_Toc532440534"/>
      <w:bookmarkStart w:id="179" w:name="_Toc532440535"/>
      <w:bookmarkStart w:id="180" w:name="_Toc532440536"/>
      <w:bookmarkStart w:id="181" w:name="_Toc532440537"/>
      <w:bookmarkStart w:id="182" w:name="_Toc532440538"/>
      <w:bookmarkStart w:id="183" w:name="_Toc532440539"/>
      <w:bookmarkStart w:id="184" w:name="_Toc317231239"/>
      <w:bookmarkStart w:id="185" w:name="_Ref533020285"/>
      <w:bookmarkStart w:id="186" w:name="_Toc12416686"/>
      <w:bookmarkStart w:id="187" w:name="_Toc65489823"/>
      <w:bookmarkStart w:id="188" w:name="_Toc531439682"/>
      <w:bookmarkStart w:id="189" w:name="_Toc179617255"/>
      <w:bookmarkEnd w:id="178"/>
      <w:bookmarkEnd w:id="179"/>
      <w:bookmarkEnd w:id="180"/>
      <w:bookmarkEnd w:id="181"/>
      <w:bookmarkEnd w:id="182"/>
      <w:bookmarkEnd w:id="183"/>
      <w:r w:rsidRPr="008F1998">
        <w:rPr>
          <w:b/>
          <w:bCs/>
          <w:caps/>
          <w:color w:val="000000" w:themeColor="text1"/>
        </w:rPr>
        <w:t>NATURE</w:t>
      </w:r>
      <w:r w:rsidRPr="008F1998">
        <w:rPr>
          <w:b/>
          <w:bCs/>
          <w:caps/>
          <w:color w:val="000000" w:themeColor="text1"/>
          <w:lang w:val="en-ZA" w:eastAsia="en-US"/>
        </w:rPr>
        <w:t xml:space="preserve"> OF RELATIONSHIP</w:t>
      </w:r>
      <w:bookmarkEnd w:id="184"/>
      <w:r w:rsidR="001D7860" w:rsidRPr="008F1998">
        <w:rPr>
          <w:b/>
          <w:bCs/>
          <w:caps/>
          <w:color w:val="000000" w:themeColor="text1"/>
          <w:lang w:val="en-ZA" w:eastAsia="en-US"/>
        </w:rPr>
        <w:t xml:space="preserve"> and non-exclusivity</w:t>
      </w:r>
      <w:bookmarkEnd w:id="185"/>
      <w:bookmarkEnd w:id="186"/>
      <w:bookmarkEnd w:id="187"/>
    </w:p>
    <w:p w14:paraId="70E5A495" w14:textId="77777777" w:rsidR="00C82EDC" w:rsidRPr="008F1998" w:rsidRDefault="00C82EDC" w:rsidP="009743BD">
      <w:pPr>
        <w:pStyle w:val="ListParagraph"/>
        <w:numPr>
          <w:ilvl w:val="1"/>
          <w:numId w:val="28"/>
        </w:numPr>
        <w:spacing w:before="120" w:after="240" w:line="360" w:lineRule="auto"/>
        <w:ind w:left="720" w:hanging="720"/>
        <w:contextualSpacing w:val="0"/>
        <w:jc w:val="both"/>
        <w:rPr>
          <w:color w:val="000000" w:themeColor="text1"/>
        </w:rPr>
      </w:pPr>
      <w:bookmarkStart w:id="190" w:name="_Toc12416687"/>
      <w:r w:rsidRPr="008F1998">
        <w:rPr>
          <w:color w:val="000000" w:themeColor="text1"/>
        </w:rPr>
        <w:t>The Parties act for all purposes in terms of the Agreement as independent contractors.  Without limiting the aforegoing:</w:t>
      </w:r>
      <w:bookmarkEnd w:id="190"/>
    </w:p>
    <w:p w14:paraId="34E7D8E6" w14:textId="77777777" w:rsidR="00C82EDC" w:rsidRPr="008F1998" w:rsidRDefault="00C82EDC" w:rsidP="009743BD">
      <w:pPr>
        <w:pStyle w:val="ListParagraph"/>
        <w:numPr>
          <w:ilvl w:val="2"/>
          <w:numId w:val="28"/>
        </w:numPr>
        <w:spacing w:before="120" w:after="240" w:line="360" w:lineRule="auto"/>
        <w:ind w:left="720" w:hanging="720"/>
        <w:contextualSpacing w:val="0"/>
        <w:jc w:val="both"/>
        <w:rPr>
          <w:color w:val="000000" w:themeColor="text1"/>
        </w:rPr>
      </w:pPr>
      <w:bookmarkStart w:id="191" w:name="_Toc12416688"/>
      <w:r w:rsidRPr="008F1998">
        <w:rPr>
          <w:color w:val="000000" w:themeColor="text1"/>
        </w:rPr>
        <w:t>neither Party shall be entitled to contract on behalf of or bind the other Party in any manner whatsoever or to incur any liability or debt on behalf of the other Party; and</w:t>
      </w:r>
      <w:bookmarkEnd w:id="191"/>
    </w:p>
    <w:p w14:paraId="3D78B144" w14:textId="6B95E9DA" w:rsidR="00C82EDC" w:rsidRPr="008F1998" w:rsidRDefault="00C82EDC" w:rsidP="009743BD">
      <w:pPr>
        <w:pStyle w:val="ListParagraph"/>
        <w:numPr>
          <w:ilvl w:val="2"/>
          <w:numId w:val="28"/>
        </w:numPr>
        <w:spacing w:before="120" w:after="240" w:line="360" w:lineRule="auto"/>
        <w:ind w:left="720" w:hanging="720"/>
        <w:contextualSpacing w:val="0"/>
        <w:jc w:val="both"/>
        <w:rPr>
          <w:color w:val="000000" w:themeColor="text1"/>
        </w:rPr>
      </w:pPr>
      <w:bookmarkStart w:id="192" w:name="_Toc12416689"/>
      <w:r w:rsidRPr="008F1998">
        <w:rPr>
          <w:color w:val="000000" w:themeColor="text1"/>
        </w:rPr>
        <w:t>the Service Provider shall not publish or cause to be published any advertisement or other information relating to SARS or SARS’s business without the prior written approval of SARS; and</w:t>
      </w:r>
      <w:bookmarkEnd w:id="192"/>
    </w:p>
    <w:p w14:paraId="5A356301" w14:textId="11A5F496" w:rsidR="00C82EDC" w:rsidRPr="00094BB6" w:rsidRDefault="00C82EDC" w:rsidP="009743BD">
      <w:pPr>
        <w:pStyle w:val="ListParagraph"/>
        <w:numPr>
          <w:ilvl w:val="2"/>
          <w:numId w:val="28"/>
        </w:numPr>
        <w:spacing w:before="120" w:after="240" w:line="360" w:lineRule="auto"/>
        <w:ind w:left="720" w:hanging="720"/>
        <w:contextualSpacing w:val="0"/>
        <w:jc w:val="both"/>
        <w:rPr>
          <w:b/>
          <w:bCs/>
          <w:color w:val="000000" w:themeColor="text1"/>
        </w:rPr>
      </w:pPr>
      <w:bookmarkStart w:id="193" w:name="_Toc12416690"/>
      <w:r w:rsidRPr="008F1998">
        <w:rPr>
          <w:color w:val="000000" w:themeColor="text1"/>
        </w:rPr>
        <w:t xml:space="preserve">neither Party’s </w:t>
      </w:r>
      <w:r w:rsidR="00BB3E4D" w:rsidRPr="008F1998">
        <w:rPr>
          <w:color w:val="000000" w:themeColor="text1"/>
        </w:rPr>
        <w:t>s</w:t>
      </w:r>
      <w:r w:rsidRPr="008F1998">
        <w:rPr>
          <w:color w:val="000000" w:themeColor="text1"/>
        </w:rPr>
        <w:t xml:space="preserve">taff shall be deemed </w:t>
      </w:r>
      <w:r w:rsidR="00BB3E4D" w:rsidRPr="008F1998">
        <w:rPr>
          <w:color w:val="000000" w:themeColor="text1"/>
        </w:rPr>
        <w:t>s</w:t>
      </w:r>
      <w:r w:rsidRPr="008F1998">
        <w:rPr>
          <w:color w:val="000000" w:themeColor="text1"/>
        </w:rPr>
        <w:t xml:space="preserve">taff of the other Party for any purpose whatsoever and for these purposes, where the Service Provider has utilised the fixed term contractors, temporary employees and/or consultants either as </w:t>
      </w:r>
      <w:r w:rsidR="00967473" w:rsidRPr="008F1998">
        <w:rPr>
          <w:color w:val="000000" w:themeColor="text1"/>
        </w:rPr>
        <w:t>Service Provider Personnel</w:t>
      </w:r>
      <w:r w:rsidRPr="008F1998">
        <w:rPr>
          <w:color w:val="000000" w:themeColor="text1"/>
        </w:rPr>
        <w:t xml:space="preserve">, the Service Provider undertakes to ensure that its contracts with the aforesaid </w:t>
      </w:r>
      <w:r w:rsidR="00967473" w:rsidRPr="008F1998">
        <w:rPr>
          <w:color w:val="000000" w:themeColor="text1"/>
        </w:rPr>
        <w:t>Service Provider Personnel</w:t>
      </w:r>
      <w:r w:rsidRPr="008F1998">
        <w:rPr>
          <w:color w:val="000000" w:themeColor="text1"/>
        </w:rPr>
        <w:t xml:space="preserve">, specifically states that the assignment to SARS is only for a project and is by no means a reflection of SARS as an intended employer of the </w:t>
      </w:r>
      <w:r w:rsidR="00967473" w:rsidRPr="008F1998">
        <w:rPr>
          <w:color w:val="000000" w:themeColor="text1"/>
        </w:rPr>
        <w:t>Service Provider Personnel</w:t>
      </w:r>
      <w:r w:rsidRPr="008F1998">
        <w:rPr>
          <w:color w:val="000000" w:themeColor="text1"/>
        </w:rPr>
        <w:t xml:space="preserve"> or deemed employer in terms of the deeming provision introduced by section 198 the Labour Act, 1995 (Act No. 66 of 1995 as amended)</w:t>
      </w:r>
      <w:r w:rsidR="00967473" w:rsidRPr="008F1998">
        <w:rPr>
          <w:color w:val="000000" w:themeColor="text1"/>
        </w:rPr>
        <w:t xml:space="preserve"> (“</w:t>
      </w:r>
      <w:r w:rsidR="00967473" w:rsidRPr="008F1998">
        <w:rPr>
          <w:bCs/>
          <w:color w:val="000000" w:themeColor="text1"/>
        </w:rPr>
        <w:t>the Labour Act</w:t>
      </w:r>
      <w:r w:rsidR="00967473" w:rsidRPr="008F1998">
        <w:rPr>
          <w:color w:val="000000" w:themeColor="text1"/>
        </w:rPr>
        <w:t>”)</w:t>
      </w:r>
      <w:r w:rsidRPr="008F1998">
        <w:rPr>
          <w:color w:val="000000" w:themeColor="text1"/>
        </w:rPr>
        <w:t xml:space="preserve">, in the event of termination of this </w:t>
      </w:r>
      <w:r w:rsidR="00967473" w:rsidRPr="008F1998">
        <w:rPr>
          <w:color w:val="000000" w:themeColor="text1"/>
        </w:rPr>
        <w:t xml:space="preserve">Agreement for any reason whatsoever </w:t>
      </w:r>
      <w:r w:rsidRPr="008F1998">
        <w:rPr>
          <w:color w:val="000000" w:themeColor="text1"/>
        </w:rPr>
        <w:t xml:space="preserve">or for convenience or as a result of breach, after the </w:t>
      </w:r>
      <w:r w:rsidR="00967473" w:rsidRPr="008F1998">
        <w:rPr>
          <w:color w:val="000000" w:themeColor="text1"/>
        </w:rPr>
        <w:t>Service Provider Personnel</w:t>
      </w:r>
      <w:r w:rsidRPr="008F1998">
        <w:rPr>
          <w:color w:val="000000" w:themeColor="text1"/>
        </w:rPr>
        <w:t xml:space="preserve"> has been assigned to SARS for more than a period of 3 (three) months. In the </w:t>
      </w:r>
      <w:r w:rsidR="00967473" w:rsidRPr="008F1998">
        <w:rPr>
          <w:color w:val="000000" w:themeColor="text1"/>
        </w:rPr>
        <w:t>e</w:t>
      </w:r>
      <w:r w:rsidRPr="008F1998">
        <w:rPr>
          <w:color w:val="000000" w:themeColor="text1"/>
        </w:rPr>
        <w:t xml:space="preserve">vent that the Labour Act, deems the </w:t>
      </w:r>
      <w:r w:rsidR="00967473" w:rsidRPr="008F1998">
        <w:rPr>
          <w:color w:val="000000" w:themeColor="text1"/>
        </w:rPr>
        <w:t>Service Provider Personnel</w:t>
      </w:r>
      <w:r w:rsidRPr="008F1998">
        <w:rPr>
          <w:color w:val="000000" w:themeColor="text1"/>
        </w:rPr>
        <w:t xml:space="preserve"> to be employees for the purposes of the aforesaid section 198, the Service Provider undertakes to indemnify SARS in full against all costs, expenses (including legal expenses on an attorney own client scale), damages, loss (including loss of business or loss of profits), liabilities, demands, claims, actions or proceedings, which the Service Provider may incur arising as a result of the aforesaid </w:t>
      </w:r>
      <w:r w:rsidR="00967473" w:rsidRPr="008F1998">
        <w:rPr>
          <w:color w:val="000000" w:themeColor="text1"/>
        </w:rPr>
        <w:t xml:space="preserve">Labour </w:t>
      </w:r>
      <w:r w:rsidRPr="008F1998">
        <w:rPr>
          <w:color w:val="000000" w:themeColor="text1"/>
        </w:rPr>
        <w:t>Act.</w:t>
      </w:r>
      <w:bookmarkEnd w:id="193"/>
    </w:p>
    <w:p w14:paraId="4D240D61" w14:textId="77777777" w:rsidR="00E337E4" w:rsidRPr="008F1998" w:rsidRDefault="00E337E4" w:rsidP="00CF4EEC">
      <w:pPr>
        <w:pStyle w:val="ListParagraph"/>
        <w:numPr>
          <w:ilvl w:val="0"/>
          <w:numId w:val="28"/>
        </w:numPr>
        <w:spacing w:before="120" w:after="240" w:line="360" w:lineRule="auto"/>
        <w:ind w:left="720" w:hanging="720"/>
        <w:contextualSpacing w:val="0"/>
        <w:jc w:val="both"/>
        <w:outlineLvl w:val="0"/>
        <w:rPr>
          <w:b/>
          <w:bCs/>
          <w:caps/>
          <w:color w:val="000000" w:themeColor="text1"/>
        </w:rPr>
      </w:pPr>
      <w:bookmarkStart w:id="194" w:name="_Ref294725666"/>
      <w:bookmarkStart w:id="195" w:name="_Toc317231240"/>
      <w:bookmarkStart w:id="196" w:name="_Toc65489824"/>
      <w:r w:rsidRPr="008F1998">
        <w:rPr>
          <w:b/>
          <w:bCs/>
          <w:caps/>
          <w:color w:val="000000" w:themeColor="text1"/>
        </w:rPr>
        <w:t>COMMENCEMENT</w:t>
      </w:r>
      <w:r w:rsidRPr="008F1998">
        <w:rPr>
          <w:b/>
          <w:bCs/>
          <w:caps/>
          <w:color w:val="000000" w:themeColor="text1"/>
          <w:lang w:val="en-ZA" w:eastAsia="en-US"/>
        </w:rPr>
        <w:t xml:space="preserve"> AND DURATION</w:t>
      </w:r>
      <w:bookmarkEnd w:id="194"/>
      <w:bookmarkEnd w:id="195"/>
      <w:bookmarkEnd w:id="196"/>
    </w:p>
    <w:p w14:paraId="711A6BB5" w14:textId="4C7A7705" w:rsidR="00C30828" w:rsidRPr="008F1998" w:rsidRDefault="009814D6" w:rsidP="00170599">
      <w:pPr>
        <w:pStyle w:val="ListParagraph"/>
        <w:numPr>
          <w:ilvl w:val="1"/>
          <w:numId w:val="28"/>
        </w:numPr>
        <w:spacing w:before="120" w:after="240" w:line="360" w:lineRule="auto"/>
        <w:ind w:left="720" w:hanging="720"/>
        <w:contextualSpacing w:val="0"/>
        <w:jc w:val="both"/>
        <w:rPr>
          <w:b/>
          <w:bCs/>
          <w:color w:val="000000" w:themeColor="text1"/>
        </w:rPr>
      </w:pPr>
      <w:bookmarkStart w:id="197" w:name="_Toc12416692"/>
      <w:r w:rsidRPr="008F1998">
        <w:rPr>
          <w:color w:val="000000" w:themeColor="text1"/>
        </w:rPr>
        <w:t xml:space="preserve">The term of this Agreement will commence on the Effective Date and will endure for a period of </w:t>
      </w:r>
      <w:r w:rsidRPr="0072701B">
        <w:rPr>
          <w:b/>
        </w:rPr>
        <w:t>sixty (60)</w:t>
      </w:r>
      <w:r w:rsidRPr="0072701B">
        <w:t xml:space="preserve"> </w:t>
      </w:r>
      <w:r w:rsidRPr="008F1998">
        <w:rPr>
          <w:color w:val="000000" w:themeColor="text1"/>
        </w:rPr>
        <w:t>months terminating on (</w:t>
      </w:r>
      <w:r w:rsidRPr="008F1998">
        <w:rPr>
          <w:color w:val="000000" w:themeColor="text1"/>
        </w:rPr>
        <w:sym w:font="Wingdings" w:char="F06C"/>
      </w:r>
      <w:r w:rsidRPr="008F1998">
        <w:rPr>
          <w:color w:val="000000" w:themeColor="text1"/>
        </w:rPr>
        <w:t>)  (the “</w:t>
      </w:r>
      <w:r w:rsidRPr="008F1998">
        <w:rPr>
          <w:b/>
          <w:bCs/>
          <w:color w:val="000000" w:themeColor="text1"/>
        </w:rPr>
        <w:t>Term</w:t>
      </w:r>
      <w:r w:rsidRPr="008F1998">
        <w:rPr>
          <w:color w:val="000000" w:themeColor="text1"/>
        </w:rPr>
        <w:t xml:space="preserve">”) </w:t>
      </w:r>
      <w:bookmarkStart w:id="198" w:name="_Toc532440542"/>
      <w:bookmarkStart w:id="199" w:name="_Toc532440543"/>
      <w:bookmarkStart w:id="200" w:name="_Toc532440544"/>
      <w:bookmarkStart w:id="201" w:name="_Toc532440545"/>
      <w:bookmarkStart w:id="202" w:name="_Ref282439997"/>
      <w:bookmarkEnd w:id="188"/>
      <w:bookmarkEnd w:id="189"/>
      <w:bookmarkEnd w:id="197"/>
      <w:bookmarkEnd w:id="198"/>
      <w:bookmarkEnd w:id="199"/>
      <w:bookmarkEnd w:id="200"/>
      <w:bookmarkEnd w:id="201"/>
    </w:p>
    <w:p w14:paraId="6D285404" w14:textId="19A5EA90" w:rsidR="00D52C5F" w:rsidRPr="008F1998" w:rsidRDefault="00D52C5F" w:rsidP="009743BD">
      <w:pPr>
        <w:pStyle w:val="level11"/>
        <w:numPr>
          <w:ilvl w:val="0"/>
          <w:numId w:val="28"/>
        </w:numPr>
        <w:tabs>
          <w:tab w:val="clear" w:pos="4253"/>
          <w:tab w:val="clear" w:pos="8222"/>
        </w:tabs>
        <w:ind w:left="720" w:hanging="720"/>
        <w:outlineLvl w:val="9"/>
        <w:rPr>
          <w:color w:val="000000" w:themeColor="text1"/>
        </w:rPr>
      </w:pPr>
      <w:bookmarkStart w:id="203" w:name="_Toc175114889"/>
      <w:bookmarkStart w:id="204" w:name="_Toc248311482"/>
      <w:bookmarkStart w:id="205" w:name="_Toc257835158"/>
      <w:r w:rsidRPr="008F1998">
        <w:rPr>
          <w:color w:val="000000" w:themeColor="text1"/>
        </w:rPr>
        <w:t>Agreement Structure</w:t>
      </w:r>
      <w:bookmarkEnd w:id="203"/>
      <w:bookmarkEnd w:id="204"/>
      <w:bookmarkEnd w:id="205"/>
      <w:r w:rsidR="00C24151">
        <w:rPr>
          <w:color w:val="000000" w:themeColor="text1"/>
        </w:rPr>
        <w:fldChar w:fldCharType="begin"/>
      </w:r>
      <w:r w:rsidR="00C24151">
        <w:instrText xml:space="preserve"> TC "</w:instrText>
      </w:r>
      <w:r w:rsidR="00C24151" w:rsidRPr="00C24151">
        <w:rPr>
          <w:color w:val="000000" w:themeColor="text1"/>
        </w:rPr>
        <w:instrText>7.   Agreement Structure</w:instrText>
      </w:r>
      <w:r w:rsidR="00C24151">
        <w:instrText xml:space="preserve">" \f C \l "1" </w:instrText>
      </w:r>
      <w:r w:rsidR="00C24151">
        <w:rPr>
          <w:color w:val="000000" w:themeColor="text1"/>
        </w:rPr>
        <w:fldChar w:fldCharType="end"/>
      </w:r>
    </w:p>
    <w:p w14:paraId="3F2C035B" w14:textId="77777777" w:rsidR="00D52C5F" w:rsidRPr="008F1998" w:rsidRDefault="00D52C5F" w:rsidP="009743BD">
      <w:pPr>
        <w:pStyle w:val="level2"/>
        <w:keepNext/>
        <w:keepLines/>
        <w:widowControl w:val="0"/>
        <w:numPr>
          <w:ilvl w:val="1"/>
          <w:numId w:val="28"/>
        </w:numPr>
        <w:tabs>
          <w:tab w:val="clear" w:pos="4253"/>
          <w:tab w:val="clear" w:pos="8222"/>
        </w:tabs>
        <w:ind w:left="720" w:hanging="720"/>
        <w:outlineLvl w:val="9"/>
        <w:rPr>
          <w:b/>
          <w:color w:val="000000" w:themeColor="text1"/>
        </w:rPr>
      </w:pPr>
      <w:r w:rsidRPr="008F1998">
        <w:rPr>
          <w:b/>
          <w:color w:val="000000" w:themeColor="text1"/>
        </w:rPr>
        <w:t>Agreement</w:t>
      </w:r>
    </w:p>
    <w:p w14:paraId="16899519" w14:textId="77777777" w:rsidR="00D52C5F" w:rsidRPr="008F1998" w:rsidRDefault="00D52C5F" w:rsidP="009743BD">
      <w:pPr>
        <w:pStyle w:val="level31"/>
        <w:keepNext/>
        <w:widowControl w:val="0"/>
        <w:numPr>
          <w:ilvl w:val="2"/>
          <w:numId w:val="28"/>
        </w:numPr>
        <w:tabs>
          <w:tab w:val="clear" w:pos="1170"/>
          <w:tab w:val="clear" w:pos="4253"/>
          <w:tab w:val="clear" w:pos="8222"/>
        </w:tabs>
        <w:spacing w:before="240" w:after="0"/>
        <w:ind w:left="720" w:hanging="720"/>
        <w:outlineLvl w:val="9"/>
        <w:rPr>
          <w:b w:val="0"/>
          <w:color w:val="000000" w:themeColor="text1"/>
        </w:rPr>
      </w:pPr>
      <w:r w:rsidRPr="008F1998">
        <w:rPr>
          <w:b w:val="0"/>
          <w:color w:val="000000" w:themeColor="text1"/>
        </w:rPr>
        <w:t>The Main Agreement provides a framework for, and the general terms applicable to, the Services that the Service Provider will provide to SARS under this Agreement.</w:t>
      </w:r>
    </w:p>
    <w:p w14:paraId="3729AE28" w14:textId="77777777" w:rsidR="00D52C5F" w:rsidRPr="008F1998" w:rsidRDefault="00D52C5F" w:rsidP="009743BD">
      <w:pPr>
        <w:pStyle w:val="level31"/>
        <w:keepLines w:val="0"/>
        <w:widowControl w:val="0"/>
        <w:numPr>
          <w:ilvl w:val="2"/>
          <w:numId w:val="28"/>
        </w:numPr>
        <w:tabs>
          <w:tab w:val="clear" w:pos="1170"/>
          <w:tab w:val="clear" w:pos="4253"/>
          <w:tab w:val="clear" w:pos="8222"/>
        </w:tabs>
        <w:spacing w:before="240" w:after="0"/>
        <w:ind w:left="720" w:hanging="720"/>
        <w:outlineLvl w:val="9"/>
        <w:rPr>
          <w:b w:val="0"/>
          <w:color w:val="000000" w:themeColor="text1"/>
          <w:lang w:val="en-GB"/>
        </w:rPr>
      </w:pPr>
      <w:r w:rsidRPr="008F1998">
        <w:rPr>
          <w:b w:val="0"/>
          <w:color w:val="000000" w:themeColor="text1"/>
          <w:lang w:val="en-GB"/>
        </w:rPr>
        <w:t xml:space="preserve">The Main Agreement is supplemented with annexes and appendices. </w:t>
      </w:r>
    </w:p>
    <w:p w14:paraId="550B18B6" w14:textId="77777777" w:rsidR="00D52C5F" w:rsidRPr="008F1998" w:rsidRDefault="00D52C5F" w:rsidP="009743BD">
      <w:pPr>
        <w:pStyle w:val="level2"/>
        <w:widowControl w:val="0"/>
        <w:numPr>
          <w:ilvl w:val="1"/>
          <w:numId w:val="28"/>
        </w:numPr>
        <w:tabs>
          <w:tab w:val="clear" w:pos="4253"/>
          <w:tab w:val="clear" w:pos="8222"/>
        </w:tabs>
        <w:ind w:left="720" w:hanging="720"/>
        <w:outlineLvl w:val="9"/>
        <w:rPr>
          <w:b/>
          <w:color w:val="000000" w:themeColor="text1"/>
        </w:rPr>
      </w:pPr>
      <w:r w:rsidRPr="008F1998">
        <w:rPr>
          <w:b/>
          <w:color w:val="000000" w:themeColor="text1"/>
        </w:rPr>
        <w:t>Annexes and appendices</w:t>
      </w:r>
    </w:p>
    <w:p w14:paraId="25BFD257" w14:textId="77A2D359" w:rsidR="00D52C5F" w:rsidRPr="008F1998" w:rsidRDefault="00D52C5F" w:rsidP="009743BD">
      <w:pPr>
        <w:pStyle w:val="level31"/>
        <w:keepLines w:val="0"/>
        <w:widowControl w:val="0"/>
        <w:numPr>
          <w:ilvl w:val="2"/>
          <w:numId w:val="28"/>
        </w:numPr>
        <w:tabs>
          <w:tab w:val="clear" w:pos="1170"/>
          <w:tab w:val="clear" w:pos="4253"/>
          <w:tab w:val="clear" w:pos="8222"/>
        </w:tabs>
        <w:spacing w:before="240" w:after="0"/>
        <w:ind w:left="720" w:hanging="720"/>
        <w:outlineLvl w:val="9"/>
        <w:rPr>
          <w:b w:val="0"/>
          <w:color w:val="000000" w:themeColor="text1"/>
          <w:lang w:val="en-GB"/>
        </w:rPr>
      </w:pPr>
      <w:r w:rsidRPr="008F1998">
        <w:rPr>
          <w:b w:val="0"/>
          <w:color w:val="000000" w:themeColor="text1"/>
          <w:lang w:val="en-GB"/>
        </w:rPr>
        <w:t>By written agreement, the Parties may, from time to time, include under the Agreement, additional annexes and appendices pertaining to the Services provided by the Service Provider to SARS under the Agreement.</w:t>
      </w:r>
    </w:p>
    <w:p w14:paraId="4AF50D60" w14:textId="77777777" w:rsidR="00D52C5F" w:rsidRPr="008F1998" w:rsidRDefault="00D52C5F" w:rsidP="009814D6">
      <w:pPr>
        <w:pStyle w:val="level31"/>
        <w:keepLines w:val="0"/>
        <w:widowControl w:val="0"/>
        <w:numPr>
          <w:ilvl w:val="2"/>
          <w:numId w:val="28"/>
        </w:numPr>
        <w:tabs>
          <w:tab w:val="clear" w:pos="1170"/>
          <w:tab w:val="clear" w:pos="4253"/>
          <w:tab w:val="clear" w:pos="8222"/>
        </w:tabs>
        <w:spacing w:before="240" w:after="0"/>
        <w:ind w:left="720" w:hanging="720"/>
        <w:outlineLvl w:val="9"/>
        <w:rPr>
          <w:b w:val="0"/>
          <w:color w:val="000000" w:themeColor="text1"/>
          <w:lang w:val="en-GB"/>
        </w:rPr>
      </w:pPr>
      <w:r w:rsidRPr="008F1998">
        <w:rPr>
          <w:b w:val="0"/>
          <w:color w:val="000000" w:themeColor="text1"/>
          <w:lang w:val="en-GB"/>
        </w:rPr>
        <w:t>The provisions of this Agreement shall, unless otherwise agreed in writing, apply to each annexe and appendix hereto.</w:t>
      </w:r>
    </w:p>
    <w:p w14:paraId="0E38F7FF" w14:textId="621E646A" w:rsidR="004946E8" w:rsidRPr="008F1998" w:rsidRDefault="009814D6" w:rsidP="00C21D89">
      <w:pPr>
        <w:pStyle w:val="level31"/>
        <w:keepLines w:val="0"/>
        <w:widowControl w:val="0"/>
        <w:numPr>
          <w:ilvl w:val="2"/>
          <w:numId w:val="28"/>
        </w:numPr>
        <w:tabs>
          <w:tab w:val="clear" w:pos="1170"/>
          <w:tab w:val="clear" w:pos="4253"/>
          <w:tab w:val="clear" w:pos="8222"/>
        </w:tabs>
        <w:spacing w:before="240" w:after="0"/>
        <w:ind w:left="720" w:hanging="720"/>
        <w:outlineLvl w:val="9"/>
        <w:rPr>
          <w:b w:val="0"/>
          <w:color w:val="000000" w:themeColor="text1"/>
        </w:rPr>
      </w:pPr>
      <w:r w:rsidRPr="008F1998">
        <w:rPr>
          <w:b w:val="0"/>
          <w:iCs w:val="0"/>
          <w:color w:val="000000" w:themeColor="text1"/>
        </w:rPr>
        <w:t>The Service Provider will provide the Services to SARS subject to the terms and conditions of the Main Agreement generally and subject to the terms and conditions set forth in the relevant annexes and appendixes hereto.</w:t>
      </w:r>
    </w:p>
    <w:p w14:paraId="1DA2F13F" w14:textId="77777777" w:rsidR="00C30828" w:rsidRPr="008F1998" w:rsidRDefault="00347026" w:rsidP="00C21D89">
      <w:pPr>
        <w:pStyle w:val="ListParagraph"/>
        <w:numPr>
          <w:ilvl w:val="0"/>
          <w:numId w:val="28"/>
        </w:numPr>
        <w:spacing w:before="120" w:after="240" w:line="360" w:lineRule="auto"/>
        <w:ind w:left="720" w:hanging="720"/>
        <w:contextualSpacing w:val="0"/>
        <w:jc w:val="both"/>
        <w:outlineLvl w:val="0"/>
        <w:rPr>
          <w:b/>
          <w:bCs/>
          <w:caps/>
          <w:color w:val="000000" w:themeColor="text1"/>
        </w:rPr>
      </w:pPr>
      <w:bookmarkStart w:id="206" w:name="_Ref293586844"/>
      <w:bookmarkStart w:id="207" w:name="_Ref292302649"/>
      <w:bookmarkStart w:id="208" w:name="_Toc292448107"/>
      <w:bookmarkStart w:id="209" w:name="_Toc294882289"/>
      <w:bookmarkStart w:id="210" w:name="_Toc339632581"/>
      <w:bookmarkStart w:id="211" w:name="_Ref293657714"/>
      <w:bookmarkStart w:id="212" w:name="_Ref293828718"/>
      <w:bookmarkStart w:id="213" w:name="_Toc294882290"/>
      <w:bookmarkStart w:id="214" w:name="_Toc339632582"/>
      <w:bookmarkStart w:id="215" w:name="_Toc261872197"/>
      <w:bookmarkStart w:id="216" w:name="_Toc261872712"/>
      <w:bookmarkStart w:id="217" w:name="_Toc261872939"/>
      <w:bookmarkStart w:id="218" w:name="_Toc261873121"/>
      <w:bookmarkStart w:id="219" w:name="_Toc261873252"/>
      <w:bookmarkStart w:id="220" w:name="_Toc263158498"/>
      <w:bookmarkStart w:id="221" w:name="_Toc263158621"/>
      <w:bookmarkStart w:id="222" w:name="_Toc263158744"/>
      <w:bookmarkStart w:id="223" w:name="_Toc263158867"/>
      <w:bookmarkStart w:id="224" w:name="_Toc263162662"/>
      <w:bookmarkStart w:id="225" w:name="_Toc263162943"/>
      <w:bookmarkStart w:id="226" w:name="_Toc263289406"/>
      <w:bookmarkStart w:id="227" w:name="_Ref263662926"/>
      <w:bookmarkStart w:id="228" w:name="_Ref284940180"/>
      <w:bookmarkStart w:id="229" w:name="_Toc268255223"/>
      <w:bookmarkStart w:id="230" w:name="_Ref293574388"/>
      <w:bookmarkStart w:id="231" w:name="_Ref291845590"/>
      <w:bookmarkStart w:id="232" w:name="_Ref291830974"/>
      <w:bookmarkStart w:id="233" w:name="_Ref291836341"/>
      <w:bookmarkStart w:id="234" w:name="_Toc294882292"/>
      <w:bookmarkStart w:id="235" w:name="_Toc339632584"/>
      <w:bookmarkStart w:id="236" w:name="_Ref294695189"/>
      <w:bookmarkStart w:id="237" w:name="_Toc294882293"/>
      <w:bookmarkStart w:id="238" w:name="_Toc339632585"/>
      <w:bookmarkStart w:id="239" w:name="_Ref527380925"/>
      <w:bookmarkStart w:id="240" w:name="_Ref531141740"/>
      <w:bookmarkStart w:id="241" w:name="_Toc531439684"/>
      <w:bookmarkStart w:id="242" w:name="_Toc12416695"/>
      <w:bookmarkStart w:id="243" w:name="_Toc6548982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8F1998">
        <w:rPr>
          <w:b/>
          <w:bCs/>
          <w:caps/>
          <w:color w:val="000000" w:themeColor="text1"/>
        </w:rPr>
        <w:t xml:space="preserve">SCOPE OF THE </w:t>
      </w:r>
      <w:r w:rsidR="00C30828" w:rsidRPr="008F1998">
        <w:rPr>
          <w:b/>
          <w:bCs/>
          <w:caps/>
          <w:color w:val="000000" w:themeColor="text1"/>
        </w:rPr>
        <w:t>Services</w:t>
      </w:r>
      <w:bookmarkEnd w:id="239"/>
      <w:bookmarkEnd w:id="240"/>
      <w:bookmarkEnd w:id="241"/>
      <w:bookmarkEnd w:id="242"/>
      <w:bookmarkEnd w:id="243"/>
    </w:p>
    <w:p w14:paraId="0F0DC658" w14:textId="256231E2" w:rsidR="00E337E4" w:rsidRPr="008F1998" w:rsidRDefault="00E337E4" w:rsidP="00094BB6">
      <w:pPr>
        <w:pStyle w:val="ListParagraph"/>
        <w:numPr>
          <w:ilvl w:val="1"/>
          <w:numId w:val="28"/>
        </w:numPr>
        <w:spacing w:before="120" w:after="240" w:line="360" w:lineRule="auto"/>
        <w:ind w:hanging="792"/>
        <w:contextualSpacing w:val="0"/>
        <w:jc w:val="both"/>
        <w:rPr>
          <w:color w:val="000000" w:themeColor="text1"/>
        </w:rPr>
      </w:pPr>
      <w:bookmarkStart w:id="244" w:name="_Toc12416696"/>
      <w:bookmarkStart w:id="245" w:name="_Ref531689467"/>
      <w:r w:rsidRPr="008F1998">
        <w:rPr>
          <w:color w:val="000000" w:themeColor="text1"/>
        </w:rPr>
        <w:t xml:space="preserve">The Service Provider shall </w:t>
      </w:r>
      <w:r w:rsidR="00A44C38" w:rsidRPr="008F1998">
        <w:rPr>
          <w:color w:val="000000" w:themeColor="text1"/>
        </w:rPr>
        <w:t xml:space="preserve">for the Term, use its Commercial Reasonable </w:t>
      </w:r>
      <w:r w:rsidR="00EA529E" w:rsidRPr="008F1998">
        <w:rPr>
          <w:color w:val="000000" w:themeColor="text1"/>
        </w:rPr>
        <w:t>Efforts</w:t>
      </w:r>
      <w:r w:rsidR="00A44C38" w:rsidRPr="008F1998">
        <w:rPr>
          <w:color w:val="000000" w:themeColor="text1"/>
        </w:rPr>
        <w:t xml:space="preserve"> to provide Services </w:t>
      </w:r>
      <w:r w:rsidR="00347026" w:rsidRPr="008F1998">
        <w:rPr>
          <w:color w:val="000000" w:themeColor="text1"/>
        </w:rPr>
        <w:t xml:space="preserve">to SARS </w:t>
      </w:r>
      <w:r w:rsidRPr="008F1998">
        <w:rPr>
          <w:color w:val="000000" w:themeColor="text1"/>
        </w:rPr>
        <w:t>on the terms and conditions of this Agreement</w:t>
      </w:r>
      <w:r w:rsidR="00900B11">
        <w:rPr>
          <w:color w:val="000000" w:themeColor="text1"/>
        </w:rPr>
        <w:t>,</w:t>
      </w:r>
      <w:r w:rsidR="00A44C38" w:rsidRPr="008F1998">
        <w:rPr>
          <w:color w:val="000000" w:themeColor="text1"/>
        </w:rPr>
        <w:t xml:space="preserve"> the Service Level</w:t>
      </w:r>
      <w:r w:rsidR="0060790D" w:rsidRPr="008F1998">
        <w:rPr>
          <w:color w:val="000000" w:themeColor="text1"/>
        </w:rPr>
        <w:t>s</w:t>
      </w:r>
      <w:r w:rsidR="00900B11">
        <w:rPr>
          <w:color w:val="000000" w:themeColor="text1"/>
        </w:rPr>
        <w:t xml:space="preserve"> and the RFP</w:t>
      </w:r>
      <w:r w:rsidRPr="008F1998">
        <w:rPr>
          <w:color w:val="000000" w:themeColor="text1"/>
        </w:rPr>
        <w:t>.</w:t>
      </w:r>
      <w:bookmarkEnd w:id="244"/>
    </w:p>
    <w:p w14:paraId="1E7EEA40" w14:textId="77777777" w:rsidR="00A44C38" w:rsidRPr="008F1998" w:rsidRDefault="00A44C38" w:rsidP="009814D6">
      <w:pPr>
        <w:pStyle w:val="ListParagraph"/>
        <w:numPr>
          <w:ilvl w:val="1"/>
          <w:numId w:val="28"/>
        </w:numPr>
        <w:spacing w:before="120" w:after="240" w:line="360" w:lineRule="auto"/>
        <w:ind w:left="720" w:hanging="720"/>
        <w:contextualSpacing w:val="0"/>
        <w:jc w:val="both"/>
        <w:rPr>
          <w:color w:val="000000" w:themeColor="text1"/>
        </w:rPr>
      </w:pPr>
      <w:bookmarkStart w:id="246" w:name="_Toc12416697"/>
      <w:r w:rsidRPr="008F1998">
        <w:rPr>
          <w:color w:val="000000" w:themeColor="text1"/>
        </w:rPr>
        <w:t xml:space="preserve">The Service Provider undertakes to ensure that the following Services are provided in accordance with the Best Industry Practice and attaining the Service Level and </w:t>
      </w:r>
      <w:r w:rsidR="000746D0" w:rsidRPr="008F1998">
        <w:rPr>
          <w:color w:val="000000" w:themeColor="text1"/>
        </w:rPr>
        <w:t>Performance Criteria/Standards</w:t>
      </w:r>
      <w:r w:rsidRPr="008F1998">
        <w:rPr>
          <w:color w:val="000000" w:themeColor="text1"/>
        </w:rPr>
        <w:t xml:space="preserve"> at all times.</w:t>
      </w:r>
      <w:bookmarkEnd w:id="246"/>
    </w:p>
    <w:p w14:paraId="16749589" w14:textId="16DEBEE5" w:rsidR="000A3638" w:rsidRPr="003B4654" w:rsidRDefault="002E1B94" w:rsidP="00094BB6">
      <w:pPr>
        <w:pStyle w:val="ListParagraph"/>
        <w:keepNext/>
        <w:keepLines/>
        <w:numPr>
          <w:ilvl w:val="1"/>
          <w:numId w:val="28"/>
        </w:numPr>
        <w:spacing w:before="120" w:after="240" w:line="360" w:lineRule="auto"/>
        <w:ind w:hanging="792"/>
        <w:contextualSpacing w:val="0"/>
        <w:jc w:val="both"/>
        <w:outlineLvl w:val="0"/>
        <w:rPr>
          <w:b/>
          <w:bCs/>
          <w:caps/>
        </w:rPr>
      </w:pPr>
      <w:bookmarkStart w:id="247" w:name="_Toc65489826"/>
      <w:bookmarkStart w:id="248" w:name="_Ref533016183"/>
      <w:bookmarkStart w:id="249" w:name="_Toc12416707"/>
      <w:r w:rsidRPr="000A3638">
        <w:rPr>
          <w:b/>
          <w:bCs/>
          <w:color w:val="000000" w:themeColor="text1"/>
        </w:rPr>
        <w:t xml:space="preserve">Procurement </w:t>
      </w:r>
      <w:r w:rsidR="00B86E1E" w:rsidRPr="000A3638">
        <w:rPr>
          <w:b/>
          <w:bCs/>
          <w:color w:val="000000" w:themeColor="text1"/>
        </w:rPr>
        <w:t xml:space="preserve">of </w:t>
      </w:r>
      <w:r w:rsidR="008A2F88" w:rsidRPr="000A3638">
        <w:rPr>
          <w:b/>
          <w:bCs/>
          <w:color w:val="000000" w:themeColor="text1"/>
        </w:rPr>
        <w:t xml:space="preserve">Software </w:t>
      </w:r>
      <w:r w:rsidR="00B86E1E" w:rsidRPr="000A3638">
        <w:rPr>
          <w:b/>
          <w:bCs/>
          <w:color w:val="000000" w:themeColor="text1"/>
        </w:rPr>
        <w:t>Licences</w:t>
      </w:r>
      <w:r w:rsidRPr="000A3638">
        <w:rPr>
          <w:color w:val="000000" w:themeColor="text1"/>
        </w:rPr>
        <w:t>:</w:t>
      </w:r>
      <w:bookmarkStart w:id="250" w:name="_Hlk41915637"/>
      <w:bookmarkEnd w:id="247"/>
    </w:p>
    <w:p w14:paraId="11995F52" w14:textId="15C290EF" w:rsidR="000A3638" w:rsidRDefault="000A3638" w:rsidP="00094BB6">
      <w:pPr>
        <w:pStyle w:val="ListParagraph"/>
        <w:keepNext/>
        <w:keepLines/>
        <w:numPr>
          <w:ilvl w:val="2"/>
          <w:numId w:val="28"/>
        </w:numPr>
        <w:spacing w:before="120" w:after="240" w:line="360" w:lineRule="auto"/>
        <w:ind w:left="1134" w:hanging="1134"/>
        <w:jc w:val="both"/>
      </w:pPr>
      <w:r w:rsidRPr="003B4654">
        <w:t>The Service Provider shall for the Term, provide Services to SARS on the terms and conditions of this Agreement and subject to the Service Levels and Best Industry Practices and deliver to SARS the Deliverables required in terms of this Agreement.</w:t>
      </w:r>
    </w:p>
    <w:p w14:paraId="643EE468" w14:textId="77777777" w:rsidR="00094BB6" w:rsidRPr="003B4654" w:rsidRDefault="00094BB6" w:rsidP="00094BB6">
      <w:pPr>
        <w:pStyle w:val="ListParagraph"/>
        <w:keepNext/>
        <w:keepLines/>
        <w:spacing w:before="120" w:after="240" w:line="360" w:lineRule="auto"/>
        <w:ind w:left="1134"/>
        <w:jc w:val="both"/>
      </w:pPr>
    </w:p>
    <w:p w14:paraId="43EA8942" w14:textId="20D6C313" w:rsidR="000A3638" w:rsidRDefault="000A3638" w:rsidP="00094BB6">
      <w:pPr>
        <w:pStyle w:val="ListParagraph"/>
        <w:keepNext/>
        <w:keepLines/>
        <w:numPr>
          <w:ilvl w:val="2"/>
          <w:numId w:val="28"/>
        </w:numPr>
        <w:spacing w:before="120" w:after="240" w:line="360" w:lineRule="auto"/>
        <w:ind w:left="1134" w:hanging="1134"/>
        <w:jc w:val="both"/>
      </w:pPr>
      <w:r w:rsidRPr="003B4654">
        <w:t>As part of the Services, the Service Provide shall for</w:t>
      </w:r>
      <w:r w:rsidR="003B4654">
        <w:t xml:space="preserve"> the</w:t>
      </w:r>
      <w:r w:rsidRPr="003B4654">
        <w:t xml:space="preserve"> Term perform the following:</w:t>
      </w:r>
    </w:p>
    <w:p w14:paraId="2AE04320" w14:textId="77777777" w:rsidR="000A3638" w:rsidRPr="003B4654" w:rsidRDefault="000A3638" w:rsidP="003B4654">
      <w:pPr>
        <w:pStyle w:val="ListParagraph"/>
        <w:keepNext/>
        <w:keepLines/>
        <w:spacing w:before="120" w:after="240" w:line="360" w:lineRule="auto"/>
        <w:ind w:left="792"/>
        <w:jc w:val="both"/>
      </w:pPr>
    </w:p>
    <w:p w14:paraId="17A072DC" w14:textId="52692C39" w:rsidR="000A3638" w:rsidRDefault="000A3638" w:rsidP="00094BB6">
      <w:pPr>
        <w:pStyle w:val="ListParagraph"/>
        <w:keepNext/>
        <w:keepLines/>
        <w:numPr>
          <w:ilvl w:val="3"/>
          <w:numId w:val="28"/>
        </w:numPr>
        <w:spacing w:before="120" w:after="240" w:line="360" w:lineRule="auto"/>
        <w:ind w:left="1418" w:right="-1" w:hanging="1418"/>
        <w:jc w:val="both"/>
      </w:pPr>
      <w:r w:rsidRPr="003B4654">
        <w:rPr>
          <w:b/>
          <w:bCs/>
        </w:rPr>
        <w:t>Subscription Licenses</w:t>
      </w:r>
      <w:r w:rsidRPr="003B4654">
        <w:t>:</w:t>
      </w:r>
    </w:p>
    <w:p w14:paraId="27D2778D" w14:textId="77777777" w:rsidR="00215C4A" w:rsidRPr="003B4654" w:rsidRDefault="00215C4A" w:rsidP="00215C4A">
      <w:pPr>
        <w:pStyle w:val="ListParagraph"/>
        <w:keepNext/>
        <w:keepLines/>
        <w:spacing w:before="120" w:after="240" w:line="360" w:lineRule="auto"/>
        <w:ind w:left="1276" w:right="-1"/>
        <w:jc w:val="both"/>
      </w:pPr>
    </w:p>
    <w:p w14:paraId="01631926" w14:textId="3268B334" w:rsidR="000A3638" w:rsidRDefault="000A3638" w:rsidP="00B4118A">
      <w:pPr>
        <w:pStyle w:val="ListParagraph"/>
        <w:keepNext/>
        <w:keepLines/>
        <w:numPr>
          <w:ilvl w:val="4"/>
          <w:numId w:val="28"/>
        </w:numPr>
        <w:spacing w:before="120" w:after="240" w:line="360" w:lineRule="auto"/>
        <w:ind w:left="1701" w:right="-1" w:hanging="1701"/>
        <w:jc w:val="both"/>
      </w:pPr>
      <w:r w:rsidRPr="003B4654">
        <w:t>The Service Provider shall:</w:t>
      </w:r>
    </w:p>
    <w:p w14:paraId="75AFAFED" w14:textId="77777777" w:rsidR="00094BB6" w:rsidRPr="003B4654" w:rsidRDefault="00094BB6" w:rsidP="00094BB6">
      <w:pPr>
        <w:pStyle w:val="ListParagraph"/>
        <w:keepNext/>
        <w:keepLines/>
        <w:spacing w:before="120" w:after="240" w:line="360" w:lineRule="auto"/>
        <w:ind w:left="1134" w:right="-1"/>
        <w:jc w:val="both"/>
      </w:pPr>
    </w:p>
    <w:p w14:paraId="51C87542" w14:textId="7BF19541" w:rsidR="000A3638" w:rsidRDefault="000A3638" w:rsidP="00B4118A">
      <w:pPr>
        <w:pStyle w:val="ListParagraph"/>
        <w:keepNext/>
        <w:keepLines/>
        <w:numPr>
          <w:ilvl w:val="5"/>
          <w:numId w:val="28"/>
        </w:numPr>
        <w:spacing w:before="120" w:after="240" w:line="360" w:lineRule="auto"/>
        <w:ind w:left="1985" w:right="-1" w:hanging="1985"/>
        <w:jc w:val="both"/>
      </w:pPr>
      <w:r w:rsidRPr="003B4654">
        <w:t xml:space="preserve">on the delivery date, deliver the Subscription Licenses to SARS to enable the access and use of the </w:t>
      </w:r>
      <w:r w:rsidR="00A85F0C">
        <w:t>software</w:t>
      </w:r>
      <w:r w:rsidRPr="003B4654">
        <w:t xml:space="preserve"> by SARS.</w:t>
      </w:r>
    </w:p>
    <w:p w14:paraId="5C94A044" w14:textId="77777777" w:rsidR="00094BB6" w:rsidRPr="003B4654" w:rsidRDefault="00094BB6" w:rsidP="00094BB6">
      <w:pPr>
        <w:pStyle w:val="ListParagraph"/>
        <w:keepNext/>
        <w:keepLines/>
        <w:spacing w:before="120" w:after="240" w:line="360" w:lineRule="auto"/>
        <w:ind w:left="1843" w:right="-1"/>
        <w:jc w:val="both"/>
      </w:pPr>
    </w:p>
    <w:p w14:paraId="1247567F" w14:textId="3629357A" w:rsidR="000A3638" w:rsidRDefault="000A3638" w:rsidP="00B4118A">
      <w:pPr>
        <w:pStyle w:val="ListParagraph"/>
        <w:keepNext/>
        <w:keepLines/>
        <w:numPr>
          <w:ilvl w:val="5"/>
          <w:numId w:val="28"/>
        </w:numPr>
        <w:spacing w:before="120" w:after="240" w:line="360" w:lineRule="auto"/>
        <w:ind w:left="1985" w:right="-1" w:hanging="1985"/>
        <w:jc w:val="both"/>
      </w:pPr>
      <w:r w:rsidRPr="003B4654">
        <w:t>ensure the renewal of Subscription Licenses required by SARS annually, for the Term of this Agreement;</w:t>
      </w:r>
    </w:p>
    <w:p w14:paraId="65F565EE" w14:textId="77777777" w:rsidR="00094BB6" w:rsidRPr="003B4654" w:rsidRDefault="00094BB6" w:rsidP="00094BB6">
      <w:pPr>
        <w:pStyle w:val="ListParagraph"/>
        <w:keepNext/>
        <w:keepLines/>
        <w:spacing w:before="120" w:after="240" w:line="360" w:lineRule="auto"/>
        <w:ind w:left="1276" w:right="-1"/>
        <w:jc w:val="both"/>
      </w:pPr>
    </w:p>
    <w:p w14:paraId="55CE0C32" w14:textId="63EC33C6" w:rsidR="000A3638" w:rsidRDefault="000A3638" w:rsidP="00B4118A">
      <w:pPr>
        <w:pStyle w:val="ListParagraph"/>
        <w:keepNext/>
        <w:keepLines/>
        <w:numPr>
          <w:ilvl w:val="5"/>
          <w:numId w:val="28"/>
        </w:numPr>
        <w:spacing w:before="120" w:after="240" w:line="360" w:lineRule="auto"/>
        <w:ind w:left="1985" w:right="-1" w:hanging="1985"/>
        <w:jc w:val="both"/>
      </w:pPr>
      <w:r w:rsidRPr="003B4654">
        <w:t>ensure provision of the Support Services required for the operation a</w:t>
      </w:r>
      <w:r w:rsidR="00627139">
        <w:t>n</w:t>
      </w:r>
      <w:r w:rsidRPr="003B4654">
        <w:t>d functioning of the So</w:t>
      </w:r>
      <w:r w:rsidR="00B85BE1">
        <w:t xml:space="preserve">ftware </w:t>
      </w:r>
      <w:r w:rsidRPr="003B4654">
        <w:t>including the maintenance thereof for the Term;</w:t>
      </w:r>
    </w:p>
    <w:p w14:paraId="592EB840" w14:textId="77777777" w:rsidR="00094BB6" w:rsidRPr="003B4654" w:rsidRDefault="00094BB6" w:rsidP="00B4118A">
      <w:pPr>
        <w:pStyle w:val="ListParagraph"/>
        <w:keepNext/>
        <w:keepLines/>
        <w:spacing w:before="120" w:after="240" w:line="360" w:lineRule="auto"/>
        <w:ind w:left="1985" w:right="-1"/>
        <w:jc w:val="both"/>
      </w:pPr>
    </w:p>
    <w:p w14:paraId="5CB6ADA2" w14:textId="2843C4AD" w:rsidR="000A3638" w:rsidRDefault="000A3638" w:rsidP="00B4118A">
      <w:pPr>
        <w:pStyle w:val="ListParagraph"/>
        <w:keepNext/>
        <w:keepLines/>
        <w:numPr>
          <w:ilvl w:val="5"/>
          <w:numId w:val="28"/>
        </w:numPr>
        <w:spacing w:before="120" w:after="240" w:line="360" w:lineRule="auto"/>
        <w:ind w:left="1985" w:right="-1" w:hanging="1985"/>
        <w:jc w:val="both"/>
      </w:pPr>
      <w:r w:rsidRPr="003B4654">
        <w:t>provide the Ad-hoc Services as and when required by SARS for the Term;</w:t>
      </w:r>
    </w:p>
    <w:p w14:paraId="4ADCF00C" w14:textId="77777777" w:rsidR="00094BB6" w:rsidRPr="003B4654" w:rsidRDefault="00094BB6" w:rsidP="00094BB6">
      <w:pPr>
        <w:pStyle w:val="ListParagraph"/>
        <w:keepNext/>
        <w:keepLines/>
        <w:spacing w:before="120" w:after="240" w:line="360" w:lineRule="auto"/>
        <w:ind w:left="1276"/>
        <w:jc w:val="both"/>
      </w:pPr>
    </w:p>
    <w:p w14:paraId="67300707" w14:textId="0DC14C6A" w:rsidR="000A3638" w:rsidRPr="003B4654" w:rsidRDefault="000A3638" w:rsidP="00B4118A">
      <w:pPr>
        <w:pStyle w:val="ListParagraph"/>
        <w:keepNext/>
        <w:keepLines/>
        <w:numPr>
          <w:ilvl w:val="5"/>
          <w:numId w:val="28"/>
        </w:numPr>
        <w:spacing w:before="120" w:after="240" w:line="360" w:lineRule="auto"/>
        <w:ind w:left="1985" w:right="-1" w:hanging="1985"/>
        <w:jc w:val="both"/>
      </w:pPr>
      <w:r w:rsidRPr="003B4654">
        <w:t>manage the S</w:t>
      </w:r>
      <w:r w:rsidR="00734A6C">
        <w:t xml:space="preserve">oftware </w:t>
      </w:r>
      <w:r w:rsidRPr="003B4654">
        <w:t xml:space="preserve">deployed for use by SARS in line with SARS’s usage requirements which management include ensuring that SARS does not over deploy Subscription Licenses. </w:t>
      </w:r>
      <w:bookmarkEnd w:id="250"/>
    </w:p>
    <w:p w14:paraId="5EB60039" w14:textId="77777777" w:rsidR="000A3638" w:rsidRPr="008F1998" w:rsidRDefault="000A3638" w:rsidP="00627139">
      <w:pPr>
        <w:pStyle w:val="ListParagraph"/>
        <w:spacing w:before="120" w:after="240" w:line="360" w:lineRule="auto"/>
        <w:contextualSpacing w:val="0"/>
        <w:jc w:val="both"/>
        <w:rPr>
          <w:color w:val="000000" w:themeColor="text1"/>
        </w:rPr>
      </w:pPr>
    </w:p>
    <w:p w14:paraId="43401EBE" w14:textId="36A06C0C" w:rsidR="002E1B94" w:rsidRDefault="00C25BC7" w:rsidP="00B4118A">
      <w:pPr>
        <w:pStyle w:val="ListParagraph"/>
        <w:keepNext/>
        <w:keepLines/>
        <w:numPr>
          <w:ilvl w:val="4"/>
          <w:numId w:val="28"/>
        </w:numPr>
        <w:spacing w:before="120" w:after="240" w:line="360" w:lineRule="auto"/>
        <w:ind w:left="1701" w:right="-1" w:hanging="1701"/>
        <w:jc w:val="both"/>
        <w:rPr>
          <w:color w:val="000000" w:themeColor="text1"/>
        </w:rPr>
      </w:pPr>
      <w:r w:rsidRPr="008F1998">
        <w:rPr>
          <w:color w:val="000000" w:themeColor="text1"/>
        </w:rPr>
        <w:t>When and as requested by SARS, t</w:t>
      </w:r>
      <w:r w:rsidR="002E1B94" w:rsidRPr="008F1998">
        <w:rPr>
          <w:color w:val="000000" w:themeColor="text1"/>
        </w:rPr>
        <w:t>he Service Provider shall procure Software</w:t>
      </w:r>
      <w:r w:rsidR="00974F2F" w:rsidRPr="008F1998">
        <w:rPr>
          <w:color w:val="000000" w:themeColor="text1"/>
        </w:rPr>
        <w:t xml:space="preserve"> together with additional Software</w:t>
      </w:r>
      <w:r w:rsidR="00B86E1E" w:rsidRPr="008F1998">
        <w:rPr>
          <w:color w:val="000000" w:themeColor="text1"/>
        </w:rPr>
        <w:t xml:space="preserve"> </w:t>
      </w:r>
      <w:r w:rsidR="003F085E">
        <w:rPr>
          <w:color w:val="000000" w:themeColor="text1"/>
        </w:rPr>
        <w:t xml:space="preserve">licenses </w:t>
      </w:r>
      <w:r w:rsidR="002E1B94" w:rsidRPr="008F1998">
        <w:rPr>
          <w:color w:val="000000" w:themeColor="text1"/>
        </w:rPr>
        <w:t>as prescribed in the RFP from the</w:t>
      </w:r>
      <w:r w:rsidR="00900B11">
        <w:rPr>
          <w:color w:val="000000" w:themeColor="text1"/>
        </w:rPr>
        <w:t xml:space="preserve"> </w:t>
      </w:r>
      <w:r w:rsidR="007357D4">
        <w:rPr>
          <w:color w:val="000000" w:themeColor="text1"/>
        </w:rPr>
        <w:t>Licensor</w:t>
      </w:r>
      <w:r w:rsidR="002E1B94" w:rsidRPr="008F1998">
        <w:rPr>
          <w:color w:val="000000" w:themeColor="text1"/>
        </w:rPr>
        <w:t xml:space="preserve"> in SARS’s name on a pass through basis. </w:t>
      </w:r>
    </w:p>
    <w:p w14:paraId="240A87D2" w14:textId="77777777" w:rsidR="003F085E" w:rsidRPr="008F1998" w:rsidRDefault="003F085E" w:rsidP="003F085E">
      <w:pPr>
        <w:pStyle w:val="ListParagraph"/>
        <w:keepNext/>
        <w:keepLines/>
        <w:spacing w:before="120" w:after="240" w:line="360" w:lineRule="auto"/>
        <w:ind w:left="1134" w:right="-1"/>
        <w:jc w:val="both"/>
        <w:rPr>
          <w:color w:val="000000" w:themeColor="text1"/>
        </w:rPr>
      </w:pPr>
    </w:p>
    <w:p w14:paraId="7E946ACE" w14:textId="42056EDD" w:rsidR="002E1B94" w:rsidRDefault="002E1B94" w:rsidP="00B4118A">
      <w:pPr>
        <w:pStyle w:val="ListParagraph"/>
        <w:keepNext/>
        <w:keepLines/>
        <w:numPr>
          <w:ilvl w:val="4"/>
          <w:numId w:val="28"/>
        </w:numPr>
        <w:spacing w:before="120" w:after="240" w:line="360" w:lineRule="auto"/>
        <w:ind w:left="1701" w:right="-1" w:hanging="1701"/>
        <w:jc w:val="both"/>
        <w:rPr>
          <w:color w:val="000000" w:themeColor="text1"/>
        </w:rPr>
      </w:pPr>
      <w:r w:rsidRPr="008F1998">
        <w:rPr>
          <w:color w:val="000000" w:themeColor="text1"/>
        </w:rPr>
        <w:t>The Service Provider shall whe</w:t>
      </w:r>
      <w:r w:rsidR="00C25BC7" w:rsidRPr="008F1998">
        <w:rPr>
          <w:color w:val="000000" w:themeColor="text1"/>
        </w:rPr>
        <w:t>never</w:t>
      </w:r>
      <w:r w:rsidRPr="008F1998">
        <w:rPr>
          <w:color w:val="000000" w:themeColor="text1"/>
        </w:rPr>
        <w:t xml:space="preserve"> required, provide</w:t>
      </w:r>
      <w:r w:rsidR="00C25BC7" w:rsidRPr="008F1998">
        <w:rPr>
          <w:color w:val="000000" w:themeColor="text1"/>
        </w:rPr>
        <w:t xml:space="preserve"> </w:t>
      </w:r>
      <w:r w:rsidRPr="008F1998">
        <w:rPr>
          <w:color w:val="000000" w:themeColor="text1"/>
        </w:rPr>
        <w:t>SARS with all the necessary documents for SARS’s signature to ensure the vesting of the Software in SARS.</w:t>
      </w:r>
    </w:p>
    <w:p w14:paraId="657AE37B" w14:textId="77777777" w:rsidR="003F085E" w:rsidRPr="008F1998" w:rsidRDefault="003F085E" w:rsidP="003F085E">
      <w:pPr>
        <w:pStyle w:val="ListParagraph"/>
        <w:keepNext/>
        <w:keepLines/>
        <w:spacing w:before="120" w:after="240" w:line="360" w:lineRule="auto"/>
        <w:ind w:left="1134" w:right="-1"/>
        <w:jc w:val="both"/>
        <w:rPr>
          <w:color w:val="000000" w:themeColor="text1"/>
        </w:rPr>
      </w:pPr>
    </w:p>
    <w:p w14:paraId="6099FC42" w14:textId="62782A3E" w:rsidR="002E1B94" w:rsidRDefault="002E1B94" w:rsidP="00B4118A">
      <w:pPr>
        <w:pStyle w:val="ListParagraph"/>
        <w:keepNext/>
        <w:keepLines/>
        <w:numPr>
          <w:ilvl w:val="4"/>
          <w:numId w:val="28"/>
        </w:numPr>
        <w:spacing w:before="120" w:after="240" w:line="360" w:lineRule="auto"/>
        <w:ind w:left="1701" w:right="-1" w:hanging="1701"/>
        <w:jc w:val="both"/>
        <w:rPr>
          <w:color w:val="000000" w:themeColor="text1"/>
        </w:rPr>
      </w:pPr>
      <w:r w:rsidRPr="008F1998">
        <w:rPr>
          <w:color w:val="000000" w:themeColor="text1"/>
        </w:rPr>
        <w:t xml:space="preserve">The Service Provider shall deliver and install the Software including the Acceptance Testing thereof as contemplated in </w:t>
      </w:r>
      <w:r w:rsidR="00C25BC7" w:rsidRPr="008F1998">
        <w:rPr>
          <w:b/>
          <w:color w:val="000000" w:themeColor="text1"/>
        </w:rPr>
        <w:t xml:space="preserve">Clauses </w:t>
      </w:r>
      <w:r w:rsidR="00332106" w:rsidRPr="008F1998">
        <w:rPr>
          <w:color w:val="000000" w:themeColor="text1"/>
        </w:rPr>
        <w:fldChar w:fldCharType="begin"/>
      </w:r>
      <w:r w:rsidR="00332106" w:rsidRPr="008F1998">
        <w:rPr>
          <w:b/>
          <w:color w:val="000000" w:themeColor="text1"/>
        </w:rPr>
        <w:instrText xml:space="preserve"> REF _Ref55906758 \r \h </w:instrText>
      </w:r>
      <w:r w:rsidR="004946E8" w:rsidRPr="008F1998">
        <w:rPr>
          <w:color w:val="000000" w:themeColor="text1"/>
        </w:rPr>
        <w:instrText xml:space="preserve"> \* MERGEFORMAT </w:instrText>
      </w:r>
      <w:r w:rsidR="00332106" w:rsidRPr="008F1998">
        <w:rPr>
          <w:color w:val="000000" w:themeColor="text1"/>
        </w:rPr>
      </w:r>
      <w:r w:rsidR="00332106" w:rsidRPr="008F1998">
        <w:rPr>
          <w:color w:val="000000" w:themeColor="text1"/>
        </w:rPr>
        <w:fldChar w:fldCharType="separate"/>
      </w:r>
      <w:r w:rsidR="003F085E">
        <w:rPr>
          <w:b/>
          <w:color w:val="000000" w:themeColor="text1"/>
        </w:rPr>
        <w:t>11</w:t>
      </w:r>
      <w:r w:rsidR="00332106" w:rsidRPr="008F1998">
        <w:rPr>
          <w:color w:val="000000" w:themeColor="text1"/>
        </w:rPr>
        <w:fldChar w:fldCharType="end"/>
      </w:r>
      <w:r w:rsidRPr="008F1998">
        <w:rPr>
          <w:b/>
          <w:color w:val="000000" w:themeColor="text1"/>
        </w:rPr>
        <w:t xml:space="preserve"> and </w:t>
      </w:r>
      <w:r w:rsidR="00332106" w:rsidRPr="008F1998">
        <w:rPr>
          <w:color w:val="000000" w:themeColor="text1"/>
        </w:rPr>
        <w:fldChar w:fldCharType="begin"/>
      </w:r>
      <w:r w:rsidR="00332106" w:rsidRPr="008F1998">
        <w:rPr>
          <w:b/>
          <w:color w:val="000000" w:themeColor="text1"/>
        </w:rPr>
        <w:instrText xml:space="preserve"> REF _Ref55906784 \r \h </w:instrText>
      </w:r>
      <w:r w:rsidR="004946E8" w:rsidRPr="008F1998">
        <w:rPr>
          <w:color w:val="000000" w:themeColor="text1"/>
        </w:rPr>
        <w:instrText xml:space="preserve"> \* MERGEFORMAT </w:instrText>
      </w:r>
      <w:r w:rsidR="00332106" w:rsidRPr="008F1998">
        <w:rPr>
          <w:color w:val="000000" w:themeColor="text1"/>
        </w:rPr>
      </w:r>
      <w:r w:rsidR="00332106" w:rsidRPr="008F1998">
        <w:rPr>
          <w:color w:val="000000" w:themeColor="text1"/>
        </w:rPr>
        <w:fldChar w:fldCharType="separate"/>
      </w:r>
      <w:r w:rsidR="003F085E">
        <w:rPr>
          <w:b/>
          <w:color w:val="000000" w:themeColor="text1"/>
        </w:rPr>
        <w:t>12</w:t>
      </w:r>
      <w:r w:rsidR="00332106" w:rsidRPr="008F1998">
        <w:rPr>
          <w:color w:val="000000" w:themeColor="text1"/>
        </w:rPr>
        <w:fldChar w:fldCharType="end"/>
      </w:r>
      <w:r w:rsidRPr="008F1998">
        <w:rPr>
          <w:color w:val="000000" w:themeColor="text1"/>
        </w:rPr>
        <w:t xml:space="preserve"> below.</w:t>
      </w:r>
    </w:p>
    <w:p w14:paraId="258F48B1" w14:textId="77777777" w:rsidR="003F085E" w:rsidRPr="008F1998" w:rsidRDefault="003F085E" w:rsidP="003F085E">
      <w:pPr>
        <w:pStyle w:val="ListParagraph"/>
        <w:keepNext/>
        <w:keepLines/>
        <w:spacing w:before="120" w:after="240" w:line="360" w:lineRule="auto"/>
        <w:ind w:left="1134" w:right="-1"/>
        <w:jc w:val="both"/>
        <w:rPr>
          <w:color w:val="000000" w:themeColor="text1"/>
        </w:rPr>
      </w:pPr>
    </w:p>
    <w:p w14:paraId="34C5BBCB" w14:textId="4DA6973C" w:rsidR="00E05541" w:rsidRDefault="002E1B94" w:rsidP="00B4118A">
      <w:pPr>
        <w:pStyle w:val="ListParagraph"/>
        <w:keepNext/>
        <w:keepLines/>
        <w:numPr>
          <w:ilvl w:val="4"/>
          <w:numId w:val="28"/>
        </w:numPr>
        <w:spacing w:before="120" w:after="240" w:line="360" w:lineRule="auto"/>
        <w:ind w:left="1701" w:right="-1" w:hanging="1701"/>
        <w:jc w:val="both"/>
        <w:rPr>
          <w:color w:val="000000" w:themeColor="text1"/>
        </w:rPr>
      </w:pPr>
      <w:r w:rsidRPr="008F1998">
        <w:rPr>
          <w:color w:val="000000" w:themeColor="text1"/>
        </w:rPr>
        <w:t xml:space="preserve">For the avoidance of doubt, the Parties record and agree that all Software including </w:t>
      </w:r>
      <w:r w:rsidR="00974F2F" w:rsidRPr="008F1998">
        <w:rPr>
          <w:color w:val="000000" w:themeColor="text1"/>
        </w:rPr>
        <w:t xml:space="preserve">additional </w:t>
      </w:r>
      <w:r w:rsidR="00974F2F" w:rsidRPr="00C21D89">
        <w:t xml:space="preserve">Software and </w:t>
      </w:r>
      <w:r w:rsidRPr="008F1998">
        <w:rPr>
          <w:color w:val="000000" w:themeColor="text1"/>
        </w:rPr>
        <w:t xml:space="preserve">Upgrades </w:t>
      </w:r>
      <w:r w:rsidR="00A272AE" w:rsidRPr="008F1998">
        <w:rPr>
          <w:color w:val="000000" w:themeColor="text1"/>
        </w:rPr>
        <w:t xml:space="preserve">shall </w:t>
      </w:r>
      <w:r w:rsidRPr="008F1998">
        <w:rPr>
          <w:color w:val="000000" w:themeColor="text1"/>
        </w:rPr>
        <w:t>be delivered, installed and tested as contemplated in this Agreement.</w:t>
      </w:r>
    </w:p>
    <w:p w14:paraId="0B04B257" w14:textId="77777777" w:rsidR="003F085E" w:rsidRPr="008F1998" w:rsidRDefault="003F085E" w:rsidP="003F085E">
      <w:pPr>
        <w:pStyle w:val="ListParagraph"/>
        <w:keepNext/>
        <w:keepLines/>
        <w:spacing w:before="120" w:after="240" w:line="360" w:lineRule="auto"/>
        <w:ind w:left="1134" w:right="-1"/>
        <w:jc w:val="both"/>
        <w:rPr>
          <w:color w:val="000000" w:themeColor="text1"/>
        </w:rPr>
      </w:pPr>
    </w:p>
    <w:p w14:paraId="439F3DC8" w14:textId="7DC39AB1" w:rsidR="0089444D" w:rsidRDefault="0089444D" w:rsidP="00892194">
      <w:pPr>
        <w:pStyle w:val="ListParagraph"/>
        <w:keepNext/>
        <w:keepLines/>
        <w:numPr>
          <w:ilvl w:val="3"/>
          <w:numId w:val="28"/>
        </w:numPr>
        <w:spacing w:before="120" w:after="240" w:line="360" w:lineRule="auto"/>
        <w:ind w:left="1418" w:right="-1" w:hanging="1418"/>
        <w:jc w:val="both"/>
        <w:rPr>
          <w:color w:val="000000" w:themeColor="text1"/>
        </w:rPr>
      </w:pPr>
      <w:bookmarkStart w:id="251" w:name="_Ref55905112"/>
      <w:r w:rsidRPr="008F1998">
        <w:rPr>
          <w:rFonts w:ascii="Arial Bold" w:hAnsi="Arial Bold"/>
          <w:b/>
          <w:bCs/>
          <w:color w:val="000000" w:themeColor="text1"/>
        </w:rPr>
        <w:t>Maintenance services</w:t>
      </w:r>
      <w:bookmarkEnd w:id="248"/>
      <w:bookmarkEnd w:id="249"/>
      <w:r w:rsidR="004B0ADB" w:rsidRPr="008F1998">
        <w:rPr>
          <w:color w:val="000000" w:themeColor="text1"/>
        </w:rPr>
        <w:t>:</w:t>
      </w:r>
      <w:bookmarkEnd w:id="251"/>
    </w:p>
    <w:p w14:paraId="118C60D6" w14:textId="77777777" w:rsidR="00892194" w:rsidRDefault="00892194" w:rsidP="00892194">
      <w:pPr>
        <w:pStyle w:val="ListParagraph"/>
        <w:keepNext/>
        <w:keepLines/>
        <w:spacing w:before="120" w:after="240" w:line="360" w:lineRule="auto"/>
        <w:ind w:left="2232" w:right="-1"/>
        <w:jc w:val="both"/>
        <w:rPr>
          <w:color w:val="000000" w:themeColor="text1"/>
        </w:rPr>
      </w:pPr>
      <w:bookmarkStart w:id="252" w:name="_Toc12416708"/>
    </w:p>
    <w:p w14:paraId="4F11FFD7" w14:textId="2329B188" w:rsidR="00742866" w:rsidRDefault="00742866" w:rsidP="00892194">
      <w:pPr>
        <w:pStyle w:val="ListParagraph"/>
        <w:keepNext/>
        <w:keepLines/>
        <w:numPr>
          <w:ilvl w:val="4"/>
          <w:numId w:val="28"/>
        </w:numPr>
        <w:spacing w:before="120" w:after="240" w:line="360" w:lineRule="auto"/>
        <w:ind w:left="1418" w:right="-1" w:hanging="1418"/>
        <w:jc w:val="both"/>
        <w:rPr>
          <w:color w:val="000000" w:themeColor="text1"/>
        </w:rPr>
      </w:pPr>
      <w:r w:rsidRPr="008F1998">
        <w:rPr>
          <w:color w:val="000000" w:themeColor="text1"/>
        </w:rPr>
        <w:t>The Service Provider shall for the duration of this Agreement provide the Maintenance Services in accordance with the provisions of this Agreement. In providing the Maintenance Services, the Service Provider shall:</w:t>
      </w:r>
      <w:bookmarkEnd w:id="252"/>
    </w:p>
    <w:p w14:paraId="2C51A64E" w14:textId="77777777" w:rsidR="00892194" w:rsidRPr="008F1998" w:rsidRDefault="00892194" w:rsidP="00892194">
      <w:pPr>
        <w:pStyle w:val="ListParagraph"/>
        <w:keepNext/>
        <w:keepLines/>
        <w:spacing w:before="120" w:after="240" w:line="360" w:lineRule="auto"/>
        <w:ind w:left="2736" w:right="-1"/>
        <w:jc w:val="both"/>
        <w:rPr>
          <w:color w:val="000000" w:themeColor="text1"/>
        </w:rPr>
      </w:pPr>
    </w:p>
    <w:p w14:paraId="0090C150" w14:textId="290BFE83" w:rsidR="00742866" w:rsidRDefault="00742866" w:rsidP="00892194">
      <w:pPr>
        <w:pStyle w:val="ListParagraph"/>
        <w:keepNext/>
        <w:keepLines/>
        <w:numPr>
          <w:ilvl w:val="5"/>
          <w:numId w:val="28"/>
        </w:numPr>
        <w:spacing w:before="120" w:after="240" w:line="360" w:lineRule="auto"/>
        <w:ind w:left="1418" w:right="-1" w:hanging="1418"/>
        <w:jc w:val="both"/>
        <w:rPr>
          <w:color w:val="000000" w:themeColor="text1"/>
        </w:rPr>
      </w:pPr>
      <w:bookmarkStart w:id="253" w:name="_Toc12416709"/>
      <w:r w:rsidRPr="008F1998">
        <w:rPr>
          <w:color w:val="000000" w:themeColor="text1"/>
        </w:rPr>
        <w:t xml:space="preserve">promptly notify </w:t>
      </w:r>
      <w:r w:rsidR="00493D74" w:rsidRPr="008F1998">
        <w:rPr>
          <w:color w:val="000000" w:themeColor="text1"/>
        </w:rPr>
        <w:t>SARS</w:t>
      </w:r>
      <w:r w:rsidRPr="008F1998">
        <w:rPr>
          <w:color w:val="000000" w:themeColor="text1"/>
        </w:rPr>
        <w:t xml:space="preserve"> of any Upgrades or New Release of the Software;</w:t>
      </w:r>
      <w:bookmarkEnd w:id="253"/>
    </w:p>
    <w:p w14:paraId="4C2FB2BE" w14:textId="77777777" w:rsidR="00892194" w:rsidRPr="008F1998" w:rsidRDefault="00892194" w:rsidP="00892194">
      <w:pPr>
        <w:pStyle w:val="ListParagraph"/>
        <w:keepNext/>
        <w:keepLines/>
        <w:spacing w:before="120" w:after="240" w:line="360" w:lineRule="auto"/>
        <w:ind w:left="1418" w:right="-1"/>
        <w:jc w:val="both"/>
        <w:rPr>
          <w:color w:val="000000" w:themeColor="text1"/>
        </w:rPr>
      </w:pPr>
    </w:p>
    <w:p w14:paraId="4C54C43F" w14:textId="77777777" w:rsidR="00742866" w:rsidRPr="00170599" w:rsidRDefault="00742866" w:rsidP="00892194">
      <w:pPr>
        <w:pStyle w:val="ListParagraph"/>
        <w:keepNext/>
        <w:keepLines/>
        <w:numPr>
          <w:ilvl w:val="5"/>
          <w:numId w:val="28"/>
        </w:numPr>
        <w:spacing w:before="120" w:after="240" w:line="360" w:lineRule="auto"/>
        <w:ind w:left="1418" w:right="-1" w:hanging="1418"/>
        <w:jc w:val="both"/>
      </w:pPr>
      <w:bookmarkStart w:id="254" w:name="_Toc12416710"/>
      <w:r w:rsidRPr="008F1998">
        <w:rPr>
          <w:color w:val="000000" w:themeColor="text1"/>
        </w:rPr>
        <w:t xml:space="preserve">provide </w:t>
      </w:r>
      <w:r w:rsidR="00493D74" w:rsidRPr="008F1998">
        <w:rPr>
          <w:color w:val="000000" w:themeColor="text1"/>
        </w:rPr>
        <w:t>SARS</w:t>
      </w:r>
      <w:r w:rsidRPr="008F1998">
        <w:rPr>
          <w:color w:val="000000" w:themeColor="text1"/>
        </w:rPr>
        <w:t xml:space="preserve"> with each notification and/or release specifying: (i) the nature of such Upgrades or New Release; and (ii) any adverse effects which the Upgrades or New Release may be expected to have, including, without limitation, any expected degradation in performance. The Service Provider undertakes that while such release notes may not be equivalent to a detailed specification of the Upgrades or New Release, it shall contain sufficient information to enable </w:t>
      </w:r>
      <w:r w:rsidR="00493D74" w:rsidRPr="008F1998">
        <w:rPr>
          <w:color w:val="000000" w:themeColor="text1"/>
        </w:rPr>
        <w:t>SARS</w:t>
      </w:r>
      <w:r w:rsidRPr="008F1998">
        <w:rPr>
          <w:color w:val="000000" w:themeColor="text1"/>
        </w:rPr>
        <w:t xml:space="preserve"> to determine whether such Upgrade or New Release will be appropriate to </w:t>
      </w:r>
      <w:r w:rsidR="00493D74" w:rsidRPr="008F1998">
        <w:rPr>
          <w:color w:val="000000" w:themeColor="text1"/>
        </w:rPr>
        <w:t>SARS</w:t>
      </w:r>
      <w:r w:rsidRPr="008F1998">
        <w:rPr>
          <w:color w:val="000000" w:themeColor="text1"/>
        </w:rPr>
        <w:t>'s requirements;</w:t>
      </w:r>
      <w:bookmarkEnd w:id="254"/>
    </w:p>
    <w:p w14:paraId="6AF988D7" w14:textId="2D71E5C7" w:rsidR="00742866" w:rsidRDefault="00742866" w:rsidP="00892194">
      <w:pPr>
        <w:pStyle w:val="ListParagraph"/>
        <w:keepNext/>
        <w:keepLines/>
        <w:numPr>
          <w:ilvl w:val="5"/>
          <w:numId w:val="28"/>
        </w:numPr>
        <w:spacing w:before="120" w:after="240" w:line="360" w:lineRule="auto"/>
        <w:ind w:left="1418" w:right="-1" w:hanging="1418"/>
        <w:jc w:val="both"/>
      </w:pPr>
      <w:bookmarkStart w:id="255" w:name="_Toc12416711"/>
      <w:r w:rsidRPr="00170599">
        <w:t xml:space="preserve">ensure, within 7 (seven) days of receipt of such notification, that it delivers to </w:t>
      </w:r>
      <w:r w:rsidR="00493D74" w:rsidRPr="00170599">
        <w:t>SARS</w:t>
      </w:r>
      <w:r w:rsidRPr="00170599">
        <w:t xml:space="preserve"> the object code of the Upgrade or New Release in machine</w:t>
      </w:r>
      <w:r w:rsidRPr="00170599">
        <w:noBreakHyphen/>
        <w:t>readable form together with any amendments to the documentation which shall be necessary to describe and enable proper use of the improved facilities and functions of the Upgrade or New Release;</w:t>
      </w:r>
      <w:bookmarkEnd w:id="255"/>
    </w:p>
    <w:p w14:paraId="0588C589" w14:textId="77777777" w:rsidR="00892194" w:rsidRPr="00170599" w:rsidRDefault="00892194" w:rsidP="00892194">
      <w:pPr>
        <w:pStyle w:val="ListParagraph"/>
        <w:keepNext/>
        <w:keepLines/>
        <w:spacing w:before="120" w:after="240" w:line="360" w:lineRule="auto"/>
        <w:ind w:left="1418" w:right="-1"/>
        <w:jc w:val="both"/>
      </w:pPr>
    </w:p>
    <w:p w14:paraId="02039140" w14:textId="0545A347" w:rsidR="00742866" w:rsidRDefault="00742866" w:rsidP="00892194">
      <w:pPr>
        <w:pStyle w:val="ListParagraph"/>
        <w:keepNext/>
        <w:keepLines/>
        <w:numPr>
          <w:ilvl w:val="5"/>
          <w:numId w:val="28"/>
        </w:numPr>
        <w:spacing w:before="120" w:after="240" w:line="360" w:lineRule="auto"/>
        <w:ind w:left="1418" w:right="-1" w:hanging="1418"/>
        <w:jc w:val="both"/>
      </w:pPr>
      <w:bookmarkStart w:id="256" w:name="_Toc12416712"/>
      <w:r w:rsidRPr="00170599">
        <w:t xml:space="preserve">ensure that it is available at all times during any </w:t>
      </w:r>
      <w:r w:rsidR="00493D74" w:rsidRPr="00170599">
        <w:t>SARS</w:t>
      </w:r>
      <w:r w:rsidRPr="00170599">
        <w:t xml:space="preserve"> evaluation period to provide assistance to </w:t>
      </w:r>
      <w:r w:rsidR="00493D74" w:rsidRPr="00170599">
        <w:t>SARS</w:t>
      </w:r>
      <w:r w:rsidRPr="00170599">
        <w:t xml:space="preserve"> in this respect; and</w:t>
      </w:r>
      <w:bookmarkEnd w:id="256"/>
    </w:p>
    <w:p w14:paraId="5B957F5B" w14:textId="08070640" w:rsidR="00892194" w:rsidRPr="00170599" w:rsidRDefault="00892194" w:rsidP="00892194">
      <w:pPr>
        <w:pStyle w:val="ListParagraph"/>
        <w:keepNext/>
        <w:keepLines/>
        <w:spacing w:before="120" w:after="240" w:line="360" w:lineRule="auto"/>
        <w:ind w:left="1418" w:right="-1"/>
        <w:jc w:val="both"/>
      </w:pPr>
    </w:p>
    <w:p w14:paraId="5DE80284" w14:textId="3FC35DB2" w:rsidR="00742866" w:rsidRDefault="00742866" w:rsidP="00892194">
      <w:pPr>
        <w:pStyle w:val="ListParagraph"/>
        <w:keepNext/>
        <w:keepLines/>
        <w:numPr>
          <w:ilvl w:val="5"/>
          <w:numId w:val="28"/>
        </w:numPr>
        <w:spacing w:before="120" w:after="240" w:line="360" w:lineRule="auto"/>
        <w:ind w:left="1418" w:right="-1" w:hanging="1418"/>
        <w:jc w:val="both"/>
      </w:pPr>
      <w:bookmarkStart w:id="257" w:name="_Toc12416713"/>
      <w:r w:rsidRPr="00170599">
        <w:t xml:space="preserve">continue to provide any Maintenance Services to </w:t>
      </w:r>
      <w:r w:rsidR="00493D74" w:rsidRPr="00170599">
        <w:t>SARS</w:t>
      </w:r>
      <w:r w:rsidRPr="00170599">
        <w:t xml:space="preserve"> in respect of the release in use by </w:t>
      </w:r>
      <w:r w:rsidR="00493D74" w:rsidRPr="00170599">
        <w:t>SARS</w:t>
      </w:r>
      <w:r w:rsidRPr="00170599">
        <w:t xml:space="preserve"> in the event that </w:t>
      </w:r>
      <w:r w:rsidR="00493D74" w:rsidRPr="00170599">
        <w:t>SARS</w:t>
      </w:r>
      <w:r w:rsidRPr="00170599">
        <w:t xml:space="preserve"> elects not to evaluate and/or install the Upgrades or New Release.</w:t>
      </w:r>
      <w:bookmarkEnd w:id="257"/>
    </w:p>
    <w:p w14:paraId="44EE477C" w14:textId="77777777" w:rsidR="00D05FB3" w:rsidRPr="00170599" w:rsidRDefault="00D05FB3" w:rsidP="00D05FB3">
      <w:pPr>
        <w:pStyle w:val="ListParagraph"/>
        <w:keepNext/>
        <w:keepLines/>
        <w:spacing w:before="120" w:after="240" w:line="360" w:lineRule="auto"/>
        <w:ind w:left="1418" w:right="-1"/>
        <w:jc w:val="both"/>
      </w:pPr>
    </w:p>
    <w:p w14:paraId="28B559A0" w14:textId="77DC8D98" w:rsidR="00742866" w:rsidRDefault="00493D74" w:rsidP="00D05FB3">
      <w:pPr>
        <w:pStyle w:val="ListParagraph"/>
        <w:keepNext/>
        <w:keepLines/>
        <w:numPr>
          <w:ilvl w:val="4"/>
          <w:numId w:val="28"/>
        </w:numPr>
        <w:spacing w:before="120" w:after="240" w:line="360" w:lineRule="auto"/>
        <w:ind w:left="1418" w:right="-1" w:hanging="1418"/>
        <w:jc w:val="both"/>
      </w:pPr>
      <w:bookmarkStart w:id="258" w:name="_Toc12416714"/>
      <w:r w:rsidRPr="00170599">
        <w:t>SARS</w:t>
      </w:r>
      <w:r w:rsidR="00742866" w:rsidRPr="00170599">
        <w:t xml:space="preserve"> will (subject to the provisions of </w:t>
      </w:r>
      <w:r w:rsidR="00E23CEB" w:rsidRPr="00170599">
        <w:rPr>
          <w:b/>
        </w:rPr>
        <w:t>Clause</w:t>
      </w:r>
      <w:r w:rsidR="00332106" w:rsidRPr="001A303E">
        <w:rPr>
          <w:b/>
        </w:rPr>
        <w:t xml:space="preserve"> </w:t>
      </w:r>
      <w:r w:rsidR="00332106" w:rsidRPr="001A303E">
        <w:rPr>
          <w:b/>
        </w:rPr>
        <w:fldChar w:fldCharType="begin"/>
      </w:r>
      <w:r w:rsidR="00332106" w:rsidRPr="00170599">
        <w:rPr>
          <w:b/>
        </w:rPr>
        <w:instrText xml:space="preserve"> REF _Ref55906931 \r \h </w:instrText>
      </w:r>
      <w:r w:rsidR="00252202">
        <w:rPr>
          <w:b/>
        </w:rPr>
        <w:instrText xml:space="preserve"> \* MERGEFORMAT </w:instrText>
      </w:r>
      <w:r w:rsidR="00332106" w:rsidRPr="001A303E">
        <w:rPr>
          <w:b/>
        </w:rPr>
      </w:r>
      <w:r w:rsidR="00332106" w:rsidRPr="001A303E">
        <w:rPr>
          <w:b/>
        </w:rPr>
        <w:fldChar w:fldCharType="separate"/>
      </w:r>
      <w:r w:rsidR="00332106" w:rsidRPr="001A303E">
        <w:rPr>
          <w:b/>
        </w:rPr>
        <w:t>11</w:t>
      </w:r>
      <w:r w:rsidR="00332106" w:rsidRPr="001A303E">
        <w:rPr>
          <w:b/>
        </w:rPr>
        <w:fldChar w:fldCharType="end"/>
      </w:r>
      <w:r w:rsidR="004946E8" w:rsidRPr="001A303E">
        <w:rPr>
          <w:b/>
        </w:rPr>
        <w:t xml:space="preserve"> </w:t>
      </w:r>
      <w:r w:rsidR="00742866" w:rsidRPr="001A303E">
        <w:t>below), at its election evaluate the Upgrade or New Release and will indicate to the Service Provider whether it wishes to install such Upgrade or New Release.</w:t>
      </w:r>
      <w:bookmarkEnd w:id="258"/>
      <w:r w:rsidR="00742866" w:rsidRPr="001A303E">
        <w:t xml:space="preserve"> </w:t>
      </w:r>
    </w:p>
    <w:p w14:paraId="6330E572" w14:textId="77777777" w:rsidR="00D05FB3" w:rsidRPr="001A303E" w:rsidRDefault="00D05FB3" w:rsidP="00D05FB3">
      <w:pPr>
        <w:pStyle w:val="ListParagraph"/>
        <w:keepNext/>
        <w:keepLines/>
        <w:spacing w:before="120" w:after="240" w:line="360" w:lineRule="auto"/>
        <w:ind w:left="1418" w:right="-1"/>
        <w:jc w:val="both"/>
      </w:pPr>
    </w:p>
    <w:p w14:paraId="503C072C" w14:textId="6052CBD6" w:rsidR="00742866" w:rsidRDefault="00742866" w:rsidP="00D05FB3">
      <w:pPr>
        <w:pStyle w:val="ListParagraph"/>
        <w:keepNext/>
        <w:keepLines/>
        <w:numPr>
          <w:ilvl w:val="4"/>
          <w:numId w:val="28"/>
        </w:numPr>
        <w:spacing w:before="120" w:after="240" w:line="360" w:lineRule="auto"/>
        <w:ind w:left="1418" w:right="-1" w:hanging="1418"/>
        <w:jc w:val="both"/>
      </w:pPr>
      <w:bookmarkStart w:id="259" w:name="_Toc12416715"/>
      <w:r w:rsidRPr="001A303E">
        <w:t>For the avoidance of doubt, the Parties record and agree that the Service Provider will provide the Maintenance Services:</w:t>
      </w:r>
      <w:bookmarkEnd w:id="259"/>
      <w:r w:rsidRPr="001A303E">
        <w:t xml:space="preserve"> </w:t>
      </w:r>
    </w:p>
    <w:p w14:paraId="6362C926" w14:textId="77777777" w:rsidR="00D008D4" w:rsidRDefault="00D008D4" w:rsidP="00D008D4">
      <w:pPr>
        <w:pStyle w:val="ListParagraph"/>
        <w:keepNext/>
        <w:keepLines/>
        <w:spacing w:before="120" w:after="240" w:line="360" w:lineRule="auto"/>
        <w:ind w:left="1418" w:right="-1"/>
        <w:jc w:val="both"/>
      </w:pPr>
    </w:p>
    <w:p w14:paraId="29EBF7BB" w14:textId="68D1726D" w:rsidR="00742866" w:rsidRDefault="00742866" w:rsidP="00A54B2F">
      <w:pPr>
        <w:pStyle w:val="ListParagraph"/>
        <w:keepNext/>
        <w:keepLines/>
        <w:numPr>
          <w:ilvl w:val="5"/>
          <w:numId w:val="28"/>
        </w:numPr>
        <w:spacing w:before="120" w:after="240" w:line="360" w:lineRule="auto"/>
        <w:ind w:left="1418" w:right="-1" w:hanging="1418"/>
        <w:jc w:val="both"/>
      </w:pPr>
      <w:bookmarkStart w:id="260" w:name="_Toc12416716"/>
      <w:r w:rsidRPr="001A303E">
        <w:t xml:space="preserve">from the Effective Date and in respect of Software already installed on </w:t>
      </w:r>
      <w:r w:rsidR="00493D74" w:rsidRPr="001A303E">
        <w:t>SARS</w:t>
      </w:r>
      <w:r w:rsidRPr="001A303E">
        <w:t>’s equipment prior to the Effective Date;</w:t>
      </w:r>
      <w:bookmarkEnd w:id="260"/>
    </w:p>
    <w:p w14:paraId="461FB78F" w14:textId="77777777" w:rsidR="00A54B2F" w:rsidRPr="001A303E" w:rsidRDefault="00A54B2F" w:rsidP="00A54B2F">
      <w:pPr>
        <w:pStyle w:val="ListParagraph"/>
        <w:keepNext/>
        <w:keepLines/>
        <w:spacing w:before="120" w:after="240" w:line="360" w:lineRule="auto"/>
        <w:ind w:left="1418" w:right="-1"/>
        <w:jc w:val="both"/>
      </w:pPr>
    </w:p>
    <w:p w14:paraId="5C8B851E" w14:textId="7888965F" w:rsidR="00742866" w:rsidRDefault="00742866" w:rsidP="00A54B2F">
      <w:pPr>
        <w:pStyle w:val="ListParagraph"/>
        <w:keepNext/>
        <w:keepLines/>
        <w:numPr>
          <w:ilvl w:val="5"/>
          <w:numId w:val="28"/>
        </w:numPr>
        <w:spacing w:before="120" w:after="240" w:line="360" w:lineRule="auto"/>
        <w:ind w:left="1418" w:right="-1" w:hanging="1418"/>
        <w:jc w:val="both"/>
      </w:pPr>
      <w:bookmarkStart w:id="261" w:name="_Toc12416717"/>
      <w:r w:rsidRPr="001A303E">
        <w:t>in respect of Software procured by the Service Provider</w:t>
      </w:r>
      <w:r w:rsidR="00341476" w:rsidRPr="001A303E">
        <w:t xml:space="preserve"> on behalf of SARS</w:t>
      </w:r>
      <w:r w:rsidRPr="001A303E">
        <w:t xml:space="preserve"> under this Agreement, from the date of installation of the Software by </w:t>
      </w:r>
      <w:r w:rsidR="00493D74" w:rsidRPr="001A303E">
        <w:t>SARS</w:t>
      </w:r>
      <w:r w:rsidRPr="001A303E">
        <w:t>; and</w:t>
      </w:r>
      <w:bookmarkEnd w:id="261"/>
    </w:p>
    <w:p w14:paraId="2AFDBADE" w14:textId="77777777" w:rsidR="00A54B2F" w:rsidRPr="001A303E" w:rsidRDefault="00A54B2F" w:rsidP="00A54B2F">
      <w:pPr>
        <w:pStyle w:val="ListParagraph"/>
        <w:keepNext/>
        <w:keepLines/>
        <w:spacing w:before="120" w:after="240" w:line="360" w:lineRule="auto"/>
        <w:ind w:left="1418" w:right="-1"/>
        <w:jc w:val="both"/>
      </w:pPr>
    </w:p>
    <w:p w14:paraId="06A6C334" w14:textId="487F33C8" w:rsidR="004946E8" w:rsidRDefault="00742866" w:rsidP="00A54B2F">
      <w:pPr>
        <w:pStyle w:val="ListParagraph"/>
        <w:keepNext/>
        <w:keepLines/>
        <w:numPr>
          <w:ilvl w:val="5"/>
          <w:numId w:val="28"/>
        </w:numPr>
        <w:spacing w:before="120" w:after="240" w:line="360" w:lineRule="auto"/>
        <w:ind w:left="1418" w:right="-1" w:hanging="1418"/>
        <w:jc w:val="both"/>
      </w:pPr>
      <w:bookmarkStart w:id="262" w:name="_Toc12416718"/>
      <w:r w:rsidRPr="001A303E">
        <w:t xml:space="preserve">in respect of Software procured by a </w:t>
      </w:r>
      <w:r w:rsidR="00506E58" w:rsidRPr="001A303E">
        <w:t>Third-Party</w:t>
      </w:r>
      <w:r w:rsidRPr="001A303E">
        <w:t xml:space="preserve"> service provider on behalf of </w:t>
      </w:r>
      <w:r w:rsidR="00493D74" w:rsidRPr="00BB3CB5">
        <w:t>SARS</w:t>
      </w:r>
      <w:r w:rsidRPr="00BB3CB5">
        <w:t xml:space="preserve"> after the Effective Date, from the date that </w:t>
      </w:r>
      <w:r w:rsidR="00493D74" w:rsidRPr="00170599">
        <w:t>SARS</w:t>
      </w:r>
      <w:r w:rsidRPr="00170599">
        <w:t xml:space="preserve"> informs the Service Provider of the installation of the Software.</w:t>
      </w:r>
      <w:bookmarkEnd w:id="262"/>
    </w:p>
    <w:p w14:paraId="52F25500" w14:textId="32EF4F7F" w:rsidR="00A54B2F" w:rsidRDefault="00A54B2F" w:rsidP="00A54B2F">
      <w:pPr>
        <w:pStyle w:val="ListParagraph"/>
        <w:keepNext/>
        <w:keepLines/>
        <w:spacing w:before="120" w:after="240" w:line="360" w:lineRule="auto"/>
        <w:ind w:left="1418" w:right="-1"/>
        <w:jc w:val="both"/>
      </w:pPr>
    </w:p>
    <w:p w14:paraId="21C98F35" w14:textId="03356B53" w:rsidR="00D008D4" w:rsidRDefault="00D008D4" w:rsidP="00A54B2F">
      <w:pPr>
        <w:pStyle w:val="ListParagraph"/>
        <w:keepNext/>
        <w:keepLines/>
        <w:spacing w:before="120" w:after="240" w:line="360" w:lineRule="auto"/>
        <w:ind w:left="1418" w:right="-1"/>
        <w:jc w:val="both"/>
      </w:pPr>
    </w:p>
    <w:p w14:paraId="33630540" w14:textId="1AA766FF" w:rsidR="00D008D4" w:rsidRDefault="00D008D4" w:rsidP="00A54B2F">
      <w:pPr>
        <w:pStyle w:val="ListParagraph"/>
        <w:keepNext/>
        <w:keepLines/>
        <w:spacing w:before="120" w:after="240" w:line="360" w:lineRule="auto"/>
        <w:ind w:left="1418" w:right="-1"/>
        <w:jc w:val="both"/>
      </w:pPr>
    </w:p>
    <w:p w14:paraId="23271363" w14:textId="461E8C89" w:rsidR="00D008D4" w:rsidRDefault="00D008D4" w:rsidP="00A54B2F">
      <w:pPr>
        <w:pStyle w:val="ListParagraph"/>
        <w:keepNext/>
        <w:keepLines/>
        <w:spacing w:before="120" w:after="240" w:line="360" w:lineRule="auto"/>
        <w:ind w:left="1418" w:right="-1"/>
        <w:jc w:val="both"/>
      </w:pPr>
    </w:p>
    <w:p w14:paraId="1D024BFF" w14:textId="2C0F80C5" w:rsidR="00D008D4" w:rsidRDefault="00D008D4" w:rsidP="00A54B2F">
      <w:pPr>
        <w:pStyle w:val="ListParagraph"/>
        <w:keepNext/>
        <w:keepLines/>
        <w:spacing w:before="120" w:after="240" w:line="360" w:lineRule="auto"/>
        <w:ind w:left="1418" w:right="-1"/>
        <w:jc w:val="both"/>
      </w:pPr>
    </w:p>
    <w:p w14:paraId="69CBD284" w14:textId="77777777" w:rsidR="00D008D4" w:rsidRPr="00170599" w:rsidRDefault="00D008D4" w:rsidP="00A54B2F">
      <w:pPr>
        <w:pStyle w:val="ListParagraph"/>
        <w:keepNext/>
        <w:keepLines/>
        <w:spacing w:before="120" w:after="240" w:line="360" w:lineRule="auto"/>
        <w:ind w:left="1418" w:right="-1"/>
        <w:jc w:val="both"/>
      </w:pPr>
    </w:p>
    <w:p w14:paraId="6AF1B5EE" w14:textId="2F05831C" w:rsidR="00590090" w:rsidRDefault="00EA529E" w:rsidP="00A54B2F">
      <w:pPr>
        <w:pStyle w:val="ListParagraph"/>
        <w:keepNext/>
        <w:keepLines/>
        <w:numPr>
          <w:ilvl w:val="3"/>
          <w:numId w:val="28"/>
        </w:numPr>
        <w:spacing w:before="120" w:after="240" w:line="360" w:lineRule="auto"/>
        <w:ind w:left="1418" w:right="-1" w:hanging="1418"/>
        <w:jc w:val="both"/>
        <w:rPr>
          <w:b/>
          <w:bCs/>
        </w:rPr>
      </w:pPr>
      <w:bookmarkStart w:id="263" w:name="_Toc12416719"/>
      <w:bookmarkStart w:id="264" w:name="_Ref55905216"/>
      <w:r w:rsidRPr="00170599">
        <w:rPr>
          <w:rFonts w:ascii="Arial Bold" w:hAnsi="Arial Bold"/>
          <w:b/>
          <w:bCs/>
        </w:rPr>
        <w:t>S</w:t>
      </w:r>
      <w:r w:rsidR="00590090" w:rsidRPr="00170599">
        <w:rPr>
          <w:rFonts w:ascii="Arial Bold" w:hAnsi="Arial Bold"/>
          <w:b/>
          <w:bCs/>
        </w:rPr>
        <w:t>upport</w:t>
      </w:r>
      <w:r w:rsidR="00590090" w:rsidRPr="00170599">
        <w:rPr>
          <w:b/>
          <w:bCs/>
        </w:rPr>
        <w:t xml:space="preserve"> </w:t>
      </w:r>
      <w:r w:rsidRPr="00170599">
        <w:rPr>
          <w:b/>
          <w:bCs/>
        </w:rPr>
        <w:t>S</w:t>
      </w:r>
      <w:r w:rsidR="00590090" w:rsidRPr="00170599">
        <w:rPr>
          <w:b/>
          <w:bCs/>
        </w:rPr>
        <w:t>ervices</w:t>
      </w:r>
      <w:bookmarkEnd w:id="263"/>
      <w:r w:rsidR="004B0ADB" w:rsidRPr="00170599">
        <w:rPr>
          <w:b/>
          <w:bCs/>
        </w:rPr>
        <w:t>:</w:t>
      </w:r>
      <w:bookmarkEnd w:id="264"/>
      <w:r w:rsidR="00590090" w:rsidRPr="00170599">
        <w:rPr>
          <w:b/>
          <w:bCs/>
        </w:rPr>
        <w:t xml:space="preserve"> </w:t>
      </w:r>
    </w:p>
    <w:p w14:paraId="01838891" w14:textId="77777777" w:rsidR="00D008D4" w:rsidRPr="00170599" w:rsidRDefault="00D008D4" w:rsidP="00D008D4">
      <w:pPr>
        <w:pStyle w:val="ListParagraph"/>
        <w:keepNext/>
        <w:keepLines/>
        <w:spacing w:before="120" w:after="240" w:line="360" w:lineRule="auto"/>
        <w:ind w:left="2232" w:right="-1"/>
        <w:jc w:val="both"/>
        <w:rPr>
          <w:b/>
          <w:bCs/>
        </w:rPr>
      </w:pPr>
    </w:p>
    <w:p w14:paraId="55DD66DE" w14:textId="32A4B80D" w:rsidR="00742866" w:rsidRDefault="00742866" w:rsidP="00D008D4">
      <w:pPr>
        <w:pStyle w:val="ListParagraph"/>
        <w:keepNext/>
        <w:keepLines/>
        <w:numPr>
          <w:ilvl w:val="4"/>
          <w:numId w:val="28"/>
        </w:numPr>
        <w:spacing w:before="120" w:after="240" w:line="360" w:lineRule="auto"/>
        <w:ind w:left="1418" w:right="-1" w:hanging="1418"/>
        <w:jc w:val="both"/>
      </w:pPr>
      <w:bookmarkStart w:id="265" w:name="_Toc12416720"/>
      <w:r w:rsidRPr="00170599">
        <w:t xml:space="preserve">In providing the Support Services, </w:t>
      </w:r>
      <w:r w:rsidR="00493D74" w:rsidRPr="00170599">
        <w:t>SARS</w:t>
      </w:r>
      <w:r w:rsidRPr="00170599">
        <w:t xml:space="preserve"> shall request the assistance of the Service Provider with regard to any Deficiencies in the Software which it may identify in accord</w:t>
      </w:r>
      <w:r w:rsidR="007E188E" w:rsidRPr="00170599">
        <w:t xml:space="preserve">ance with </w:t>
      </w:r>
      <w:r w:rsidRPr="00170599">
        <w:t xml:space="preserve">the procedures set forth </w:t>
      </w:r>
      <w:r w:rsidR="007E188E" w:rsidRPr="00170599">
        <w:t xml:space="preserve">by the </w:t>
      </w:r>
      <w:r w:rsidR="00221BC0" w:rsidRPr="00170599">
        <w:t>Licensor</w:t>
      </w:r>
      <w:r w:rsidRPr="00170599">
        <w:t>.</w:t>
      </w:r>
      <w:bookmarkEnd w:id="265"/>
    </w:p>
    <w:p w14:paraId="7435A05D" w14:textId="77777777" w:rsidR="00D008D4" w:rsidRPr="00170599" w:rsidRDefault="00D008D4" w:rsidP="00D008D4">
      <w:pPr>
        <w:pStyle w:val="ListParagraph"/>
        <w:keepNext/>
        <w:keepLines/>
        <w:spacing w:before="120" w:after="240" w:line="360" w:lineRule="auto"/>
        <w:ind w:left="1418" w:right="-1"/>
        <w:jc w:val="both"/>
      </w:pPr>
    </w:p>
    <w:p w14:paraId="29C032C8" w14:textId="0E0594B3" w:rsidR="00742866" w:rsidRDefault="00742866" w:rsidP="00D008D4">
      <w:pPr>
        <w:pStyle w:val="ListParagraph"/>
        <w:keepNext/>
        <w:keepLines/>
        <w:numPr>
          <w:ilvl w:val="4"/>
          <w:numId w:val="28"/>
        </w:numPr>
        <w:spacing w:before="120" w:after="240" w:line="360" w:lineRule="auto"/>
        <w:ind w:left="1418" w:right="-1" w:hanging="1418"/>
        <w:jc w:val="both"/>
      </w:pPr>
      <w:bookmarkStart w:id="266" w:name="_Toc12416721"/>
      <w:r w:rsidRPr="00170599">
        <w:t>The Service Provider undertakes that in providing such</w:t>
      </w:r>
      <w:r w:rsidR="00341476" w:rsidRPr="00170599">
        <w:t xml:space="preserve"> Support</w:t>
      </w:r>
      <w:r w:rsidRPr="00170599">
        <w:t xml:space="preserve"> Services it shall use </w:t>
      </w:r>
      <w:r w:rsidR="00512533" w:rsidRPr="00170599">
        <w:t>Commercially Reasonable Efforts</w:t>
      </w:r>
      <w:r w:rsidRPr="00170599">
        <w:t xml:space="preserve"> to ensure that the Software functions error-free, maintain the Software in such a manner as to its continued compliance with its Documentation, identify the nature and cause of the Problem, advise </w:t>
      </w:r>
      <w:r w:rsidR="00493D74" w:rsidRPr="00170599">
        <w:t>SARS</w:t>
      </w:r>
      <w:r w:rsidRPr="00170599">
        <w:t xml:space="preserve"> thereof and provide </w:t>
      </w:r>
      <w:r w:rsidR="00493D74" w:rsidRPr="00170599">
        <w:t>SARS</w:t>
      </w:r>
      <w:r w:rsidRPr="00170599">
        <w:t xml:space="preserve"> with future avoidance advice as well as undertaking any necessary preventative measures to minimise recurrence of the Problem.</w:t>
      </w:r>
      <w:bookmarkEnd w:id="266"/>
    </w:p>
    <w:p w14:paraId="07265406" w14:textId="77777777" w:rsidR="00D008D4" w:rsidRPr="00170599" w:rsidRDefault="00D008D4" w:rsidP="00D008D4">
      <w:pPr>
        <w:pStyle w:val="ListParagraph"/>
        <w:keepNext/>
        <w:keepLines/>
        <w:spacing w:before="120" w:after="240" w:line="360" w:lineRule="auto"/>
        <w:ind w:left="1418" w:right="-1"/>
        <w:jc w:val="both"/>
      </w:pPr>
    </w:p>
    <w:p w14:paraId="4D68FE38" w14:textId="14C8AB11" w:rsidR="00742866" w:rsidRDefault="00742866" w:rsidP="00D008D4">
      <w:pPr>
        <w:pStyle w:val="ListParagraph"/>
        <w:keepNext/>
        <w:keepLines/>
        <w:numPr>
          <w:ilvl w:val="4"/>
          <w:numId w:val="28"/>
        </w:numPr>
        <w:spacing w:before="120" w:after="240" w:line="360" w:lineRule="auto"/>
        <w:ind w:left="1418" w:right="-1" w:hanging="1418"/>
        <w:jc w:val="both"/>
      </w:pPr>
      <w:bookmarkStart w:id="267" w:name="_Toc12416722"/>
      <w:r w:rsidRPr="00170599">
        <w:t xml:space="preserve">The Service Provider shall, at its expense, supply all items necessary or required for the </w:t>
      </w:r>
      <w:r w:rsidR="00C02068" w:rsidRPr="00170599">
        <w:t>Support Se</w:t>
      </w:r>
      <w:r w:rsidRPr="00170599">
        <w:t xml:space="preserve">rvices, provided that should the Services be provided at </w:t>
      </w:r>
      <w:r w:rsidR="00512533" w:rsidRPr="00170599">
        <w:t>SARS’s offices</w:t>
      </w:r>
      <w:r w:rsidRPr="00170599">
        <w:t xml:space="preserve">, supplies of electricity, network connectivity and telephone services reasonably required by the Service Provider to provide such Services will be made available to the Service Provider in accordance with </w:t>
      </w:r>
      <w:r w:rsidR="00493D74" w:rsidRPr="00170599">
        <w:t>SARS</w:t>
      </w:r>
      <w:r w:rsidRPr="00170599">
        <w:t xml:space="preserve">'s procedures and at </w:t>
      </w:r>
      <w:r w:rsidR="00493D74" w:rsidRPr="00170599">
        <w:t>SARS</w:t>
      </w:r>
      <w:r w:rsidRPr="00170599">
        <w:t>'s expense.</w:t>
      </w:r>
      <w:bookmarkEnd w:id="267"/>
    </w:p>
    <w:p w14:paraId="715759C7" w14:textId="77777777" w:rsidR="00D008D4" w:rsidRPr="00170599" w:rsidRDefault="00D008D4" w:rsidP="00D008D4">
      <w:pPr>
        <w:pStyle w:val="ListParagraph"/>
        <w:keepNext/>
        <w:keepLines/>
        <w:spacing w:before="120" w:after="240" w:line="360" w:lineRule="auto"/>
        <w:ind w:left="1418" w:right="-1"/>
        <w:jc w:val="both"/>
      </w:pPr>
    </w:p>
    <w:p w14:paraId="4FED82D5" w14:textId="1B0F916B" w:rsidR="00590090" w:rsidRDefault="00590090" w:rsidP="00D008D4">
      <w:pPr>
        <w:pStyle w:val="ListParagraph"/>
        <w:keepNext/>
        <w:keepLines/>
        <w:numPr>
          <w:ilvl w:val="4"/>
          <w:numId w:val="28"/>
        </w:numPr>
        <w:spacing w:before="120" w:after="240" w:line="360" w:lineRule="auto"/>
        <w:ind w:left="1418" w:right="-1" w:hanging="1418"/>
        <w:jc w:val="both"/>
      </w:pPr>
      <w:bookmarkStart w:id="268" w:name="_Toc12416723"/>
      <w:r w:rsidRPr="00170599">
        <w:t>The Service Provider undertakes that in providing the Support Services it will use its Commercially Reasonabl</w:t>
      </w:r>
      <w:r w:rsidR="00EA529E" w:rsidRPr="00170599">
        <w:t>e</w:t>
      </w:r>
      <w:r w:rsidRPr="00170599">
        <w:t xml:space="preserve"> Efforts to ensure that the </w:t>
      </w:r>
      <w:r w:rsidR="00EA529E" w:rsidRPr="00170599">
        <w:t xml:space="preserve">Software </w:t>
      </w:r>
      <w:r w:rsidRPr="00170599">
        <w:t>functions error-free and to maintain the Software</w:t>
      </w:r>
      <w:r w:rsidR="004F4791" w:rsidRPr="00170599">
        <w:t xml:space="preserve"> </w:t>
      </w:r>
      <w:r w:rsidRPr="00170599">
        <w:t xml:space="preserve">continued compliance with its </w:t>
      </w:r>
      <w:r w:rsidR="00C02068" w:rsidRPr="00170599">
        <w:t>Functional S</w:t>
      </w:r>
      <w:r w:rsidRPr="00170599">
        <w:t xml:space="preserve">pecifications and the Documentation. The Service Provider will, on an ongoing basis apply </w:t>
      </w:r>
      <w:r w:rsidR="00EA529E" w:rsidRPr="00170599">
        <w:t xml:space="preserve">Best Industry Practices </w:t>
      </w:r>
      <w:r w:rsidRPr="00170599">
        <w:t xml:space="preserve">to provide proactive preventative maintenance and advice in an effort to ensure that the </w:t>
      </w:r>
      <w:r w:rsidR="00EA529E" w:rsidRPr="00170599">
        <w:t xml:space="preserve">Software </w:t>
      </w:r>
      <w:r w:rsidRPr="00170599">
        <w:t xml:space="preserve">will function error-free and will continue to comply with its </w:t>
      </w:r>
      <w:r w:rsidR="00EA529E" w:rsidRPr="00170599">
        <w:t>Functional S</w:t>
      </w:r>
      <w:r w:rsidRPr="00170599">
        <w:t>pecifications. In addition, the Service Provider will identify the nature and cause of the Problem, advice SARS thereof and provide SARS with future avoidance advice as well as undertaking any necessary preventative measures to minimise recurrence of the Problem.</w:t>
      </w:r>
      <w:bookmarkEnd w:id="268"/>
    </w:p>
    <w:p w14:paraId="3C2E32DB" w14:textId="77777777" w:rsidR="00D008D4" w:rsidRDefault="00D008D4" w:rsidP="00D008D4">
      <w:pPr>
        <w:pStyle w:val="ListParagraph"/>
      </w:pPr>
    </w:p>
    <w:p w14:paraId="6074E4DE" w14:textId="50F92959" w:rsidR="00590090" w:rsidRDefault="004B05D9" w:rsidP="00D008D4">
      <w:pPr>
        <w:pStyle w:val="ListParagraph"/>
        <w:keepNext/>
        <w:keepLines/>
        <w:numPr>
          <w:ilvl w:val="3"/>
          <w:numId w:val="28"/>
        </w:numPr>
        <w:spacing w:before="120" w:after="240" w:line="360" w:lineRule="auto"/>
        <w:ind w:left="1418" w:right="-1" w:hanging="1418"/>
        <w:jc w:val="both"/>
        <w:rPr>
          <w:b/>
        </w:rPr>
      </w:pPr>
      <w:bookmarkStart w:id="269" w:name="_Toc12416726"/>
      <w:r w:rsidRPr="00170599">
        <w:rPr>
          <w:b/>
        </w:rPr>
        <w:t xml:space="preserve">Professional Services </w:t>
      </w:r>
      <w:bookmarkEnd w:id="269"/>
      <w:r w:rsidR="004B0ADB" w:rsidRPr="001A303E">
        <w:rPr>
          <w:b/>
        </w:rPr>
        <w:t>:</w:t>
      </w:r>
    </w:p>
    <w:p w14:paraId="01B40BBC" w14:textId="77777777" w:rsidR="00D008D4" w:rsidRDefault="00D008D4" w:rsidP="00D008D4">
      <w:pPr>
        <w:pStyle w:val="ListParagraph"/>
        <w:keepNext/>
        <w:keepLines/>
        <w:spacing w:before="120" w:after="240" w:line="360" w:lineRule="auto"/>
        <w:ind w:left="2232" w:right="-1"/>
        <w:jc w:val="both"/>
        <w:rPr>
          <w:b/>
        </w:rPr>
      </w:pPr>
    </w:p>
    <w:p w14:paraId="3A8EBF47" w14:textId="77777777" w:rsidR="00D008D4" w:rsidRPr="001A303E" w:rsidRDefault="00D008D4" w:rsidP="00D008D4">
      <w:pPr>
        <w:pStyle w:val="ListParagraph"/>
        <w:keepNext/>
        <w:keepLines/>
        <w:spacing w:before="120" w:after="240" w:line="360" w:lineRule="auto"/>
        <w:ind w:left="1418" w:right="-1"/>
        <w:jc w:val="both"/>
        <w:rPr>
          <w:b/>
        </w:rPr>
      </w:pPr>
    </w:p>
    <w:p w14:paraId="77185DFE" w14:textId="21B58986" w:rsidR="001C011E" w:rsidRDefault="00590090" w:rsidP="00D008D4">
      <w:pPr>
        <w:pStyle w:val="ListParagraph"/>
        <w:keepNext/>
        <w:keepLines/>
        <w:numPr>
          <w:ilvl w:val="4"/>
          <w:numId w:val="28"/>
        </w:numPr>
        <w:spacing w:before="120" w:after="240" w:line="360" w:lineRule="auto"/>
        <w:ind w:left="1418" w:right="-1" w:hanging="1418"/>
        <w:jc w:val="both"/>
      </w:pPr>
      <w:bookmarkStart w:id="270" w:name="_Toc12416727"/>
      <w:r w:rsidRPr="009214C8">
        <w:t>The</w:t>
      </w:r>
      <w:r w:rsidRPr="001A303E">
        <w:t xml:space="preserve"> Service Provider will provide ongoing </w:t>
      </w:r>
      <w:r w:rsidR="002B6436">
        <w:t xml:space="preserve">consultancy and </w:t>
      </w:r>
      <w:r w:rsidR="00C02068" w:rsidRPr="001A303E">
        <w:t xml:space="preserve">professional </w:t>
      </w:r>
      <w:r w:rsidRPr="001A303E">
        <w:t xml:space="preserve">services in the Service Provider’s specialist fields of activity related to the operation and improved/increased use of the </w:t>
      </w:r>
      <w:r w:rsidR="00EA529E" w:rsidRPr="001A303E">
        <w:t>Software,</w:t>
      </w:r>
      <w:r w:rsidRPr="001A303E">
        <w:t xml:space="preserve"> as may be reasonably requested by SARS from time to time in writing</w:t>
      </w:r>
      <w:r w:rsidR="00512533" w:rsidRPr="001A303E">
        <w:t>, subject to SARS’s procurement processes and procedures</w:t>
      </w:r>
      <w:r w:rsidRPr="001A303E">
        <w:t>.</w:t>
      </w:r>
      <w:bookmarkEnd w:id="270"/>
    </w:p>
    <w:p w14:paraId="4C69947F" w14:textId="77777777" w:rsidR="00D008D4" w:rsidRDefault="00D008D4" w:rsidP="00D008D4">
      <w:pPr>
        <w:pStyle w:val="ListParagraph"/>
        <w:keepNext/>
        <w:keepLines/>
        <w:spacing w:before="120" w:after="240" w:line="360" w:lineRule="auto"/>
        <w:ind w:left="1418" w:right="-1"/>
        <w:jc w:val="both"/>
      </w:pPr>
    </w:p>
    <w:p w14:paraId="634C839E" w14:textId="40AC3D8F" w:rsidR="00B12606" w:rsidRDefault="00AE236C" w:rsidP="00D008D4">
      <w:pPr>
        <w:pStyle w:val="ListParagraph"/>
        <w:keepNext/>
        <w:keepLines/>
        <w:numPr>
          <w:ilvl w:val="4"/>
          <w:numId w:val="28"/>
        </w:numPr>
        <w:spacing w:before="120" w:after="240" w:line="360" w:lineRule="auto"/>
        <w:ind w:left="1418" w:right="-1" w:hanging="1418"/>
        <w:jc w:val="both"/>
      </w:pPr>
      <w:bookmarkStart w:id="271" w:name="_Ref61873503"/>
      <w:r w:rsidRPr="00697BF5">
        <w:t xml:space="preserve">The Service Provider shall </w:t>
      </w:r>
      <w:r w:rsidR="00B12606">
        <w:t>develop a skills transfer plan for SARS approval within 10 (ten) days from the Effective Date.</w:t>
      </w:r>
      <w:bookmarkEnd w:id="271"/>
      <w:r w:rsidR="00B12606">
        <w:t xml:space="preserve"> </w:t>
      </w:r>
      <w:r w:rsidR="00B12606">
        <w:tab/>
      </w:r>
    </w:p>
    <w:p w14:paraId="19A9029C" w14:textId="77777777" w:rsidR="00B12606" w:rsidRDefault="00B12606" w:rsidP="0072701B">
      <w:pPr>
        <w:pStyle w:val="ListParagraph"/>
        <w:spacing w:line="360" w:lineRule="auto"/>
        <w:ind w:left="709"/>
        <w:jc w:val="both"/>
      </w:pPr>
    </w:p>
    <w:p w14:paraId="1D738DA6" w14:textId="3841880A" w:rsidR="00B12606" w:rsidRDefault="00B12606" w:rsidP="00D008D4">
      <w:pPr>
        <w:pStyle w:val="ListParagraph"/>
        <w:keepNext/>
        <w:keepLines/>
        <w:numPr>
          <w:ilvl w:val="4"/>
          <w:numId w:val="28"/>
        </w:numPr>
        <w:spacing w:before="120" w:after="240" w:line="360" w:lineRule="auto"/>
        <w:ind w:left="1418" w:right="-1" w:hanging="1418"/>
        <w:jc w:val="both"/>
      </w:pPr>
      <w:r>
        <w:t xml:space="preserve">Pursuant to </w:t>
      </w:r>
      <w:r w:rsidRPr="0072701B">
        <w:rPr>
          <w:b/>
        </w:rPr>
        <w:t>Clause</w:t>
      </w:r>
      <w:r>
        <w:t xml:space="preserve"> </w:t>
      </w:r>
      <w:r>
        <w:fldChar w:fldCharType="begin"/>
      </w:r>
      <w:r>
        <w:instrText xml:space="preserve"> REF _Ref61873503 \r \p \h  \* MERGEFORMAT </w:instrText>
      </w:r>
      <w:r>
        <w:fldChar w:fldCharType="separate"/>
      </w:r>
      <w:r w:rsidR="009214C8" w:rsidRPr="009214C8">
        <w:rPr>
          <w:b/>
        </w:rPr>
        <w:t xml:space="preserve">8.3.2.4.2 </w:t>
      </w:r>
      <w:r w:rsidR="009214C8">
        <w:t>above</w:t>
      </w:r>
      <w:r>
        <w:fldChar w:fldCharType="end"/>
      </w:r>
      <w:r>
        <w:t>, t</w:t>
      </w:r>
      <w:r w:rsidRPr="00B12606">
        <w:t>he Service Provider shall transfer skills to designated SARS officials in line with</w:t>
      </w:r>
      <w:r>
        <w:t xml:space="preserve"> the skills transfer</w:t>
      </w:r>
      <w:r w:rsidRPr="00B12606">
        <w:t xml:space="preserve"> plan.</w:t>
      </w:r>
    </w:p>
    <w:p w14:paraId="27F30837" w14:textId="77777777" w:rsidR="00B12606" w:rsidRPr="00B12606" w:rsidRDefault="00B12606" w:rsidP="0072701B">
      <w:pPr>
        <w:pStyle w:val="ListParagraph"/>
        <w:spacing w:line="360" w:lineRule="auto"/>
        <w:ind w:left="1701"/>
      </w:pPr>
    </w:p>
    <w:p w14:paraId="12E06D8D" w14:textId="4B9601F1" w:rsidR="00AE236C" w:rsidRDefault="00B12606" w:rsidP="00D008D4">
      <w:pPr>
        <w:pStyle w:val="ListParagraph"/>
        <w:keepNext/>
        <w:keepLines/>
        <w:numPr>
          <w:ilvl w:val="4"/>
          <w:numId w:val="28"/>
        </w:numPr>
        <w:spacing w:before="120" w:after="240" w:line="360" w:lineRule="auto"/>
        <w:ind w:left="1418" w:right="-1" w:hanging="1418"/>
        <w:jc w:val="both"/>
      </w:pPr>
      <w:r>
        <w:t xml:space="preserve">The Service Provider shall </w:t>
      </w:r>
      <w:r w:rsidR="005E1B31">
        <w:t xml:space="preserve">in accordance with </w:t>
      </w:r>
      <w:r w:rsidR="005E1B31" w:rsidRPr="0072701B">
        <w:rPr>
          <w:b/>
        </w:rPr>
        <w:t xml:space="preserve">Clause </w:t>
      </w:r>
      <w:r w:rsidR="009214C8">
        <w:rPr>
          <w:b/>
        </w:rPr>
        <w:fldChar w:fldCharType="begin"/>
      </w:r>
      <w:r w:rsidR="009214C8">
        <w:rPr>
          <w:b/>
        </w:rPr>
        <w:instrText xml:space="preserve"> REF _Ref65087284 \r \h </w:instrText>
      </w:r>
      <w:r w:rsidR="009214C8">
        <w:rPr>
          <w:b/>
        </w:rPr>
      </w:r>
      <w:r w:rsidR="009214C8">
        <w:rPr>
          <w:b/>
        </w:rPr>
        <w:fldChar w:fldCharType="separate"/>
      </w:r>
      <w:r w:rsidR="001A5C4B">
        <w:rPr>
          <w:b/>
        </w:rPr>
        <w:t>48</w:t>
      </w:r>
      <w:r w:rsidR="009214C8">
        <w:rPr>
          <w:b/>
        </w:rPr>
        <w:fldChar w:fldCharType="end"/>
      </w:r>
      <w:r w:rsidR="009214C8">
        <w:rPr>
          <w:b/>
        </w:rPr>
        <w:t xml:space="preserve"> </w:t>
      </w:r>
      <w:r w:rsidR="005E1B31">
        <w:t xml:space="preserve">below, provide </w:t>
      </w:r>
      <w:r w:rsidR="00AE236C" w:rsidRPr="00697BF5">
        <w:t xml:space="preserve">Disaster recovery services and maintain a Disaster recovery environment, </w:t>
      </w:r>
      <w:r w:rsidR="005E1B31">
        <w:t>as contemplated in the</w:t>
      </w:r>
      <w:r w:rsidR="00AE236C" w:rsidRPr="00697BF5">
        <w:t xml:space="preserve"> Business Continuity Plan.</w:t>
      </w:r>
    </w:p>
    <w:p w14:paraId="1304EF06" w14:textId="77777777" w:rsidR="005E1B31" w:rsidRPr="00697BF5" w:rsidRDefault="005E1B31" w:rsidP="0072701B">
      <w:pPr>
        <w:pStyle w:val="ListParagraph"/>
        <w:spacing w:line="360" w:lineRule="auto"/>
        <w:ind w:left="709"/>
        <w:jc w:val="both"/>
      </w:pPr>
    </w:p>
    <w:p w14:paraId="79132432" w14:textId="77777777" w:rsidR="00347026" w:rsidRPr="001A303E" w:rsidRDefault="00347026" w:rsidP="00C23293">
      <w:pPr>
        <w:pStyle w:val="ListParagraph"/>
        <w:numPr>
          <w:ilvl w:val="0"/>
          <w:numId w:val="28"/>
        </w:numPr>
        <w:spacing w:before="120" w:after="240" w:line="360" w:lineRule="auto"/>
        <w:ind w:left="720" w:hanging="720"/>
        <w:contextualSpacing w:val="0"/>
        <w:jc w:val="both"/>
        <w:outlineLvl w:val="0"/>
        <w:rPr>
          <w:b/>
          <w:bCs/>
          <w:caps/>
        </w:rPr>
      </w:pPr>
      <w:bookmarkStart w:id="272" w:name="_Ref11720093"/>
      <w:bookmarkStart w:id="273" w:name="_Toc65489827"/>
      <w:r w:rsidRPr="001A303E">
        <w:rPr>
          <w:b/>
          <w:bCs/>
          <w:caps/>
        </w:rPr>
        <w:t>PROVISION OF THE SERVICES</w:t>
      </w:r>
      <w:bookmarkEnd w:id="272"/>
      <w:bookmarkEnd w:id="273"/>
    </w:p>
    <w:p w14:paraId="6E609E0D" w14:textId="13A15924" w:rsidR="00E406EF" w:rsidRPr="00170599" w:rsidRDefault="00E406EF" w:rsidP="00A272AE">
      <w:pPr>
        <w:pStyle w:val="ListParagraph"/>
        <w:numPr>
          <w:ilvl w:val="1"/>
          <w:numId w:val="28"/>
        </w:numPr>
        <w:spacing w:before="120" w:after="240" w:line="360" w:lineRule="auto"/>
        <w:ind w:left="709" w:hanging="709"/>
        <w:contextualSpacing w:val="0"/>
        <w:jc w:val="both"/>
        <w:rPr>
          <w:b/>
          <w:bCs/>
        </w:rPr>
      </w:pPr>
      <w:bookmarkStart w:id="274" w:name="_Toc12416729"/>
      <w:r w:rsidRPr="001A303E">
        <w:t>Without limiting the generality of the Service Provider</w:t>
      </w:r>
      <w:r w:rsidR="004B0ADB" w:rsidRPr="001A303E">
        <w:t>’</w:t>
      </w:r>
      <w:r w:rsidRPr="001A303E">
        <w:t xml:space="preserve">s obligations detailed elsewhere in this Agreement, the Service Provider </w:t>
      </w:r>
      <w:r w:rsidR="00EA529E" w:rsidRPr="001A303E">
        <w:t>undertakes a</w:t>
      </w:r>
      <w:r w:rsidRPr="001A303E">
        <w:t>s part of the Services</w:t>
      </w:r>
      <w:r w:rsidR="00EA529E" w:rsidRPr="00BB3CB5">
        <w:t xml:space="preserve"> for the Term</w:t>
      </w:r>
      <w:r w:rsidRPr="00BB3CB5">
        <w:t>:</w:t>
      </w:r>
      <w:bookmarkEnd w:id="274"/>
    </w:p>
    <w:p w14:paraId="0B9C5DB9" w14:textId="77777777" w:rsidR="00E406EF" w:rsidRPr="00170599" w:rsidRDefault="00EA529E" w:rsidP="00A272AE">
      <w:pPr>
        <w:pStyle w:val="ListParagraph"/>
        <w:numPr>
          <w:ilvl w:val="2"/>
          <w:numId w:val="28"/>
        </w:numPr>
        <w:spacing w:before="120" w:after="240" w:line="360" w:lineRule="auto"/>
        <w:ind w:left="709" w:hanging="709"/>
        <w:contextualSpacing w:val="0"/>
        <w:jc w:val="both"/>
      </w:pPr>
      <w:bookmarkStart w:id="275" w:name="_Toc12416730"/>
      <w:r w:rsidRPr="00170599">
        <w:t xml:space="preserve">to </w:t>
      </w:r>
      <w:r w:rsidR="00E406EF" w:rsidRPr="00170599">
        <w:t xml:space="preserve">comply with SARS’s information and data security standards </w:t>
      </w:r>
      <w:r w:rsidRPr="00170599">
        <w:t>as communicated in writing from time to time</w:t>
      </w:r>
      <w:r w:rsidR="00E406EF" w:rsidRPr="00170599">
        <w:t>;</w:t>
      </w:r>
      <w:bookmarkEnd w:id="275"/>
    </w:p>
    <w:p w14:paraId="08C44592" w14:textId="77777777" w:rsidR="00E406EF" w:rsidRPr="00170599" w:rsidRDefault="00E406EF" w:rsidP="00A272AE">
      <w:pPr>
        <w:pStyle w:val="ListParagraph"/>
        <w:numPr>
          <w:ilvl w:val="2"/>
          <w:numId w:val="28"/>
        </w:numPr>
        <w:spacing w:before="120" w:after="240" w:line="360" w:lineRule="auto"/>
        <w:ind w:left="709" w:hanging="709"/>
        <w:contextualSpacing w:val="0"/>
        <w:jc w:val="both"/>
      </w:pPr>
      <w:bookmarkStart w:id="276" w:name="_Ref533019837"/>
      <w:bookmarkStart w:id="277" w:name="_Toc12416731"/>
      <w:r w:rsidRPr="00170599">
        <w:t>at its own cost</w:t>
      </w:r>
      <w:r w:rsidR="006B3C3B" w:rsidRPr="00170599">
        <w:t>,</w:t>
      </w:r>
      <w:r w:rsidRPr="00170599">
        <w:t xml:space="preserve"> provide, maintain and, where required, upgrade such computer systems, data bases and </w:t>
      </w:r>
      <w:r w:rsidR="006B3C3B" w:rsidRPr="00170599">
        <w:t>S</w:t>
      </w:r>
      <w:r w:rsidRPr="00170599">
        <w:t xml:space="preserve">oftware as may be necessary, and as required by SARS, for the provision of the Services. In particular, the Service Provider shall ensure that all </w:t>
      </w:r>
      <w:r w:rsidR="00C02068" w:rsidRPr="00170599">
        <w:t>Software</w:t>
      </w:r>
      <w:r w:rsidR="00EB6F13" w:rsidRPr="00170599">
        <w:t xml:space="preserve"> </w:t>
      </w:r>
      <w:r w:rsidRPr="00170599">
        <w:t xml:space="preserve">will be kept at levels supported by the </w:t>
      </w:r>
      <w:r w:rsidR="00C60AB4" w:rsidRPr="00170599">
        <w:t xml:space="preserve">Licensor </w:t>
      </w:r>
      <w:r w:rsidR="00EB6F13" w:rsidRPr="00170599">
        <w:t>and</w:t>
      </w:r>
      <w:r w:rsidRPr="00170599">
        <w:t xml:space="preserve"> will be </w:t>
      </w:r>
      <w:r w:rsidR="00EB6F13" w:rsidRPr="00170599">
        <w:t>U</w:t>
      </w:r>
      <w:r w:rsidRPr="00170599">
        <w:t>pgraded as required to meet the Service</w:t>
      </w:r>
      <w:r w:rsidR="00EB6F13" w:rsidRPr="00170599">
        <w:t>s</w:t>
      </w:r>
      <w:r w:rsidRPr="00170599">
        <w:t xml:space="preserve">, </w:t>
      </w:r>
      <w:r w:rsidR="00C60AB4" w:rsidRPr="00170599">
        <w:t>Licensor</w:t>
      </w:r>
      <w:r w:rsidRPr="00170599">
        <w:t xml:space="preserve"> end-of-life policies and timelines and </w:t>
      </w:r>
      <w:r w:rsidR="00C60AB4" w:rsidRPr="00170599">
        <w:t>Licensor</w:t>
      </w:r>
      <w:r w:rsidRPr="00170599">
        <w:t xml:space="preserve">-recommended requirements. The Service Provider shall schedule all such </w:t>
      </w:r>
      <w:r w:rsidR="00EB6F13" w:rsidRPr="00170599">
        <w:t>U</w:t>
      </w:r>
      <w:r w:rsidRPr="00170599">
        <w:t xml:space="preserve">pgrades and replacements in </w:t>
      </w:r>
      <w:r w:rsidR="00000176" w:rsidRPr="00170599">
        <w:t>advance and</w:t>
      </w:r>
      <w:r w:rsidRPr="00170599">
        <w:t xml:space="preserve"> implement them in such a way as to prevent/minimise any interruption or disruption of, or diminution in, the nature or level of any portion of the Services. The Service Provider shall ensure that its internal systems and infrastructure and the Service provision at all times remains compatible with SARS’s architectural technology standards and strategies; and</w:t>
      </w:r>
      <w:bookmarkEnd w:id="276"/>
      <w:bookmarkEnd w:id="277"/>
    </w:p>
    <w:p w14:paraId="6CADB0D4" w14:textId="53F6C9DA" w:rsidR="00E406EF" w:rsidRPr="001A303E" w:rsidRDefault="00E406EF" w:rsidP="00A272AE">
      <w:pPr>
        <w:pStyle w:val="ListParagraph"/>
        <w:numPr>
          <w:ilvl w:val="2"/>
          <w:numId w:val="28"/>
        </w:numPr>
        <w:spacing w:before="120" w:after="240" w:line="360" w:lineRule="auto"/>
        <w:ind w:left="709" w:hanging="709"/>
        <w:contextualSpacing w:val="0"/>
        <w:jc w:val="both"/>
      </w:pPr>
      <w:bookmarkStart w:id="278" w:name="_Toc12416732"/>
      <w:r w:rsidRPr="00170599">
        <w:t xml:space="preserve">without limiting the generality of </w:t>
      </w:r>
      <w:r w:rsidR="008405ED" w:rsidRPr="00170599">
        <w:rPr>
          <w:b/>
        </w:rPr>
        <w:t>C</w:t>
      </w:r>
      <w:r w:rsidRPr="00170599">
        <w:rPr>
          <w:b/>
        </w:rPr>
        <w:t xml:space="preserve">lause </w:t>
      </w:r>
      <w:r w:rsidR="008405ED" w:rsidRPr="00170599">
        <w:rPr>
          <w:b/>
        </w:rPr>
        <w:fldChar w:fldCharType="begin"/>
      </w:r>
      <w:r w:rsidR="008405ED" w:rsidRPr="00170599">
        <w:rPr>
          <w:b/>
        </w:rPr>
        <w:instrText xml:space="preserve"> REF _Ref533019837 \r \h </w:instrText>
      </w:r>
      <w:r w:rsidR="000746D0" w:rsidRPr="00170599">
        <w:rPr>
          <w:b/>
        </w:rPr>
        <w:instrText xml:space="preserve"> \* MERGEFORMAT </w:instrText>
      </w:r>
      <w:r w:rsidR="008405ED" w:rsidRPr="00170599">
        <w:rPr>
          <w:b/>
        </w:rPr>
      </w:r>
      <w:r w:rsidR="008405ED" w:rsidRPr="00170599">
        <w:rPr>
          <w:b/>
        </w:rPr>
        <w:fldChar w:fldCharType="separate"/>
      </w:r>
      <w:r w:rsidR="00FD6F54" w:rsidRPr="00170599">
        <w:rPr>
          <w:b/>
        </w:rPr>
        <w:t>9.1.2</w:t>
      </w:r>
      <w:r w:rsidR="008405ED" w:rsidRPr="00170599">
        <w:rPr>
          <w:b/>
        </w:rPr>
        <w:fldChar w:fldCharType="end"/>
      </w:r>
      <w:r w:rsidR="008405ED" w:rsidRPr="001A303E">
        <w:t xml:space="preserve"> above</w:t>
      </w:r>
      <w:r w:rsidRPr="001A303E">
        <w:t xml:space="preserve">, at its own cost, maintain its computer based security systems to counteract fraudulent claims in as far as it is in accordance with </w:t>
      </w:r>
      <w:r w:rsidR="008405ED" w:rsidRPr="001A303E">
        <w:t>the Best I</w:t>
      </w:r>
      <w:r w:rsidRPr="001A303E">
        <w:t xml:space="preserve">ndustry </w:t>
      </w:r>
      <w:r w:rsidR="008405ED" w:rsidRPr="001A303E">
        <w:t>P</w:t>
      </w:r>
      <w:r w:rsidRPr="001A303E">
        <w:t>ractic</w:t>
      </w:r>
      <w:r w:rsidR="008405ED" w:rsidRPr="001A303E">
        <w:t xml:space="preserve">e or </w:t>
      </w:r>
      <w:r w:rsidRPr="001A303E">
        <w:t xml:space="preserve">security </w:t>
      </w:r>
      <w:r w:rsidR="008405ED" w:rsidRPr="001A303E">
        <w:t xml:space="preserve">level </w:t>
      </w:r>
      <w:r w:rsidRPr="001A303E">
        <w:t>that is no less secure than the security SARS provided as of the Effective Date or the security the Service Provider then provides for its own systems and data, whichever is greater.</w:t>
      </w:r>
      <w:bookmarkEnd w:id="278"/>
      <w:r w:rsidRPr="001A303E">
        <w:t xml:space="preserve"> </w:t>
      </w:r>
    </w:p>
    <w:p w14:paraId="5E659718" w14:textId="5D1D96E4" w:rsidR="00347026" w:rsidRPr="001A303E" w:rsidRDefault="00347026" w:rsidP="00A272AE">
      <w:pPr>
        <w:pStyle w:val="ListParagraph"/>
        <w:numPr>
          <w:ilvl w:val="1"/>
          <w:numId w:val="28"/>
        </w:numPr>
        <w:spacing w:before="120" w:after="240" w:line="360" w:lineRule="auto"/>
        <w:ind w:left="709" w:hanging="709"/>
        <w:contextualSpacing w:val="0"/>
        <w:jc w:val="both"/>
      </w:pPr>
      <w:bookmarkStart w:id="279" w:name="_Toc12416733"/>
      <w:r w:rsidRPr="001A303E">
        <w:t xml:space="preserve">The Service Provider undertakes for the Term, to provide the Services as fully outlined in </w:t>
      </w:r>
      <w:r w:rsidR="00E23CEB" w:rsidRPr="00170599">
        <w:rPr>
          <w:b/>
        </w:rPr>
        <w:t>Clause</w:t>
      </w:r>
      <w:r w:rsidRPr="00170599">
        <w:rPr>
          <w:b/>
        </w:rPr>
        <w:t xml:space="preserve"> </w:t>
      </w:r>
      <w:r w:rsidR="00D93463" w:rsidRPr="00170599">
        <w:rPr>
          <w:b/>
        </w:rPr>
        <w:fldChar w:fldCharType="begin"/>
      </w:r>
      <w:r w:rsidR="00D93463" w:rsidRPr="00170599">
        <w:rPr>
          <w:b/>
        </w:rPr>
        <w:instrText xml:space="preserve"> REF _Ref527380925 \r \h </w:instrText>
      </w:r>
      <w:r w:rsidR="004A16F1" w:rsidRPr="00170599">
        <w:rPr>
          <w:b/>
        </w:rPr>
        <w:instrText xml:space="preserve"> \* MERGEFORMAT </w:instrText>
      </w:r>
      <w:r w:rsidR="00D93463" w:rsidRPr="00170599">
        <w:rPr>
          <w:b/>
        </w:rPr>
      </w:r>
      <w:r w:rsidR="00D93463" w:rsidRPr="00170599">
        <w:rPr>
          <w:b/>
        </w:rPr>
        <w:fldChar w:fldCharType="separate"/>
      </w:r>
      <w:r w:rsidR="00FD6F54" w:rsidRPr="00170599">
        <w:rPr>
          <w:b/>
        </w:rPr>
        <w:t>8</w:t>
      </w:r>
      <w:r w:rsidR="00D93463" w:rsidRPr="00170599">
        <w:rPr>
          <w:b/>
        </w:rPr>
        <w:fldChar w:fldCharType="end"/>
      </w:r>
      <w:r w:rsidRPr="001A303E">
        <w:t xml:space="preserve"> to SARS in accordance with the provisions of this Agreement.</w:t>
      </w:r>
      <w:bookmarkEnd w:id="279"/>
    </w:p>
    <w:p w14:paraId="7A626B14" w14:textId="10976020" w:rsidR="00E337E4" w:rsidRPr="001A303E" w:rsidRDefault="00E337E4" w:rsidP="00A272AE">
      <w:pPr>
        <w:pStyle w:val="ListParagraph"/>
        <w:numPr>
          <w:ilvl w:val="1"/>
          <w:numId w:val="28"/>
        </w:numPr>
        <w:spacing w:before="120" w:after="240" w:line="360" w:lineRule="auto"/>
        <w:ind w:left="709" w:hanging="709"/>
        <w:contextualSpacing w:val="0"/>
        <w:jc w:val="both"/>
      </w:pPr>
      <w:bookmarkStart w:id="280" w:name="_Toc12416734"/>
      <w:r w:rsidRPr="001A303E">
        <w:t xml:space="preserve">The Service Provider shall perform the Services </w:t>
      </w:r>
      <w:r w:rsidR="0039545E" w:rsidRPr="001A303E">
        <w:t xml:space="preserve">contemplated in this Agreement </w:t>
      </w:r>
      <w:r w:rsidR="00361951">
        <w:t>on site</w:t>
      </w:r>
      <w:r w:rsidR="00361951" w:rsidRPr="00361951">
        <w:t xml:space="preserve"> </w:t>
      </w:r>
      <w:r w:rsidR="00361951">
        <w:t xml:space="preserve">at the location or where required </w:t>
      </w:r>
      <w:r w:rsidR="0039545E" w:rsidRPr="001A303E">
        <w:t>remotely</w:t>
      </w:r>
      <w:r w:rsidRPr="001A303E">
        <w:t>.</w:t>
      </w:r>
      <w:r w:rsidR="00347026" w:rsidRPr="001A303E">
        <w:t xml:space="preserve"> In instances where SARS discloses </w:t>
      </w:r>
      <w:r w:rsidR="00512533" w:rsidRPr="001A303E">
        <w:t>Confidential I</w:t>
      </w:r>
      <w:r w:rsidR="00347026" w:rsidRPr="001A303E">
        <w:t xml:space="preserve">nformation for the provision of the Services, the Service Provider shall not remove any of the so disclosed Confidential Information from the </w:t>
      </w:r>
      <w:r w:rsidR="0095780C" w:rsidRPr="001A303E">
        <w:t>l</w:t>
      </w:r>
      <w:r w:rsidR="00AF0115" w:rsidRPr="00BB3CB5">
        <w:t>ocation</w:t>
      </w:r>
      <w:r w:rsidR="00347026" w:rsidRPr="00BB3CB5">
        <w:t xml:space="preserve"> without SARS’s express prior written permission, which SARS may, in its sole discretion, withhold. For these purposes, </w:t>
      </w:r>
      <w:r w:rsidR="001639E1" w:rsidRPr="00170599">
        <w:t>the</w:t>
      </w:r>
      <w:r w:rsidR="008A2F88" w:rsidRPr="00170599">
        <w:t xml:space="preserve"> </w:t>
      </w:r>
      <w:r w:rsidR="00347026" w:rsidRPr="00170599">
        <w:t xml:space="preserve">Service Provider Personnel shall sign SARS’s oath of secrecy and where applicable, without limiting </w:t>
      </w:r>
      <w:r w:rsidR="00347026" w:rsidRPr="00170599">
        <w:rPr>
          <w:b/>
        </w:rPr>
        <w:t>Clauses</w:t>
      </w:r>
      <w:r w:rsidR="008405ED" w:rsidRPr="00170599">
        <w:rPr>
          <w:b/>
        </w:rPr>
        <w:t xml:space="preserve"> </w:t>
      </w:r>
      <w:r w:rsidR="006B3C3B" w:rsidRPr="00170599">
        <w:rPr>
          <w:b/>
        </w:rPr>
        <w:fldChar w:fldCharType="begin"/>
      </w:r>
      <w:r w:rsidR="006B3C3B" w:rsidRPr="00170599">
        <w:rPr>
          <w:b/>
        </w:rPr>
        <w:instrText xml:space="preserve"> REF _Ref2859348 \r \h </w:instrText>
      </w:r>
      <w:r w:rsidR="004A16F1" w:rsidRPr="00170599">
        <w:rPr>
          <w:b/>
        </w:rPr>
        <w:instrText xml:space="preserve"> \* MERGEFORMAT </w:instrText>
      </w:r>
      <w:r w:rsidR="006B3C3B" w:rsidRPr="00170599">
        <w:rPr>
          <w:b/>
        </w:rPr>
      </w:r>
      <w:r w:rsidR="006B3C3B" w:rsidRPr="00170599">
        <w:rPr>
          <w:b/>
        </w:rPr>
        <w:fldChar w:fldCharType="separate"/>
      </w:r>
      <w:r w:rsidR="00FD6F54" w:rsidRPr="00170599">
        <w:rPr>
          <w:b/>
        </w:rPr>
        <w:t>22</w:t>
      </w:r>
      <w:r w:rsidR="006B3C3B" w:rsidRPr="00170599">
        <w:rPr>
          <w:b/>
        </w:rPr>
        <w:fldChar w:fldCharType="end"/>
      </w:r>
      <w:r w:rsidR="006B3C3B" w:rsidRPr="00170599">
        <w:rPr>
          <w:b/>
        </w:rPr>
        <w:t xml:space="preserve">, </w:t>
      </w:r>
      <w:r w:rsidR="006B3C3B" w:rsidRPr="00170599">
        <w:rPr>
          <w:b/>
        </w:rPr>
        <w:fldChar w:fldCharType="begin"/>
      </w:r>
      <w:r w:rsidR="006B3C3B" w:rsidRPr="00170599">
        <w:rPr>
          <w:b/>
        </w:rPr>
        <w:instrText xml:space="preserve"> REF _Ref2859385 \r \h </w:instrText>
      </w:r>
      <w:r w:rsidR="004A16F1" w:rsidRPr="00170599">
        <w:rPr>
          <w:b/>
        </w:rPr>
        <w:instrText xml:space="preserve"> \* MERGEFORMAT </w:instrText>
      </w:r>
      <w:r w:rsidR="006B3C3B" w:rsidRPr="00170599">
        <w:rPr>
          <w:b/>
        </w:rPr>
      </w:r>
      <w:r w:rsidR="006B3C3B" w:rsidRPr="00170599">
        <w:rPr>
          <w:b/>
        </w:rPr>
        <w:fldChar w:fldCharType="separate"/>
      </w:r>
      <w:r w:rsidR="00FD6F54" w:rsidRPr="00170599">
        <w:rPr>
          <w:b/>
        </w:rPr>
        <w:t>23</w:t>
      </w:r>
      <w:r w:rsidR="006B3C3B" w:rsidRPr="00170599">
        <w:rPr>
          <w:b/>
        </w:rPr>
        <w:fldChar w:fldCharType="end"/>
      </w:r>
      <w:r w:rsidR="006B3C3B" w:rsidRPr="00170599">
        <w:rPr>
          <w:b/>
        </w:rPr>
        <w:t xml:space="preserve">, </w:t>
      </w:r>
      <w:r w:rsidR="006B3C3B" w:rsidRPr="001A303E">
        <w:t>and</w:t>
      </w:r>
      <w:r w:rsidR="006B3C3B" w:rsidRPr="00170599">
        <w:rPr>
          <w:b/>
        </w:rPr>
        <w:t xml:space="preserve"> </w:t>
      </w:r>
      <w:r w:rsidR="006B3C3B" w:rsidRPr="00170599">
        <w:rPr>
          <w:b/>
        </w:rPr>
        <w:fldChar w:fldCharType="begin"/>
      </w:r>
      <w:r w:rsidR="006B3C3B" w:rsidRPr="00170599">
        <w:rPr>
          <w:b/>
        </w:rPr>
        <w:instrText xml:space="preserve"> REF _Ref2859369 \r \h </w:instrText>
      </w:r>
      <w:r w:rsidR="004A16F1" w:rsidRPr="00170599">
        <w:rPr>
          <w:b/>
        </w:rPr>
        <w:instrText xml:space="preserve"> \* MERGEFORMAT </w:instrText>
      </w:r>
      <w:r w:rsidR="006B3C3B" w:rsidRPr="00170599">
        <w:rPr>
          <w:b/>
        </w:rPr>
      </w:r>
      <w:r w:rsidR="006B3C3B" w:rsidRPr="00170599">
        <w:rPr>
          <w:b/>
        </w:rPr>
        <w:fldChar w:fldCharType="separate"/>
      </w:r>
      <w:r w:rsidR="00FD6F54" w:rsidRPr="00170599">
        <w:rPr>
          <w:b/>
        </w:rPr>
        <w:t>24</w:t>
      </w:r>
      <w:r w:rsidR="006B3C3B" w:rsidRPr="00170599">
        <w:rPr>
          <w:b/>
        </w:rPr>
        <w:fldChar w:fldCharType="end"/>
      </w:r>
      <w:r w:rsidR="00347026" w:rsidRPr="001A303E">
        <w:t xml:space="preserve"> below, </w:t>
      </w:r>
      <w:r w:rsidR="004B05D9" w:rsidRPr="001A303E">
        <w:t xml:space="preserve">and </w:t>
      </w:r>
      <w:r w:rsidR="0095780C" w:rsidRPr="001A303E">
        <w:t xml:space="preserve">the </w:t>
      </w:r>
      <w:r w:rsidR="00E43418" w:rsidRPr="001A303E">
        <w:t xml:space="preserve">Data Processing </w:t>
      </w:r>
      <w:r w:rsidR="00C57281" w:rsidRPr="001A303E">
        <w:t>Agreement</w:t>
      </w:r>
      <w:r w:rsidR="00347026" w:rsidRPr="001A303E">
        <w:t xml:space="preserve">, which documents </w:t>
      </w:r>
      <w:r w:rsidR="00332106" w:rsidRPr="001A303E">
        <w:t>will, once</w:t>
      </w:r>
      <w:r w:rsidR="00347026" w:rsidRPr="001A303E">
        <w:t xml:space="preserve"> signed by the Parties, be incorporated herein by reference.</w:t>
      </w:r>
      <w:bookmarkEnd w:id="280"/>
    </w:p>
    <w:p w14:paraId="2CB2C5AB" w14:textId="77777777" w:rsidR="00E337E4" w:rsidRPr="00170599" w:rsidRDefault="00E337E4" w:rsidP="00A272AE">
      <w:pPr>
        <w:pStyle w:val="ListParagraph"/>
        <w:numPr>
          <w:ilvl w:val="1"/>
          <w:numId w:val="28"/>
        </w:numPr>
        <w:spacing w:before="120" w:after="240" w:line="360" w:lineRule="auto"/>
        <w:ind w:left="709" w:hanging="709"/>
        <w:contextualSpacing w:val="0"/>
        <w:jc w:val="both"/>
      </w:pPr>
      <w:bookmarkStart w:id="281" w:name="_Toc12416735"/>
      <w:r w:rsidRPr="001A303E">
        <w:t xml:space="preserve">The Service Provider shall provide all Services utilising security technologies and techniques in accordance with </w:t>
      </w:r>
      <w:r w:rsidR="00EB6F13" w:rsidRPr="001A303E">
        <w:t>B</w:t>
      </w:r>
      <w:r w:rsidRPr="001A303E">
        <w:t xml:space="preserve">est </w:t>
      </w:r>
      <w:r w:rsidR="00EB6F13" w:rsidRPr="00BB3CB5">
        <w:t>I</w:t>
      </w:r>
      <w:r w:rsidRPr="00BB3CB5">
        <w:t xml:space="preserve">ndustry </w:t>
      </w:r>
      <w:r w:rsidR="00EB6F13" w:rsidRPr="00170599">
        <w:t>P</w:t>
      </w:r>
      <w:r w:rsidRPr="00170599">
        <w:t>ractice and SARS</w:t>
      </w:r>
      <w:r w:rsidR="00C60AB4" w:rsidRPr="00170599">
        <w:t xml:space="preserve"> </w:t>
      </w:r>
      <w:r w:rsidR="00EB6F13" w:rsidRPr="00170599">
        <w:t>PPS</w:t>
      </w:r>
      <w:r w:rsidR="00C60AB4" w:rsidRPr="00170599">
        <w:t>&amp;G</w:t>
      </w:r>
      <w:r w:rsidR="00EB6F13" w:rsidRPr="00170599">
        <w:t xml:space="preserve"> </w:t>
      </w:r>
      <w:r w:rsidRPr="00170599">
        <w:t xml:space="preserve">including those relating to the prevention and detection of inappropriate use or access of </w:t>
      </w:r>
      <w:r w:rsidR="00EB6F13" w:rsidRPr="00170599">
        <w:t>S</w:t>
      </w:r>
      <w:r w:rsidRPr="00170599">
        <w:t>oftware, systems and networks. For the avoidance of doubt, the Service Provider will not be under any obligation to find such suitable software, systems or networks if it is not currently using it in the provision of services to its other clients. Should the Service Provider, however, be using certain software or programmes for similar services rendered to other clients, SARS has the expectation that such software will also be used in the provision of the Services under this Agreement, where appropriate.</w:t>
      </w:r>
      <w:bookmarkEnd w:id="281"/>
    </w:p>
    <w:p w14:paraId="6155FE12" w14:textId="77777777" w:rsidR="00347026" w:rsidRPr="00170599" w:rsidRDefault="00E337E4" w:rsidP="00A272AE">
      <w:pPr>
        <w:pStyle w:val="ListParagraph"/>
        <w:numPr>
          <w:ilvl w:val="1"/>
          <w:numId w:val="28"/>
        </w:numPr>
        <w:spacing w:before="120" w:after="240" w:line="360" w:lineRule="auto"/>
        <w:ind w:left="709" w:hanging="709"/>
        <w:contextualSpacing w:val="0"/>
        <w:jc w:val="both"/>
      </w:pPr>
      <w:bookmarkStart w:id="282" w:name="_Toc12416736"/>
      <w:r w:rsidRPr="00170599">
        <w:t xml:space="preserve">The Service Provider </w:t>
      </w:r>
      <w:r w:rsidR="00347026" w:rsidRPr="00170599">
        <w:t>undertakes for the Term:</w:t>
      </w:r>
      <w:bookmarkEnd w:id="282"/>
    </w:p>
    <w:p w14:paraId="3B00E749" w14:textId="77777777" w:rsidR="00E337E4" w:rsidRPr="00170599" w:rsidRDefault="00347026" w:rsidP="00A272AE">
      <w:pPr>
        <w:pStyle w:val="ListParagraph"/>
        <w:numPr>
          <w:ilvl w:val="2"/>
          <w:numId w:val="28"/>
        </w:numPr>
        <w:spacing w:before="120" w:after="240" w:line="360" w:lineRule="auto"/>
        <w:ind w:left="709" w:hanging="709"/>
        <w:contextualSpacing w:val="0"/>
        <w:jc w:val="both"/>
      </w:pPr>
      <w:bookmarkStart w:id="283" w:name="_Toc12416737"/>
      <w:r w:rsidRPr="00170599">
        <w:t xml:space="preserve">to use </w:t>
      </w:r>
      <w:r w:rsidR="00E337E4" w:rsidRPr="00170599">
        <w:t>industry leading levels of functionality and performance</w:t>
      </w:r>
      <w:r w:rsidRPr="00170599">
        <w:t xml:space="preserve"> </w:t>
      </w:r>
      <w:r w:rsidR="008405ED" w:rsidRPr="00170599">
        <w:t xml:space="preserve">as prescribed by the Best Industry Practice </w:t>
      </w:r>
      <w:r w:rsidRPr="00170599">
        <w:t>in the provision of the Services to SARS;</w:t>
      </w:r>
      <w:bookmarkEnd w:id="283"/>
      <w:r w:rsidR="00E337E4" w:rsidRPr="00170599">
        <w:t xml:space="preserve">  </w:t>
      </w:r>
    </w:p>
    <w:p w14:paraId="2CB5A0D4" w14:textId="77777777" w:rsidR="00E337E4" w:rsidRPr="00170599" w:rsidRDefault="00347026" w:rsidP="00A272AE">
      <w:pPr>
        <w:pStyle w:val="ListParagraph"/>
        <w:numPr>
          <w:ilvl w:val="2"/>
          <w:numId w:val="28"/>
        </w:numPr>
        <w:spacing w:before="120" w:after="240" w:line="360" w:lineRule="auto"/>
        <w:ind w:left="709" w:hanging="709"/>
        <w:contextualSpacing w:val="0"/>
        <w:jc w:val="both"/>
      </w:pPr>
      <w:bookmarkStart w:id="284" w:name="_Toc12416738"/>
      <w:r w:rsidRPr="00170599">
        <w:t xml:space="preserve">to </w:t>
      </w:r>
      <w:r w:rsidR="00E337E4" w:rsidRPr="00170599">
        <w:t>implement such new technologies as it deems appropriate to deliver the Services to SARS in order to maintain competitiveness in the quality and scope of Services available to SARS and to take advantage of market cost efficiencies. The Service Provider will also keep the Services under this Agreement current with industry advances and leading technology standards</w:t>
      </w:r>
      <w:r w:rsidR="008405ED" w:rsidRPr="00170599">
        <w:t xml:space="preserve">; </w:t>
      </w:r>
      <w:r w:rsidR="00102791" w:rsidRPr="00170599">
        <w:t>a</w:t>
      </w:r>
      <w:r w:rsidR="008405ED" w:rsidRPr="00170599">
        <w:t>nd</w:t>
      </w:r>
      <w:bookmarkEnd w:id="284"/>
    </w:p>
    <w:p w14:paraId="4EE7BF87" w14:textId="77777777" w:rsidR="00E337E4" w:rsidRPr="00170599" w:rsidRDefault="00347026" w:rsidP="00A272AE">
      <w:pPr>
        <w:pStyle w:val="ListParagraph"/>
        <w:numPr>
          <w:ilvl w:val="2"/>
          <w:numId w:val="28"/>
        </w:numPr>
        <w:spacing w:before="120" w:after="240" w:line="360" w:lineRule="auto"/>
        <w:ind w:left="709" w:hanging="709"/>
        <w:contextualSpacing w:val="0"/>
        <w:jc w:val="both"/>
      </w:pPr>
      <w:bookmarkStart w:id="285" w:name="_Ref166775628"/>
      <w:bookmarkStart w:id="286" w:name="_Toc12416739"/>
      <w:r w:rsidRPr="00170599">
        <w:t xml:space="preserve">to </w:t>
      </w:r>
      <w:r w:rsidR="00E337E4" w:rsidRPr="00170599">
        <w:t xml:space="preserve">provide SARS with information regarding any newly improved or enhanced commercially available information technologies that </w:t>
      </w:r>
      <w:r w:rsidR="006B3C3B" w:rsidRPr="00170599">
        <w:t xml:space="preserve">the </w:t>
      </w:r>
      <w:r w:rsidR="00E337E4" w:rsidRPr="00170599">
        <w:t>Service Provider becomes aware of and which reasonably could be expected to have a positive impact on the Services including, without limitation, in the areas of increased efficiency, increased quality and/or reduced costs</w:t>
      </w:r>
      <w:bookmarkEnd w:id="285"/>
      <w:r w:rsidR="00E337E4" w:rsidRPr="00170599">
        <w:t>.</w:t>
      </w:r>
      <w:bookmarkEnd w:id="286"/>
    </w:p>
    <w:p w14:paraId="2BAB8811" w14:textId="77777777" w:rsidR="00E337E4" w:rsidRPr="00170599" w:rsidRDefault="00E337E4" w:rsidP="00A272AE">
      <w:pPr>
        <w:pStyle w:val="ListParagraph"/>
        <w:numPr>
          <w:ilvl w:val="1"/>
          <w:numId w:val="28"/>
        </w:numPr>
        <w:spacing w:before="120" w:after="240" w:line="360" w:lineRule="auto"/>
        <w:ind w:left="709" w:hanging="709"/>
        <w:contextualSpacing w:val="0"/>
        <w:jc w:val="both"/>
      </w:pPr>
      <w:bookmarkStart w:id="287" w:name="_Toc12416740"/>
      <w:r w:rsidRPr="00170599">
        <w:t>Without limiting the generality of the foregoing, the Service Provider shall implement and/or use network management and maintenance applications and tools and appropriate intrusion detection, identity management, and encryption technologies</w:t>
      </w:r>
      <w:r w:rsidR="006B3C3B" w:rsidRPr="00170599">
        <w:t xml:space="preserve"> when providing the Services</w:t>
      </w:r>
      <w:r w:rsidRPr="00170599">
        <w:t xml:space="preserve">. The Service Provider shall maintain the security of the Services and the systems relating to such Services at a level that is generally acceptable in the </w:t>
      </w:r>
      <w:r w:rsidR="00512533" w:rsidRPr="00170599">
        <w:t>marketplace</w:t>
      </w:r>
      <w:r w:rsidR="008405ED" w:rsidRPr="00170599">
        <w:t xml:space="preserve"> and/or as prescribed by Best Industry Practice</w:t>
      </w:r>
      <w:r w:rsidRPr="00170599">
        <w:t>.</w:t>
      </w:r>
      <w:bookmarkEnd w:id="287"/>
      <w:r w:rsidRPr="00170599">
        <w:t xml:space="preserve"> </w:t>
      </w:r>
    </w:p>
    <w:p w14:paraId="6E8FCED6" w14:textId="19436533" w:rsidR="00E337E4" w:rsidRPr="00170599" w:rsidRDefault="00E337E4" w:rsidP="00A272AE">
      <w:pPr>
        <w:pStyle w:val="ListParagraph"/>
        <w:numPr>
          <w:ilvl w:val="1"/>
          <w:numId w:val="28"/>
        </w:numPr>
        <w:spacing w:before="120" w:after="240" w:line="360" w:lineRule="auto"/>
        <w:ind w:left="709" w:hanging="709"/>
        <w:contextualSpacing w:val="0"/>
        <w:jc w:val="both"/>
      </w:pPr>
      <w:bookmarkStart w:id="288" w:name="_Toc12416741"/>
      <w:r w:rsidRPr="00170599">
        <w:t>The risk of and liability for any erroneous Deliverables or any errors which may occur due to fraud or unlawful activity on the part of the Service Provider</w:t>
      </w:r>
      <w:r w:rsidR="004B0ADB" w:rsidRPr="00170599">
        <w:t>’</w:t>
      </w:r>
      <w:r w:rsidRPr="00170599">
        <w:t xml:space="preserve">s </w:t>
      </w:r>
      <w:r w:rsidR="00BB3E4D" w:rsidRPr="00170599">
        <w:t>s</w:t>
      </w:r>
      <w:r w:rsidRPr="00170599">
        <w:t>taff shall lie with the Service Provider.</w:t>
      </w:r>
      <w:bookmarkEnd w:id="288"/>
    </w:p>
    <w:p w14:paraId="1DFEDFB4" w14:textId="77777777" w:rsidR="00640F9C" w:rsidRPr="00170599" w:rsidRDefault="00640F9C" w:rsidP="00A272AE">
      <w:pPr>
        <w:pStyle w:val="ListParagraph"/>
        <w:numPr>
          <w:ilvl w:val="1"/>
          <w:numId w:val="28"/>
        </w:numPr>
        <w:spacing w:before="120" w:after="240" w:line="360" w:lineRule="auto"/>
        <w:ind w:left="709" w:hanging="709"/>
        <w:contextualSpacing w:val="0"/>
        <w:jc w:val="both"/>
      </w:pPr>
      <w:bookmarkStart w:id="289" w:name="_Ref319513098"/>
      <w:bookmarkStart w:id="290" w:name="_Toc12416742"/>
      <w:r w:rsidRPr="00170599">
        <w:t>In the event that any installation, connection and/or configuration of the systems is required for the performance of the Services, the Parties shall record and agree on the technical specification required for the installation, connection and configuration of such systems used for the provision of the Services in order to ensure Services performance and delivery.</w:t>
      </w:r>
      <w:bookmarkEnd w:id="289"/>
      <w:bookmarkEnd w:id="290"/>
    </w:p>
    <w:p w14:paraId="6CE107D9" w14:textId="229ABAAA" w:rsidR="001C011E" w:rsidRPr="001A303E" w:rsidRDefault="00640F9C" w:rsidP="00170599">
      <w:pPr>
        <w:pStyle w:val="ListParagraph"/>
        <w:numPr>
          <w:ilvl w:val="1"/>
          <w:numId w:val="28"/>
        </w:numPr>
        <w:spacing w:before="120" w:after="240" w:line="360" w:lineRule="auto"/>
        <w:ind w:left="709" w:hanging="709"/>
        <w:contextualSpacing w:val="0"/>
        <w:jc w:val="both"/>
      </w:pPr>
      <w:bookmarkStart w:id="291" w:name="_Toc12416743"/>
      <w:r w:rsidRPr="00170599">
        <w:t xml:space="preserve">Without limiting the provisions of this </w:t>
      </w:r>
      <w:r w:rsidR="00E23CEB" w:rsidRPr="00170599">
        <w:rPr>
          <w:b/>
        </w:rPr>
        <w:t>Clause</w:t>
      </w:r>
      <w:r w:rsidR="00512533" w:rsidRPr="00170599">
        <w:rPr>
          <w:b/>
        </w:rPr>
        <w:t xml:space="preserve"> </w:t>
      </w:r>
      <w:r w:rsidR="00332106" w:rsidRPr="001A303E">
        <w:rPr>
          <w:b/>
        </w:rPr>
        <w:fldChar w:fldCharType="begin"/>
      </w:r>
      <w:r w:rsidR="00332106" w:rsidRPr="00170599">
        <w:rPr>
          <w:b/>
        </w:rPr>
        <w:instrText xml:space="preserve"> REF _Ref11720093 \r \h </w:instrText>
      </w:r>
      <w:r w:rsidR="00252202">
        <w:rPr>
          <w:b/>
        </w:rPr>
        <w:instrText xml:space="preserve"> \* MERGEFORMAT </w:instrText>
      </w:r>
      <w:r w:rsidR="00332106" w:rsidRPr="001A303E">
        <w:rPr>
          <w:b/>
        </w:rPr>
      </w:r>
      <w:r w:rsidR="00332106" w:rsidRPr="001A303E">
        <w:rPr>
          <w:b/>
        </w:rPr>
        <w:fldChar w:fldCharType="separate"/>
      </w:r>
      <w:r w:rsidR="00332106" w:rsidRPr="001A303E">
        <w:rPr>
          <w:b/>
        </w:rPr>
        <w:t>9</w:t>
      </w:r>
      <w:r w:rsidR="00332106" w:rsidRPr="001A303E">
        <w:rPr>
          <w:b/>
        </w:rPr>
        <w:fldChar w:fldCharType="end"/>
      </w:r>
      <w:r w:rsidRPr="001A303E">
        <w:t>, the Parties undertake perform all reasonable actions and take all reasonable steps and, where necessary</w:t>
      </w:r>
      <w:r w:rsidR="006B3C3B" w:rsidRPr="001A303E">
        <w:t>,</w:t>
      </w:r>
      <w:r w:rsidRPr="001A303E">
        <w:t xml:space="preserve"> to procure </w:t>
      </w:r>
      <w:r w:rsidR="0095780C" w:rsidRPr="001A303E">
        <w:t xml:space="preserve"> all that </w:t>
      </w:r>
      <w:r w:rsidRPr="001A303E">
        <w:t xml:space="preserve">  may be open to them and necessary for or incidental to the putting into effect or maintenance of the terms, conditions and/or import of this Agreement where such things, actions, steps and procurement shall not materially </w:t>
      </w:r>
      <w:r w:rsidR="006B3C3B" w:rsidRPr="001A303E">
        <w:t xml:space="preserve">and/or </w:t>
      </w:r>
      <w:r w:rsidRPr="001A303E">
        <w:t>adversely affect such Party being expected to so perform.</w:t>
      </w:r>
      <w:bookmarkEnd w:id="291"/>
    </w:p>
    <w:p w14:paraId="7985B3C7" w14:textId="77777777" w:rsidR="001D2BCE" w:rsidRPr="00BB3CB5" w:rsidRDefault="001D2BCE" w:rsidP="00A272AE">
      <w:pPr>
        <w:pStyle w:val="ListParagraph"/>
        <w:numPr>
          <w:ilvl w:val="0"/>
          <w:numId w:val="28"/>
        </w:numPr>
        <w:spacing w:before="120" w:after="240" w:line="360" w:lineRule="auto"/>
        <w:ind w:left="709" w:hanging="709"/>
        <w:contextualSpacing w:val="0"/>
        <w:jc w:val="both"/>
        <w:outlineLvl w:val="0"/>
        <w:rPr>
          <w:b/>
          <w:bCs/>
          <w:caps/>
        </w:rPr>
      </w:pPr>
      <w:bookmarkStart w:id="292" w:name="_Toc532895201"/>
      <w:bookmarkStart w:id="293" w:name="_Toc532895202"/>
      <w:bookmarkStart w:id="294" w:name="_Toc293325620"/>
      <w:bookmarkStart w:id="295" w:name="_Toc65489828"/>
      <w:bookmarkEnd w:id="292"/>
      <w:bookmarkEnd w:id="293"/>
      <w:r w:rsidRPr="00BB3CB5">
        <w:rPr>
          <w:b/>
          <w:bCs/>
          <w:caps/>
        </w:rPr>
        <w:t>Service Compatibility</w:t>
      </w:r>
      <w:bookmarkEnd w:id="294"/>
      <w:bookmarkEnd w:id="295"/>
    </w:p>
    <w:p w14:paraId="194EC6EA" w14:textId="77777777" w:rsidR="002D58D7" w:rsidRPr="00170599" w:rsidRDefault="001D2BCE" w:rsidP="00A272AE">
      <w:pPr>
        <w:pStyle w:val="ListParagraph"/>
        <w:numPr>
          <w:ilvl w:val="1"/>
          <w:numId w:val="28"/>
        </w:numPr>
        <w:spacing w:before="120" w:after="240" w:line="360" w:lineRule="auto"/>
        <w:ind w:left="709" w:hanging="709"/>
        <w:contextualSpacing w:val="0"/>
        <w:jc w:val="both"/>
        <w:rPr>
          <w:b/>
          <w:bCs/>
        </w:rPr>
      </w:pPr>
      <w:bookmarkStart w:id="296" w:name="_Toc12416745"/>
      <w:r w:rsidRPr="00170599">
        <w:t xml:space="preserve">The Service Provider shall in providing the Services as envisaged in this Agreement, cooperate with all </w:t>
      </w:r>
      <w:r w:rsidR="00A2781F" w:rsidRPr="00170599">
        <w:t>Third-Party</w:t>
      </w:r>
      <w:r w:rsidRPr="00170599">
        <w:t xml:space="preserve"> </w:t>
      </w:r>
      <w:r w:rsidR="00AD634F" w:rsidRPr="00170599">
        <w:t>S</w:t>
      </w:r>
      <w:r w:rsidRPr="00170599">
        <w:t xml:space="preserve">ervice </w:t>
      </w:r>
      <w:r w:rsidR="00AD634F" w:rsidRPr="00170599">
        <w:t>P</w:t>
      </w:r>
      <w:r w:rsidRPr="00170599">
        <w:t xml:space="preserve">roviders of </w:t>
      </w:r>
      <w:r w:rsidR="00A2781F" w:rsidRPr="00170599">
        <w:t>SARS</w:t>
      </w:r>
      <w:r w:rsidRPr="00170599">
        <w:t xml:space="preserve"> to coordinate its provision of the Services with the services and systems of such </w:t>
      </w:r>
      <w:r w:rsidR="00AD634F" w:rsidRPr="00170599">
        <w:t xml:space="preserve">Third-Party Service </w:t>
      </w:r>
      <w:r w:rsidR="00102791" w:rsidRPr="00170599">
        <w:t>Providers</w:t>
      </w:r>
      <w:r w:rsidR="00102791" w:rsidRPr="00170599" w:rsidDel="00AD634F">
        <w:t>.</w:t>
      </w:r>
      <w:r w:rsidRPr="00170599">
        <w:t xml:space="preserve"> Subject to reasonable confidentiality requirements, such cooperation will include providing:</w:t>
      </w:r>
      <w:bookmarkEnd w:id="296"/>
      <w:r w:rsidRPr="00170599">
        <w:t xml:space="preserve"> </w:t>
      </w:r>
    </w:p>
    <w:p w14:paraId="7E31CEF4" w14:textId="77777777" w:rsidR="002D58D7" w:rsidRPr="00170599" w:rsidRDefault="001D2BCE" w:rsidP="00A272AE">
      <w:pPr>
        <w:pStyle w:val="ListParagraph"/>
        <w:numPr>
          <w:ilvl w:val="2"/>
          <w:numId w:val="28"/>
        </w:numPr>
        <w:spacing w:before="120" w:after="240" w:line="360" w:lineRule="auto"/>
        <w:ind w:left="709" w:hanging="709"/>
        <w:contextualSpacing w:val="0"/>
        <w:jc w:val="both"/>
      </w:pPr>
      <w:bookmarkStart w:id="297" w:name="_Toc12416746"/>
      <w:r w:rsidRPr="00170599">
        <w:t>applicable written information concerning any or all of the Service Provider resources, data and technology strategies used in providing the Services;</w:t>
      </w:r>
      <w:bookmarkEnd w:id="297"/>
    </w:p>
    <w:p w14:paraId="57DD5F93" w14:textId="77777777" w:rsidR="002D58D7" w:rsidRPr="00170599" w:rsidRDefault="001D2BCE" w:rsidP="00A272AE">
      <w:pPr>
        <w:pStyle w:val="ListParagraph"/>
        <w:numPr>
          <w:ilvl w:val="2"/>
          <w:numId w:val="28"/>
        </w:numPr>
        <w:spacing w:before="120" w:after="240" w:line="360" w:lineRule="auto"/>
        <w:ind w:left="709" w:hanging="709"/>
        <w:contextualSpacing w:val="0"/>
        <w:jc w:val="both"/>
      </w:pPr>
      <w:bookmarkStart w:id="298" w:name="_Toc12416747"/>
      <w:r w:rsidRPr="00170599">
        <w:t xml:space="preserve">reasonable assistance and support services to such </w:t>
      </w:r>
      <w:r w:rsidR="00AD634F" w:rsidRPr="00170599">
        <w:t>Third-Party Service Providers</w:t>
      </w:r>
      <w:r w:rsidRPr="00170599">
        <w:t>; and</w:t>
      </w:r>
      <w:bookmarkEnd w:id="298"/>
      <w:r w:rsidRPr="00170599">
        <w:t xml:space="preserve"> </w:t>
      </w:r>
    </w:p>
    <w:p w14:paraId="62A86AD5" w14:textId="77777777" w:rsidR="001D2BCE" w:rsidRPr="00170599" w:rsidRDefault="001D2BCE" w:rsidP="00A272AE">
      <w:pPr>
        <w:pStyle w:val="ListParagraph"/>
        <w:numPr>
          <w:ilvl w:val="2"/>
          <w:numId w:val="28"/>
        </w:numPr>
        <w:spacing w:before="120" w:after="240" w:line="360" w:lineRule="auto"/>
        <w:ind w:left="709" w:hanging="709"/>
        <w:contextualSpacing w:val="0"/>
        <w:jc w:val="both"/>
      </w:pPr>
      <w:bookmarkStart w:id="299" w:name="_Toc12416748"/>
      <w:r w:rsidRPr="00170599">
        <w:t xml:space="preserve">access to systems and architecture configurations of the Service Provider to the extent reasonably required for the activities of such </w:t>
      </w:r>
      <w:r w:rsidR="00AD634F" w:rsidRPr="00170599">
        <w:t>Third-Party Service Providers</w:t>
      </w:r>
      <w:r w:rsidRPr="00170599">
        <w:t xml:space="preserve">. </w:t>
      </w:r>
      <w:r w:rsidR="00A2781F" w:rsidRPr="00170599">
        <w:t>SARS</w:t>
      </w:r>
      <w:r w:rsidRPr="00170599">
        <w:t xml:space="preserve"> will procure that relevant </w:t>
      </w:r>
      <w:r w:rsidR="001A3FD6" w:rsidRPr="00170599">
        <w:t>Third-Party</w:t>
      </w:r>
      <w:r w:rsidRPr="00170599">
        <w:t xml:space="preserve"> </w:t>
      </w:r>
      <w:r w:rsidR="00A2781F" w:rsidRPr="00170599">
        <w:t>S</w:t>
      </w:r>
      <w:r w:rsidRPr="00170599">
        <w:t xml:space="preserve">ervice </w:t>
      </w:r>
      <w:r w:rsidR="00A2781F" w:rsidRPr="00170599">
        <w:t>P</w:t>
      </w:r>
      <w:r w:rsidRPr="00170599">
        <w:t xml:space="preserve">roviders </w:t>
      </w:r>
      <w:r w:rsidR="006B3C3B" w:rsidRPr="00170599">
        <w:t xml:space="preserve">to </w:t>
      </w:r>
      <w:r w:rsidR="00BA4FE1" w:rsidRPr="00170599">
        <w:t>SARS</w:t>
      </w:r>
      <w:r w:rsidR="00347026" w:rsidRPr="00170599">
        <w:t xml:space="preserve"> </w:t>
      </w:r>
      <w:r w:rsidRPr="00170599">
        <w:t>provide the Service Provider with their reasonable cooperation, where reasonably requested by the Service Provider.</w:t>
      </w:r>
      <w:bookmarkEnd w:id="299"/>
    </w:p>
    <w:p w14:paraId="721764D0" w14:textId="552B32C5" w:rsidR="001D2BCE" w:rsidRPr="00170599" w:rsidRDefault="001D2BCE" w:rsidP="00A272AE">
      <w:pPr>
        <w:pStyle w:val="ListParagraph"/>
        <w:numPr>
          <w:ilvl w:val="1"/>
          <w:numId w:val="28"/>
        </w:numPr>
        <w:spacing w:before="120" w:after="240" w:line="360" w:lineRule="auto"/>
        <w:ind w:left="709" w:hanging="709"/>
        <w:contextualSpacing w:val="0"/>
        <w:jc w:val="both"/>
        <w:rPr>
          <w:b/>
          <w:bCs/>
        </w:rPr>
      </w:pPr>
      <w:bookmarkStart w:id="300" w:name="_Toc12416749"/>
      <w:r w:rsidRPr="00170599">
        <w:t xml:space="preserve">In order to prevent disruption to the Services, the Service Provider will immediately notify </w:t>
      </w:r>
      <w:r w:rsidR="00A2781F" w:rsidRPr="00170599">
        <w:t>SARS</w:t>
      </w:r>
      <w:r w:rsidR="00AD634F" w:rsidRPr="00170599">
        <w:t xml:space="preserve"> </w:t>
      </w:r>
      <w:r w:rsidRPr="00170599">
        <w:t xml:space="preserve">if an act or omission of a </w:t>
      </w:r>
      <w:r w:rsidR="0089444D" w:rsidRPr="00170599">
        <w:t>Third-Party</w:t>
      </w:r>
      <w:r w:rsidRPr="00170599">
        <w:t xml:space="preserve"> </w:t>
      </w:r>
      <w:r w:rsidR="00A2781F" w:rsidRPr="00170599">
        <w:t>S</w:t>
      </w:r>
      <w:r w:rsidRPr="00170599">
        <w:t xml:space="preserve">ervice </w:t>
      </w:r>
      <w:r w:rsidR="00A2781F" w:rsidRPr="00170599">
        <w:t>P</w:t>
      </w:r>
      <w:r w:rsidRPr="00170599">
        <w:t xml:space="preserve">rovider may cause a problem (including a Problem) or delay in providing the Services and will work with </w:t>
      </w:r>
      <w:r w:rsidR="00BA4FE1" w:rsidRPr="00170599">
        <w:t>SARS</w:t>
      </w:r>
      <w:r w:rsidRPr="00170599">
        <w:t xml:space="preserve"> to prevent or circumvent such problem or delay.</w:t>
      </w:r>
      <w:bookmarkEnd w:id="300"/>
    </w:p>
    <w:p w14:paraId="06836DF0" w14:textId="77777777" w:rsidR="001D2BCE" w:rsidRPr="00170599" w:rsidRDefault="001D2BCE" w:rsidP="00A272AE">
      <w:pPr>
        <w:pStyle w:val="ListParagraph"/>
        <w:numPr>
          <w:ilvl w:val="0"/>
          <w:numId w:val="28"/>
        </w:numPr>
        <w:spacing w:before="120" w:after="240" w:line="360" w:lineRule="auto"/>
        <w:ind w:left="709" w:hanging="709"/>
        <w:contextualSpacing w:val="0"/>
        <w:jc w:val="both"/>
        <w:outlineLvl w:val="0"/>
        <w:rPr>
          <w:b/>
          <w:bCs/>
          <w:caps/>
        </w:rPr>
      </w:pPr>
      <w:bookmarkStart w:id="301" w:name="_Toc283885470"/>
      <w:bookmarkStart w:id="302" w:name="_Toc253058953"/>
      <w:bookmarkStart w:id="303" w:name="_Toc253063356"/>
      <w:bookmarkStart w:id="304" w:name="_Toc253063553"/>
      <w:bookmarkStart w:id="305" w:name="_Toc253063657"/>
      <w:bookmarkStart w:id="306" w:name="_Toc253063762"/>
      <w:bookmarkStart w:id="307" w:name="_Toc253122756"/>
      <w:bookmarkStart w:id="308" w:name="_Toc253122859"/>
      <w:bookmarkStart w:id="309" w:name="_Toc253122962"/>
      <w:bookmarkStart w:id="310" w:name="_Toc253128504"/>
      <w:bookmarkStart w:id="311" w:name="_Toc253136834"/>
      <w:bookmarkStart w:id="312" w:name="_Toc253136969"/>
      <w:bookmarkStart w:id="313" w:name="_Toc253137073"/>
      <w:bookmarkStart w:id="314" w:name="_Toc253137208"/>
      <w:bookmarkStart w:id="315" w:name="_Toc253137342"/>
      <w:bookmarkStart w:id="316" w:name="_Toc253137478"/>
      <w:bookmarkStart w:id="317" w:name="_Toc253137614"/>
      <w:bookmarkStart w:id="318" w:name="_Toc253058957"/>
      <w:bookmarkStart w:id="319" w:name="_Toc253063360"/>
      <w:bookmarkStart w:id="320" w:name="_Toc253063557"/>
      <w:bookmarkStart w:id="321" w:name="_Toc253063661"/>
      <w:bookmarkStart w:id="322" w:name="_Toc253058958"/>
      <w:bookmarkStart w:id="323" w:name="_Toc253063361"/>
      <w:bookmarkStart w:id="324" w:name="_Toc253063558"/>
      <w:bookmarkStart w:id="325" w:name="_Toc253063662"/>
      <w:bookmarkStart w:id="326" w:name="_Toc253058960"/>
      <w:bookmarkStart w:id="327" w:name="_Toc253063363"/>
      <w:bookmarkStart w:id="328" w:name="_Toc253063560"/>
      <w:bookmarkStart w:id="329" w:name="_Toc253063664"/>
      <w:bookmarkStart w:id="330" w:name="_Toc253063766"/>
      <w:bookmarkStart w:id="331" w:name="_Toc253122760"/>
      <w:bookmarkStart w:id="332" w:name="_Toc253122863"/>
      <w:bookmarkStart w:id="333" w:name="_Toc253122966"/>
      <w:bookmarkStart w:id="334" w:name="_Toc253128508"/>
      <w:bookmarkStart w:id="335" w:name="_Toc253136838"/>
      <w:bookmarkStart w:id="336" w:name="_Toc253136973"/>
      <w:bookmarkStart w:id="337" w:name="_Toc253137077"/>
      <w:bookmarkStart w:id="338" w:name="_Toc253137212"/>
      <w:bookmarkStart w:id="339" w:name="_Toc253137346"/>
      <w:bookmarkStart w:id="340" w:name="_Toc253137482"/>
      <w:bookmarkStart w:id="341" w:name="_Toc253137618"/>
      <w:bookmarkStart w:id="342" w:name="_Toc253058961"/>
      <w:bookmarkStart w:id="343" w:name="_Toc253063364"/>
      <w:bookmarkStart w:id="344" w:name="_Toc253063561"/>
      <w:bookmarkStart w:id="345" w:name="_Toc253063665"/>
      <w:bookmarkStart w:id="346" w:name="_Toc253063767"/>
      <w:bookmarkStart w:id="347" w:name="_Toc253122761"/>
      <w:bookmarkStart w:id="348" w:name="_Toc253122864"/>
      <w:bookmarkStart w:id="349" w:name="_Toc253122967"/>
      <w:bookmarkStart w:id="350" w:name="_Toc253128509"/>
      <w:bookmarkStart w:id="351" w:name="_Toc253136839"/>
      <w:bookmarkStart w:id="352" w:name="_Toc253136974"/>
      <w:bookmarkStart w:id="353" w:name="_Toc253137078"/>
      <w:bookmarkStart w:id="354" w:name="_Toc253137213"/>
      <w:bookmarkStart w:id="355" w:name="_Toc253137347"/>
      <w:bookmarkStart w:id="356" w:name="_Toc253137483"/>
      <w:bookmarkStart w:id="357" w:name="_Toc253137619"/>
      <w:bookmarkStart w:id="358" w:name="_Toc253058963"/>
      <w:bookmarkStart w:id="359" w:name="_Toc253063366"/>
      <w:bookmarkStart w:id="360" w:name="_Toc253063563"/>
      <w:bookmarkStart w:id="361" w:name="_Toc253063667"/>
      <w:bookmarkStart w:id="362" w:name="_Toc253063769"/>
      <w:bookmarkStart w:id="363" w:name="_Toc253122763"/>
      <w:bookmarkStart w:id="364" w:name="_Toc253122866"/>
      <w:bookmarkStart w:id="365" w:name="_Toc253122969"/>
      <w:bookmarkStart w:id="366" w:name="_Toc253128511"/>
      <w:bookmarkStart w:id="367" w:name="_Toc253136841"/>
      <w:bookmarkStart w:id="368" w:name="_Toc253136976"/>
      <w:bookmarkStart w:id="369" w:name="_Toc253137080"/>
      <w:bookmarkStart w:id="370" w:name="_Toc253137215"/>
      <w:bookmarkStart w:id="371" w:name="_Toc253137349"/>
      <w:bookmarkStart w:id="372" w:name="_Toc253137485"/>
      <w:bookmarkStart w:id="373" w:name="_Toc253137621"/>
      <w:bookmarkStart w:id="374" w:name="_Toc253058968"/>
      <w:bookmarkStart w:id="375" w:name="_Toc253063371"/>
      <w:bookmarkStart w:id="376" w:name="_Toc253063568"/>
      <w:bookmarkStart w:id="377" w:name="_Toc253063672"/>
      <w:bookmarkStart w:id="378" w:name="_Toc253063774"/>
      <w:bookmarkStart w:id="379" w:name="_Toc253122768"/>
      <w:bookmarkStart w:id="380" w:name="_Toc253122871"/>
      <w:bookmarkStart w:id="381" w:name="_Toc253122974"/>
      <w:bookmarkStart w:id="382" w:name="_Toc253128516"/>
      <w:bookmarkStart w:id="383" w:name="_Toc253136846"/>
      <w:bookmarkStart w:id="384" w:name="_Toc253136981"/>
      <w:bookmarkStart w:id="385" w:name="_Toc253137085"/>
      <w:bookmarkStart w:id="386" w:name="_Toc253137220"/>
      <w:bookmarkStart w:id="387" w:name="_Toc253137354"/>
      <w:bookmarkStart w:id="388" w:name="_Toc253137490"/>
      <w:bookmarkStart w:id="389" w:name="_Toc253137626"/>
      <w:bookmarkStart w:id="390" w:name="_Toc253058969"/>
      <w:bookmarkStart w:id="391" w:name="_Toc253063372"/>
      <w:bookmarkStart w:id="392" w:name="_Toc253063569"/>
      <w:bookmarkStart w:id="393" w:name="_Toc253063673"/>
      <w:bookmarkStart w:id="394" w:name="_Toc253063775"/>
      <w:bookmarkStart w:id="395" w:name="_Toc253122769"/>
      <w:bookmarkStart w:id="396" w:name="_Toc253122872"/>
      <w:bookmarkStart w:id="397" w:name="_Toc253122975"/>
      <w:bookmarkStart w:id="398" w:name="_Toc253128517"/>
      <w:bookmarkStart w:id="399" w:name="_Toc253136847"/>
      <w:bookmarkStart w:id="400" w:name="_Toc253136982"/>
      <w:bookmarkStart w:id="401" w:name="_Toc253137086"/>
      <w:bookmarkStart w:id="402" w:name="_Toc253137221"/>
      <w:bookmarkStart w:id="403" w:name="_Toc253137355"/>
      <w:bookmarkStart w:id="404" w:name="_Toc253137491"/>
      <w:bookmarkStart w:id="405" w:name="_Toc253137627"/>
      <w:bookmarkStart w:id="406" w:name="_Toc253058970"/>
      <w:bookmarkStart w:id="407" w:name="_Toc253063373"/>
      <w:bookmarkStart w:id="408" w:name="_Toc253063570"/>
      <w:bookmarkStart w:id="409" w:name="_Toc253063674"/>
      <w:bookmarkStart w:id="410" w:name="_Toc253063776"/>
      <w:bookmarkStart w:id="411" w:name="_Toc253122770"/>
      <w:bookmarkStart w:id="412" w:name="_Toc253122873"/>
      <w:bookmarkStart w:id="413" w:name="_Toc253122976"/>
      <w:bookmarkStart w:id="414" w:name="_Toc253128518"/>
      <w:bookmarkStart w:id="415" w:name="_Toc253136848"/>
      <w:bookmarkStart w:id="416" w:name="_Toc253136983"/>
      <w:bookmarkStart w:id="417" w:name="_Toc253137087"/>
      <w:bookmarkStart w:id="418" w:name="_Toc253137222"/>
      <w:bookmarkStart w:id="419" w:name="_Toc253137356"/>
      <w:bookmarkStart w:id="420" w:name="_Toc253137492"/>
      <w:bookmarkStart w:id="421" w:name="_Toc253137628"/>
      <w:bookmarkStart w:id="422" w:name="_Toc253058971"/>
      <w:bookmarkStart w:id="423" w:name="_Toc253063374"/>
      <w:bookmarkStart w:id="424" w:name="_Toc253063571"/>
      <w:bookmarkStart w:id="425" w:name="_Toc253063675"/>
      <w:bookmarkStart w:id="426" w:name="_Toc253063777"/>
      <w:bookmarkStart w:id="427" w:name="_Toc253122771"/>
      <w:bookmarkStart w:id="428" w:name="_Toc253122874"/>
      <w:bookmarkStart w:id="429" w:name="_Toc253122977"/>
      <w:bookmarkStart w:id="430" w:name="_Toc253128519"/>
      <w:bookmarkStart w:id="431" w:name="_Toc253136849"/>
      <w:bookmarkStart w:id="432" w:name="_Toc253136984"/>
      <w:bookmarkStart w:id="433" w:name="_Toc253137088"/>
      <w:bookmarkStart w:id="434" w:name="_Toc253137223"/>
      <w:bookmarkStart w:id="435" w:name="_Toc253137357"/>
      <w:bookmarkStart w:id="436" w:name="_Toc253137493"/>
      <w:bookmarkStart w:id="437" w:name="_Toc253137629"/>
      <w:bookmarkStart w:id="438" w:name="_Toc253058972"/>
      <w:bookmarkStart w:id="439" w:name="_Toc253063375"/>
      <w:bookmarkStart w:id="440" w:name="_Toc253063572"/>
      <w:bookmarkStart w:id="441" w:name="_Toc253063676"/>
      <w:bookmarkStart w:id="442" w:name="_Toc253063778"/>
      <w:bookmarkStart w:id="443" w:name="_Toc253122772"/>
      <w:bookmarkStart w:id="444" w:name="_Toc253122875"/>
      <w:bookmarkStart w:id="445" w:name="_Toc253122978"/>
      <w:bookmarkStart w:id="446" w:name="_Toc253128520"/>
      <w:bookmarkStart w:id="447" w:name="_Toc253136850"/>
      <w:bookmarkStart w:id="448" w:name="_Toc253136985"/>
      <w:bookmarkStart w:id="449" w:name="_Toc253137089"/>
      <w:bookmarkStart w:id="450" w:name="_Toc253137224"/>
      <w:bookmarkStart w:id="451" w:name="_Toc253137358"/>
      <w:bookmarkStart w:id="452" w:name="_Toc253137494"/>
      <w:bookmarkStart w:id="453" w:name="_Toc253137630"/>
      <w:bookmarkStart w:id="454" w:name="_Toc248563936"/>
      <w:bookmarkStart w:id="455" w:name="_Toc248645475"/>
      <w:bookmarkStart w:id="456" w:name="_Toc248808792"/>
      <w:bookmarkStart w:id="457" w:name="_Toc248823720"/>
      <w:bookmarkStart w:id="458" w:name="_Toc248824158"/>
      <w:bookmarkStart w:id="459" w:name="_Toc251074696"/>
      <w:bookmarkStart w:id="460" w:name="_Toc251154275"/>
      <w:bookmarkStart w:id="461" w:name="_Toc253058974"/>
      <w:bookmarkStart w:id="462" w:name="_Toc253063377"/>
      <w:bookmarkStart w:id="463" w:name="_Toc253063574"/>
      <w:bookmarkStart w:id="464" w:name="_Toc253063678"/>
      <w:bookmarkStart w:id="465" w:name="_Toc253063780"/>
      <w:bookmarkStart w:id="466" w:name="_Toc253122774"/>
      <w:bookmarkStart w:id="467" w:name="_Toc253122877"/>
      <w:bookmarkStart w:id="468" w:name="_Toc253122980"/>
      <w:bookmarkStart w:id="469" w:name="_Toc253128522"/>
      <w:bookmarkStart w:id="470" w:name="_Toc253136852"/>
      <w:bookmarkStart w:id="471" w:name="_Toc253136987"/>
      <w:bookmarkStart w:id="472" w:name="_Toc253137091"/>
      <w:bookmarkStart w:id="473" w:name="_Toc253137226"/>
      <w:bookmarkStart w:id="474" w:name="_Toc253137360"/>
      <w:bookmarkStart w:id="475" w:name="_Toc253137496"/>
      <w:bookmarkStart w:id="476" w:name="_Toc253137632"/>
      <w:bookmarkStart w:id="477" w:name="_Toc283110458"/>
      <w:bookmarkStart w:id="478" w:name="_Toc293325625"/>
      <w:bookmarkStart w:id="479" w:name="_Ref533020607"/>
      <w:bookmarkStart w:id="480" w:name="_Ref534976419"/>
      <w:bookmarkStart w:id="481" w:name="_Ref11720194"/>
      <w:bookmarkStart w:id="482" w:name="_Ref36711688"/>
      <w:bookmarkStart w:id="483" w:name="_Ref55906758"/>
      <w:bookmarkStart w:id="484" w:name="_Ref55906931"/>
      <w:bookmarkStart w:id="485" w:name="_Ref55907604"/>
      <w:bookmarkStart w:id="486" w:name="_Ref55907785"/>
      <w:bookmarkStart w:id="487" w:name="_Toc65489829"/>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r w:rsidRPr="00170599">
        <w:rPr>
          <w:b/>
          <w:bCs/>
          <w:caps/>
        </w:rPr>
        <w:t>acceptance testing and delivery</w:t>
      </w:r>
      <w:bookmarkEnd w:id="477"/>
      <w:bookmarkEnd w:id="478"/>
      <w:bookmarkEnd w:id="479"/>
      <w:bookmarkEnd w:id="480"/>
      <w:bookmarkEnd w:id="481"/>
      <w:bookmarkEnd w:id="482"/>
      <w:bookmarkEnd w:id="483"/>
      <w:bookmarkEnd w:id="484"/>
      <w:bookmarkEnd w:id="485"/>
      <w:bookmarkEnd w:id="486"/>
      <w:bookmarkEnd w:id="487"/>
      <w:r w:rsidRPr="00170599">
        <w:rPr>
          <w:b/>
          <w:bCs/>
          <w:caps/>
        </w:rPr>
        <w:t xml:space="preserve"> </w:t>
      </w:r>
    </w:p>
    <w:p w14:paraId="7B1D32BA" w14:textId="541C082B" w:rsidR="00742866" w:rsidRPr="00170599" w:rsidRDefault="00742866" w:rsidP="00A272AE">
      <w:pPr>
        <w:pStyle w:val="ListParagraph"/>
        <w:numPr>
          <w:ilvl w:val="1"/>
          <w:numId w:val="28"/>
        </w:numPr>
        <w:spacing w:before="120" w:after="240" w:line="360" w:lineRule="auto"/>
        <w:ind w:left="709" w:hanging="709"/>
        <w:contextualSpacing w:val="0"/>
        <w:jc w:val="both"/>
      </w:pPr>
      <w:bookmarkStart w:id="488" w:name="_Toc12416751"/>
      <w:bookmarkStart w:id="489" w:name="_Ref528728483"/>
      <w:r w:rsidRPr="00170599">
        <w:t xml:space="preserve">Following delivery of </w:t>
      </w:r>
      <w:r w:rsidR="00A96220" w:rsidRPr="00170599">
        <w:t>Software Licence</w:t>
      </w:r>
      <w:r w:rsidR="006B3C3B" w:rsidRPr="00170599">
        <w:t xml:space="preserve">, </w:t>
      </w:r>
      <w:r w:rsidRPr="00170599">
        <w:t xml:space="preserve">Enhancements, Upgrades, New Releases, </w:t>
      </w:r>
      <w:r w:rsidR="001E5D42" w:rsidRPr="00170599">
        <w:t>B</w:t>
      </w:r>
      <w:r w:rsidRPr="00170599">
        <w:t>ug</w:t>
      </w:r>
      <w:r w:rsidR="00AC215E" w:rsidRPr="00170599">
        <w:t>-</w:t>
      </w:r>
      <w:r w:rsidR="001E5D42" w:rsidRPr="00170599">
        <w:t>F</w:t>
      </w:r>
      <w:r w:rsidRPr="00170599">
        <w:t xml:space="preserve">ixes, </w:t>
      </w:r>
      <w:r w:rsidR="001E5D42" w:rsidRPr="00170599">
        <w:t>W</w:t>
      </w:r>
      <w:r w:rsidRPr="00170599">
        <w:t>ork</w:t>
      </w:r>
      <w:r w:rsidR="00AC215E" w:rsidRPr="00170599">
        <w:t>-</w:t>
      </w:r>
      <w:r w:rsidR="001E5D42" w:rsidRPr="00170599">
        <w:t>A</w:t>
      </w:r>
      <w:r w:rsidRPr="00170599">
        <w:t xml:space="preserve">rounds or patches to </w:t>
      </w:r>
      <w:r w:rsidR="00493D74" w:rsidRPr="00170599">
        <w:t>SARS</w:t>
      </w:r>
      <w:r w:rsidRPr="00170599">
        <w:t xml:space="preserve">, </w:t>
      </w:r>
      <w:r w:rsidR="00493D74" w:rsidRPr="00170599">
        <w:t>SARS</w:t>
      </w:r>
      <w:r w:rsidRPr="00170599">
        <w:t xml:space="preserve"> shall in its discretion, conduct Acceptance Testing thereof</w:t>
      </w:r>
      <w:r w:rsidR="006B3C3B" w:rsidRPr="00170599">
        <w:t xml:space="preserve"> (collectively referred to as “Tested Deliverable</w:t>
      </w:r>
      <w:r w:rsidR="00512533" w:rsidRPr="00170599">
        <w:t>(</w:t>
      </w:r>
      <w:r w:rsidR="006B3C3B" w:rsidRPr="00170599">
        <w:t>s</w:t>
      </w:r>
      <w:r w:rsidR="00512533" w:rsidRPr="00170599">
        <w:t>)</w:t>
      </w:r>
      <w:r w:rsidR="006B3C3B" w:rsidRPr="00170599">
        <w:t>”)</w:t>
      </w:r>
      <w:r w:rsidRPr="00170599">
        <w:t>.</w:t>
      </w:r>
      <w:bookmarkEnd w:id="488"/>
    </w:p>
    <w:p w14:paraId="2A2FFFA9" w14:textId="77777777" w:rsidR="00742866" w:rsidRPr="00170599" w:rsidRDefault="00742866" w:rsidP="00A272AE">
      <w:pPr>
        <w:pStyle w:val="ListParagraph"/>
        <w:numPr>
          <w:ilvl w:val="1"/>
          <w:numId w:val="28"/>
        </w:numPr>
        <w:spacing w:before="120" w:after="240" w:line="360" w:lineRule="auto"/>
        <w:ind w:left="709" w:hanging="709"/>
        <w:contextualSpacing w:val="0"/>
        <w:jc w:val="both"/>
      </w:pPr>
      <w:bookmarkStart w:id="490" w:name="_Toc12416752"/>
      <w:r w:rsidRPr="00170599">
        <w:t xml:space="preserve">During Acceptance Testing, the Service Provider shall (if required by </w:t>
      </w:r>
      <w:r w:rsidR="00493D74" w:rsidRPr="00170599">
        <w:t>SARS</w:t>
      </w:r>
      <w:r w:rsidRPr="00170599">
        <w:t xml:space="preserve">), assist </w:t>
      </w:r>
      <w:r w:rsidR="00493D74" w:rsidRPr="00170599">
        <w:t>SARS</w:t>
      </w:r>
      <w:r w:rsidRPr="00170599">
        <w:t xml:space="preserve">, to the extent necessary and reasonable, in conducting the Acceptance Testing and respond to any queries relating to the Service </w:t>
      </w:r>
      <w:r w:rsidR="00512533" w:rsidRPr="00170599">
        <w:t xml:space="preserve">and/or Tested Deliverables, </w:t>
      </w:r>
      <w:r w:rsidRPr="00170599">
        <w:t xml:space="preserve">within a reasonable time. Without limiting the aforegoing, the Service Provider shall be available to liaise with </w:t>
      </w:r>
      <w:r w:rsidR="00493D74" w:rsidRPr="00170599">
        <w:t>SARS</w:t>
      </w:r>
      <w:r w:rsidRPr="00170599">
        <w:t xml:space="preserve"> regarding any queries arising with regard to the </w:t>
      </w:r>
      <w:r w:rsidR="006B3C3B" w:rsidRPr="00170599">
        <w:t>Tested Deliverables</w:t>
      </w:r>
      <w:r w:rsidRPr="00170599">
        <w:t xml:space="preserve"> and its related documentation and shall assist </w:t>
      </w:r>
      <w:r w:rsidR="00493D74" w:rsidRPr="00170599">
        <w:t>SARS</w:t>
      </w:r>
      <w:r w:rsidRPr="00170599">
        <w:t xml:space="preserve"> with its evaluation of such </w:t>
      </w:r>
      <w:r w:rsidR="00512533" w:rsidRPr="00170599">
        <w:t>Tested Deliverables</w:t>
      </w:r>
      <w:r w:rsidRPr="00170599">
        <w:t xml:space="preserve"> and its related </w:t>
      </w:r>
      <w:r w:rsidR="00512533" w:rsidRPr="00170599">
        <w:t>D</w:t>
      </w:r>
      <w:r w:rsidRPr="00170599">
        <w:t>ocumentation.</w:t>
      </w:r>
      <w:bookmarkEnd w:id="490"/>
      <w:r w:rsidRPr="00170599">
        <w:t xml:space="preserve"> </w:t>
      </w:r>
    </w:p>
    <w:p w14:paraId="0E6FB410" w14:textId="1AC55109" w:rsidR="00742866" w:rsidRPr="00170599" w:rsidRDefault="00742866" w:rsidP="00A272AE">
      <w:pPr>
        <w:pStyle w:val="ListParagraph"/>
        <w:numPr>
          <w:ilvl w:val="1"/>
          <w:numId w:val="28"/>
        </w:numPr>
        <w:spacing w:before="120" w:after="240" w:line="360" w:lineRule="auto"/>
        <w:ind w:left="709" w:hanging="709"/>
        <w:contextualSpacing w:val="0"/>
        <w:jc w:val="both"/>
      </w:pPr>
      <w:bookmarkStart w:id="491" w:name="_Toc12416753"/>
      <w:r w:rsidRPr="00170599">
        <w:t xml:space="preserve">Should </w:t>
      </w:r>
      <w:r w:rsidR="00493D74" w:rsidRPr="00170599">
        <w:t>SARS</w:t>
      </w:r>
      <w:r w:rsidRPr="00170599">
        <w:t xml:space="preserve"> not accept the </w:t>
      </w:r>
      <w:r w:rsidR="001E349A" w:rsidRPr="00170599">
        <w:t>Tested Deliverables</w:t>
      </w:r>
      <w:r w:rsidRPr="00170599">
        <w:t xml:space="preserve"> and/or its related </w:t>
      </w:r>
      <w:r w:rsidR="00FD51D4" w:rsidRPr="00170599">
        <w:t>D</w:t>
      </w:r>
      <w:r w:rsidRPr="00170599">
        <w:t xml:space="preserve">ocumentation, </w:t>
      </w:r>
      <w:r w:rsidR="00493D74" w:rsidRPr="00170599">
        <w:t>SARS</w:t>
      </w:r>
      <w:r w:rsidRPr="00170599">
        <w:t xml:space="preserve"> shall provide the Service Provider with written notice of its non-acceptance of such </w:t>
      </w:r>
      <w:r w:rsidR="001E349A" w:rsidRPr="00170599">
        <w:t>Tested Deliverables</w:t>
      </w:r>
      <w:r w:rsidRPr="00170599">
        <w:t xml:space="preserve"> and/or its related </w:t>
      </w:r>
      <w:r w:rsidR="00FD51D4" w:rsidRPr="00170599">
        <w:t>D</w:t>
      </w:r>
      <w:r w:rsidRPr="00170599">
        <w:t xml:space="preserve">ocumentation. The Service Provider shall correct any Deficiencies in such </w:t>
      </w:r>
      <w:r w:rsidR="00FD51D4" w:rsidRPr="00170599">
        <w:t>Tested Deliverables</w:t>
      </w:r>
      <w:r w:rsidRPr="00170599">
        <w:t xml:space="preserve"> and its related Documentation within timeframe agreed upon by the Parties in writing to ensure that such Documentation is free from Deficiencies and conform to </w:t>
      </w:r>
      <w:r w:rsidR="00493D74" w:rsidRPr="00170599">
        <w:t>SARS</w:t>
      </w:r>
      <w:r w:rsidR="004B0ADB" w:rsidRPr="00170599">
        <w:t>’</w:t>
      </w:r>
      <w:r w:rsidRPr="00170599">
        <w:t xml:space="preserve">s business and security requirements, where after such Software will be resubmitted to Acceptance Testing in accordance with this </w:t>
      </w:r>
      <w:r w:rsidR="00E23CEB" w:rsidRPr="00170599">
        <w:t>Clause</w:t>
      </w:r>
      <w:r w:rsidRPr="00170599">
        <w:t>.</w:t>
      </w:r>
      <w:bookmarkEnd w:id="491"/>
      <w:r w:rsidRPr="00170599">
        <w:t xml:space="preserve"> </w:t>
      </w:r>
    </w:p>
    <w:p w14:paraId="6E5B9018" w14:textId="77777777" w:rsidR="001D2BCE" w:rsidRPr="00170599" w:rsidRDefault="001D2BCE" w:rsidP="00A272AE">
      <w:pPr>
        <w:pStyle w:val="ListParagraph"/>
        <w:numPr>
          <w:ilvl w:val="1"/>
          <w:numId w:val="28"/>
        </w:numPr>
        <w:spacing w:before="120" w:after="240" w:line="360" w:lineRule="auto"/>
        <w:ind w:left="709" w:hanging="709"/>
        <w:contextualSpacing w:val="0"/>
        <w:jc w:val="both"/>
      </w:pPr>
      <w:bookmarkStart w:id="492" w:name="_Toc12416754"/>
      <w:r w:rsidRPr="00170599">
        <w:t xml:space="preserve">The acceptance of the functionality of the </w:t>
      </w:r>
      <w:r w:rsidR="00FD51D4" w:rsidRPr="00170599">
        <w:t>Tested Deliverables</w:t>
      </w:r>
      <w:r w:rsidRPr="00170599">
        <w:t xml:space="preserve"> shall be governed by a test and acceptance procedure and criteria, which shall demonstrate the correct and satisfactory operation and functioning of the relevant functionality of the </w:t>
      </w:r>
      <w:r w:rsidR="00FD51D4" w:rsidRPr="00170599">
        <w:t>Tested Deliverables</w:t>
      </w:r>
      <w:r w:rsidRPr="00170599">
        <w:t xml:space="preserve"> in accordance with the Documentation.</w:t>
      </w:r>
      <w:bookmarkEnd w:id="492"/>
    </w:p>
    <w:p w14:paraId="49B3D118" w14:textId="77777777" w:rsidR="00E406EF" w:rsidRPr="00170599" w:rsidRDefault="00E406EF" w:rsidP="00A272AE">
      <w:pPr>
        <w:pStyle w:val="ListParagraph"/>
        <w:numPr>
          <w:ilvl w:val="1"/>
          <w:numId w:val="28"/>
        </w:numPr>
        <w:spacing w:before="120" w:after="240" w:line="360" w:lineRule="auto"/>
        <w:ind w:left="709" w:hanging="709"/>
        <w:contextualSpacing w:val="0"/>
        <w:jc w:val="both"/>
      </w:pPr>
      <w:bookmarkStart w:id="493" w:name="_Toc12416755"/>
      <w:r w:rsidRPr="00170599">
        <w:t xml:space="preserve">SARS shall have the right to review and accept or reject all </w:t>
      </w:r>
      <w:r w:rsidR="00FD51D4" w:rsidRPr="00170599">
        <w:t>Tested Deliverables</w:t>
      </w:r>
      <w:r w:rsidRPr="00170599">
        <w:t xml:space="preserve"> and any components of such </w:t>
      </w:r>
      <w:r w:rsidR="00FD51D4" w:rsidRPr="00170599">
        <w:t>Tested Deliverables</w:t>
      </w:r>
      <w:r w:rsidRPr="00170599">
        <w:t xml:space="preserve"> to be provided by the Service Provider to SARS under this Agreement, pursuant to the methodology set forth in this </w:t>
      </w:r>
      <w:r w:rsidR="00E23CEB" w:rsidRPr="00170599">
        <w:t>Clause</w:t>
      </w:r>
      <w:r w:rsidRPr="00170599">
        <w:t>.</w:t>
      </w:r>
      <w:bookmarkEnd w:id="493"/>
    </w:p>
    <w:p w14:paraId="1269609C" w14:textId="77777777" w:rsidR="00E406EF" w:rsidRPr="00170599" w:rsidRDefault="00E406EF" w:rsidP="00A272AE">
      <w:pPr>
        <w:pStyle w:val="ListParagraph"/>
        <w:numPr>
          <w:ilvl w:val="1"/>
          <w:numId w:val="28"/>
        </w:numPr>
        <w:spacing w:before="120" w:after="240" w:line="360" w:lineRule="auto"/>
        <w:ind w:left="709" w:hanging="709"/>
        <w:contextualSpacing w:val="0"/>
        <w:jc w:val="both"/>
      </w:pPr>
      <w:bookmarkStart w:id="494" w:name="_Toc12416756"/>
      <w:r w:rsidRPr="00170599">
        <w:t xml:space="preserve">The Service Provider will be available to liaise with SARS regarding any queries arising with regard to a Deliverable and will assist SARS with its evaluation of </w:t>
      </w:r>
      <w:r w:rsidR="00FD51D4" w:rsidRPr="00170599">
        <w:t>Tested Deliverables</w:t>
      </w:r>
      <w:r w:rsidRPr="00170599">
        <w:t>.</w:t>
      </w:r>
      <w:bookmarkEnd w:id="494"/>
      <w:r w:rsidRPr="00170599">
        <w:t xml:space="preserve"> </w:t>
      </w:r>
    </w:p>
    <w:p w14:paraId="6FAC00CF" w14:textId="52724DA6" w:rsidR="00E406EF" w:rsidRPr="001A303E" w:rsidRDefault="00E406EF" w:rsidP="00A272AE">
      <w:pPr>
        <w:pStyle w:val="ListParagraph"/>
        <w:numPr>
          <w:ilvl w:val="1"/>
          <w:numId w:val="28"/>
        </w:numPr>
        <w:spacing w:before="120" w:after="240" w:line="360" w:lineRule="auto"/>
        <w:ind w:left="709" w:hanging="709"/>
        <w:contextualSpacing w:val="0"/>
        <w:jc w:val="both"/>
      </w:pPr>
      <w:bookmarkStart w:id="495" w:name="_Toc12416757"/>
      <w:r w:rsidRPr="00170599">
        <w:t xml:space="preserve">Should SARS not accept the </w:t>
      </w:r>
      <w:r w:rsidR="00512533" w:rsidRPr="00170599">
        <w:t xml:space="preserve">Tested </w:t>
      </w:r>
      <w:r w:rsidRPr="00170599">
        <w:t xml:space="preserve">Deliverable, SARS will provide the Service Provider with written notice of its non-acceptance, as well as detailed reasons for it not being acceptable. The Service Provider will correct any Deficiencies within 5 (five) business days of receiving SARS’s notice, </w:t>
      </w:r>
      <w:r w:rsidR="00102791" w:rsidRPr="00170599">
        <w:t>where after</w:t>
      </w:r>
      <w:r w:rsidRPr="00170599">
        <w:t xml:space="preserve"> the </w:t>
      </w:r>
      <w:r w:rsidR="00FD51D4" w:rsidRPr="00170599">
        <w:t>Tested Deliverables</w:t>
      </w:r>
      <w:r w:rsidRPr="00170599">
        <w:t xml:space="preserve"> will be resubmitted to SARS for review and evaluation in accordance with this </w:t>
      </w:r>
      <w:r w:rsidR="00E23CEB" w:rsidRPr="00170599">
        <w:rPr>
          <w:b/>
        </w:rPr>
        <w:t>Clause</w:t>
      </w:r>
      <w:r w:rsidR="00512533" w:rsidRPr="00170599">
        <w:rPr>
          <w:b/>
        </w:rPr>
        <w:t xml:space="preserve"> </w:t>
      </w:r>
      <w:r w:rsidR="00332106" w:rsidRPr="001A303E">
        <w:rPr>
          <w:b/>
        </w:rPr>
        <w:fldChar w:fldCharType="begin"/>
      </w:r>
      <w:r w:rsidR="00332106" w:rsidRPr="00170599">
        <w:rPr>
          <w:b/>
        </w:rPr>
        <w:instrText xml:space="preserve"> REF _Ref55907604 \r \h </w:instrText>
      </w:r>
      <w:r w:rsidR="00252202">
        <w:rPr>
          <w:b/>
        </w:rPr>
        <w:instrText xml:space="preserve"> \* MERGEFORMAT </w:instrText>
      </w:r>
      <w:r w:rsidR="00332106" w:rsidRPr="001A303E">
        <w:rPr>
          <w:b/>
        </w:rPr>
      </w:r>
      <w:r w:rsidR="00332106" w:rsidRPr="001A303E">
        <w:rPr>
          <w:b/>
        </w:rPr>
        <w:fldChar w:fldCharType="separate"/>
      </w:r>
      <w:r w:rsidR="00332106" w:rsidRPr="001A303E">
        <w:rPr>
          <w:b/>
        </w:rPr>
        <w:t>11</w:t>
      </w:r>
      <w:r w:rsidR="00332106" w:rsidRPr="001A303E">
        <w:rPr>
          <w:b/>
        </w:rPr>
        <w:fldChar w:fldCharType="end"/>
      </w:r>
      <w:r w:rsidRPr="001A303E">
        <w:t>.</w:t>
      </w:r>
      <w:bookmarkEnd w:id="495"/>
      <w:r w:rsidRPr="001A303E">
        <w:t xml:space="preserve"> </w:t>
      </w:r>
    </w:p>
    <w:p w14:paraId="34A7F19F" w14:textId="280A0BF0" w:rsidR="00E406EF" w:rsidRPr="001A303E" w:rsidRDefault="00E406EF" w:rsidP="00A272AE">
      <w:pPr>
        <w:pStyle w:val="ListParagraph"/>
        <w:numPr>
          <w:ilvl w:val="1"/>
          <w:numId w:val="28"/>
        </w:numPr>
        <w:spacing w:before="120" w:after="240" w:line="360" w:lineRule="auto"/>
        <w:ind w:left="709" w:hanging="709"/>
        <w:contextualSpacing w:val="0"/>
        <w:jc w:val="both"/>
      </w:pPr>
      <w:bookmarkStart w:id="496" w:name="_Toc12416758"/>
      <w:r w:rsidRPr="001A303E">
        <w:t xml:space="preserve">If the Service Provider is still unable to correct the Deficiency within this period, then SARS may in its sole discretion elect to </w:t>
      </w:r>
      <w:r w:rsidR="004B0ADB" w:rsidRPr="001A303E">
        <w:t>–</w:t>
      </w:r>
      <w:bookmarkEnd w:id="496"/>
    </w:p>
    <w:p w14:paraId="29ED344F" w14:textId="77777777" w:rsidR="00E406EF" w:rsidRPr="001A303E" w:rsidRDefault="00E406EF" w:rsidP="00A272AE">
      <w:pPr>
        <w:pStyle w:val="ListParagraph"/>
        <w:numPr>
          <w:ilvl w:val="2"/>
          <w:numId w:val="28"/>
        </w:numPr>
        <w:spacing w:before="120" w:after="240" w:line="360" w:lineRule="auto"/>
        <w:ind w:left="709" w:hanging="709"/>
        <w:contextualSpacing w:val="0"/>
        <w:jc w:val="both"/>
      </w:pPr>
      <w:bookmarkStart w:id="497" w:name="_Toc12416759"/>
      <w:r w:rsidRPr="001A303E">
        <w:t xml:space="preserve">direct the Service Provider to continue its efforts to make the </w:t>
      </w:r>
      <w:r w:rsidR="00FD51D4" w:rsidRPr="001A303E">
        <w:t>Tested Deliverables</w:t>
      </w:r>
      <w:r w:rsidRPr="001A303E">
        <w:t xml:space="preserve"> acceptable to SARS, in which case the Service Provider shall continue such efforts; or</w:t>
      </w:r>
      <w:bookmarkEnd w:id="497"/>
    </w:p>
    <w:p w14:paraId="0BFC827C" w14:textId="77777777" w:rsidR="00E406EF" w:rsidRPr="00BB3CB5" w:rsidRDefault="00E406EF" w:rsidP="00A272AE">
      <w:pPr>
        <w:pStyle w:val="ListParagraph"/>
        <w:numPr>
          <w:ilvl w:val="2"/>
          <w:numId w:val="28"/>
        </w:numPr>
        <w:spacing w:before="120" w:after="240" w:line="360" w:lineRule="auto"/>
        <w:ind w:left="709" w:hanging="709"/>
        <w:contextualSpacing w:val="0"/>
        <w:jc w:val="both"/>
      </w:pPr>
      <w:bookmarkStart w:id="498" w:name="_Toc12416760"/>
      <w:r w:rsidRPr="001A303E">
        <w:t xml:space="preserve">accept the </w:t>
      </w:r>
      <w:r w:rsidR="00512533" w:rsidRPr="001A303E">
        <w:t>d</w:t>
      </w:r>
      <w:r w:rsidRPr="001A303E">
        <w:t xml:space="preserve">eficient </w:t>
      </w:r>
      <w:r w:rsidR="00FD51D4" w:rsidRPr="001A303E">
        <w:t>Tested Deliverables</w:t>
      </w:r>
      <w:r w:rsidRPr="001A303E">
        <w:t xml:space="preserve">, in which event the charges with respect to such </w:t>
      </w:r>
      <w:r w:rsidR="00FD51D4" w:rsidRPr="001A303E">
        <w:t>Tested Deliverables</w:t>
      </w:r>
      <w:r w:rsidRPr="00BB3CB5">
        <w:t xml:space="preserve"> shall be equitably reduced to reflect the presence of such Deficiency; or</w:t>
      </w:r>
      <w:bookmarkEnd w:id="498"/>
    </w:p>
    <w:p w14:paraId="712682F8" w14:textId="14B120B8" w:rsidR="00E406EF" w:rsidRPr="001A303E" w:rsidRDefault="00E406EF" w:rsidP="00A272AE">
      <w:pPr>
        <w:pStyle w:val="ListParagraph"/>
        <w:numPr>
          <w:ilvl w:val="2"/>
          <w:numId w:val="28"/>
        </w:numPr>
        <w:spacing w:before="120" w:after="240" w:line="360" w:lineRule="auto"/>
        <w:ind w:left="709" w:hanging="709"/>
        <w:contextualSpacing w:val="0"/>
        <w:jc w:val="both"/>
      </w:pPr>
      <w:bookmarkStart w:id="499" w:name="_Toc12416761"/>
      <w:r w:rsidRPr="00170599">
        <w:t>without limiting the generality of SARS’s right to terminate this Agreement for cause under</w:t>
      </w:r>
      <w:r w:rsidRPr="00170599">
        <w:rPr>
          <w:b/>
        </w:rPr>
        <w:t xml:space="preserve"> </w:t>
      </w:r>
      <w:r w:rsidR="00E23CEB" w:rsidRPr="00170599">
        <w:rPr>
          <w:b/>
        </w:rPr>
        <w:t>Clause</w:t>
      </w:r>
      <w:r w:rsidR="00AD634F" w:rsidRPr="00170599">
        <w:rPr>
          <w:b/>
        </w:rPr>
        <w:t xml:space="preserve"> </w:t>
      </w:r>
      <w:r w:rsidR="00313572" w:rsidRPr="001A303E">
        <w:rPr>
          <w:b/>
        </w:rPr>
        <w:t xml:space="preserve">31 </w:t>
      </w:r>
      <w:r w:rsidR="00313572" w:rsidRPr="00170599">
        <w:t>or</w:t>
      </w:r>
      <w:r w:rsidRPr="001A303E">
        <w:t xml:space="preserve"> to claim damages, without liability by providing written notice to the Service Provider, in which case the Service Provider shall refund to SARS all amounts paid by SARS to the Service Provider in respect of that </w:t>
      </w:r>
      <w:r w:rsidR="00FD51D4" w:rsidRPr="001A303E">
        <w:t>Tested Deliverables</w:t>
      </w:r>
      <w:r w:rsidRPr="001A303E">
        <w:t>. Such refund shall be made within 14 (fourteen) days of receiving SARS’s notice.</w:t>
      </w:r>
      <w:bookmarkEnd w:id="499"/>
    </w:p>
    <w:p w14:paraId="6D7B5F93" w14:textId="77777777" w:rsidR="001D2BCE" w:rsidRPr="001A303E" w:rsidRDefault="001D2BCE" w:rsidP="00A272AE">
      <w:pPr>
        <w:pStyle w:val="ListParagraph"/>
        <w:numPr>
          <w:ilvl w:val="0"/>
          <w:numId w:val="28"/>
        </w:numPr>
        <w:spacing w:before="120" w:after="240" w:line="360" w:lineRule="auto"/>
        <w:ind w:left="709" w:hanging="709"/>
        <w:contextualSpacing w:val="0"/>
        <w:jc w:val="both"/>
        <w:outlineLvl w:val="0"/>
        <w:rPr>
          <w:rFonts w:ascii="Arial Bold" w:hAnsi="Arial Bold"/>
          <w:b/>
          <w:bCs/>
          <w:caps/>
        </w:rPr>
      </w:pPr>
      <w:bookmarkStart w:id="500" w:name="_Toc12416762"/>
      <w:bookmarkStart w:id="501" w:name="_Ref36711692"/>
      <w:bookmarkStart w:id="502" w:name="_Ref55906784"/>
      <w:bookmarkStart w:id="503" w:name="_Toc65489830"/>
      <w:r w:rsidRPr="001A303E">
        <w:rPr>
          <w:rFonts w:ascii="Arial Bold" w:hAnsi="Arial Bold"/>
          <w:b/>
          <w:caps/>
        </w:rPr>
        <w:t>Pre-delivery Testing</w:t>
      </w:r>
      <w:bookmarkEnd w:id="500"/>
      <w:bookmarkEnd w:id="501"/>
      <w:bookmarkEnd w:id="502"/>
      <w:bookmarkEnd w:id="503"/>
    </w:p>
    <w:p w14:paraId="310E716E" w14:textId="77777777" w:rsidR="001D2677" w:rsidRPr="00170599" w:rsidRDefault="001D2BCE" w:rsidP="00A272AE">
      <w:pPr>
        <w:spacing w:before="120" w:after="240" w:line="360" w:lineRule="auto"/>
        <w:ind w:left="709"/>
        <w:jc w:val="both"/>
        <w:rPr>
          <w:rFonts w:ascii="Arial" w:hAnsi="Arial" w:cs="Arial"/>
          <w:b/>
          <w:bCs/>
          <w:sz w:val="22"/>
          <w:szCs w:val="22"/>
        </w:rPr>
      </w:pPr>
      <w:bookmarkStart w:id="504" w:name="_Toc12416763"/>
      <w:r w:rsidRPr="001A303E">
        <w:rPr>
          <w:rFonts w:ascii="Arial" w:hAnsi="Arial" w:cs="Arial"/>
          <w:sz w:val="22"/>
          <w:szCs w:val="22"/>
        </w:rPr>
        <w:t xml:space="preserve">Prior to presenting any </w:t>
      </w:r>
      <w:r w:rsidR="00FD51D4" w:rsidRPr="001A303E">
        <w:rPr>
          <w:rFonts w:ascii="Arial" w:hAnsi="Arial" w:cs="Arial"/>
          <w:sz w:val="22"/>
          <w:szCs w:val="22"/>
        </w:rPr>
        <w:t xml:space="preserve">Tested </w:t>
      </w:r>
      <w:r w:rsidR="005C365A" w:rsidRPr="001A303E">
        <w:rPr>
          <w:rFonts w:ascii="Arial" w:hAnsi="Arial" w:cs="Arial"/>
          <w:sz w:val="22"/>
          <w:szCs w:val="22"/>
        </w:rPr>
        <w:t>Deliverables</w:t>
      </w:r>
      <w:r w:rsidR="005C365A" w:rsidRPr="001A303E" w:rsidDel="00FD51D4">
        <w:rPr>
          <w:rFonts w:ascii="Arial" w:hAnsi="Arial" w:cs="Arial"/>
          <w:sz w:val="22"/>
          <w:szCs w:val="22"/>
        </w:rPr>
        <w:t xml:space="preserve"> </w:t>
      </w:r>
      <w:r w:rsidR="005C365A" w:rsidRPr="001A303E">
        <w:rPr>
          <w:rFonts w:ascii="Arial" w:hAnsi="Arial" w:cs="Arial"/>
          <w:sz w:val="22"/>
          <w:szCs w:val="22"/>
        </w:rPr>
        <w:t>to</w:t>
      </w:r>
      <w:r w:rsidRPr="001A303E">
        <w:rPr>
          <w:rFonts w:ascii="Arial" w:hAnsi="Arial" w:cs="Arial"/>
          <w:sz w:val="22"/>
          <w:szCs w:val="22"/>
        </w:rPr>
        <w:t xml:space="preserve"> </w:t>
      </w:r>
      <w:r w:rsidR="00BA4FE1" w:rsidRPr="001A303E">
        <w:rPr>
          <w:rFonts w:ascii="Arial" w:hAnsi="Arial" w:cs="Arial"/>
          <w:sz w:val="22"/>
          <w:szCs w:val="22"/>
        </w:rPr>
        <w:t>SARS</w:t>
      </w:r>
      <w:r w:rsidRPr="001A303E">
        <w:rPr>
          <w:rFonts w:ascii="Arial" w:hAnsi="Arial" w:cs="Arial"/>
          <w:sz w:val="22"/>
          <w:szCs w:val="22"/>
        </w:rPr>
        <w:t xml:space="preserve"> for Acceptance Testing, the Ser</w:t>
      </w:r>
      <w:r w:rsidRPr="00BB3CB5">
        <w:rPr>
          <w:rFonts w:ascii="Arial" w:hAnsi="Arial" w:cs="Arial"/>
          <w:sz w:val="22"/>
          <w:szCs w:val="22"/>
        </w:rPr>
        <w:t xml:space="preserve">vice Provider will carry out Pre-delivery Testing in order to ensure that the </w:t>
      </w:r>
      <w:r w:rsidR="00FD51D4" w:rsidRPr="00170599">
        <w:rPr>
          <w:rFonts w:ascii="Arial" w:hAnsi="Arial" w:cs="Arial"/>
          <w:sz w:val="22"/>
          <w:szCs w:val="22"/>
        </w:rPr>
        <w:t xml:space="preserve">Tested </w:t>
      </w:r>
      <w:r w:rsidR="005C365A" w:rsidRPr="00170599">
        <w:rPr>
          <w:rFonts w:ascii="Arial" w:hAnsi="Arial" w:cs="Arial"/>
          <w:sz w:val="22"/>
          <w:szCs w:val="22"/>
        </w:rPr>
        <w:t>Deliverables</w:t>
      </w:r>
      <w:r w:rsidR="005C365A" w:rsidRPr="00170599" w:rsidDel="00FD51D4">
        <w:rPr>
          <w:rFonts w:ascii="Arial" w:hAnsi="Arial" w:cs="Arial"/>
          <w:sz w:val="22"/>
          <w:szCs w:val="22"/>
        </w:rPr>
        <w:t xml:space="preserve"> </w:t>
      </w:r>
      <w:r w:rsidR="005C365A" w:rsidRPr="00170599">
        <w:rPr>
          <w:rFonts w:ascii="Arial" w:hAnsi="Arial" w:cs="Arial"/>
          <w:sz w:val="22"/>
          <w:szCs w:val="22"/>
        </w:rPr>
        <w:t>functions</w:t>
      </w:r>
      <w:r w:rsidRPr="00170599">
        <w:rPr>
          <w:rFonts w:ascii="Arial" w:hAnsi="Arial" w:cs="Arial"/>
          <w:sz w:val="22"/>
          <w:szCs w:val="22"/>
        </w:rPr>
        <w:t xml:space="preserve"> in accordance with the relevant specifications and the Documentation for same.</w:t>
      </w:r>
      <w:bookmarkEnd w:id="504"/>
      <w:r w:rsidRPr="00170599">
        <w:rPr>
          <w:rFonts w:ascii="Arial" w:hAnsi="Arial" w:cs="Arial"/>
          <w:sz w:val="22"/>
          <w:szCs w:val="22"/>
        </w:rPr>
        <w:t xml:space="preserve"> </w:t>
      </w:r>
    </w:p>
    <w:p w14:paraId="12225983" w14:textId="77777777" w:rsidR="001D2BCE" w:rsidRPr="00170599" w:rsidRDefault="001D2BCE" w:rsidP="00A272AE">
      <w:pPr>
        <w:pStyle w:val="ListParagraph"/>
        <w:numPr>
          <w:ilvl w:val="1"/>
          <w:numId w:val="28"/>
        </w:numPr>
        <w:spacing w:before="120" w:after="240" w:line="360" w:lineRule="auto"/>
        <w:ind w:left="709" w:hanging="709"/>
        <w:contextualSpacing w:val="0"/>
        <w:jc w:val="both"/>
        <w:rPr>
          <w:b/>
          <w:bCs/>
        </w:rPr>
      </w:pPr>
      <w:bookmarkStart w:id="505" w:name="_Toc12416764"/>
      <w:r w:rsidRPr="00170599">
        <w:rPr>
          <w:b/>
          <w:bCs/>
        </w:rPr>
        <w:t>Functionality Testing</w:t>
      </w:r>
      <w:bookmarkEnd w:id="505"/>
    </w:p>
    <w:p w14:paraId="4AD0B42E" w14:textId="77777777" w:rsidR="001D2BCE" w:rsidRPr="00170599" w:rsidRDefault="001D2BCE" w:rsidP="00A272AE">
      <w:pPr>
        <w:pStyle w:val="ListParagraph"/>
        <w:numPr>
          <w:ilvl w:val="2"/>
          <w:numId w:val="28"/>
        </w:numPr>
        <w:spacing w:before="120" w:after="240" w:line="360" w:lineRule="auto"/>
        <w:ind w:left="709" w:hanging="709"/>
        <w:contextualSpacing w:val="0"/>
        <w:jc w:val="both"/>
      </w:pPr>
      <w:bookmarkStart w:id="506" w:name="_Toc12416765"/>
      <w:r w:rsidRPr="00170599">
        <w:t xml:space="preserve">Upon delivery of any </w:t>
      </w:r>
      <w:r w:rsidR="00FD51D4" w:rsidRPr="00170599">
        <w:t>Tested Deliverables</w:t>
      </w:r>
      <w:r w:rsidRPr="00170599">
        <w:t xml:space="preserve">, </w:t>
      </w:r>
      <w:r w:rsidR="00BA4FE1" w:rsidRPr="00170599">
        <w:t>SARS</w:t>
      </w:r>
      <w:r w:rsidRPr="00170599">
        <w:t xml:space="preserve"> shall conduct Acceptance Testing thereof and record in writing the outcome of the Acceptance Testing, including any failures or exceptions noted during the Acceptance Testing.</w:t>
      </w:r>
      <w:bookmarkEnd w:id="506"/>
      <w:r w:rsidRPr="00170599">
        <w:t xml:space="preserve"> </w:t>
      </w:r>
    </w:p>
    <w:p w14:paraId="439D2E64" w14:textId="77777777" w:rsidR="001D2BCE" w:rsidRPr="00170599" w:rsidRDefault="001D2BCE" w:rsidP="00A272AE">
      <w:pPr>
        <w:pStyle w:val="ListParagraph"/>
        <w:numPr>
          <w:ilvl w:val="2"/>
          <w:numId w:val="28"/>
        </w:numPr>
        <w:spacing w:before="120" w:after="240" w:line="360" w:lineRule="auto"/>
        <w:ind w:left="709" w:hanging="709"/>
        <w:contextualSpacing w:val="0"/>
        <w:jc w:val="both"/>
      </w:pPr>
      <w:bookmarkStart w:id="507" w:name="_Toc12416766"/>
      <w:r w:rsidRPr="00170599">
        <w:t xml:space="preserve">During Acceptance Testing, the Service Provider shall assist </w:t>
      </w:r>
      <w:r w:rsidR="00BA4FE1" w:rsidRPr="00170599">
        <w:t>SARS</w:t>
      </w:r>
      <w:r w:rsidRPr="00170599">
        <w:t xml:space="preserve">, to the extent necessary and reasonable, in conducting the Acceptance Testing and respond to any queries relating to the operation and/or functionality of any </w:t>
      </w:r>
      <w:r w:rsidR="00FD51D4" w:rsidRPr="00170599">
        <w:t xml:space="preserve">Tested </w:t>
      </w:r>
      <w:r w:rsidR="005C365A" w:rsidRPr="00170599">
        <w:t>Deliverables</w:t>
      </w:r>
      <w:r w:rsidR="005C365A" w:rsidRPr="00170599" w:rsidDel="00FD51D4">
        <w:t xml:space="preserve"> </w:t>
      </w:r>
      <w:r w:rsidR="005C365A" w:rsidRPr="00170599">
        <w:t>within</w:t>
      </w:r>
      <w:r w:rsidRPr="00170599">
        <w:t xml:space="preserve"> a reasonable time. The Service Provider shall further assist </w:t>
      </w:r>
      <w:r w:rsidR="00BA4FE1" w:rsidRPr="00170599">
        <w:t>SARS</w:t>
      </w:r>
      <w:r w:rsidRPr="00170599">
        <w:t xml:space="preserve"> with the evaluation of such </w:t>
      </w:r>
      <w:r w:rsidR="00FD51D4" w:rsidRPr="00170599">
        <w:t xml:space="preserve">Tested </w:t>
      </w:r>
      <w:r w:rsidR="005C365A" w:rsidRPr="00170599">
        <w:t>Deliverables</w:t>
      </w:r>
      <w:r w:rsidR="005C365A" w:rsidRPr="00170599" w:rsidDel="00FD51D4">
        <w:t>.</w:t>
      </w:r>
      <w:bookmarkEnd w:id="507"/>
    </w:p>
    <w:p w14:paraId="00097877" w14:textId="090D13A6" w:rsidR="001D2BCE" w:rsidRPr="001A303E" w:rsidRDefault="001D2BCE" w:rsidP="00A272AE">
      <w:pPr>
        <w:pStyle w:val="ListParagraph"/>
        <w:numPr>
          <w:ilvl w:val="2"/>
          <w:numId w:val="28"/>
        </w:numPr>
        <w:spacing w:before="120" w:after="240" w:line="360" w:lineRule="auto"/>
        <w:ind w:left="709" w:hanging="709"/>
        <w:contextualSpacing w:val="0"/>
        <w:jc w:val="both"/>
      </w:pPr>
      <w:bookmarkStart w:id="508" w:name="_Toc12416767"/>
      <w:r w:rsidRPr="00170599">
        <w:t xml:space="preserve">Should </w:t>
      </w:r>
      <w:r w:rsidR="00BA4FE1" w:rsidRPr="00170599">
        <w:t>SARS</w:t>
      </w:r>
      <w:r w:rsidRPr="00170599">
        <w:t xml:space="preserve"> not accept the </w:t>
      </w:r>
      <w:r w:rsidR="00B822C5" w:rsidRPr="00170599">
        <w:t xml:space="preserve">Tested </w:t>
      </w:r>
      <w:r w:rsidRPr="00170599">
        <w:t xml:space="preserve">Deliverable and/or its related documentation, </w:t>
      </w:r>
      <w:r w:rsidR="00BA4FE1" w:rsidRPr="00170599">
        <w:t>SARS</w:t>
      </w:r>
      <w:r w:rsidRPr="00170599">
        <w:t xml:space="preserve"> shall provide the Service Provider with written notice of its non-acceptance of such </w:t>
      </w:r>
      <w:r w:rsidR="00FD51D4" w:rsidRPr="00170599">
        <w:t>Tested Deliverable</w:t>
      </w:r>
      <w:r w:rsidRPr="00170599">
        <w:t xml:space="preserve">. The Acceptance Testing will be repeated in respect of such failures or any element which was not approved by </w:t>
      </w:r>
      <w:r w:rsidR="00BA4FE1" w:rsidRPr="00170599">
        <w:t>SARS</w:t>
      </w:r>
      <w:r w:rsidRPr="00170599">
        <w:t xml:space="preserve"> in order to correct any Deficiencies in such </w:t>
      </w:r>
      <w:r w:rsidR="00FD51D4" w:rsidRPr="00170599">
        <w:t>Tested Deliverable</w:t>
      </w:r>
      <w:r w:rsidRPr="00170599">
        <w:t xml:space="preserve">, until </w:t>
      </w:r>
      <w:r w:rsidR="00BA4FE1" w:rsidRPr="00170599">
        <w:t>SARS</w:t>
      </w:r>
      <w:r w:rsidRPr="00170599">
        <w:t xml:space="preserve"> is satisfied with the outcome of the Acceptance Testing. The Service Provider shall correct any Deficiencies in such </w:t>
      </w:r>
      <w:r w:rsidR="00FD51D4" w:rsidRPr="00170599">
        <w:t>Tested Deliverable</w:t>
      </w:r>
      <w:r w:rsidRPr="00170599">
        <w:t xml:space="preserve"> and its related documentation within 24 (</w:t>
      </w:r>
      <w:r w:rsidR="00AD634F" w:rsidRPr="00170599">
        <w:t>twenty-four</w:t>
      </w:r>
      <w:r w:rsidRPr="00170599">
        <w:t xml:space="preserve">) hours of receiving </w:t>
      </w:r>
      <w:r w:rsidR="00BA4FE1" w:rsidRPr="00170599">
        <w:t>SARS</w:t>
      </w:r>
      <w:r w:rsidRPr="00170599">
        <w:t xml:space="preserve">’s notice to ensure that they are free from Deficiencies and conform to </w:t>
      </w:r>
      <w:r w:rsidR="00BA4FE1" w:rsidRPr="00170599">
        <w:t>SARS</w:t>
      </w:r>
      <w:r w:rsidRPr="00170599">
        <w:t xml:space="preserve">’s business and security requirements, where after such </w:t>
      </w:r>
      <w:r w:rsidR="00FD51D4" w:rsidRPr="00170599">
        <w:t>Tested Deliverable</w:t>
      </w:r>
      <w:r w:rsidR="00FD51D4" w:rsidRPr="00170599" w:rsidDel="00FD51D4">
        <w:t xml:space="preserve"> </w:t>
      </w:r>
      <w:r w:rsidRPr="00170599">
        <w:t xml:space="preserve"> will be resubmitted to Acceptance Testing in accordance with the provisions of </w:t>
      </w:r>
      <w:r w:rsidR="00E23CEB" w:rsidRPr="00170599">
        <w:rPr>
          <w:b/>
        </w:rPr>
        <w:t>Clause</w:t>
      </w:r>
      <w:r w:rsidR="00AD634F" w:rsidRPr="00170599">
        <w:rPr>
          <w:b/>
        </w:rPr>
        <w:t xml:space="preserve"> </w:t>
      </w:r>
      <w:r w:rsidR="00332106" w:rsidRPr="001A303E">
        <w:rPr>
          <w:b/>
        </w:rPr>
        <w:fldChar w:fldCharType="begin"/>
      </w:r>
      <w:r w:rsidR="00332106" w:rsidRPr="00170599">
        <w:rPr>
          <w:b/>
        </w:rPr>
        <w:instrText xml:space="preserve"> REF _Ref55907785 \r \h </w:instrText>
      </w:r>
      <w:r w:rsidR="00252202">
        <w:rPr>
          <w:b/>
        </w:rPr>
        <w:instrText xml:space="preserve"> \* MERGEFORMAT </w:instrText>
      </w:r>
      <w:r w:rsidR="00332106" w:rsidRPr="001A303E">
        <w:rPr>
          <w:b/>
        </w:rPr>
      </w:r>
      <w:r w:rsidR="00332106" w:rsidRPr="001A303E">
        <w:rPr>
          <w:b/>
        </w:rPr>
        <w:fldChar w:fldCharType="separate"/>
      </w:r>
      <w:r w:rsidR="00C26F3F">
        <w:rPr>
          <w:b/>
        </w:rPr>
        <w:t>11</w:t>
      </w:r>
      <w:r w:rsidR="00332106" w:rsidRPr="001A303E">
        <w:rPr>
          <w:b/>
        </w:rPr>
        <w:fldChar w:fldCharType="end"/>
      </w:r>
      <w:r w:rsidRPr="001A303E">
        <w:t>.</w:t>
      </w:r>
      <w:bookmarkEnd w:id="508"/>
      <w:r w:rsidRPr="001A303E">
        <w:t xml:space="preserve"> </w:t>
      </w:r>
    </w:p>
    <w:p w14:paraId="065F214F" w14:textId="77777777" w:rsidR="001D2BCE" w:rsidRPr="001A303E" w:rsidRDefault="001D2BCE" w:rsidP="00A272AE">
      <w:pPr>
        <w:pStyle w:val="ListParagraph"/>
        <w:numPr>
          <w:ilvl w:val="2"/>
          <w:numId w:val="28"/>
        </w:numPr>
        <w:spacing w:before="120" w:after="240" w:line="360" w:lineRule="auto"/>
        <w:ind w:left="709" w:hanging="709"/>
        <w:contextualSpacing w:val="0"/>
        <w:jc w:val="both"/>
        <w:rPr>
          <w:b/>
          <w:bCs/>
        </w:rPr>
      </w:pPr>
      <w:bookmarkStart w:id="509" w:name="_Ref534799223"/>
      <w:bookmarkStart w:id="510" w:name="_Toc12416768"/>
      <w:r w:rsidRPr="001A303E">
        <w:t xml:space="preserve">If the Service Provider is unable to correct such Deficiencies within a period of 14 (fourteen) days, </w:t>
      </w:r>
      <w:r w:rsidR="00BA4FE1" w:rsidRPr="001A303E">
        <w:t>SARS</w:t>
      </w:r>
      <w:r w:rsidRPr="001A303E">
        <w:t xml:space="preserve"> shall, without limiting any of its other rights contained in this Agreement, be entitled to a refund of the fees paid for such </w:t>
      </w:r>
      <w:r w:rsidR="00FD51D4" w:rsidRPr="001A303E">
        <w:t>Tested Deliverable</w:t>
      </w:r>
      <w:r w:rsidRPr="001A303E">
        <w:t xml:space="preserve"> and its related Documentation and shall return the Deliverable and its related Documentation to the Service Provider. Such refund shall be made within 14 (fourteen) days of receiving </w:t>
      </w:r>
      <w:r w:rsidR="00BA4FE1" w:rsidRPr="001A303E">
        <w:t>SARS</w:t>
      </w:r>
      <w:r w:rsidRPr="001A303E">
        <w:t>’s notice.</w:t>
      </w:r>
      <w:bookmarkEnd w:id="509"/>
      <w:bookmarkEnd w:id="510"/>
    </w:p>
    <w:p w14:paraId="0A8D9065" w14:textId="77777777" w:rsidR="001D2BCE" w:rsidRPr="00170599" w:rsidRDefault="001D2BCE" w:rsidP="00A272AE">
      <w:pPr>
        <w:pStyle w:val="ListParagraph"/>
        <w:numPr>
          <w:ilvl w:val="2"/>
          <w:numId w:val="28"/>
        </w:numPr>
        <w:spacing w:before="120" w:after="240" w:line="360" w:lineRule="auto"/>
        <w:ind w:left="709" w:hanging="709"/>
        <w:contextualSpacing w:val="0"/>
        <w:jc w:val="both"/>
        <w:rPr>
          <w:b/>
          <w:bCs/>
        </w:rPr>
      </w:pPr>
      <w:bookmarkStart w:id="511" w:name="_Toc12416769"/>
      <w:r w:rsidRPr="001A303E">
        <w:t xml:space="preserve">The Service Provider will ensure that the </w:t>
      </w:r>
      <w:r w:rsidR="00FD51D4" w:rsidRPr="001A303E">
        <w:t xml:space="preserve">Tested </w:t>
      </w:r>
      <w:r w:rsidR="008758F4" w:rsidRPr="001A303E">
        <w:t>Deliverable</w:t>
      </w:r>
      <w:r w:rsidR="008758F4" w:rsidRPr="00BB3CB5" w:rsidDel="00FD51D4">
        <w:t xml:space="preserve"> </w:t>
      </w:r>
      <w:r w:rsidR="008758F4" w:rsidRPr="00BB3CB5">
        <w:t>procured</w:t>
      </w:r>
      <w:r w:rsidRPr="00170599">
        <w:t xml:space="preserve"> in terms of this Agreement are compatible with the information technology and telecommunications standards and architectures of </w:t>
      </w:r>
      <w:r w:rsidR="00BA4FE1" w:rsidRPr="00170599">
        <w:t>SARS</w:t>
      </w:r>
      <w:r w:rsidRPr="00170599">
        <w:t>. This information is available to the Service Provider upon prior written request.</w:t>
      </w:r>
      <w:bookmarkEnd w:id="511"/>
      <w:r w:rsidRPr="00170599">
        <w:t xml:space="preserve"> </w:t>
      </w:r>
    </w:p>
    <w:p w14:paraId="73E938C4" w14:textId="77777777" w:rsidR="001D2BCE" w:rsidRPr="00170599" w:rsidRDefault="001D2BCE" w:rsidP="00A272AE">
      <w:pPr>
        <w:pStyle w:val="ListParagraph"/>
        <w:numPr>
          <w:ilvl w:val="2"/>
          <w:numId w:val="28"/>
        </w:numPr>
        <w:spacing w:before="120" w:after="240" w:line="360" w:lineRule="auto"/>
        <w:ind w:left="709" w:hanging="709"/>
        <w:contextualSpacing w:val="0"/>
        <w:jc w:val="both"/>
        <w:rPr>
          <w:b/>
          <w:bCs/>
        </w:rPr>
      </w:pPr>
      <w:bookmarkStart w:id="512" w:name="_Toc12416770"/>
      <w:r w:rsidRPr="00170599">
        <w:t xml:space="preserve">Once </w:t>
      </w:r>
      <w:r w:rsidR="00BA4FE1" w:rsidRPr="00170599">
        <w:t>SARS</w:t>
      </w:r>
      <w:r w:rsidRPr="00170599">
        <w:t xml:space="preserve"> is satisfied with the outcome of Acceptance Testing, </w:t>
      </w:r>
      <w:r w:rsidR="00BA4FE1" w:rsidRPr="00170599">
        <w:t>SARS</w:t>
      </w:r>
      <w:r w:rsidRPr="00170599">
        <w:t xml:space="preserve"> will furnish the Service Provider with a formal acceptance of the functionality of the </w:t>
      </w:r>
      <w:r w:rsidR="00FD51D4" w:rsidRPr="00170599">
        <w:t>Tested Deliverable</w:t>
      </w:r>
      <w:r w:rsidRPr="00170599">
        <w:t>.</w:t>
      </w:r>
      <w:bookmarkEnd w:id="512"/>
    </w:p>
    <w:p w14:paraId="34AA8A2D" w14:textId="1BF032DD" w:rsidR="00172742" w:rsidRPr="00170599" w:rsidRDefault="00A272AE" w:rsidP="00A272AE">
      <w:pPr>
        <w:pStyle w:val="ListParagraph"/>
        <w:numPr>
          <w:ilvl w:val="1"/>
          <w:numId w:val="28"/>
        </w:numPr>
        <w:spacing w:before="120" w:after="240" w:line="360" w:lineRule="auto"/>
        <w:ind w:left="709" w:hanging="709"/>
        <w:contextualSpacing w:val="0"/>
        <w:jc w:val="both"/>
        <w:rPr>
          <w:b/>
        </w:rPr>
      </w:pPr>
      <w:bookmarkStart w:id="513" w:name="_Toc12416772"/>
      <w:r w:rsidRPr="00170599">
        <w:rPr>
          <w:b/>
        </w:rPr>
        <w:t>Documentation</w:t>
      </w:r>
    </w:p>
    <w:p w14:paraId="39EE7320" w14:textId="5B21A457" w:rsidR="001D2BCE" w:rsidRPr="00170599" w:rsidRDefault="001D2BCE" w:rsidP="00A272AE">
      <w:pPr>
        <w:pStyle w:val="ListParagraph"/>
        <w:numPr>
          <w:ilvl w:val="2"/>
          <w:numId w:val="28"/>
        </w:numPr>
        <w:spacing w:before="120" w:after="240" w:line="360" w:lineRule="auto"/>
        <w:ind w:left="709" w:hanging="709"/>
        <w:contextualSpacing w:val="0"/>
        <w:jc w:val="both"/>
      </w:pPr>
      <w:r w:rsidRPr="00170599">
        <w:t xml:space="preserve">The Service Provider shall deliver the Documentation in respect of each </w:t>
      </w:r>
      <w:r w:rsidR="00FD51D4" w:rsidRPr="00170599">
        <w:t>Tested Deliverable</w:t>
      </w:r>
      <w:r w:rsidRPr="00170599">
        <w:t xml:space="preserve"> on the date agreed upon by the Parties for review and approval. </w:t>
      </w:r>
      <w:r w:rsidR="00BA4FE1" w:rsidRPr="00170599">
        <w:t>SARS</w:t>
      </w:r>
      <w:r w:rsidRPr="00170599">
        <w:t xml:space="preserve"> shall give the Service Provider written notice of its approval or non-approval of the Documentation. If the Service Provider does not approve the Documentation, </w:t>
      </w:r>
      <w:r w:rsidR="00BA4FE1" w:rsidRPr="00170599">
        <w:t>SARS</w:t>
      </w:r>
      <w:r w:rsidRPr="00170599">
        <w:t xml:space="preserve"> shall give written reasons for its non-approval of the deliverable.</w:t>
      </w:r>
      <w:bookmarkEnd w:id="513"/>
      <w:r w:rsidR="002015F0" w:rsidRPr="00170599">
        <w:t xml:space="preserve"> The Service Provider must upon receipt of the notification for non-approval from SARS, rectify the Deficiencies within a time frame agreed upon by the Parties.</w:t>
      </w:r>
    </w:p>
    <w:p w14:paraId="0BC3608E" w14:textId="476434E8" w:rsidR="001D2BCE" w:rsidRDefault="001D2BCE" w:rsidP="00A272AE">
      <w:pPr>
        <w:pStyle w:val="ListParagraph"/>
        <w:numPr>
          <w:ilvl w:val="2"/>
          <w:numId w:val="28"/>
        </w:numPr>
        <w:spacing w:before="120" w:after="240" w:line="360" w:lineRule="auto"/>
        <w:ind w:left="709" w:hanging="709"/>
        <w:contextualSpacing w:val="0"/>
        <w:jc w:val="both"/>
      </w:pPr>
      <w:bookmarkStart w:id="514" w:name="_Toc12416773"/>
      <w:r w:rsidRPr="00170599">
        <w:t xml:space="preserve">Once </w:t>
      </w:r>
      <w:r w:rsidR="00BA4FE1" w:rsidRPr="00170599">
        <w:t>SARS</w:t>
      </w:r>
      <w:r w:rsidRPr="00170599">
        <w:t xml:space="preserve"> is satisfied with the outcome of the approval process, </w:t>
      </w:r>
      <w:r w:rsidR="00BA4FE1" w:rsidRPr="00170599">
        <w:t>SARS</w:t>
      </w:r>
      <w:r w:rsidRPr="00170599">
        <w:t xml:space="preserve"> shall furnish the Service Provider with a formal acceptance of the Documentation.</w:t>
      </w:r>
      <w:bookmarkEnd w:id="514"/>
    </w:p>
    <w:p w14:paraId="6A4E765B" w14:textId="77777777" w:rsidR="00C21D89" w:rsidRPr="00170599" w:rsidRDefault="00C21D89" w:rsidP="00C21D89">
      <w:pPr>
        <w:pStyle w:val="ListParagraph"/>
        <w:spacing w:before="120" w:after="240" w:line="360" w:lineRule="auto"/>
        <w:ind w:left="709"/>
        <w:contextualSpacing w:val="0"/>
        <w:jc w:val="both"/>
      </w:pPr>
    </w:p>
    <w:p w14:paraId="615BD777" w14:textId="77777777" w:rsidR="00640F9C" w:rsidRPr="00170599" w:rsidRDefault="00640F9C" w:rsidP="00A272AE">
      <w:pPr>
        <w:pStyle w:val="ListParagraph"/>
        <w:numPr>
          <w:ilvl w:val="0"/>
          <w:numId w:val="28"/>
        </w:numPr>
        <w:spacing w:before="120" w:after="240" w:line="360" w:lineRule="auto"/>
        <w:ind w:left="709" w:hanging="709"/>
        <w:contextualSpacing w:val="0"/>
        <w:jc w:val="both"/>
        <w:outlineLvl w:val="0"/>
        <w:rPr>
          <w:rFonts w:ascii="Arial Bold" w:hAnsi="Arial Bold"/>
          <w:b/>
          <w:caps/>
        </w:rPr>
      </w:pPr>
      <w:bookmarkStart w:id="515" w:name="_Toc65489831"/>
      <w:bookmarkStart w:id="516" w:name="_Toc283110463"/>
      <w:bookmarkStart w:id="517" w:name="_Toc293325627"/>
      <w:bookmarkStart w:id="518" w:name="_Ref528582797"/>
      <w:bookmarkEnd w:id="202"/>
      <w:bookmarkEnd w:id="245"/>
      <w:bookmarkEnd w:id="489"/>
      <w:r w:rsidRPr="00170599">
        <w:rPr>
          <w:rFonts w:ascii="Arial Bold" w:hAnsi="Arial Bold"/>
          <w:b/>
          <w:caps/>
        </w:rPr>
        <w:t>SERVICE LEVELS</w:t>
      </w:r>
      <w:bookmarkEnd w:id="515"/>
      <w:r w:rsidRPr="00170599">
        <w:rPr>
          <w:rFonts w:ascii="Arial Bold" w:hAnsi="Arial Bold"/>
          <w:b/>
          <w:caps/>
        </w:rPr>
        <w:t xml:space="preserve"> </w:t>
      </w:r>
    </w:p>
    <w:p w14:paraId="1B65CCB2" w14:textId="27249BFB" w:rsidR="00640F9C" w:rsidRPr="00170599" w:rsidRDefault="00640F9C" w:rsidP="00A272AE">
      <w:pPr>
        <w:pStyle w:val="ListParagraph"/>
        <w:numPr>
          <w:ilvl w:val="1"/>
          <w:numId w:val="28"/>
        </w:numPr>
        <w:spacing w:before="120" w:after="240" w:line="360" w:lineRule="auto"/>
        <w:ind w:left="709" w:hanging="709"/>
        <w:contextualSpacing w:val="0"/>
        <w:jc w:val="both"/>
        <w:rPr>
          <w:b/>
          <w:bCs/>
        </w:rPr>
      </w:pPr>
      <w:bookmarkStart w:id="519" w:name="_Toc12416775"/>
      <w:r w:rsidRPr="00170599">
        <w:t xml:space="preserve">The Service Provider shall perform the Services with promptness and diligence, where possible, and courtesy </w:t>
      </w:r>
      <w:r w:rsidR="007E188E" w:rsidRPr="00170599">
        <w:t xml:space="preserve">on a best effort basis and ensuring that all </w:t>
      </w:r>
      <w:r w:rsidR="00512533" w:rsidRPr="00170599">
        <w:t>S</w:t>
      </w:r>
      <w:r w:rsidR="007E188E" w:rsidRPr="00170599">
        <w:t xml:space="preserve">ervice request logged are attended to during </w:t>
      </w:r>
      <w:r w:rsidR="009D67D3" w:rsidRPr="00170599">
        <w:t>Business Hours</w:t>
      </w:r>
      <w:r w:rsidR="007E188E" w:rsidRPr="00170599">
        <w:t>.</w:t>
      </w:r>
      <w:bookmarkEnd w:id="519"/>
      <w:r w:rsidRPr="00170599">
        <w:t xml:space="preserve"> </w:t>
      </w:r>
    </w:p>
    <w:p w14:paraId="2B6A81B0" w14:textId="77777777" w:rsidR="001D2BCE" w:rsidRPr="00170599" w:rsidRDefault="001D2BCE" w:rsidP="00A272AE">
      <w:pPr>
        <w:pStyle w:val="ListParagraph"/>
        <w:numPr>
          <w:ilvl w:val="0"/>
          <w:numId w:val="28"/>
        </w:numPr>
        <w:spacing w:before="120" w:after="240" w:line="360" w:lineRule="auto"/>
        <w:ind w:left="709" w:hanging="709"/>
        <w:contextualSpacing w:val="0"/>
        <w:jc w:val="both"/>
        <w:outlineLvl w:val="0"/>
        <w:rPr>
          <w:rFonts w:ascii="Arial Bold" w:hAnsi="Arial Bold"/>
          <w:b/>
          <w:caps/>
        </w:rPr>
      </w:pPr>
      <w:bookmarkStart w:id="520" w:name="_Toc65489832"/>
      <w:r w:rsidRPr="00170599">
        <w:rPr>
          <w:rFonts w:ascii="Arial Bold" w:hAnsi="Arial Bold"/>
          <w:b/>
          <w:caps/>
        </w:rPr>
        <w:t>Health, safety and security procedures and guidelines</w:t>
      </w:r>
      <w:bookmarkEnd w:id="516"/>
      <w:bookmarkEnd w:id="517"/>
      <w:bookmarkEnd w:id="520"/>
    </w:p>
    <w:p w14:paraId="2FFDF92E" w14:textId="1703800F" w:rsidR="001D2BCE" w:rsidRPr="00170599" w:rsidRDefault="001D2BCE" w:rsidP="00A272AE">
      <w:pPr>
        <w:pStyle w:val="ListParagraph"/>
        <w:numPr>
          <w:ilvl w:val="1"/>
          <w:numId w:val="28"/>
        </w:numPr>
        <w:spacing w:before="120" w:after="240" w:line="360" w:lineRule="auto"/>
        <w:ind w:left="709" w:hanging="709"/>
        <w:contextualSpacing w:val="0"/>
        <w:jc w:val="both"/>
        <w:rPr>
          <w:b/>
          <w:bCs/>
        </w:rPr>
      </w:pPr>
      <w:bookmarkStart w:id="521" w:name="_Toc12416777"/>
      <w:r w:rsidRPr="00170599">
        <w:t xml:space="preserve">The Service Provider will ensure that </w:t>
      </w:r>
      <w:r w:rsidR="00BB3E4D" w:rsidRPr="00170599">
        <w:t xml:space="preserve">The Service Provider Personnel </w:t>
      </w:r>
      <w:r w:rsidRPr="00170599">
        <w:t xml:space="preserve"> will at all times, whilst </w:t>
      </w:r>
      <w:r w:rsidR="00102791" w:rsidRPr="00170599">
        <w:t xml:space="preserve">on </w:t>
      </w:r>
      <w:r w:rsidR="00AF0115" w:rsidRPr="00170599">
        <w:t>Location</w:t>
      </w:r>
      <w:r w:rsidRPr="00170599">
        <w:t xml:space="preserve">, adhere to the standard health, safety and security procedures and guidelines applicable to </w:t>
      </w:r>
      <w:r w:rsidR="00BA4FE1" w:rsidRPr="00170599">
        <w:t>SARS</w:t>
      </w:r>
      <w:r w:rsidR="004B0ADB" w:rsidRPr="00170599">
        <w:t>’</w:t>
      </w:r>
      <w:r w:rsidRPr="00170599">
        <w:t xml:space="preserve">s </w:t>
      </w:r>
      <w:r w:rsidR="00BB3E4D" w:rsidRPr="00170599">
        <w:t xml:space="preserve">Personnel </w:t>
      </w:r>
      <w:r w:rsidRPr="00170599">
        <w:t xml:space="preserve">, as such procedures and guidelines may be changed by </w:t>
      </w:r>
      <w:r w:rsidR="00BA4FE1" w:rsidRPr="00170599">
        <w:t>SARS</w:t>
      </w:r>
      <w:r w:rsidRPr="00170599">
        <w:t xml:space="preserve"> from time to time and are available to the Service Provider on request. Should </w:t>
      </w:r>
      <w:r w:rsidR="00BA4FE1" w:rsidRPr="00170599">
        <w:t>SARS</w:t>
      </w:r>
      <w:r w:rsidRPr="00170599">
        <w:t xml:space="preserve"> at any time have reason to believe that any member of the Service Provider</w:t>
      </w:r>
      <w:r w:rsidR="004B0ADB" w:rsidRPr="00170599">
        <w:t>’</w:t>
      </w:r>
      <w:r w:rsidRPr="00170599">
        <w:t xml:space="preserve">s </w:t>
      </w:r>
      <w:r w:rsidR="00BB3E4D" w:rsidRPr="00170599">
        <w:t>Personnel</w:t>
      </w:r>
      <w:r w:rsidRPr="00170599">
        <w:t xml:space="preserve"> is failing to comply with such standard health, safety and security procedures and guidelines, </w:t>
      </w:r>
      <w:r w:rsidR="00BA4FE1" w:rsidRPr="00170599">
        <w:t>SARS</w:t>
      </w:r>
      <w:r w:rsidRPr="00170599">
        <w:t xml:space="preserve"> will be entitled to deny such member of Service Provider</w:t>
      </w:r>
      <w:r w:rsidR="004B0ADB" w:rsidRPr="00170599">
        <w:t>’</w:t>
      </w:r>
      <w:r w:rsidRPr="00170599">
        <w:t xml:space="preserve">s </w:t>
      </w:r>
      <w:r w:rsidR="00BB3E4D" w:rsidRPr="00170599">
        <w:t xml:space="preserve">Personnel </w:t>
      </w:r>
      <w:r w:rsidRPr="00170599">
        <w:t xml:space="preserve"> to any or all of </w:t>
      </w:r>
      <w:r w:rsidR="00AF0115" w:rsidRPr="00170599">
        <w:t>Location</w:t>
      </w:r>
      <w:r w:rsidRPr="00170599">
        <w:t xml:space="preserve"> and require the Service Provider to replace such member of </w:t>
      </w:r>
      <w:r w:rsidR="00BB3E4D" w:rsidRPr="00170599">
        <w:t>s</w:t>
      </w:r>
      <w:r w:rsidRPr="00170599">
        <w:t>taff without delay.</w:t>
      </w:r>
      <w:bookmarkEnd w:id="518"/>
      <w:bookmarkEnd w:id="521"/>
    </w:p>
    <w:p w14:paraId="3D4D350D" w14:textId="368F707D" w:rsidR="001D2BCE" w:rsidRPr="00170599" w:rsidRDefault="001D2BCE" w:rsidP="00A272AE">
      <w:pPr>
        <w:pStyle w:val="ListParagraph"/>
        <w:numPr>
          <w:ilvl w:val="1"/>
          <w:numId w:val="28"/>
        </w:numPr>
        <w:spacing w:before="120" w:after="240" w:line="360" w:lineRule="auto"/>
        <w:ind w:left="709" w:hanging="709"/>
        <w:contextualSpacing w:val="0"/>
        <w:jc w:val="both"/>
        <w:rPr>
          <w:b/>
          <w:bCs/>
        </w:rPr>
      </w:pPr>
      <w:bookmarkStart w:id="522" w:name="_Toc12416778"/>
      <w:r w:rsidRPr="00170599">
        <w:t>The Service Provider hereby agrees and undertakes, in terms of section 37(2) of the Occupational Health and Safety Act, 1993, to ensure that the Service Provider and the Service Provider</w:t>
      </w:r>
      <w:r w:rsidR="004B0ADB" w:rsidRPr="00170599">
        <w:t>’</w:t>
      </w:r>
      <w:r w:rsidRPr="00170599">
        <w:t xml:space="preserve">s </w:t>
      </w:r>
      <w:r w:rsidR="00794DC1" w:rsidRPr="00170599">
        <w:t>s</w:t>
      </w:r>
      <w:r w:rsidRPr="00170599">
        <w:t xml:space="preserve">taff comply with the aforesaid Act and accept sole responsibility for all health and safety matters relating to the provision of the Services, or in connection with or arising out of such Services, for the duration of this Agreement, including with regard to the </w:t>
      </w:r>
      <w:r w:rsidR="00967473" w:rsidRPr="00170599">
        <w:t>Service Provider Personnel</w:t>
      </w:r>
      <w:r w:rsidRPr="00170599">
        <w:t xml:space="preserve"> and ensuring that neither </w:t>
      </w:r>
      <w:r w:rsidR="00BA4FE1" w:rsidRPr="00170599">
        <w:t>SARS</w:t>
      </w:r>
      <w:r w:rsidR="004B0ADB" w:rsidRPr="00170599">
        <w:t>’</w:t>
      </w:r>
      <w:r w:rsidRPr="00170599">
        <w:t xml:space="preserve">s </w:t>
      </w:r>
      <w:r w:rsidR="00794DC1" w:rsidRPr="00170599">
        <w:t>s</w:t>
      </w:r>
      <w:r w:rsidRPr="00170599">
        <w:t xml:space="preserve">taff nor any Third Party service providers </w:t>
      </w:r>
      <w:r w:rsidR="00794DC1" w:rsidRPr="00170599">
        <w:t>s</w:t>
      </w:r>
      <w:r w:rsidRPr="00170599">
        <w:t>taff</w:t>
      </w:r>
      <w:r w:rsidR="004B0ADB" w:rsidRPr="00170599">
        <w:t>’</w:t>
      </w:r>
      <w:r w:rsidRPr="00170599">
        <w:t>s health and safety is endangered in any way by the Service Provider</w:t>
      </w:r>
      <w:r w:rsidR="004B0ADB" w:rsidRPr="00170599">
        <w:t>’</w:t>
      </w:r>
      <w:r w:rsidRPr="00170599">
        <w:t>s activities or conduct in providing the Services.</w:t>
      </w:r>
      <w:bookmarkEnd w:id="522"/>
    </w:p>
    <w:p w14:paraId="55F8F74F" w14:textId="77777777" w:rsidR="001D2BCE" w:rsidRPr="001A303E" w:rsidRDefault="001D2BCE" w:rsidP="00A272AE">
      <w:pPr>
        <w:pStyle w:val="ListParagraph"/>
        <w:numPr>
          <w:ilvl w:val="0"/>
          <w:numId w:val="28"/>
        </w:numPr>
        <w:spacing w:before="120" w:after="240" w:line="360" w:lineRule="auto"/>
        <w:ind w:left="709" w:hanging="709"/>
        <w:contextualSpacing w:val="0"/>
        <w:jc w:val="both"/>
        <w:outlineLvl w:val="0"/>
        <w:rPr>
          <w:rFonts w:ascii="Arial Bold" w:hAnsi="Arial Bold"/>
          <w:b/>
          <w:caps/>
        </w:rPr>
      </w:pPr>
      <w:bookmarkStart w:id="523" w:name="_Ref254281632"/>
      <w:bookmarkStart w:id="524" w:name="_Toc283110464"/>
      <w:bookmarkStart w:id="525" w:name="_Toc293325628"/>
      <w:bookmarkStart w:id="526" w:name="_Toc65489833"/>
      <w:r w:rsidRPr="001A303E">
        <w:rPr>
          <w:rFonts w:ascii="Arial Bold" w:hAnsi="Arial Bold"/>
          <w:b/>
          <w:caps/>
        </w:rPr>
        <w:t xml:space="preserve">FEES </w:t>
      </w:r>
      <w:r w:rsidR="00AD634F" w:rsidRPr="001A303E">
        <w:rPr>
          <w:rFonts w:ascii="Arial Bold" w:hAnsi="Arial Bold"/>
          <w:b/>
          <w:caps/>
        </w:rPr>
        <w:t xml:space="preserve">invoicing </w:t>
      </w:r>
      <w:r w:rsidRPr="001A303E">
        <w:rPr>
          <w:rFonts w:ascii="Arial Bold" w:hAnsi="Arial Bold"/>
          <w:b/>
          <w:caps/>
        </w:rPr>
        <w:t>and PAYMENT</w:t>
      </w:r>
      <w:bookmarkEnd w:id="523"/>
      <w:bookmarkEnd w:id="524"/>
      <w:bookmarkEnd w:id="525"/>
      <w:bookmarkEnd w:id="526"/>
    </w:p>
    <w:p w14:paraId="60B4B318" w14:textId="10EF1FFB" w:rsidR="002141D6" w:rsidRPr="00170599" w:rsidRDefault="002141D6" w:rsidP="00A272AE">
      <w:pPr>
        <w:pStyle w:val="level2"/>
        <w:widowControl w:val="0"/>
        <w:numPr>
          <w:ilvl w:val="1"/>
          <w:numId w:val="28"/>
        </w:numPr>
        <w:tabs>
          <w:tab w:val="clear" w:pos="4253"/>
          <w:tab w:val="clear" w:pos="8222"/>
        </w:tabs>
        <w:ind w:left="709" w:hanging="709"/>
        <w:outlineLvl w:val="9"/>
      </w:pPr>
      <w:bookmarkStart w:id="527" w:name="_Toc12416781"/>
      <w:bookmarkStart w:id="528" w:name="_Toc507491287"/>
      <w:bookmarkStart w:id="529" w:name="_Ref507909783"/>
      <w:bookmarkStart w:id="530" w:name="_Toc12180430"/>
      <w:bookmarkStart w:id="531" w:name="_Toc71810191"/>
      <w:bookmarkStart w:id="532" w:name="_Toc74371490"/>
      <w:bookmarkStart w:id="533" w:name="_Toc77472940"/>
      <w:bookmarkStart w:id="534" w:name="_Toc102366585"/>
      <w:bookmarkStart w:id="535" w:name="_Toc145350018"/>
      <w:r w:rsidRPr="00170599">
        <w:t xml:space="preserve">Fees under Annexe </w:t>
      </w:r>
      <w:r w:rsidRPr="00170599">
        <w:rPr>
          <w:b/>
        </w:rPr>
        <w:t>“B”</w:t>
      </w:r>
      <w:r w:rsidRPr="00170599">
        <w:t xml:space="preserve"> (Charges Schedule) are the only amounts payable by SARS to the Service Provider for the Services or otherwise in connection with this Agreement, and no other charges, expenses, costs or other amounts incurred by the Service Provider will be chargeable to or payable by SARS to the Service Provider, except as provided Annexe </w:t>
      </w:r>
      <w:r w:rsidRPr="00170599">
        <w:rPr>
          <w:b/>
        </w:rPr>
        <w:t>"B"</w:t>
      </w:r>
      <w:r w:rsidRPr="00170599">
        <w:t>.</w:t>
      </w:r>
    </w:p>
    <w:p w14:paraId="30C9F331" w14:textId="69FF77BC" w:rsidR="00640F9C" w:rsidRPr="001A303E" w:rsidRDefault="00640F9C" w:rsidP="00A272AE">
      <w:pPr>
        <w:pStyle w:val="ListParagraph"/>
        <w:numPr>
          <w:ilvl w:val="1"/>
          <w:numId w:val="28"/>
        </w:numPr>
        <w:spacing w:before="120" w:after="240" w:line="360" w:lineRule="auto"/>
        <w:ind w:left="709" w:hanging="709"/>
        <w:contextualSpacing w:val="0"/>
        <w:jc w:val="both"/>
      </w:pPr>
      <w:bookmarkStart w:id="536" w:name="_Toc12416782"/>
      <w:bookmarkEnd w:id="527"/>
      <w:r w:rsidRPr="00170599">
        <w:t xml:space="preserve">The Service Provider will (subject to the provisions of this </w:t>
      </w:r>
      <w:r w:rsidR="00E23CEB" w:rsidRPr="00170599">
        <w:rPr>
          <w:b/>
        </w:rPr>
        <w:t>Clause</w:t>
      </w:r>
      <w:r w:rsidRPr="00170599">
        <w:rPr>
          <w:b/>
        </w:rPr>
        <w:t xml:space="preserve"> </w:t>
      </w:r>
      <w:r w:rsidR="00332106" w:rsidRPr="00170599">
        <w:rPr>
          <w:b/>
        </w:rPr>
        <w:fldChar w:fldCharType="begin"/>
      </w:r>
      <w:r w:rsidR="00332106" w:rsidRPr="00170599">
        <w:rPr>
          <w:b/>
        </w:rPr>
        <w:instrText xml:space="preserve"> REF _Ref254281632 \r \h  \* MERGEFORMAT </w:instrText>
      </w:r>
      <w:r w:rsidR="00332106" w:rsidRPr="00170599">
        <w:rPr>
          <w:b/>
        </w:rPr>
      </w:r>
      <w:r w:rsidR="00332106" w:rsidRPr="00170599">
        <w:rPr>
          <w:b/>
        </w:rPr>
        <w:fldChar w:fldCharType="separate"/>
      </w:r>
      <w:r w:rsidR="00332106" w:rsidRPr="00170599">
        <w:rPr>
          <w:b/>
        </w:rPr>
        <w:t>15</w:t>
      </w:r>
      <w:r w:rsidR="00332106" w:rsidRPr="00170599">
        <w:rPr>
          <w:b/>
        </w:rPr>
        <w:fldChar w:fldCharType="end"/>
      </w:r>
      <w:r w:rsidRPr="00C26F3F">
        <w:t xml:space="preserve">), </w:t>
      </w:r>
      <w:r w:rsidRPr="001A303E">
        <w:t xml:space="preserve">not be entitled to: (i) impose or seek payment of any amounts or charges under the Agreement other than the </w:t>
      </w:r>
      <w:r w:rsidR="00B822C5" w:rsidRPr="001A303E">
        <w:t>Fees</w:t>
      </w:r>
      <w:r w:rsidRPr="001A303E">
        <w:t xml:space="preserve">; (ii) establish any new types of charges under the Agreement; or (iii) modify any of the </w:t>
      </w:r>
      <w:r w:rsidR="00B822C5" w:rsidRPr="001A303E">
        <w:t>Fees</w:t>
      </w:r>
      <w:r w:rsidRPr="001A303E">
        <w:t xml:space="preserve"> under the Agreement; unless SARS has </w:t>
      </w:r>
      <w:r w:rsidR="0092615C" w:rsidRPr="001A303E">
        <w:t xml:space="preserve">subject to the SARS procurement </w:t>
      </w:r>
      <w:r w:rsidR="00C25B08" w:rsidRPr="001A303E">
        <w:t>policies</w:t>
      </w:r>
      <w:r w:rsidR="0092615C" w:rsidRPr="001A303E">
        <w:t xml:space="preserve"> </w:t>
      </w:r>
      <w:r w:rsidR="00A669C3" w:rsidRPr="001A303E">
        <w:t>and procedures</w:t>
      </w:r>
      <w:r w:rsidR="0092615C" w:rsidRPr="001A303E">
        <w:t xml:space="preserve"> </w:t>
      </w:r>
      <w:r w:rsidRPr="001A303E">
        <w:t>agreed thereto in writing.</w:t>
      </w:r>
      <w:bookmarkEnd w:id="536"/>
    </w:p>
    <w:p w14:paraId="330F969E" w14:textId="7811EF0E" w:rsidR="009E71FD" w:rsidRPr="009E71FD" w:rsidRDefault="002015F0" w:rsidP="009E71FD">
      <w:pPr>
        <w:pStyle w:val="ListParagraph"/>
        <w:numPr>
          <w:ilvl w:val="1"/>
          <w:numId w:val="28"/>
        </w:numPr>
        <w:spacing w:before="120" w:after="240" w:line="360" w:lineRule="auto"/>
        <w:ind w:left="709" w:hanging="709"/>
        <w:contextualSpacing w:val="0"/>
        <w:jc w:val="both"/>
      </w:pPr>
      <w:bookmarkStart w:id="537" w:name="_Toc12416783"/>
      <w:r w:rsidRPr="001A303E">
        <w:t>In general, the Fees applicable to the Services are set out in the issued purchase order and detailed in the Service Provider’s quotation to the RFP</w:t>
      </w:r>
      <w:r w:rsidRPr="00BB3CB5">
        <w:t>. The relevant invoicing requirements and payment terms are also stipulated in the aforementioned RFP.</w:t>
      </w:r>
      <w:r w:rsidR="009E71FD" w:rsidRPr="009E71FD">
        <w:t xml:space="preserve"> The payment will be payable annually in advance, within 30 (thirty) days of receipt of the Service Provider’s invoice. </w:t>
      </w:r>
    </w:p>
    <w:p w14:paraId="4E8374AB" w14:textId="18E3CA32" w:rsidR="00640F9C" w:rsidRPr="001A303E" w:rsidRDefault="00640F9C" w:rsidP="00C25B08">
      <w:pPr>
        <w:pStyle w:val="ListParagraph"/>
        <w:numPr>
          <w:ilvl w:val="1"/>
          <w:numId w:val="28"/>
        </w:numPr>
        <w:spacing w:before="120" w:after="240" w:line="360" w:lineRule="auto"/>
        <w:ind w:left="709" w:hanging="709"/>
        <w:contextualSpacing w:val="0"/>
        <w:jc w:val="both"/>
      </w:pPr>
      <w:r w:rsidRPr="00170599">
        <w:t xml:space="preserve">Each invoice will consist of or have attached statement of the total amount due which will be itemised per Service. </w:t>
      </w:r>
      <w:bookmarkEnd w:id="537"/>
    </w:p>
    <w:p w14:paraId="241FA41B" w14:textId="77777777" w:rsidR="00640F9C" w:rsidRPr="001A303E" w:rsidRDefault="00640F9C" w:rsidP="00C25B08">
      <w:pPr>
        <w:pStyle w:val="ListParagraph"/>
        <w:numPr>
          <w:ilvl w:val="1"/>
          <w:numId w:val="28"/>
        </w:numPr>
        <w:spacing w:before="120" w:after="240" w:line="360" w:lineRule="auto"/>
        <w:ind w:left="709" w:hanging="709"/>
        <w:contextualSpacing w:val="0"/>
        <w:jc w:val="both"/>
      </w:pPr>
      <w:bookmarkStart w:id="538" w:name="_Toc12416784"/>
      <w:r w:rsidRPr="001A303E">
        <w:t>The Service Provider will verify that each invoice is complete and accurate and that it conforms to the requirements of the Agreement (including by carrying out detailed checks of each invoice) before issuing the invoice to SARS.</w:t>
      </w:r>
      <w:bookmarkEnd w:id="538"/>
      <w:r w:rsidRPr="001A303E">
        <w:t xml:space="preserve"> </w:t>
      </w:r>
    </w:p>
    <w:p w14:paraId="55940979" w14:textId="7A64E049" w:rsidR="0092615C" w:rsidRPr="001A303E" w:rsidRDefault="00640F9C" w:rsidP="00170599">
      <w:pPr>
        <w:pStyle w:val="ListParagraph"/>
        <w:numPr>
          <w:ilvl w:val="1"/>
          <w:numId w:val="28"/>
        </w:numPr>
        <w:spacing w:before="120" w:after="240" w:line="360" w:lineRule="auto"/>
        <w:ind w:left="709" w:hanging="709"/>
        <w:contextualSpacing w:val="0"/>
        <w:jc w:val="both"/>
      </w:pPr>
      <w:bookmarkStart w:id="539" w:name="_Toc12416785"/>
      <w:r w:rsidRPr="001A303E">
        <w:t xml:space="preserve">SARS may withhold any amounts that it disputes in good faith,  </w:t>
      </w:r>
      <w:r w:rsidR="002C09E2" w:rsidRPr="001A303E">
        <w:t>and</w:t>
      </w:r>
      <w:r w:rsidRPr="001A303E">
        <w:t xml:space="preserve"> such dispute shall be discussed in the meetings as provided for in</w:t>
      </w:r>
      <w:r w:rsidRPr="00170599">
        <w:rPr>
          <w:b/>
        </w:rPr>
        <w:t xml:space="preserve"> </w:t>
      </w:r>
      <w:r w:rsidR="00E23CEB" w:rsidRPr="00170599">
        <w:rPr>
          <w:b/>
        </w:rPr>
        <w:t>Clause</w:t>
      </w:r>
      <w:r w:rsidRPr="00170599">
        <w:rPr>
          <w:b/>
        </w:rPr>
        <w:t xml:space="preserve"> </w:t>
      </w:r>
      <w:r w:rsidR="002D58D7" w:rsidRPr="00170599">
        <w:rPr>
          <w:b/>
        </w:rPr>
        <w:fldChar w:fldCharType="begin"/>
      </w:r>
      <w:r w:rsidR="002D58D7" w:rsidRPr="00170599">
        <w:rPr>
          <w:b/>
        </w:rPr>
        <w:instrText xml:space="preserve"> REF _Ref148459 \r \h </w:instrText>
      </w:r>
      <w:r w:rsidR="004A16F1" w:rsidRPr="00170599">
        <w:rPr>
          <w:b/>
        </w:rPr>
        <w:instrText xml:space="preserve"> \* MERGEFORMAT </w:instrText>
      </w:r>
      <w:r w:rsidR="002D58D7" w:rsidRPr="00170599">
        <w:rPr>
          <w:b/>
        </w:rPr>
      </w:r>
      <w:r w:rsidR="002D58D7" w:rsidRPr="00170599">
        <w:rPr>
          <w:b/>
        </w:rPr>
        <w:fldChar w:fldCharType="separate"/>
      </w:r>
      <w:r w:rsidR="00C26F3F">
        <w:rPr>
          <w:b/>
        </w:rPr>
        <w:t>17</w:t>
      </w:r>
      <w:r w:rsidR="002D58D7" w:rsidRPr="00170599">
        <w:rPr>
          <w:b/>
        </w:rPr>
        <w:fldChar w:fldCharType="end"/>
      </w:r>
      <w:r w:rsidR="00332106" w:rsidRPr="001A303E">
        <w:rPr>
          <w:b/>
        </w:rPr>
        <w:t>.</w:t>
      </w:r>
    </w:p>
    <w:p w14:paraId="055E1C10" w14:textId="77777777" w:rsidR="00640F9C" w:rsidRPr="00170599" w:rsidRDefault="00640F9C" w:rsidP="00C25B08">
      <w:pPr>
        <w:pStyle w:val="ListParagraph"/>
        <w:numPr>
          <w:ilvl w:val="1"/>
          <w:numId w:val="28"/>
        </w:numPr>
        <w:spacing w:before="120" w:after="240" w:line="360" w:lineRule="auto"/>
        <w:ind w:left="709" w:hanging="709"/>
        <w:contextualSpacing w:val="0"/>
        <w:jc w:val="both"/>
      </w:pPr>
      <w:bookmarkStart w:id="540" w:name="_Ref165732251"/>
      <w:bookmarkStart w:id="541" w:name="_Toc12416786"/>
      <w:bookmarkEnd w:id="539"/>
      <w:r w:rsidRPr="001A303E">
        <w:t xml:space="preserve">If an invoice is identified as incorrect, then </w:t>
      </w:r>
      <w:r w:rsidR="00B822C5" w:rsidRPr="001A303E">
        <w:t xml:space="preserve">the </w:t>
      </w:r>
      <w:r w:rsidRPr="001A303E">
        <w:t xml:space="preserve">Service Provider shall, at SARS’s election: (i) issue a corrected invoice; or (ii) issue a credit note to SARS and forthwith refund to SARS the overpayment (if any); or (iii) make a correction on the invoice for the month following the month in which the incorrect invoice was issued. If (ii) or (iii) applies </w:t>
      </w:r>
      <w:r w:rsidR="00B822C5" w:rsidRPr="001A303E">
        <w:t xml:space="preserve">the </w:t>
      </w:r>
      <w:r w:rsidRPr="001A303E">
        <w:t xml:space="preserve">Service Provider shall calculate the credit note or invoice correction (as the case may be) on the basis that interest calculated at the </w:t>
      </w:r>
      <w:r w:rsidR="00B822C5" w:rsidRPr="001A303E">
        <w:t>Repo Rate</w:t>
      </w:r>
      <w:r w:rsidRPr="001A303E">
        <w:t xml:space="preserve"> shall accrue in favour of SARS for the number of days from the date of SARS’s payment to the date of the refund (in the case of (ii) and the date of the payment of the corrected invoice (in the case of (iii)) (assuming a 365 day year).</w:t>
      </w:r>
      <w:r w:rsidR="00D26F4F" w:rsidRPr="00BB3CB5">
        <w:t xml:space="preserve"> </w:t>
      </w:r>
      <w:r w:rsidRPr="00BB3CB5">
        <w:t>SARS shall not be responsible for paying interest on undercharged amounts, if any.</w:t>
      </w:r>
      <w:bookmarkEnd w:id="540"/>
      <w:bookmarkEnd w:id="541"/>
    </w:p>
    <w:p w14:paraId="0667321C" w14:textId="77777777" w:rsidR="00640F9C" w:rsidRPr="00170599" w:rsidRDefault="00640F9C" w:rsidP="00C25B08">
      <w:pPr>
        <w:pStyle w:val="ListParagraph"/>
        <w:numPr>
          <w:ilvl w:val="1"/>
          <w:numId w:val="28"/>
        </w:numPr>
        <w:spacing w:before="120" w:after="240" w:line="360" w:lineRule="auto"/>
        <w:ind w:left="709" w:hanging="709"/>
        <w:contextualSpacing w:val="0"/>
        <w:jc w:val="both"/>
      </w:pPr>
      <w:bookmarkStart w:id="542" w:name="_Toc12416787"/>
      <w:r w:rsidRPr="00170599">
        <w:t xml:space="preserve">The Service Provider will maintain complete and accurate records of, and supporting documentation for, the amounts invoiced to and payments made by SARS hereunder in accordance with generally accepted South African accounting practice (compliant with </w:t>
      </w:r>
      <w:r w:rsidR="00D26F4F" w:rsidRPr="00170599">
        <w:t>F</w:t>
      </w:r>
      <w:r w:rsidR="005C365A" w:rsidRPr="00170599">
        <w:t>AIS</w:t>
      </w:r>
      <w:r w:rsidRPr="00170599">
        <w:t xml:space="preserve"> and IFRS) applied on a consistent basis.</w:t>
      </w:r>
      <w:bookmarkEnd w:id="542"/>
      <w:r w:rsidRPr="00170599">
        <w:t xml:space="preserve">  </w:t>
      </w:r>
    </w:p>
    <w:p w14:paraId="3FFA1AAA" w14:textId="77777777" w:rsidR="00640F9C" w:rsidRPr="00170599" w:rsidRDefault="00640F9C" w:rsidP="00C25B08">
      <w:pPr>
        <w:pStyle w:val="ListParagraph"/>
        <w:numPr>
          <w:ilvl w:val="1"/>
          <w:numId w:val="28"/>
        </w:numPr>
        <w:spacing w:before="120" w:after="240" w:line="360" w:lineRule="auto"/>
        <w:ind w:left="709" w:hanging="709"/>
        <w:contextualSpacing w:val="0"/>
        <w:jc w:val="both"/>
      </w:pPr>
      <w:bookmarkStart w:id="543" w:name="_Toc12416788"/>
      <w:r w:rsidRPr="00170599">
        <w:t xml:space="preserve">Within 10 (ten) days after SARS’s request, the Service Provider will provide SARS with any other documentation or information reasonably required in order to verify the accuracy of the </w:t>
      </w:r>
      <w:r w:rsidR="00B822C5" w:rsidRPr="00170599">
        <w:t>Fees</w:t>
      </w:r>
      <w:r w:rsidRPr="00170599">
        <w:t xml:space="preserve"> on an invoice and its compliance with the requirements of the Agreement.</w:t>
      </w:r>
      <w:bookmarkEnd w:id="543"/>
    </w:p>
    <w:p w14:paraId="78DDB1F6" w14:textId="77777777" w:rsidR="001D2BCE" w:rsidRPr="00170599" w:rsidRDefault="00AD634F" w:rsidP="00C25B08">
      <w:pPr>
        <w:pStyle w:val="ListParagraph"/>
        <w:numPr>
          <w:ilvl w:val="0"/>
          <w:numId w:val="28"/>
        </w:numPr>
        <w:spacing w:before="120" w:after="240" w:line="360" w:lineRule="auto"/>
        <w:ind w:left="709" w:hanging="709"/>
        <w:contextualSpacing w:val="0"/>
        <w:jc w:val="both"/>
        <w:outlineLvl w:val="0"/>
        <w:rPr>
          <w:rFonts w:ascii="Arial Bold" w:hAnsi="Arial Bold"/>
          <w:b/>
          <w:caps/>
        </w:rPr>
      </w:pPr>
      <w:bookmarkStart w:id="544" w:name="_Toc65489834"/>
      <w:r w:rsidRPr="00170599">
        <w:rPr>
          <w:rFonts w:ascii="Arial Bold" w:hAnsi="Arial Bold"/>
          <w:b/>
          <w:caps/>
        </w:rPr>
        <w:t>T</w:t>
      </w:r>
      <w:r w:rsidR="001D2BCE" w:rsidRPr="00170599">
        <w:rPr>
          <w:rFonts w:ascii="Arial Bold" w:hAnsi="Arial Bold"/>
          <w:b/>
          <w:caps/>
        </w:rPr>
        <w:t xml:space="preserve">ax, </w:t>
      </w:r>
      <w:r w:rsidRPr="00170599">
        <w:rPr>
          <w:rFonts w:ascii="Arial Bold" w:hAnsi="Arial Bold"/>
          <w:b/>
          <w:caps/>
        </w:rPr>
        <w:t>D</w:t>
      </w:r>
      <w:r w:rsidR="001D2BCE" w:rsidRPr="00170599">
        <w:rPr>
          <w:rFonts w:ascii="Arial Bold" w:hAnsi="Arial Bold"/>
          <w:b/>
          <w:caps/>
        </w:rPr>
        <w:t xml:space="preserve">uties and </w:t>
      </w:r>
      <w:r w:rsidRPr="00170599">
        <w:rPr>
          <w:rFonts w:ascii="Arial Bold" w:hAnsi="Arial Bold"/>
          <w:b/>
          <w:caps/>
        </w:rPr>
        <w:t>C</w:t>
      </w:r>
      <w:r w:rsidR="001D2BCE" w:rsidRPr="00170599">
        <w:rPr>
          <w:rFonts w:ascii="Arial Bold" w:hAnsi="Arial Bold"/>
          <w:b/>
          <w:caps/>
        </w:rPr>
        <w:t>urrency issues</w:t>
      </w:r>
      <w:bookmarkEnd w:id="544"/>
    </w:p>
    <w:p w14:paraId="6C013223" w14:textId="77777777" w:rsidR="001D2BCE" w:rsidRPr="00170599" w:rsidRDefault="001D2BCE" w:rsidP="00C25B08">
      <w:pPr>
        <w:pStyle w:val="ListParagraph"/>
        <w:numPr>
          <w:ilvl w:val="1"/>
          <w:numId w:val="28"/>
        </w:numPr>
        <w:spacing w:before="120" w:after="240" w:line="360" w:lineRule="auto"/>
        <w:ind w:left="709" w:hanging="709"/>
        <w:contextualSpacing w:val="0"/>
        <w:jc w:val="both"/>
      </w:pPr>
      <w:bookmarkStart w:id="545" w:name="_Toc12416790"/>
      <w:bookmarkStart w:id="546" w:name="_Toc145350020"/>
      <w:bookmarkEnd w:id="528"/>
      <w:bookmarkEnd w:id="529"/>
      <w:bookmarkEnd w:id="530"/>
      <w:bookmarkEnd w:id="531"/>
      <w:bookmarkEnd w:id="532"/>
      <w:bookmarkEnd w:id="533"/>
      <w:bookmarkEnd w:id="534"/>
      <w:bookmarkEnd w:id="535"/>
      <w:r w:rsidRPr="00170599">
        <w:t xml:space="preserve">Unless otherwise specified, all </w:t>
      </w:r>
      <w:r w:rsidR="00550AEE" w:rsidRPr="00170599">
        <w:t>Fees</w:t>
      </w:r>
      <w:r w:rsidRPr="00170599">
        <w:t xml:space="preserve"> and expenses are recorded inclusive of Value Added Tax. The Service Provider will be financially responsible for all taxes associated with the Services and will comply with all applicable laws relating to tax and tax invoices.</w:t>
      </w:r>
      <w:bookmarkEnd w:id="545"/>
    </w:p>
    <w:p w14:paraId="04ED47A7" w14:textId="77777777" w:rsidR="001D2BCE" w:rsidRPr="00170599" w:rsidRDefault="001D2BCE" w:rsidP="00C25B08">
      <w:pPr>
        <w:pStyle w:val="ListParagraph"/>
        <w:numPr>
          <w:ilvl w:val="1"/>
          <w:numId w:val="28"/>
        </w:numPr>
        <w:spacing w:before="120" w:after="240" w:line="360" w:lineRule="auto"/>
        <w:ind w:left="709" w:hanging="709"/>
        <w:contextualSpacing w:val="0"/>
        <w:jc w:val="both"/>
      </w:pPr>
      <w:bookmarkStart w:id="547" w:name="_Toc12416791"/>
      <w:r w:rsidRPr="00170599">
        <w:t xml:space="preserve">All </w:t>
      </w:r>
      <w:r w:rsidR="00AD634F" w:rsidRPr="00170599">
        <w:t>Fees</w:t>
      </w:r>
      <w:r w:rsidRPr="00170599">
        <w:t xml:space="preserve"> set out in this Agreement are inclusive of any export and import tax.</w:t>
      </w:r>
      <w:bookmarkEnd w:id="547"/>
    </w:p>
    <w:p w14:paraId="1DE28A8A" w14:textId="08F9699B" w:rsidR="001D2BCE" w:rsidRPr="001A303E" w:rsidRDefault="001D2BCE" w:rsidP="00C25B08">
      <w:pPr>
        <w:pStyle w:val="ListParagraph"/>
        <w:numPr>
          <w:ilvl w:val="1"/>
          <w:numId w:val="28"/>
        </w:numPr>
        <w:spacing w:before="120" w:after="240" w:line="360" w:lineRule="auto"/>
        <w:ind w:left="709" w:hanging="709"/>
        <w:contextualSpacing w:val="0"/>
        <w:jc w:val="both"/>
      </w:pPr>
      <w:bookmarkStart w:id="548" w:name="_Toc12416792"/>
      <w:r w:rsidRPr="00170599">
        <w:t xml:space="preserve">The </w:t>
      </w:r>
      <w:r w:rsidR="00AD634F" w:rsidRPr="00170599">
        <w:t>Fees</w:t>
      </w:r>
      <w:r w:rsidRPr="00170599">
        <w:t xml:space="preserve"> are stated in South African Rand and will be quoted, invoiced and paid in South African Rand. </w:t>
      </w:r>
      <w:r w:rsidR="0092615C" w:rsidRPr="00170599">
        <w:t>T</w:t>
      </w:r>
      <w:r w:rsidRPr="001A303E">
        <w:t xml:space="preserve">he </w:t>
      </w:r>
      <w:r w:rsidR="00AD634F" w:rsidRPr="001A303E">
        <w:t>Fees</w:t>
      </w:r>
      <w:r w:rsidRPr="001A303E">
        <w:t xml:space="preserve"> are not subject to adjustment due to any currency fluctuations for the duration of the Agreement.</w:t>
      </w:r>
      <w:bookmarkEnd w:id="548"/>
    </w:p>
    <w:p w14:paraId="16E9A4CE" w14:textId="77777777" w:rsidR="001D2BCE" w:rsidRPr="001A303E" w:rsidRDefault="001D2BCE" w:rsidP="00C25B08">
      <w:pPr>
        <w:pStyle w:val="ListParagraph"/>
        <w:numPr>
          <w:ilvl w:val="0"/>
          <w:numId w:val="28"/>
        </w:numPr>
        <w:spacing w:before="120" w:after="240" w:line="360" w:lineRule="auto"/>
        <w:ind w:left="709" w:hanging="709"/>
        <w:contextualSpacing w:val="0"/>
        <w:jc w:val="both"/>
        <w:outlineLvl w:val="0"/>
        <w:rPr>
          <w:rFonts w:ascii="Arial Bold" w:hAnsi="Arial Bold"/>
          <w:b/>
          <w:caps/>
        </w:rPr>
      </w:pPr>
      <w:bookmarkStart w:id="549" w:name="_Toc293325629"/>
      <w:bookmarkStart w:id="550" w:name="_Ref148459"/>
      <w:bookmarkStart w:id="551" w:name="_Toc65489835"/>
      <w:r w:rsidRPr="001A303E">
        <w:rPr>
          <w:rFonts w:ascii="Arial Bold" w:hAnsi="Arial Bold"/>
          <w:b/>
          <w:caps/>
        </w:rPr>
        <w:t xml:space="preserve">Disputed </w:t>
      </w:r>
      <w:r w:rsidR="00550AEE" w:rsidRPr="001A303E">
        <w:rPr>
          <w:rFonts w:ascii="Arial Bold" w:hAnsi="Arial Bold"/>
          <w:b/>
          <w:caps/>
        </w:rPr>
        <w:t>Fees</w:t>
      </w:r>
      <w:r w:rsidRPr="001A303E">
        <w:rPr>
          <w:rFonts w:ascii="Arial Bold" w:hAnsi="Arial Bold"/>
          <w:b/>
          <w:caps/>
        </w:rPr>
        <w:t xml:space="preserve"> and Invoicing Errors</w:t>
      </w:r>
      <w:bookmarkEnd w:id="549"/>
      <w:bookmarkEnd w:id="550"/>
      <w:bookmarkEnd w:id="551"/>
    </w:p>
    <w:p w14:paraId="1C64300E" w14:textId="77777777" w:rsidR="001D2BCE" w:rsidRPr="00170599" w:rsidRDefault="00BA4FE1" w:rsidP="00C25B08">
      <w:pPr>
        <w:pStyle w:val="ListParagraph"/>
        <w:numPr>
          <w:ilvl w:val="1"/>
          <w:numId w:val="28"/>
        </w:numPr>
        <w:spacing w:before="120" w:after="240" w:line="360" w:lineRule="auto"/>
        <w:ind w:left="709" w:hanging="709"/>
        <w:contextualSpacing w:val="0"/>
        <w:jc w:val="both"/>
      </w:pPr>
      <w:bookmarkStart w:id="552" w:name="_Toc12416794"/>
      <w:r w:rsidRPr="001A303E">
        <w:t>SARS</w:t>
      </w:r>
      <w:r w:rsidR="001D2BCE" w:rsidRPr="001A303E">
        <w:t xml:space="preserve"> may withhold payment of any </w:t>
      </w:r>
      <w:r w:rsidR="00550AEE" w:rsidRPr="001A303E">
        <w:t xml:space="preserve">Fees </w:t>
      </w:r>
      <w:r w:rsidR="001D2BCE" w:rsidRPr="001A303E">
        <w:t xml:space="preserve">that </w:t>
      </w:r>
      <w:r w:rsidRPr="001A303E">
        <w:t>SARS</w:t>
      </w:r>
      <w:r w:rsidR="001D2BCE" w:rsidRPr="00BB3CB5">
        <w:t xml:space="preserve"> disputes in good faith (or, if the disputed</w:t>
      </w:r>
      <w:r w:rsidR="00550AEE" w:rsidRPr="00BB3CB5">
        <w:t xml:space="preserve"> Fees</w:t>
      </w:r>
      <w:r w:rsidR="001D2BCE" w:rsidRPr="00BB3CB5">
        <w:t xml:space="preserve"> have already been paid, </w:t>
      </w:r>
      <w:r w:rsidRPr="00BB3CB5">
        <w:t>SARS</w:t>
      </w:r>
      <w:r w:rsidR="001D2BCE" w:rsidRPr="00BB3CB5">
        <w:t xml:space="preserve"> may withhold an equal amount from a later payment), including disputes in respect of an error in an invoice or an amount paid.  If </w:t>
      </w:r>
      <w:r w:rsidRPr="00170599">
        <w:t>SARS</w:t>
      </w:r>
      <w:r w:rsidR="001D2BCE" w:rsidRPr="00170599">
        <w:t xml:space="preserve"> withholds any such amount:</w:t>
      </w:r>
      <w:bookmarkEnd w:id="552"/>
    </w:p>
    <w:p w14:paraId="4A944BEC" w14:textId="77777777" w:rsidR="001D2BCE" w:rsidRPr="00170599" w:rsidRDefault="00BA4FE1" w:rsidP="00C25B08">
      <w:pPr>
        <w:pStyle w:val="ListParagraph"/>
        <w:numPr>
          <w:ilvl w:val="1"/>
          <w:numId w:val="28"/>
        </w:numPr>
        <w:spacing w:before="120" w:after="240" w:line="360" w:lineRule="auto"/>
        <w:ind w:left="709" w:hanging="709"/>
        <w:contextualSpacing w:val="0"/>
        <w:jc w:val="both"/>
      </w:pPr>
      <w:bookmarkStart w:id="553" w:name="_Toc12416795"/>
      <w:r w:rsidRPr="00170599">
        <w:t>SARS</w:t>
      </w:r>
      <w:r w:rsidR="001D2BCE" w:rsidRPr="00170599">
        <w:t xml:space="preserve"> will promptly notify the Service Provider that it is disputing such </w:t>
      </w:r>
      <w:r w:rsidR="00550AEE" w:rsidRPr="00170599">
        <w:t>Fees</w:t>
      </w:r>
      <w:r w:rsidR="001D2BCE" w:rsidRPr="00170599">
        <w:t>; and</w:t>
      </w:r>
      <w:bookmarkEnd w:id="553"/>
    </w:p>
    <w:p w14:paraId="6C95FD8E" w14:textId="77777777" w:rsidR="002C09E2" w:rsidRPr="00170599" w:rsidRDefault="001D2BCE" w:rsidP="004B0ADB">
      <w:pPr>
        <w:pStyle w:val="ListParagraph"/>
        <w:numPr>
          <w:ilvl w:val="1"/>
          <w:numId w:val="28"/>
        </w:numPr>
        <w:spacing w:before="120" w:after="240" w:line="360" w:lineRule="auto"/>
        <w:ind w:left="1440" w:hanging="720"/>
        <w:contextualSpacing w:val="0"/>
        <w:jc w:val="both"/>
      </w:pPr>
      <w:bookmarkStart w:id="554" w:name="_Ref55907997"/>
      <w:bookmarkStart w:id="555" w:name="_Toc12416796"/>
      <w:r w:rsidRPr="00170599">
        <w:t xml:space="preserve">the Parties will promptly address such dispute </w:t>
      </w:r>
      <w:r w:rsidR="002C09E2" w:rsidRPr="00170599">
        <w:t>within 7 (seven) days of notification of the dispute by SARS.</w:t>
      </w:r>
      <w:bookmarkEnd w:id="554"/>
    </w:p>
    <w:p w14:paraId="36317779" w14:textId="64EBF684" w:rsidR="001D2BCE" w:rsidRPr="001A303E" w:rsidRDefault="002C09E2" w:rsidP="00C25B08">
      <w:pPr>
        <w:pStyle w:val="ListParagraph"/>
        <w:numPr>
          <w:ilvl w:val="1"/>
          <w:numId w:val="28"/>
        </w:numPr>
        <w:spacing w:before="120" w:after="240" w:line="360" w:lineRule="auto"/>
        <w:ind w:left="709" w:hanging="709"/>
        <w:contextualSpacing w:val="0"/>
        <w:jc w:val="both"/>
      </w:pPr>
      <w:r w:rsidRPr="00170599">
        <w:t xml:space="preserve">Should the Parties fail to reach an amicable solution as contemplated in </w:t>
      </w:r>
      <w:r w:rsidRPr="00170599">
        <w:rPr>
          <w:b/>
        </w:rPr>
        <w:t xml:space="preserve">Clause </w:t>
      </w:r>
      <w:r w:rsidR="00332106" w:rsidRPr="001A303E">
        <w:rPr>
          <w:b/>
        </w:rPr>
        <w:fldChar w:fldCharType="begin"/>
      </w:r>
      <w:r w:rsidR="00332106" w:rsidRPr="00170599">
        <w:rPr>
          <w:b/>
        </w:rPr>
        <w:instrText xml:space="preserve"> REF _Ref55907997 \r \h </w:instrText>
      </w:r>
      <w:r w:rsidR="00252202">
        <w:rPr>
          <w:b/>
        </w:rPr>
        <w:instrText xml:space="preserve"> \* MERGEFORMAT </w:instrText>
      </w:r>
      <w:r w:rsidR="00332106" w:rsidRPr="001A303E">
        <w:rPr>
          <w:b/>
        </w:rPr>
      </w:r>
      <w:r w:rsidR="00332106" w:rsidRPr="001A303E">
        <w:rPr>
          <w:b/>
        </w:rPr>
        <w:fldChar w:fldCharType="separate"/>
      </w:r>
      <w:r w:rsidR="00C26F3F">
        <w:rPr>
          <w:b/>
        </w:rPr>
        <w:t>17.3</w:t>
      </w:r>
      <w:r w:rsidR="00332106" w:rsidRPr="001A303E">
        <w:rPr>
          <w:b/>
        </w:rPr>
        <w:fldChar w:fldCharType="end"/>
      </w:r>
      <w:r w:rsidRPr="001A303E">
        <w:t xml:space="preserve"> above, the Parties may refer the dispute for dispute resolution in terms of </w:t>
      </w:r>
      <w:r w:rsidRPr="00170599">
        <w:rPr>
          <w:b/>
        </w:rPr>
        <w:t xml:space="preserve">Clause </w:t>
      </w:r>
      <w:r w:rsidRPr="00170599">
        <w:rPr>
          <w:b/>
        </w:rPr>
        <w:fldChar w:fldCharType="begin"/>
      </w:r>
      <w:r w:rsidRPr="00170599">
        <w:rPr>
          <w:b/>
        </w:rPr>
        <w:instrText xml:space="preserve"> REF _Ref292884508 \r \h  \* MERGEFORMAT </w:instrText>
      </w:r>
      <w:r w:rsidRPr="00170599">
        <w:rPr>
          <w:b/>
        </w:rPr>
      </w:r>
      <w:r w:rsidRPr="00170599">
        <w:rPr>
          <w:b/>
        </w:rPr>
        <w:fldChar w:fldCharType="separate"/>
      </w:r>
      <w:r w:rsidRPr="00170599">
        <w:rPr>
          <w:b/>
        </w:rPr>
        <w:t>43</w:t>
      </w:r>
      <w:r w:rsidRPr="00170599">
        <w:rPr>
          <w:b/>
        </w:rPr>
        <w:fldChar w:fldCharType="end"/>
      </w:r>
      <w:r w:rsidRPr="001A303E">
        <w:t xml:space="preserve">. </w:t>
      </w:r>
      <w:bookmarkEnd w:id="555"/>
    </w:p>
    <w:p w14:paraId="22C13586" w14:textId="77777777" w:rsidR="001D2BCE" w:rsidRPr="00BB3CB5" w:rsidRDefault="001D2BCE" w:rsidP="00C25B08">
      <w:pPr>
        <w:pStyle w:val="ListParagraph"/>
        <w:numPr>
          <w:ilvl w:val="1"/>
          <w:numId w:val="28"/>
        </w:numPr>
        <w:spacing w:before="120" w:after="240" w:line="360" w:lineRule="auto"/>
        <w:ind w:left="709" w:hanging="709"/>
        <w:contextualSpacing w:val="0"/>
        <w:jc w:val="both"/>
      </w:pPr>
      <w:bookmarkStart w:id="556" w:name="_Toc12416797"/>
      <w:r w:rsidRPr="001A303E">
        <w:t xml:space="preserve">If the dispute relates to (or is equal to (in the case of disputed </w:t>
      </w:r>
      <w:r w:rsidR="00550AEE" w:rsidRPr="001A303E">
        <w:t>Fees</w:t>
      </w:r>
      <w:r w:rsidRPr="001A303E">
        <w:t xml:space="preserve"> that have already been paid by </w:t>
      </w:r>
      <w:r w:rsidR="00BA4FE1" w:rsidRPr="001A303E">
        <w:t>SARS</w:t>
      </w:r>
      <w:r w:rsidRPr="001A303E">
        <w:t xml:space="preserve">)) only certain of the </w:t>
      </w:r>
      <w:r w:rsidR="00550AEE" w:rsidRPr="001A303E">
        <w:t>Fees</w:t>
      </w:r>
      <w:r w:rsidRPr="001A303E">
        <w:t xml:space="preserve"> included on an invoice, then </w:t>
      </w:r>
      <w:r w:rsidR="00BA4FE1" w:rsidRPr="001A303E">
        <w:t>SARS</w:t>
      </w:r>
      <w:r w:rsidRPr="001A303E">
        <w:t xml:space="preserve"> will pay the undisputed amounts in accordance with the provisions of </w:t>
      </w:r>
      <w:r w:rsidR="005C229C" w:rsidRPr="001A303E">
        <w:t>RFP</w:t>
      </w:r>
      <w:r w:rsidRPr="00BB3CB5">
        <w:t>.</w:t>
      </w:r>
      <w:bookmarkEnd w:id="556"/>
      <w:r w:rsidRPr="00BB3CB5">
        <w:t xml:space="preserve"> </w:t>
      </w:r>
    </w:p>
    <w:p w14:paraId="692F23FA" w14:textId="7521F985" w:rsidR="001D2BCE" w:rsidRPr="001A303E" w:rsidRDefault="001D2BCE" w:rsidP="00C25B08">
      <w:pPr>
        <w:pStyle w:val="ListParagraph"/>
        <w:numPr>
          <w:ilvl w:val="1"/>
          <w:numId w:val="28"/>
        </w:numPr>
        <w:spacing w:before="120" w:after="240" w:line="360" w:lineRule="auto"/>
        <w:ind w:left="709" w:hanging="709"/>
        <w:contextualSpacing w:val="0"/>
        <w:jc w:val="both"/>
      </w:pPr>
      <w:bookmarkStart w:id="557" w:name="_Toc12416798"/>
      <w:r w:rsidRPr="00BB3CB5">
        <w:t xml:space="preserve">If an invoice is identified as incorrect by </w:t>
      </w:r>
      <w:r w:rsidR="00BA4FE1" w:rsidRPr="00BB3CB5">
        <w:t>SARS</w:t>
      </w:r>
      <w:r w:rsidRPr="00BB3CB5">
        <w:t xml:space="preserve">, the Service Provider will either (i) issue a correct invoice if the amount stated on the invoice has not yet been paid; or (ii) make a correction on the next invoice if the amount has been paid by </w:t>
      </w:r>
      <w:r w:rsidR="00BA4FE1" w:rsidRPr="00BB3CB5">
        <w:t>SARS</w:t>
      </w:r>
      <w:r w:rsidR="00D26F4F" w:rsidRPr="00BB3CB5">
        <w:t>,</w:t>
      </w:r>
      <w:r w:rsidRPr="00BB3CB5">
        <w:t xml:space="preserve"> provided however, that </w:t>
      </w:r>
      <w:r w:rsidR="00D26F4F" w:rsidRPr="00170599">
        <w:t xml:space="preserve">the </w:t>
      </w:r>
      <w:r w:rsidRPr="00170599">
        <w:t xml:space="preserve">Service Provider will refund any overpayments with interest calculated at the Repo Rate for the number of days from the date of </w:t>
      </w:r>
      <w:r w:rsidR="00BA4FE1" w:rsidRPr="00170599">
        <w:t>SARS</w:t>
      </w:r>
      <w:r w:rsidRPr="00170599">
        <w:t xml:space="preserve">’s payment to the date of the refund. </w:t>
      </w:r>
      <w:r w:rsidR="00BA4FE1" w:rsidRPr="00170599">
        <w:t>SARS</w:t>
      </w:r>
      <w:r w:rsidRPr="00170599">
        <w:t xml:space="preserve"> will not be responsible for paying interest on undercharged amounts, if any</w:t>
      </w:r>
      <w:r w:rsidRPr="001A303E">
        <w:t>.</w:t>
      </w:r>
      <w:bookmarkEnd w:id="557"/>
    </w:p>
    <w:p w14:paraId="508426E7" w14:textId="77777777" w:rsidR="001D2BCE" w:rsidRPr="001A303E" w:rsidRDefault="001D2BCE" w:rsidP="00C25B08">
      <w:pPr>
        <w:pStyle w:val="ListParagraph"/>
        <w:numPr>
          <w:ilvl w:val="1"/>
          <w:numId w:val="28"/>
        </w:numPr>
        <w:spacing w:before="120" w:after="240" w:line="360" w:lineRule="auto"/>
        <w:ind w:left="709" w:hanging="709"/>
        <w:contextualSpacing w:val="0"/>
        <w:jc w:val="both"/>
      </w:pPr>
      <w:bookmarkStart w:id="558" w:name="_Toc12416799"/>
      <w:r w:rsidRPr="001A303E">
        <w:t>For the avoidance of doubt, the Parties record and agree that the Service Provider shall not be entitled to suspend or interrupt the provision of the Services until the dispute is resolved by the Parties and such resolution is recorded in writing.</w:t>
      </w:r>
      <w:bookmarkEnd w:id="558"/>
      <w:r w:rsidRPr="001A303E">
        <w:t xml:space="preserve"> </w:t>
      </w:r>
    </w:p>
    <w:p w14:paraId="78D55A22" w14:textId="77777777" w:rsidR="00D550D5" w:rsidRPr="001A303E" w:rsidRDefault="009A04BC" w:rsidP="00C25B08">
      <w:pPr>
        <w:pStyle w:val="ListParagraph"/>
        <w:numPr>
          <w:ilvl w:val="0"/>
          <w:numId w:val="28"/>
        </w:numPr>
        <w:spacing w:before="120" w:after="240" w:line="360" w:lineRule="auto"/>
        <w:ind w:left="709" w:hanging="709"/>
        <w:contextualSpacing w:val="0"/>
        <w:jc w:val="both"/>
        <w:outlineLvl w:val="0"/>
        <w:rPr>
          <w:rFonts w:ascii="Arial Bold" w:hAnsi="Arial Bold"/>
          <w:b/>
          <w:caps/>
        </w:rPr>
      </w:pPr>
      <w:bookmarkStart w:id="559" w:name="_Toc532440556"/>
      <w:bookmarkStart w:id="560" w:name="_Toc532440557"/>
      <w:bookmarkStart w:id="561" w:name="_Toc532440558"/>
      <w:bookmarkStart w:id="562" w:name="_Toc531439691"/>
      <w:bookmarkStart w:id="563" w:name="_Toc65489836"/>
      <w:bookmarkEnd w:id="171"/>
      <w:bookmarkEnd w:id="546"/>
      <w:bookmarkEnd w:id="559"/>
      <w:bookmarkEnd w:id="560"/>
      <w:bookmarkEnd w:id="561"/>
      <w:r w:rsidRPr="001A303E">
        <w:rPr>
          <w:rFonts w:ascii="Arial Bold" w:hAnsi="Arial Bold"/>
          <w:b/>
          <w:caps/>
        </w:rPr>
        <w:t>SARS’s Rights and Obligations</w:t>
      </w:r>
      <w:bookmarkEnd w:id="562"/>
      <w:bookmarkEnd w:id="563"/>
      <w:r w:rsidR="00D550D5" w:rsidRPr="001A303E">
        <w:rPr>
          <w:rFonts w:ascii="Arial Bold" w:hAnsi="Arial Bold"/>
          <w:b/>
          <w:caps/>
        </w:rPr>
        <w:t xml:space="preserve"> </w:t>
      </w:r>
    </w:p>
    <w:p w14:paraId="657E5DE6" w14:textId="267DB072" w:rsidR="004946E8" w:rsidRPr="00BB3CB5" w:rsidRDefault="009A04BC" w:rsidP="00252202">
      <w:pPr>
        <w:pStyle w:val="ListParagraph"/>
        <w:numPr>
          <w:ilvl w:val="1"/>
          <w:numId w:val="28"/>
        </w:numPr>
        <w:spacing w:before="120" w:after="240" w:line="360" w:lineRule="auto"/>
        <w:ind w:left="709" w:hanging="709"/>
        <w:contextualSpacing w:val="0"/>
        <w:jc w:val="both"/>
      </w:pPr>
      <w:bookmarkStart w:id="564" w:name="_Toc12416801"/>
      <w:r w:rsidRPr="001A303E">
        <w:t xml:space="preserve">SARS undertakes </w:t>
      </w:r>
      <w:r w:rsidR="00D56C14" w:rsidRPr="001A303E">
        <w:t>to</w:t>
      </w:r>
      <w:r w:rsidR="00000176" w:rsidRPr="001A303E">
        <w:t xml:space="preserve"> </w:t>
      </w:r>
      <w:r w:rsidR="00D06A7E" w:rsidRPr="001A303E">
        <w:t>furnish</w:t>
      </w:r>
      <w:r w:rsidRPr="001A303E">
        <w:t xml:space="preserve"> the Service Provider with any relevant information necessary for the Service Provider to perform the Services in compliance with the terms and conditions of this </w:t>
      </w:r>
      <w:r w:rsidR="00550AEE" w:rsidRPr="001A303E">
        <w:t>Agreement</w:t>
      </w:r>
      <w:bookmarkEnd w:id="564"/>
    </w:p>
    <w:p w14:paraId="2A570E9B" w14:textId="17B143A8" w:rsidR="009A04BC" w:rsidRPr="00BB3CB5" w:rsidRDefault="00953E4E" w:rsidP="00C25B08">
      <w:pPr>
        <w:pStyle w:val="ListParagraph"/>
        <w:numPr>
          <w:ilvl w:val="0"/>
          <w:numId w:val="28"/>
        </w:numPr>
        <w:spacing w:before="120" w:after="240" w:line="360" w:lineRule="auto"/>
        <w:ind w:left="709" w:hanging="709"/>
        <w:contextualSpacing w:val="0"/>
        <w:jc w:val="both"/>
        <w:outlineLvl w:val="0"/>
        <w:rPr>
          <w:rFonts w:ascii="Arial Bold" w:hAnsi="Arial Bold"/>
          <w:b/>
          <w:caps/>
        </w:rPr>
      </w:pPr>
      <w:bookmarkStart w:id="565" w:name="_Ref531143486"/>
      <w:bookmarkStart w:id="566" w:name="_Toc531439694"/>
      <w:bookmarkStart w:id="567" w:name="_Toc65489837"/>
      <w:r w:rsidRPr="00BB3CB5">
        <w:rPr>
          <w:rFonts w:ascii="Arial Bold" w:hAnsi="Arial Bold"/>
          <w:b/>
          <w:caps/>
        </w:rPr>
        <w:t>Intellectual</w:t>
      </w:r>
      <w:r w:rsidR="009A04BC" w:rsidRPr="00BB3CB5">
        <w:rPr>
          <w:rFonts w:ascii="Arial Bold" w:hAnsi="Arial Bold"/>
          <w:b/>
          <w:caps/>
        </w:rPr>
        <w:t xml:space="preserve"> Property Rights</w:t>
      </w:r>
      <w:bookmarkEnd w:id="565"/>
      <w:bookmarkEnd w:id="566"/>
      <w:bookmarkEnd w:id="567"/>
    </w:p>
    <w:p w14:paraId="68D81F48" w14:textId="77777777" w:rsidR="009A04BC" w:rsidRPr="00BB3CB5" w:rsidRDefault="009A04BC" w:rsidP="00C25B08">
      <w:pPr>
        <w:pStyle w:val="ListParagraph"/>
        <w:numPr>
          <w:ilvl w:val="1"/>
          <w:numId w:val="28"/>
        </w:numPr>
        <w:spacing w:before="120" w:after="240" w:line="360" w:lineRule="auto"/>
        <w:ind w:left="709" w:hanging="709"/>
        <w:contextualSpacing w:val="0"/>
        <w:jc w:val="both"/>
        <w:rPr>
          <w:b/>
          <w:bCs/>
        </w:rPr>
      </w:pPr>
      <w:bookmarkStart w:id="568" w:name="_Toc12416803"/>
      <w:r w:rsidRPr="00BB3CB5">
        <w:rPr>
          <w:b/>
          <w:bCs/>
        </w:rPr>
        <w:t>SARS Intellectual Property</w:t>
      </w:r>
      <w:r w:rsidR="00D26F4F" w:rsidRPr="00BB3CB5">
        <w:t>:</w:t>
      </w:r>
      <w:bookmarkEnd w:id="568"/>
      <w:r w:rsidRPr="00BB3CB5">
        <w:t xml:space="preserve"> </w:t>
      </w:r>
    </w:p>
    <w:p w14:paraId="4634F83B" w14:textId="1A86F34A" w:rsidR="009A04BC" w:rsidRPr="00C21D89" w:rsidRDefault="009A04BC" w:rsidP="00C25B08">
      <w:pPr>
        <w:pStyle w:val="ListParagraph"/>
        <w:numPr>
          <w:ilvl w:val="2"/>
          <w:numId w:val="28"/>
        </w:numPr>
        <w:spacing w:before="120" w:after="240" w:line="360" w:lineRule="auto"/>
        <w:ind w:left="709" w:hanging="709"/>
        <w:contextualSpacing w:val="0"/>
        <w:jc w:val="both"/>
        <w:rPr>
          <w:b/>
          <w:bCs/>
        </w:rPr>
      </w:pPr>
      <w:bookmarkStart w:id="569" w:name="_Toc12416804"/>
      <w:r w:rsidRPr="00170599">
        <w:t xml:space="preserve">SARS retains all right, title and interest in and to the SARS Intellectual Property. As of the </w:t>
      </w:r>
      <w:r w:rsidR="00110DB2" w:rsidRPr="00170599">
        <w:t>Effective</w:t>
      </w:r>
      <w:r w:rsidRPr="00170599">
        <w:t xml:space="preserve"> Date, </w:t>
      </w:r>
      <w:r w:rsidR="001A51CF" w:rsidRPr="00170599">
        <w:t xml:space="preserve">the </w:t>
      </w:r>
      <w:r w:rsidRPr="00170599">
        <w:t xml:space="preserve">Service Provider is granted a non-exclusive licence for the </w:t>
      </w:r>
      <w:r w:rsidR="001A51CF" w:rsidRPr="00170599">
        <w:t>Term,</w:t>
      </w:r>
      <w:r w:rsidRPr="00170599">
        <w:t xml:space="preserve"> to perform any lawful act including the right to use, copy, maintain, modify, enhance and create derivative works of SARS Intellectual Property (including source code materials, programmer interfaces, available documentation, manuals and other materials to the extent necessary for the use, modification, or enhancement thereof) for the sole purpose of providing the Deliverables and/or Services to SARS. </w:t>
      </w:r>
      <w:r w:rsidR="00E455A0" w:rsidRPr="00170599">
        <w:t xml:space="preserve">The </w:t>
      </w:r>
      <w:r w:rsidRPr="00170599">
        <w:t xml:space="preserve">Service Provider will not be permitted to use SARS Intellectual Property for the benefit of any entities other than SARS without </w:t>
      </w:r>
      <w:r w:rsidR="0021290C" w:rsidRPr="00170599">
        <w:t>a</w:t>
      </w:r>
      <w:r w:rsidRPr="00170599">
        <w:t xml:space="preserve"> signed written consent of SARS, which may be withheld at SARS</w:t>
      </w:r>
      <w:r w:rsidR="004B0ADB" w:rsidRPr="00170599">
        <w:t>’</w:t>
      </w:r>
      <w:r w:rsidRPr="00170599">
        <w:t>s sole discretion. Except as otherwise requested or approved by SARS, which approval will be at SARS</w:t>
      </w:r>
      <w:r w:rsidR="004B0ADB" w:rsidRPr="00170599">
        <w:t>’</w:t>
      </w:r>
      <w:r w:rsidRPr="00170599">
        <w:t xml:space="preserve">s sole discretion, </w:t>
      </w:r>
      <w:r w:rsidR="001A51CF" w:rsidRPr="00170599">
        <w:t xml:space="preserve">the </w:t>
      </w:r>
      <w:r w:rsidRPr="00170599">
        <w:t>Service Provider will cease all use of SARS Intellectual Property as of the termination or expiration date of this Agreement.</w:t>
      </w:r>
      <w:bookmarkEnd w:id="569"/>
    </w:p>
    <w:p w14:paraId="46302092" w14:textId="77777777" w:rsidR="00C21D89" w:rsidRPr="00170599" w:rsidRDefault="00C21D89" w:rsidP="00C21D89">
      <w:pPr>
        <w:pStyle w:val="ListParagraph"/>
        <w:spacing w:before="120" w:after="240" w:line="360" w:lineRule="auto"/>
        <w:ind w:left="709"/>
        <w:contextualSpacing w:val="0"/>
        <w:jc w:val="both"/>
        <w:rPr>
          <w:b/>
          <w:bCs/>
        </w:rPr>
      </w:pPr>
    </w:p>
    <w:p w14:paraId="7923B88F" w14:textId="77777777" w:rsidR="009A04BC" w:rsidRPr="00170599" w:rsidRDefault="009A04BC" w:rsidP="00C25B08">
      <w:pPr>
        <w:pStyle w:val="ListParagraph"/>
        <w:numPr>
          <w:ilvl w:val="1"/>
          <w:numId w:val="28"/>
        </w:numPr>
        <w:spacing w:before="120" w:after="240" w:line="360" w:lineRule="auto"/>
        <w:ind w:left="709" w:hanging="709"/>
        <w:contextualSpacing w:val="0"/>
        <w:jc w:val="both"/>
        <w:rPr>
          <w:b/>
          <w:bCs/>
        </w:rPr>
      </w:pPr>
      <w:bookmarkStart w:id="570" w:name="_Toc12416805"/>
      <w:r w:rsidRPr="00170599">
        <w:rPr>
          <w:b/>
          <w:bCs/>
        </w:rPr>
        <w:t>Intellectual Property developed during the Term</w:t>
      </w:r>
      <w:r w:rsidR="00D26F4F" w:rsidRPr="00170599">
        <w:t>:</w:t>
      </w:r>
      <w:bookmarkEnd w:id="570"/>
      <w:r w:rsidRPr="00170599">
        <w:t xml:space="preserve"> </w:t>
      </w:r>
    </w:p>
    <w:p w14:paraId="6A6C50F0" w14:textId="20CBA6A2" w:rsidR="009A04BC" w:rsidRPr="00170599" w:rsidRDefault="009A04BC" w:rsidP="00C25B08">
      <w:pPr>
        <w:pStyle w:val="ListParagraph"/>
        <w:numPr>
          <w:ilvl w:val="2"/>
          <w:numId w:val="28"/>
        </w:numPr>
        <w:spacing w:before="120" w:after="240" w:line="360" w:lineRule="auto"/>
        <w:ind w:left="709" w:hanging="709"/>
        <w:contextualSpacing w:val="0"/>
        <w:jc w:val="both"/>
      </w:pPr>
      <w:bookmarkStart w:id="571" w:name="_Toc12416806"/>
      <w:r w:rsidRPr="00170599">
        <w:t xml:space="preserve">SARS will have all right, title and interest in all Intellectual Property developed or generated for SARS in the course of </w:t>
      </w:r>
      <w:r w:rsidR="001A51CF" w:rsidRPr="00170599">
        <w:t xml:space="preserve">supplying </w:t>
      </w:r>
      <w:r w:rsidRPr="00170599">
        <w:t>the Deliverables and/or Services (</w:t>
      </w:r>
      <w:r w:rsidR="004B0ADB" w:rsidRPr="00170599">
        <w:t>“</w:t>
      </w:r>
      <w:r w:rsidRPr="00170599">
        <w:t>Developed Intellectual Property</w:t>
      </w:r>
      <w:r w:rsidR="004B0ADB" w:rsidRPr="00170599">
        <w:t>”</w:t>
      </w:r>
      <w:r w:rsidRPr="00170599">
        <w:t>).</w:t>
      </w:r>
      <w:bookmarkEnd w:id="571"/>
    </w:p>
    <w:p w14:paraId="586A054A" w14:textId="77777777" w:rsidR="009A04BC" w:rsidRPr="00170599" w:rsidRDefault="004154B8" w:rsidP="00C25B08">
      <w:pPr>
        <w:pStyle w:val="ListParagraph"/>
        <w:numPr>
          <w:ilvl w:val="2"/>
          <w:numId w:val="28"/>
        </w:numPr>
        <w:spacing w:before="120" w:after="240" w:line="360" w:lineRule="auto"/>
        <w:ind w:left="709" w:hanging="709"/>
        <w:contextualSpacing w:val="0"/>
        <w:jc w:val="both"/>
      </w:pPr>
      <w:bookmarkStart w:id="572" w:name="_Toc12416807"/>
      <w:r w:rsidRPr="00170599">
        <w:t xml:space="preserve">The </w:t>
      </w:r>
      <w:r w:rsidR="009A04BC" w:rsidRPr="00170599">
        <w:t>Service Provider hereby irrevocably assigns, transfers and conveys to SARS without further consideration all of its right, title and interest in such Developed Intellectual Property.</w:t>
      </w:r>
      <w:bookmarkEnd w:id="572"/>
      <w:r w:rsidR="009A04BC" w:rsidRPr="00170599">
        <w:t xml:space="preserve"> </w:t>
      </w:r>
    </w:p>
    <w:p w14:paraId="7659DC9E" w14:textId="77777777" w:rsidR="009518D7" w:rsidRPr="00170599" w:rsidRDefault="004154B8" w:rsidP="00C25B08">
      <w:pPr>
        <w:pStyle w:val="ListParagraph"/>
        <w:numPr>
          <w:ilvl w:val="2"/>
          <w:numId w:val="28"/>
        </w:numPr>
        <w:spacing w:before="120" w:after="240" w:line="360" w:lineRule="auto"/>
        <w:ind w:left="709" w:hanging="709"/>
        <w:contextualSpacing w:val="0"/>
        <w:jc w:val="both"/>
      </w:pPr>
      <w:bookmarkStart w:id="573" w:name="_Toc12416808"/>
      <w:r w:rsidRPr="00170599">
        <w:t xml:space="preserve">The </w:t>
      </w:r>
      <w:r w:rsidR="009A04BC" w:rsidRPr="00170599">
        <w:t xml:space="preserve">Service Provider </w:t>
      </w:r>
      <w:r w:rsidR="009518D7" w:rsidRPr="00170599">
        <w:t xml:space="preserve">hereby grants SARS </w:t>
      </w:r>
      <w:r w:rsidR="007074DF" w:rsidRPr="00170599">
        <w:t xml:space="preserve">(subject to payment of all fees regarding the Developed Intellectual Right), </w:t>
      </w:r>
      <w:r w:rsidR="009518D7" w:rsidRPr="00170599">
        <w:t xml:space="preserve">all rights, title and ownership to the Developed Intellectual Property </w:t>
      </w:r>
      <w:r w:rsidR="0021290C" w:rsidRPr="00170599">
        <w:t xml:space="preserve">and </w:t>
      </w:r>
      <w:r w:rsidR="009518D7" w:rsidRPr="00170599">
        <w:t xml:space="preserve">to perfect such title, the Service Provider </w:t>
      </w:r>
      <w:r w:rsidR="001A51CF" w:rsidRPr="00170599">
        <w:t xml:space="preserve">undertakes </w:t>
      </w:r>
      <w:r w:rsidR="009A04BC" w:rsidRPr="00170599">
        <w:t>to</w:t>
      </w:r>
      <w:r w:rsidR="009518D7" w:rsidRPr="00170599">
        <w:t>:</w:t>
      </w:r>
      <w:bookmarkEnd w:id="573"/>
    </w:p>
    <w:p w14:paraId="70719973" w14:textId="77777777" w:rsidR="000F6D74" w:rsidRPr="00170599" w:rsidRDefault="009A04BC" w:rsidP="00C26F3F">
      <w:pPr>
        <w:pStyle w:val="ListParagraph"/>
        <w:numPr>
          <w:ilvl w:val="3"/>
          <w:numId w:val="28"/>
        </w:numPr>
        <w:spacing w:before="120" w:after="240" w:line="360" w:lineRule="auto"/>
        <w:ind w:left="1843" w:hanging="1134"/>
        <w:contextualSpacing w:val="0"/>
        <w:jc w:val="both"/>
        <w:rPr>
          <w:b/>
          <w:bCs/>
        </w:rPr>
      </w:pPr>
      <w:bookmarkStart w:id="574" w:name="_Toc12416809"/>
      <w:r w:rsidRPr="00170599">
        <w:t xml:space="preserve">execute any documents or take any other actions as may </w:t>
      </w:r>
      <w:r w:rsidR="007074DF" w:rsidRPr="00170599">
        <w:t xml:space="preserve">be </w:t>
      </w:r>
      <w:r w:rsidRPr="00170599">
        <w:t xml:space="preserve">reasonably necessary, or as SARS may request in writing, to </w:t>
      </w:r>
      <w:r w:rsidR="00E455A0" w:rsidRPr="00170599">
        <w:t xml:space="preserve">cede and assign such </w:t>
      </w:r>
      <w:r w:rsidR="009518D7" w:rsidRPr="00170599">
        <w:t xml:space="preserve">Developed </w:t>
      </w:r>
      <w:r w:rsidR="00E455A0" w:rsidRPr="00170599">
        <w:t>Intellec</w:t>
      </w:r>
      <w:r w:rsidR="009518D7" w:rsidRPr="00170599">
        <w:t>t</w:t>
      </w:r>
      <w:r w:rsidR="00E455A0" w:rsidRPr="00170599">
        <w:t>u</w:t>
      </w:r>
      <w:r w:rsidR="009518D7" w:rsidRPr="00170599">
        <w:t>al</w:t>
      </w:r>
      <w:r w:rsidR="00E455A0" w:rsidRPr="00170599">
        <w:t xml:space="preserve"> Property in order to vest </w:t>
      </w:r>
      <w:r w:rsidR="007074DF" w:rsidRPr="00170599">
        <w:t xml:space="preserve">all rights, title and </w:t>
      </w:r>
      <w:r w:rsidR="00E455A0" w:rsidRPr="00170599">
        <w:t>ownership thereto</w:t>
      </w:r>
      <w:r w:rsidR="007074DF" w:rsidRPr="00170599">
        <w:t>,</w:t>
      </w:r>
      <w:r w:rsidR="00E455A0" w:rsidRPr="00170599">
        <w:t xml:space="preserve"> to</w:t>
      </w:r>
      <w:r w:rsidR="007074DF" w:rsidRPr="00170599">
        <w:t xml:space="preserve"> SARS</w:t>
      </w:r>
      <w:r w:rsidR="009518D7" w:rsidRPr="00170599">
        <w:t>; and</w:t>
      </w:r>
      <w:bookmarkEnd w:id="574"/>
    </w:p>
    <w:p w14:paraId="5118BAF3" w14:textId="77777777" w:rsidR="00E455A0" w:rsidRPr="00170599" w:rsidRDefault="00E455A0" w:rsidP="00C26F3F">
      <w:pPr>
        <w:pStyle w:val="ListParagraph"/>
        <w:numPr>
          <w:ilvl w:val="3"/>
          <w:numId w:val="28"/>
        </w:numPr>
        <w:spacing w:before="120" w:after="240" w:line="360" w:lineRule="auto"/>
        <w:ind w:left="1843" w:hanging="1134"/>
        <w:contextualSpacing w:val="0"/>
        <w:jc w:val="both"/>
        <w:rPr>
          <w:b/>
          <w:bCs/>
        </w:rPr>
      </w:pPr>
      <w:bookmarkStart w:id="575" w:name="_Toc12416810"/>
      <w:bookmarkStart w:id="576" w:name="_Ref55926220"/>
      <w:bookmarkStart w:id="577" w:name="_Ref303774448"/>
      <w:r w:rsidRPr="00170599">
        <w:t xml:space="preserve">not to claim any such </w:t>
      </w:r>
      <w:r w:rsidR="007074DF" w:rsidRPr="00170599">
        <w:t xml:space="preserve">rights, title and </w:t>
      </w:r>
      <w:r w:rsidRPr="00170599">
        <w:t>ownership in such work whether during and/or after the expiry of this Agreement for any reason whatsoever.</w:t>
      </w:r>
      <w:bookmarkEnd w:id="575"/>
      <w:bookmarkEnd w:id="576"/>
      <w:r w:rsidRPr="00170599">
        <w:t xml:space="preserve"> </w:t>
      </w:r>
    </w:p>
    <w:p w14:paraId="3CC8E4F4" w14:textId="353AF210" w:rsidR="000F6D74" w:rsidRPr="00C26F3F" w:rsidRDefault="000F6D74" w:rsidP="00C25B08">
      <w:pPr>
        <w:pStyle w:val="ListParagraph"/>
        <w:numPr>
          <w:ilvl w:val="2"/>
          <w:numId w:val="28"/>
        </w:numPr>
        <w:spacing w:before="120" w:after="240" w:line="360" w:lineRule="auto"/>
        <w:ind w:left="709" w:hanging="709"/>
        <w:contextualSpacing w:val="0"/>
        <w:jc w:val="both"/>
        <w:rPr>
          <w:b/>
          <w:bCs/>
        </w:rPr>
      </w:pPr>
      <w:bookmarkStart w:id="578" w:name="_Toc12416811"/>
      <w:r w:rsidRPr="00170599">
        <w:t xml:space="preserve">Unless otherwise agreed, where Developed Intellectual Property incorporates </w:t>
      </w:r>
      <w:r w:rsidR="00D26F4F" w:rsidRPr="00170599">
        <w:t xml:space="preserve">the </w:t>
      </w:r>
      <w:r w:rsidR="0027634D" w:rsidRPr="00170599">
        <w:t>Service Provider</w:t>
      </w:r>
      <w:r w:rsidRPr="00170599">
        <w:t xml:space="preserve"> Intellectual Property</w:t>
      </w:r>
      <w:r w:rsidR="001A51CF" w:rsidRPr="00170599">
        <w:t xml:space="preserve"> and/or </w:t>
      </w:r>
      <w:r w:rsidRPr="00170599">
        <w:t xml:space="preserve">systems, and processes that </w:t>
      </w:r>
      <w:r w:rsidR="0027634D" w:rsidRPr="00170599">
        <w:t>Service Provider</w:t>
      </w:r>
      <w:r w:rsidRPr="00170599">
        <w:t xml:space="preserve"> did not develop in the course of </w:t>
      </w:r>
      <w:r w:rsidR="001A51CF" w:rsidRPr="00170599">
        <w:t xml:space="preserve">supplying </w:t>
      </w:r>
      <w:r w:rsidRPr="00170599">
        <w:t>Deliverables</w:t>
      </w:r>
      <w:r w:rsidR="00AB10A5" w:rsidRPr="00170599">
        <w:t xml:space="preserve"> and/or Services</w:t>
      </w:r>
      <w:r w:rsidRPr="00170599">
        <w:t xml:space="preserve"> under the Agreement, </w:t>
      </w:r>
      <w:r w:rsidR="009518D7" w:rsidRPr="00170599">
        <w:t xml:space="preserve">the </w:t>
      </w:r>
      <w:r w:rsidR="0027634D" w:rsidRPr="00170599">
        <w:t>Service Provider</w:t>
      </w:r>
      <w:r w:rsidRPr="00170599">
        <w:t xml:space="preserve"> hereby grants SARS an irrevocable, world-wide, fully paid-up, royalty-free, non-exclusive licence for SARS</w:t>
      </w:r>
      <w:r w:rsidR="001A51CF" w:rsidRPr="00170599">
        <w:t xml:space="preserve"> including </w:t>
      </w:r>
      <w:r w:rsidRPr="00170599">
        <w:t xml:space="preserve">SARS Personnel to perform any lawful act, including the right to use, copy, maintain, modify, enhance and create derivative works of such </w:t>
      </w:r>
      <w:r w:rsidR="0027634D" w:rsidRPr="00170599">
        <w:t>Service Provider</w:t>
      </w:r>
      <w:r w:rsidRPr="00170599">
        <w:t xml:space="preserve"> Intellectual Property insofar as it forms part of the Developed Intellectual Property</w:t>
      </w:r>
      <w:r w:rsidR="004154B8" w:rsidRPr="00170599">
        <w:t xml:space="preserve"> (“</w:t>
      </w:r>
      <w:r w:rsidR="004154B8" w:rsidRPr="00170599">
        <w:rPr>
          <w:b/>
          <w:bCs/>
        </w:rPr>
        <w:t>SARS’s License</w:t>
      </w:r>
      <w:r w:rsidR="004154B8" w:rsidRPr="00170599">
        <w:t>”)</w:t>
      </w:r>
      <w:r w:rsidRPr="00170599">
        <w:t>.</w:t>
      </w:r>
      <w:bookmarkEnd w:id="577"/>
      <w:bookmarkEnd w:id="578"/>
    </w:p>
    <w:p w14:paraId="020434F8" w14:textId="77777777" w:rsidR="000F6D74" w:rsidRPr="00170599" w:rsidRDefault="004154B8" w:rsidP="00C25B08">
      <w:pPr>
        <w:pStyle w:val="ListParagraph"/>
        <w:numPr>
          <w:ilvl w:val="1"/>
          <w:numId w:val="28"/>
        </w:numPr>
        <w:spacing w:before="120" w:after="240" w:line="360" w:lineRule="auto"/>
        <w:ind w:left="709" w:hanging="709"/>
        <w:contextualSpacing w:val="0"/>
        <w:jc w:val="both"/>
        <w:rPr>
          <w:b/>
          <w:bCs/>
        </w:rPr>
      </w:pPr>
      <w:bookmarkStart w:id="579" w:name="_Toc12416812"/>
      <w:r w:rsidRPr="00170599">
        <w:rPr>
          <w:b/>
          <w:bCs/>
        </w:rPr>
        <w:t xml:space="preserve">The </w:t>
      </w:r>
      <w:r w:rsidR="0027634D" w:rsidRPr="00170599">
        <w:rPr>
          <w:b/>
          <w:bCs/>
        </w:rPr>
        <w:t>Service Provider</w:t>
      </w:r>
      <w:r w:rsidR="000F6D74" w:rsidRPr="00170599">
        <w:rPr>
          <w:b/>
          <w:bCs/>
        </w:rPr>
        <w:t xml:space="preserve"> Intellectual Property</w:t>
      </w:r>
      <w:r w:rsidR="008E51DA" w:rsidRPr="00170599">
        <w:t>:</w:t>
      </w:r>
      <w:bookmarkEnd w:id="579"/>
    </w:p>
    <w:p w14:paraId="7670B6C7" w14:textId="15A94146" w:rsidR="000F6D74" w:rsidRPr="00170599" w:rsidRDefault="000F6D74" w:rsidP="00C25B08">
      <w:pPr>
        <w:pStyle w:val="ListParagraph"/>
        <w:numPr>
          <w:ilvl w:val="2"/>
          <w:numId w:val="28"/>
        </w:numPr>
        <w:spacing w:before="120" w:after="240" w:line="360" w:lineRule="auto"/>
        <w:ind w:left="709" w:hanging="709"/>
        <w:contextualSpacing w:val="0"/>
        <w:jc w:val="both"/>
      </w:pPr>
      <w:bookmarkStart w:id="580" w:name="_Ref531659756"/>
      <w:bookmarkStart w:id="581" w:name="_Toc12416813"/>
      <w:r w:rsidRPr="00170599">
        <w:t>Subject to</w:t>
      </w:r>
      <w:r w:rsidRPr="00170599">
        <w:rPr>
          <w:b/>
        </w:rPr>
        <w:t xml:space="preserve"> </w:t>
      </w:r>
      <w:r w:rsidR="00E23CEB" w:rsidRPr="00170599">
        <w:rPr>
          <w:b/>
        </w:rPr>
        <w:t>Clause</w:t>
      </w:r>
      <w:r w:rsidR="00766492" w:rsidRPr="001A303E">
        <w:rPr>
          <w:b/>
        </w:rPr>
        <w:t xml:space="preserve"> </w:t>
      </w:r>
      <w:r w:rsidR="00766492" w:rsidRPr="001A303E">
        <w:rPr>
          <w:b/>
        </w:rPr>
        <w:fldChar w:fldCharType="begin"/>
      </w:r>
      <w:r w:rsidR="00766492" w:rsidRPr="00170599">
        <w:rPr>
          <w:b/>
        </w:rPr>
        <w:instrText xml:space="preserve"> REF _Ref55926220 \r \h </w:instrText>
      </w:r>
      <w:r w:rsidR="00252202">
        <w:rPr>
          <w:b/>
        </w:rPr>
        <w:instrText xml:space="preserve"> \* MERGEFORMAT </w:instrText>
      </w:r>
      <w:r w:rsidR="00766492" w:rsidRPr="001A303E">
        <w:rPr>
          <w:b/>
        </w:rPr>
      </w:r>
      <w:r w:rsidR="00766492" w:rsidRPr="001A303E">
        <w:rPr>
          <w:b/>
        </w:rPr>
        <w:fldChar w:fldCharType="separate"/>
      </w:r>
      <w:r w:rsidR="00766492" w:rsidRPr="001A303E">
        <w:rPr>
          <w:b/>
        </w:rPr>
        <w:t>19.2.3.2</w:t>
      </w:r>
      <w:r w:rsidR="00766492" w:rsidRPr="001A303E">
        <w:rPr>
          <w:b/>
        </w:rPr>
        <w:fldChar w:fldCharType="end"/>
      </w:r>
      <w:r w:rsidRPr="001A303E">
        <w:t xml:space="preserve">, </w:t>
      </w:r>
      <w:r w:rsidR="004154B8" w:rsidRPr="001A303E">
        <w:t xml:space="preserve">the </w:t>
      </w:r>
      <w:r w:rsidR="0027634D" w:rsidRPr="001A303E">
        <w:t>Service Provider</w:t>
      </w:r>
      <w:r w:rsidRPr="001A303E">
        <w:t xml:space="preserve"> retains all right, title and interest in and to </w:t>
      </w:r>
      <w:r w:rsidR="0027634D" w:rsidRPr="001A303E">
        <w:t>Service Provider</w:t>
      </w:r>
      <w:r w:rsidRPr="001A303E">
        <w:t xml:space="preserve"> Intellectual Property that is used in connection with the Deliverables</w:t>
      </w:r>
      <w:r w:rsidR="00403CA5" w:rsidRPr="001A303E">
        <w:t xml:space="preserve"> and/or Services</w:t>
      </w:r>
      <w:r w:rsidRPr="001A303E">
        <w:t xml:space="preserve">. </w:t>
      </w:r>
      <w:r w:rsidR="004154B8" w:rsidRPr="001A303E">
        <w:t xml:space="preserve">The </w:t>
      </w:r>
      <w:r w:rsidR="0027634D" w:rsidRPr="001A303E">
        <w:t>Service Provider</w:t>
      </w:r>
      <w:r w:rsidRPr="001A303E">
        <w:t xml:space="preserve"> grants to SARS an irrevocable, fully paid-up, royalty-free, non-exclusive licence for SARS to receive and realise the benefit of the Deliverables </w:t>
      </w:r>
      <w:r w:rsidR="00403CA5" w:rsidRPr="001A303E">
        <w:t xml:space="preserve">and/or Services </w:t>
      </w:r>
      <w:r w:rsidRPr="00BB3CB5">
        <w:t xml:space="preserve">during the </w:t>
      </w:r>
      <w:r w:rsidR="00005D4E" w:rsidRPr="00BB3CB5">
        <w:t>Term and</w:t>
      </w:r>
      <w:r w:rsidRPr="00BB3CB5">
        <w:t xml:space="preserve"> during the Disengagement Assistance Period</w:t>
      </w:r>
      <w:r w:rsidR="004154B8" w:rsidRPr="00BB3CB5">
        <w:t xml:space="preserve"> </w:t>
      </w:r>
      <w:r w:rsidR="006C187B" w:rsidRPr="00BB3CB5">
        <w:t>(</w:t>
      </w:r>
      <w:r w:rsidR="004154B8" w:rsidRPr="00BB3CB5">
        <w:t>“</w:t>
      </w:r>
      <w:r w:rsidR="004154B8" w:rsidRPr="00BB3CB5">
        <w:rPr>
          <w:b/>
          <w:bCs/>
        </w:rPr>
        <w:t>SARS Licence</w:t>
      </w:r>
      <w:r w:rsidR="004154B8" w:rsidRPr="00170599">
        <w:t>”)</w:t>
      </w:r>
      <w:r w:rsidRPr="00170599">
        <w:t>.</w:t>
      </w:r>
      <w:bookmarkEnd w:id="580"/>
      <w:bookmarkEnd w:id="581"/>
    </w:p>
    <w:p w14:paraId="5D20E256" w14:textId="77777777" w:rsidR="000F6D74" w:rsidRPr="00170599" w:rsidRDefault="000F6D74" w:rsidP="00C25B08">
      <w:pPr>
        <w:pStyle w:val="ListParagraph"/>
        <w:numPr>
          <w:ilvl w:val="1"/>
          <w:numId w:val="28"/>
        </w:numPr>
        <w:spacing w:before="120" w:after="240" w:line="360" w:lineRule="auto"/>
        <w:ind w:left="709" w:hanging="709"/>
        <w:contextualSpacing w:val="0"/>
        <w:jc w:val="both"/>
        <w:rPr>
          <w:b/>
          <w:bCs/>
        </w:rPr>
      </w:pPr>
      <w:bookmarkStart w:id="582" w:name="_Toc12416814"/>
      <w:r w:rsidRPr="00170599">
        <w:rPr>
          <w:b/>
          <w:bCs/>
        </w:rPr>
        <w:t>Third Party Intellectual Property</w:t>
      </w:r>
      <w:r w:rsidR="00D26F4F" w:rsidRPr="00170599">
        <w:t>:</w:t>
      </w:r>
      <w:bookmarkEnd w:id="582"/>
    </w:p>
    <w:p w14:paraId="5197D954" w14:textId="5443B9E4" w:rsidR="000F6D74" w:rsidRPr="00170599" w:rsidRDefault="001B4205" w:rsidP="00C25B08">
      <w:pPr>
        <w:pStyle w:val="ListParagraph"/>
        <w:numPr>
          <w:ilvl w:val="2"/>
          <w:numId w:val="28"/>
        </w:numPr>
        <w:spacing w:before="120" w:after="240" w:line="360" w:lineRule="auto"/>
        <w:ind w:left="709" w:hanging="709"/>
        <w:contextualSpacing w:val="0"/>
        <w:jc w:val="both"/>
      </w:pPr>
      <w:bookmarkStart w:id="583" w:name="_Toc12416815"/>
      <w:r w:rsidRPr="00170599">
        <w:t xml:space="preserve">The </w:t>
      </w:r>
      <w:r w:rsidR="0027634D" w:rsidRPr="00170599">
        <w:t>Service Provider</w:t>
      </w:r>
      <w:r w:rsidR="000F6D74" w:rsidRPr="00170599">
        <w:t xml:space="preserve"> will neither, for the Term, incorporate any </w:t>
      </w:r>
      <w:r w:rsidR="00F63F15" w:rsidRPr="00170599">
        <w:t>Third-Party</w:t>
      </w:r>
      <w:r w:rsidR="000F6D74" w:rsidRPr="00170599">
        <w:t xml:space="preserve"> Intellectual Property into any Developed Intellectual Property nor introduce into SARS</w:t>
      </w:r>
      <w:r w:rsidR="004B0ADB" w:rsidRPr="00170599">
        <w:t>’</w:t>
      </w:r>
      <w:r w:rsidR="000F6D74" w:rsidRPr="00170599">
        <w:t xml:space="preserve">s environment any </w:t>
      </w:r>
      <w:r w:rsidR="00F63F15" w:rsidRPr="00170599">
        <w:t>Third-Party</w:t>
      </w:r>
      <w:r w:rsidR="000F6D74" w:rsidRPr="00170599">
        <w:t xml:space="preserve"> Intellectual Property without first obtaining SARS</w:t>
      </w:r>
      <w:r w:rsidR="004B0ADB" w:rsidRPr="00170599">
        <w:t>’</w:t>
      </w:r>
      <w:r w:rsidR="000F6D74" w:rsidRPr="00170599">
        <w:t xml:space="preserve">s written consent thereto. </w:t>
      </w:r>
      <w:r w:rsidR="009518D7" w:rsidRPr="00170599">
        <w:t xml:space="preserve">The </w:t>
      </w:r>
      <w:r w:rsidR="0027634D" w:rsidRPr="00170599">
        <w:t>Service Provider</w:t>
      </w:r>
      <w:r w:rsidR="000F6D74" w:rsidRPr="00170599">
        <w:t xml:space="preserve"> will be responsible for obtaining a licence on behalf of SARS, at </w:t>
      </w:r>
      <w:r w:rsidR="0027634D" w:rsidRPr="00170599">
        <w:t>Service Provider</w:t>
      </w:r>
      <w:r w:rsidR="000F6D74" w:rsidRPr="00170599">
        <w:t>’s cost and in SARS</w:t>
      </w:r>
      <w:r w:rsidR="004B0ADB" w:rsidRPr="00170599">
        <w:t>’</w:t>
      </w:r>
      <w:r w:rsidR="000F6D74" w:rsidRPr="00170599">
        <w:t xml:space="preserve">s name, to use such </w:t>
      </w:r>
      <w:r w:rsidR="00F63F15" w:rsidRPr="00170599">
        <w:t>Third-Party</w:t>
      </w:r>
      <w:r w:rsidR="000F6D74" w:rsidRPr="00170599">
        <w:t xml:space="preserve"> Intellectual Property from the Third Party. </w:t>
      </w:r>
      <w:r w:rsidR="004154B8" w:rsidRPr="00170599">
        <w:t xml:space="preserve">The </w:t>
      </w:r>
      <w:r w:rsidR="0027634D" w:rsidRPr="00170599">
        <w:t>Service Provider</w:t>
      </w:r>
      <w:r w:rsidR="000F6D74" w:rsidRPr="00170599">
        <w:t xml:space="preserve"> is required to </w:t>
      </w:r>
      <w:r w:rsidRPr="00170599">
        <w:t xml:space="preserve">supply </w:t>
      </w:r>
      <w:r w:rsidR="000F6D74" w:rsidRPr="00170599">
        <w:t>the Deliverables</w:t>
      </w:r>
      <w:r w:rsidR="00797BE0" w:rsidRPr="00170599">
        <w:t xml:space="preserve"> and Services</w:t>
      </w:r>
      <w:r w:rsidR="000F6D74" w:rsidRPr="00170599">
        <w:t xml:space="preserve"> in accordance with the Service Levels notwithstanding any decisions by SARS to withhold its consent to the use of </w:t>
      </w:r>
      <w:r w:rsidR="00F63F15" w:rsidRPr="00170599">
        <w:t>Third-Party</w:t>
      </w:r>
      <w:r w:rsidR="000F6D74" w:rsidRPr="00170599">
        <w:t xml:space="preserve"> Intellectual Property and/or failure to assist in procuring the </w:t>
      </w:r>
      <w:r w:rsidR="0041462C" w:rsidRPr="00170599">
        <w:t>r</w:t>
      </w:r>
      <w:r w:rsidR="000F6D74" w:rsidRPr="00170599">
        <w:t xml:space="preserve">equired </w:t>
      </w:r>
      <w:r w:rsidR="0041462C" w:rsidRPr="00170599">
        <w:t>c</w:t>
      </w:r>
      <w:r w:rsidR="000F6D74" w:rsidRPr="00170599">
        <w:t>onsents</w:t>
      </w:r>
      <w:r w:rsidR="0041462C" w:rsidRPr="00170599">
        <w:t>.</w:t>
      </w:r>
      <w:bookmarkEnd w:id="583"/>
      <w:r w:rsidR="000F6D74" w:rsidRPr="00170599">
        <w:t xml:space="preserve"> </w:t>
      </w:r>
    </w:p>
    <w:p w14:paraId="49794E6C" w14:textId="77777777" w:rsidR="000C7CD7" w:rsidRPr="00170599" w:rsidRDefault="000F6D74" w:rsidP="00C25B08">
      <w:pPr>
        <w:pStyle w:val="ListParagraph"/>
        <w:numPr>
          <w:ilvl w:val="0"/>
          <w:numId w:val="28"/>
        </w:numPr>
        <w:spacing w:before="120" w:after="240" w:line="360" w:lineRule="auto"/>
        <w:ind w:left="709" w:hanging="709"/>
        <w:contextualSpacing w:val="0"/>
        <w:jc w:val="both"/>
      </w:pPr>
      <w:bookmarkStart w:id="584" w:name="_Toc12416816"/>
      <w:r w:rsidRPr="00170599">
        <w:rPr>
          <w:b/>
          <w:bCs/>
        </w:rPr>
        <w:t xml:space="preserve">Use of </w:t>
      </w:r>
      <w:r w:rsidR="00F63F15" w:rsidRPr="00170599">
        <w:rPr>
          <w:b/>
          <w:bCs/>
        </w:rPr>
        <w:t>Third-Party</w:t>
      </w:r>
      <w:r w:rsidRPr="00170599">
        <w:rPr>
          <w:b/>
          <w:bCs/>
        </w:rPr>
        <w:t xml:space="preserve"> Intellectual Property licensed to SAR</w:t>
      </w:r>
      <w:r w:rsidR="00BC62BB" w:rsidRPr="00170599">
        <w:rPr>
          <w:b/>
          <w:bCs/>
        </w:rPr>
        <w:t>S</w:t>
      </w:r>
      <w:r w:rsidR="00FC3B68" w:rsidRPr="00170599">
        <w:t>:</w:t>
      </w:r>
      <w:bookmarkEnd w:id="584"/>
    </w:p>
    <w:p w14:paraId="4DC25615" w14:textId="7CB853B3" w:rsidR="000F6D74" w:rsidRDefault="0027634D" w:rsidP="00C25B08">
      <w:pPr>
        <w:pStyle w:val="ListParagraph"/>
        <w:numPr>
          <w:ilvl w:val="2"/>
          <w:numId w:val="28"/>
        </w:numPr>
        <w:spacing w:before="120" w:after="240" w:line="360" w:lineRule="auto"/>
        <w:ind w:left="709" w:hanging="709"/>
        <w:contextualSpacing w:val="0"/>
        <w:jc w:val="both"/>
      </w:pPr>
      <w:bookmarkStart w:id="585" w:name="_Toc12416817"/>
      <w:r w:rsidRPr="00170599">
        <w:t>Service Provider</w:t>
      </w:r>
      <w:r w:rsidR="000F6D74" w:rsidRPr="00170599">
        <w:t xml:space="preserve"> will not, without SARS</w:t>
      </w:r>
      <w:r w:rsidR="004B0ADB" w:rsidRPr="00170599">
        <w:t>’</w:t>
      </w:r>
      <w:r w:rsidR="000F6D74" w:rsidRPr="00170599">
        <w:t xml:space="preserve">s express prior written consent, use any </w:t>
      </w:r>
      <w:r w:rsidR="00F63F15" w:rsidRPr="00170599">
        <w:t>Third-Party</w:t>
      </w:r>
      <w:r w:rsidR="000F6D74" w:rsidRPr="00170599">
        <w:t xml:space="preserve"> Intellectual Property licensed to SARS whether to provide the Deliverables</w:t>
      </w:r>
      <w:r w:rsidR="00450EF7" w:rsidRPr="00170599">
        <w:t xml:space="preserve"> and/or Services</w:t>
      </w:r>
      <w:r w:rsidR="000F6D74" w:rsidRPr="00170599">
        <w:t xml:space="preserve"> to SARS or for any other purpose </w:t>
      </w:r>
      <w:r w:rsidR="004A16F1" w:rsidRPr="00170599">
        <w:t>whatsoever</w:t>
      </w:r>
      <w:r w:rsidR="000F6D74" w:rsidRPr="00170599">
        <w:t xml:space="preserve">. </w:t>
      </w:r>
      <w:r w:rsidR="006C187B" w:rsidRPr="00170599">
        <w:t xml:space="preserve">The </w:t>
      </w:r>
      <w:r w:rsidRPr="00170599">
        <w:t>Service Provider</w:t>
      </w:r>
      <w:r w:rsidR="000F6D74" w:rsidRPr="00170599">
        <w:t xml:space="preserve"> acknowledges that such unauthorised use of </w:t>
      </w:r>
      <w:r w:rsidR="00F63F15" w:rsidRPr="00170599">
        <w:t>Third-Party</w:t>
      </w:r>
      <w:r w:rsidR="000F6D74" w:rsidRPr="00170599">
        <w:t xml:space="preserve"> Intellectual Property licensed to SARS may constitute a breach of the provisions of the licence agreement/s in terms of which such </w:t>
      </w:r>
      <w:r w:rsidR="001B4205" w:rsidRPr="00170599">
        <w:t>Third-Party</w:t>
      </w:r>
      <w:r w:rsidR="000F6D74" w:rsidRPr="00170599">
        <w:t xml:space="preserve"> Intellectual Property is licensed to SARS. Should consent be granted to </w:t>
      </w:r>
      <w:r w:rsidR="006C187B" w:rsidRPr="00170599">
        <w:t xml:space="preserve">the </w:t>
      </w:r>
      <w:r w:rsidRPr="00170599">
        <w:t>Service Provider</w:t>
      </w:r>
      <w:r w:rsidR="000F6D74" w:rsidRPr="00170599">
        <w:t xml:space="preserve"> to use Third Party Intellectual Property licensed to SARS, </w:t>
      </w:r>
      <w:r w:rsidR="004154B8" w:rsidRPr="00170599">
        <w:t xml:space="preserve">the </w:t>
      </w:r>
      <w:r w:rsidRPr="00170599">
        <w:t>Service Provider</w:t>
      </w:r>
      <w:r w:rsidR="000F6D74" w:rsidRPr="00170599">
        <w:t xml:space="preserve"> undertakes that it will only use such Intellectual Property strictly in accordance with the provisions of the relevant consent. </w:t>
      </w:r>
      <w:r w:rsidR="006C187B" w:rsidRPr="00170599">
        <w:t xml:space="preserve">The </w:t>
      </w:r>
      <w:r w:rsidRPr="00170599">
        <w:t>Service Provider</w:t>
      </w:r>
      <w:r w:rsidR="000F6D74" w:rsidRPr="00170599">
        <w:t xml:space="preserve"> is required to perform the </w:t>
      </w:r>
      <w:r w:rsidR="006C187B" w:rsidRPr="00170599">
        <w:t xml:space="preserve">Services </w:t>
      </w:r>
      <w:r w:rsidR="000F6D74" w:rsidRPr="00170599">
        <w:t>in accordance with the Service Levels</w:t>
      </w:r>
      <w:r w:rsidR="006C187B" w:rsidRPr="00170599">
        <w:t>,</w:t>
      </w:r>
      <w:r w:rsidR="000F6D74" w:rsidRPr="00170599">
        <w:t xml:space="preserve"> notwithstanding any decisions by SARS</w:t>
      </w:r>
      <w:r w:rsidR="009C2656" w:rsidRPr="00170599">
        <w:t xml:space="preserve"> </w:t>
      </w:r>
      <w:r w:rsidR="000F6D74" w:rsidRPr="00170599">
        <w:t>to withhold its consent.</w:t>
      </w:r>
      <w:bookmarkEnd w:id="585"/>
      <w:r w:rsidR="000F6D74" w:rsidRPr="00170599">
        <w:t xml:space="preserve"> </w:t>
      </w:r>
    </w:p>
    <w:p w14:paraId="336D3D18" w14:textId="77777777" w:rsidR="00FB6364" w:rsidRPr="00170599" w:rsidRDefault="003D231E" w:rsidP="00875C10">
      <w:pPr>
        <w:pStyle w:val="ListParagraph"/>
        <w:numPr>
          <w:ilvl w:val="0"/>
          <w:numId w:val="28"/>
        </w:numPr>
        <w:spacing w:before="120" w:after="240" w:line="360" w:lineRule="auto"/>
        <w:ind w:left="720" w:hanging="720"/>
        <w:contextualSpacing w:val="0"/>
        <w:jc w:val="both"/>
        <w:outlineLvl w:val="0"/>
        <w:rPr>
          <w:b/>
          <w:bCs/>
          <w:caps/>
          <w:lang w:val="en-ZA" w:eastAsia="en-US"/>
        </w:rPr>
      </w:pPr>
      <w:bookmarkStart w:id="586" w:name="_Ref179272966"/>
      <w:bookmarkStart w:id="587" w:name="_Toc179617258"/>
      <w:bookmarkStart w:id="588" w:name="_Toc531439695"/>
      <w:bookmarkStart w:id="589" w:name="_Toc65489838"/>
      <w:r w:rsidRPr="00170599">
        <w:rPr>
          <w:b/>
          <w:bCs/>
          <w:caps/>
          <w:lang w:val="en-ZA" w:eastAsia="en-US"/>
        </w:rPr>
        <w:t>Confidential</w:t>
      </w:r>
      <w:r w:rsidR="00005D4E" w:rsidRPr="00170599">
        <w:rPr>
          <w:b/>
          <w:bCs/>
          <w:caps/>
          <w:lang w:val="en-ZA" w:eastAsia="en-US"/>
        </w:rPr>
        <w:t xml:space="preserve"> UNDERTAKING</w:t>
      </w:r>
      <w:bookmarkEnd w:id="586"/>
      <w:bookmarkEnd w:id="587"/>
      <w:bookmarkEnd w:id="588"/>
      <w:bookmarkEnd w:id="589"/>
    </w:p>
    <w:p w14:paraId="00CD96EB" w14:textId="77777777" w:rsidR="00FF3C45" w:rsidRPr="00170599" w:rsidRDefault="00FF3C45" w:rsidP="00C25B08">
      <w:pPr>
        <w:pStyle w:val="ListParagraph"/>
        <w:numPr>
          <w:ilvl w:val="1"/>
          <w:numId w:val="28"/>
        </w:numPr>
        <w:spacing w:before="120" w:after="240" w:line="360" w:lineRule="auto"/>
        <w:ind w:left="709" w:hanging="709"/>
        <w:contextualSpacing w:val="0"/>
        <w:jc w:val="both"/>
        <w:rPr>
          <w:b/>
          <w:bCs/>
        </w:rPr>
      </w:pPr>
      <w:bookmarkStart w:id="590" w:name="_Toc12416819"/>
      <w:r w:rsidRPr="00170599">
        <w:t>The Parties shall ensure that prior to commencing the performance of the Services all the Service Provider</w:t>
      </w:r>
      <w:r w:rsidR="006C187B" w:rsidRPr="00170599">
        <w:t xml:space="preserve"> P</w:t>
      </w:r>
      <w:r w:rsidRPr="00170599">
        <w:t xml:space="preserve">ersonnel </w:t>
      </w:r>
      <w:r w:rsidR="006C187B" w:rsidRPr="00170599">
        <w:t xml:space="preserve">and Key Personnel </w:t>
      </w:r>
      <w:r w:rsidRPr="00170599">
        <w:t xml:space="preserve">involved in the rendering of </w:t>
      </w:r>
      <w:r w:rsidR="006C187B" w:rsidRPr="00170599">
        <w:t xml:space="preserve">the </w:t>
      </w:r>
      <w:r w:rsidRPr="00170599">
        <w:t>Services</w:t>
      </w:r>
      <w:r w:rsidR="001B4205" w:rsidRPr="00170599">
        <w:t xml:space="preserve">, </w:t>
      </w:r>
      <w:r w:rsidRPr="00170599">
        <w:t>sign the SARS Oath of Secrecy and submit the original thereof to SARS for record keeping purposes.</w:t>
      </w:r>
      <w:bookmarkEnd w:id="590"/>
    </w:p>
    <w:p w14:paraId="6A2356A3" w14:textId="77777777" w:rsidR="00FB6364" w:rsidRPr="00170599" w:rsidRDefault="00100FD6" w:rsidP="00C25B08">
      <w:pPr>
        <w:pStyle w:val="ListParagraph"/>
        <w:numPr>
          <w:ilvl w:val="1"/>
          <w:numId w:val="28"/>
        </w:numPr>
        <w:spacing w:before="120" w:after="240" w:line="360" w:lineRule="auto"/>
        <w:ind w:left="709" w:hanging="709"/>
        <w:contextualSpacing w:val="0"/>
        <w:jc w:val="both"/>
        <w:rPr>
          <w:b/>
          <w:bCs/>
        </w:rPr>
      </w:pPr>
      <w:bookmarkStart w:id="591" w:name="_Toc12416820"/>
      <w:r w:rsidRPr="00170599">
        <w:t xml:space="preserve">The Service Provider </w:t>
      </w:r>
      <w:r w:rsidR="00D507A3" w:rsidRPr="00170599">
        <w:t>undertakes that for the duration of this Agreement and after the expiration or earlier termination of this Agreement for any reason, it will keep confidential</w:t>
      </w:r>
      <w:r w:rsidR="00944D31" w:rsidRPr="00170599">
        <w:t xml:space="preserve"> all </w:t>
      </w:r>
      <w:r w:rsidR="004E6203" w:rsidRPr="00170599">
        <w:t xml:space="preserve">SARS’s Confidential </w:t>
      </w:r>
      <w:r w:rsidR="00916AC1" w:rsidRPr="00170599">
        <w:t>Information</w:t>
      </w:r>
      <w:r w:rsidR="00D507A3" w:rsidRPr="00170599">
        <w:t>. This includes the knowledge acquired by</w:t>
      </w:r>
      <w:r w:rsidR="0026385D" w:rsidRPr="00170599">
        <w:t xml:space="preserve"> </w:t>
      </w:r>
      <w:r w:rsidRPr="00170599">
        <w:t>the Service Provider</w:t>
      </w:r>
      <w:r w:rsidR="001B4205" w:rsidRPr="00170599">
        <w:t xml:space="preserve"> </w:t>
      </w:r>
      <w:r w:rsidR="00D347D9" w:rsidRPr="00170599">
        <w:t xml:space="preserve">Personnel </w:t>
      </w:r>
      <w:r w:rsidR="001B4205" w:rsidRPr="00170599">
        <w:t xml:space="preserve">and Key </w:t>
      </w:r>
      <w:r w:rsidR="00D56C14" w:rsidRPr="00170599">
        <w:t>Personnel</w:t>
      </w:r>
      <w:r w:rsidR="00D347D9" w:rsidRPr="00170599">
        <w:t xml:space="preserve"> </w:t>
      </w:r>
      <w:r w:rsidR="00D507A3" w:rsidRPr="00170599">
        <w:t xml:space="preserve">as a </w:t>
      </w:r>
      <w:r w:rsidR="00944D31" w:rsidRPr="00170599">
        <w:t>result</w:t>
      </w:r>
      <w:r w:rsidR="00D507A3" w:rsidRPr="00170599">
        <w:t xml:space="preserve"> of the work performed by </w:t>
      </w:r>
      <w:r w:rsidRPr="00170599">
        <w:t xml:space="preserve">the Service Provider </w:t>
      </w:r>
      <w:r w:rsidR="00D507A3" w:rsidRPr="00170599">
        <w:t>in terms of this Agreement and which by its nature</w:t>
      </w:r>
      <w:r w:rsidR="007E71EF" w:rsidRPr="00170599">
        <w:t>,</w:t>
      </w:r>
      <w:r w:rsidR="00D507A3" w:rsidRPr="00170599">
        <w:t xml:space="preserve"> is intended to be kept confidential.</w:t>
      </w:r>
      <w:bookmarkEnd w:id="591"/>
    </w:p>
    <w:p w14:paraId="68BF9DEE" w14:textId="77777777" w:rsidR="005A4F33" w:rsidRPr="00170599" w:rsidRDefault="00D507A3" w:rsidP="00C25B08">
      <w:pPr>
        <w:pStyle w:val="ListParagraph"/>
        <w:numPr>
          <w:ilvl w:val="1"/>
          <w:numId w:val="28"/>
        </w:numPr>
        <w:spacing w:before="120" w:after="240" w:line="360" w:lineRule="auto"/>
        <w:ind w:left="709" w:hanging="709"/>
        <w:contextualSpacing w:val="0"/>
        <w:jc w:val="both"/>
      </w:pPr>
      <w:bookmarkStart w:id="592" w:name="_Toc12416821"/>
      <w:r w:rsidRPr="00170599">
        <w:t xml:space="preserve">The Parties agree that </w:t>
      </w:r>
      <w:r w:rsidR="004F22B9" w:rsidRPr="00170599">
        <w:t>no</w:t>
      </w:r>
      <w:r w:rsidRPr="00170599">
        <w:t xml:space="preserve"> trade and</w:t>
      </w:r>
      <w:r w:rsidR="004F22B9" w:rsidRPr="00170599">
        <w:t>/or</w:t>
      </w:r>
      <w:r w:rsidRPr="00170599">
        <w:t xml:space="preserve"> </w:t>
      </w:r>
      <w:r w:rsidR="004F22B9" w:rsidRPr="00170599">
        <w:t>business</w:t>
      </w:r>
      <w:r w:rsidRPr="00170599">
        <w:t xml:space="preserve"> secrets</w:t>
      </w:r>
      <w:r w:rsidR="004F22B9" w:rsidRPr="00170599">
        <w:t>,</w:t>
      </w:r>
      <w:r w:rsidRPr="00170599">
        <w:t xml:space="preserve"> </w:t>
      </w:r>
      <w:r w:rsidR="00ED02C8" w:rsidRPr="00170599">
        <w:t>C</w:t>
      </w:r>
      <w:r w:rsidRPr="00170599">
        <w:t xml:space="preserve">onfidential </w:t>
      </w:r>
      <w:r w:rsidR="00ED02C8" w:rsidRPr="00170599">
        <w:t>I</w:t>
      </w:r>
      <w:r w:rsidRPr="00170599">
        <w:t>nformation or methods of work suppl</w:t>
      </w:r>
      <w:r w:rsidR="005A4F33" w:rsidRPr="00170599">
        <w:t>ied by one P</w:t>
      </w:r>
      <w:r w:rsidRPr="00170599">
        <w:t>arty to the other shall be disclosed to any third party</w:t>
      </w:r>
      <w:r w:rsidR="004F22B9" w:rsidRPr="00170599">
        <w:t>,</w:t>
      </w:r>
      <w:r w:rsidRPr="00170599">
        <w:t xml:space="preserve"> without </w:t>
      </w:r>
      <w:r w:rsidR="005A4F33" w:rsidRPr="00170599">
        <w:t xml:space="preserve">first obtaining the </w:t>
      </w:r>
      <w:r w:rsidRPr="00170599">
        <w:t>written consent</w:t>
      </w:r>
      <w:r w:rsidR="005A4F33" w:rsidRPr="00170599">
        <w:t xml:space="preserve"> of the other Party</w:t>
      </w:r>
      <w:r w:rsidR="007F0FD6" w:rsidRPr="00170599">
        <w:t>, unless required by law</w:t>
      </w:r>
      <w:r w:rsidR="00F63F15" w:rsidRPr="00170599">
        <w:t xml:space="preserve"> or competent court</w:t>
      </w:r>
      <w:r w:rsidR="006C187B" w:rsidRPr="00170599">
        <w:t xml:space="preserve"> or Authority</w:t>
      </w:r>
      <w:r w:rsidR="00753D89" w:rsidRPr="00170599">
        <w:t>.</w:t>
      </w:r>
      <w:bookmarkEnd w:id="592"/>
      <w:r w:rsidR="005A4F33" w:rsidRPr="00170599">
        <w:t xml:space="preserve">  </w:t>
      </w:r>
    </w:p>
    <w:p w14:paraId="1A1A9C4A" w14:textId="77777777" w:rsidR="00FB6364" w:rsidRPr="00170599" w:rsidRDefault="00B939CE" w:rsidP="00C25B08">
      <w:pPr>
        <w:pStyle w:val="ListParagraph"/>
        <w:numPr>
          <w:ilvl w:val="1"/>
          <w:numId w:val="28"/>
        </w:numPr>
        <w:spacing w:before="120" w:after="240" w:line="360" w:lineRule="auto"/>
        <w:ind w:left="709" w:hanging="709"/>
        <w:contextualSpacing w:val="0"/>
        <w:jc w:val="both"/>
      </w:pPr>
      <w:bookmarkStart w:id="593" w:name="_Toc12416822"/>
      <w:r w:rsidRPr="00170599">
        <w:t>The</w:t>
      </w:r>
      <w:r w:rsidR="00100FD6" w:rsidRPr="00170599">
        <w:t xml:space="preserve"> Service Provider </w:t>
      </w:r>
      <w:r w:rsidR="00FA4B8F" w:rsidRPr="00170599">
        <w:t xml:space="preserve">specifically acknowledges that all information relating to the Services, including and not limited to, literary works produced thereunder are of a sensitive nature and </w:t>
      </w:r>
      <w:r w:rsidR="004F22B9" w:rsidRPr="00170599">
        <w:t>must be kept confidential</w:t>
      </w:r>
      <w:r w:rsidR="00FA4B8F" w:rsidRPr="00170599">
        <w:t xml:space="preserve">. </w:t>
      </w:r>
      <w:r w:rsidRPr="00170599">
        <w:t>The Service Provider</w:t>
      </w:r>
      <w:r w:rsidR="00FA4B8F" w:rsidRPr="00170599">
        <w:t xml:space="preserve"> undertakes not </w:t>
      </w:r>
      <w:r w:rsidR="00863727" w:rsidRPr="00170599">
        <w:t xml:space="preserve">to </w:t>
      </w:r>
      <w:r w:rsidR="00FA4B8F" w:rsidRPr="00170599">
        <w:t>disclo</w:t>
      </w:r>
      <w:r w:rsidR="00863727" w:rsidRPr="00170599">
        <w:t>se</w:t>
      </w:r>
      <w:r w:rsidR="00FA4B8F" w:rsidRPr="00170599">
        <w:t xml:space="preserve"> such information without first obtaining the written consent of SARS</w:t>
      </w:r>
      <w:r w:rsidR="007F0FD6" w:rsidRPr="00170599">
        <w:t xml:space="preserve"> unless required by law</w:t>
      </w:r>
      <w:r w:rsidR="00F63F15" w:rsidRPr="00170599">
        <w:t xml:space="preserve"> or competent court</w:t>
      </w:r>
      <w:r w:rsidR="00753D89" w:rsidRPr="00170599">
        <w:t>.</w:t>
      </w:r>
      <w:bookmarkEnd w:id="593"/>
      <w:r w:rsidR="00FA4B8F" w:rsidRPr="00170599">
        <w:t xml:space="preserve"> </w:t>
      </w:r>
    </w:p>
    <w:p w14:paraId="09EA7AC8" w14:textId="77777777" w:rsidR="00565848" w:rsidRPr="00170599" w:rsidRDefault="00FF3C45" w:rsidP="00C25B08">
      <w:pPr>
        <w:pStyle w:val="ListParagraph"/>
        <w:numPr>
          <w:ilvl w:val="1"/>
          <w:numId w:val="28"/>
        </w:numPr>
        <w:spacing w:before="120" w:after="240" w:line="360" w:lineRule="auto"/>
        <w:ind w:left="709" w:hanging="709"/>
        <w:contextualSpacing w:val="0"/>
        <w:jc w:val="both"/>
      </w:pPr>
      <w:bookmarkStart w:id="594" w:name="_Toc12416823"/>
      <w:r w:rsidRPr="00170599">
        <w:t xml:space="preserve">If the Service Provider is uncertain about whether information is to be treated as confidential in terms of this Clause, it shall be obliged to treat it as such until </w:t>
      </w:r>
      <w:r w:rsidR="00507FAD" w:rsidRPr="00170599">
        <w:t>advised otherwise</w:t>
      </w:r>
      <w:r w:rsidRPr="00170599">
        <w:t xml:space="preserve">, in writing, </w:t>
      </w:r>
      <w:r w:rsidR="00507FAD" w:rsidRPr="00170599">
        <w:t>by</w:t>
      </w:r>
      <w:r w:rsidRPr="00170599">
        <w:t xml:space="preserve"> SARS.</w:t>
      </w:r>
      <w:bookmarkEnd w:id="594"/>
      <w:r w:rsidRPr="00170599">
        <w:t xml:space="preserve">  </w:t>
      </w:r>
    </w:p>
    <w:p w14:paraId="03751178" w14:textId="77777777" w:rsidR="00E3197F" w:rsidRPr="00170599" w:rsidRDefault="00E3197F" w:rsidP="00C25B08">
      <w:pPr>
        <w:pStyle w:val="ListParagraph"/>
        <w:numPr>
          <w:ilvl w:val="1"/>
          <w:numId w:val="28"/>
        </w:numPr>
        <w:spacing w:before="120" w:after="240" w:line="360" w:lineRule="auto"/>
        <w:ind w:left="709" w:hanging="709"/>
        <w:contextualSpacing w:val="0"/>
        <w:jc w:val="both"/>
      </w:pPr>
      <w:bookmarkStart w:id="595" w:name="_Toc12416824"/>
      <w:r w:rsidRPr="00170599">
        <w:t xml:space="preserve">The </w:t>
      </w:r>
      <w:r w:rsidR="00FD5832" w:rsidRPr="00170599">
        <w:t xml:space="preserve">Service Provider </w:t>
      </w:r>
      <w:r w:rsidR="00927EF6" w:rsidRPr="00170599">
        <w:t>will</w:t>
      </w:r>
      <w:r w:rsidRPr="00170599">
        <w:t xml:space="preserve"> protect the interests of </w:t>
      </w:r>
      <w:r w:rsidR="00FD5832" w:rsidRPr="00170599">
        <w:t>SARS in</w:t>
      </w:r>
      <w:r w:rsidR="00D748D5" w:rsidRPr="00170599">
        <w:t xml:space="preserve"> </w:t>
      </w:r>
      <w:r w:rsidRPr="00170599">
        <w:t>its Confidential Information</w:t>
      </w:r>
      <w:r w:rsidR="00927EF6" w:rsidRPr="00170599">
        <w:t xml:space="preserve"> by</w:t>
      </w:r>
      <w:r w:rsidRPr="00170599">
        <w:t>:</w:t>
      </w:r>
      <w:bookmarkEnd w:id="595"/>
    </w:p>
    <w:p w14:paraId="3D2BCEA8" w14:textId="77777777" w:rsidR="00E3197F" w:rsidRPr="00170599" w:rsidRDefault="00E3197F" w:rsidP="00C25B08">
      <w:pPr>
        <w:pStyle w:val="ListParagraph"/>
        <w:numPr>
          <w:ilvl w:val="2"/>
          <w:numId w:val="28"/>
        </w:numPr>
        <w:spacing w:before="120" w:after="240" w:line="360" w:lineRule="auto"/>
        <w:ind w:left="709" w:hanging="709"/>
        <w:contextualSpacing w:val="0"/>
        <w:jc w:val="both"/>
        <w:rPr>
          <w:b/>
          <w:bCs/>
        </w:rPr>
      </w:pPr>
      <w:bookmarkStart w:id="596" w:name="_Toc12416825"/>
      <w:r w:rsidRPr="00170599">
        <w:t>mak</w:t>
      </w:r>
      <w:r w:rsidR="00927EF6" w:rsidRPr="00170599">
        <w:t>ing</w:t>
      </w:r>
      <w:r w:rsidRPr="00170599">
        <w:t xml:space="preserve"> </w:t>
      </w:r>
      <w:r w:rsidR="00927EF6" w:rsidRPr="00170599">
        <w:t>available such</w:t>
      </w:r>
      <w:r w:rsidRPr="00170599">
        <w:t xml:space="preserve"> Confidential Information </w:t>
      </w:r>
      <w:r w:rsidR="00927EF6" w:rsidRPr="00170599">
        <w:t xml:space="preserve">only </w:t>
      </w:r>
      <w:r w:rsidR="006C187B" w:rsidRPr="00170599">
        <w:t xml:space="preserve">to </w:t>
      </w:r>
      <w:r w:rsidR="004E6203" w:rsidRPr="00170599">
        <w:t xml:space="preserve">Key Personnel </w:t>
      </w:r>
      <w:r w:rsidR="00005D4E" w:rsidRPr="00170599">
        <w:t xml:space="preserve">or </w:t>
      </w:r>
      <w:r w:rsidR="00D347D9" w:rsidRPr="00170599">
        <w:t>Service Provider Personnel</w:t>
      </w:r>
      <w:r w:rsidRPr="00170599">
        <w:t xml:space="preserve"> who are actively involved in the execution of its obligations under this Agreement and then only on a “need to know” basis;</w:t>
      </w:r>
      <w:bookmarkEnd w:id="596"/>
    </w:p>
    <w:p w14:paraId="54A3E75C" w14:textId="77777777" w:rsidR="00E3197F" w:rsidRPr="00170599" w:rsidRDefault="00D748D5" w:rsidP="00C25B08">
      <w:pPr>
        <w:pStyle w:val="ListParagraph"/>
        <w:numPr>
          <w:ilvl w:val="2"/>
          <w:numId w:val="28"/>
        </w:numPr>
        <w:spacing w:before="120" w:after="240" w:line="360" w:lineRule="auto"/>
        <w:ind w:left="709" w:hanging="709"/>
        <w:contextualSpacing w:val="0"/>
        <w:jc w:val="both"/>
        <w:rPr>
          <w:b/>
          <w:bCs/>
        </w:rPr>
      </w:pPr>
      <w:bookmarkStart w:id="597" w:name="_Toc12416826"/>
      <w:r w:rsidRPr="00170599">
        <w:t>put</w:t>
      </w:r>
      <w:r w:rsidR="00927EF6" w:rsidRPr="00170599">
        <w:t>ting</w:t>
      </w:r>
      <w:r w:rsidRPr="00170599">
        <w:t xml:space="preserve"> in place internal security procedures </w:t>
      </w:r>
      <w:r w:rsidR="007F0FD6" w:rsidRPr="00170599">
        <w:t>in accordance with current industry standards</w:t>
      </w:r>
      <w:r w:rsidR="004E6203" w:rsidRPr="00170599">
        <w:t xml:space="preserve"> and/or Applicable </w:t>
      </w:r>
      <w:r w:rsidR="00313281" w:rsidRPr="00170599">
        <w:t>Law to</w:t>
      </w:r>
      <w:r w:rsidRPr="00170599">
        <w:t xml:space="preserve"> prevent unauthorised disclosure and tak</w:t>
      </w:r>
      <w:r w:rsidR="00927EF6" w:rsidRPr="00170599">
        <w:t>ing</w:t>
      </w:r>
      <w:r w:rsidRPr="00170599">
        <w:t xml:space="preserve"> all practical steps to impress upon those </w:t>
      </w:r>
      <w:r w:rsidR="00927EF6" w:rsidRPr="00170599">
        <w:t>p</w:t>
      </w:r>
      <w:r w:rsidRPr="00170599">
        <w:t>ersonnel who need to be given access to Confidential Information, the secret and confidential nature thereof;</w:t>
      </w:r>
      <w:bookmarkEnd w:id="597"/>
      <w:r w:rsidRPr="00170599">
        <w:t xml:space="preserve"> </w:t>
      </w:r>
    </w:p>
    <w:p w14:paraId="2EEF9694" w14:textId="77777777" w:rsidR="00F9011D" w:rsidRPr="00170599" w:rsidRDefault="00F9011D" w:rsidP="00C25B08">
      <w:pPr>
        <w:pStyle w:val="ListParagraph"/>
        <w:numPr>
          <w:ilvl w:val="2"/>
          <w:numId w:val="28"/>
        </w:numPr>
        <w:spacing w:before="120" w:after="240" w:line="360" w:lineRule="auto"/>
        <w:ind w:left="709" w:hanging="709"/>
        <w:contextualSpacing w:val="0"/>
        <w:jc w:val="both"/>
      </w:pPr>
      <w:bookmarkStart w:id="598" w:name="_Toc12416827"/>
      <w:r w:rsidRPr="00170599">
        <w:t>using the Confidential Information only for the purposes of and to the extent necessary for the Service Provider to comply with its obligations under this Agreement. In particular, the Service Provider shall not use the Confidential Information for the purpose of updating, supplementing or verifying its own data bases;</w:t>
      </w:r>
      <w:bookmarkEnd w:id="598"/>
    </w:p>
    <w:p w14:paraId="387083A8" w14:textId="47381376" w:rsidR="00D748D5" w:rsidRPr="00170599" w:rsidRDefault="00927EF6" w:rsidP="00C25B08">
      <w:pPr>
        <w:pStyle w:val="ListParagraph"/>
        <w:numPr>
          <w:ilvl w:val="2"/>
          <w:numId w:val="28"/>
        </w:numPr>
        <w:spacing w:before="120" w:after="240" w:line="360" w:lineRule="auto"/>
        <w:ind w:left="709" w:hanging="709"/>
        <w:contextualSpacing w:val="0"/>
        <w:jc w:val="both"/>
      </w:pPr>
      <w:bookmarkStart w:id="599" w:name="_Toc12416828"/>
      <w:r w:rsidRPr="00170599">
        <w:t>not</w:t>
      </w:r>
      <w:r w:rsidR="00D748D5" w:rsidRPr="00170599">
        <w:t xml:space="preserve"> us</w:t>
      </w:r>
      <w:r w:rsidRPr="00170599">
        <w:t>ing</w:t>
      </w:r>
      <w:r w:rsidR="00D748D5" w:rsidRPr="00170599">
        <w:t xml:space="preserve"> any Confidential Information of </w:t>
      </w:r>
      <w:r w:rsidR="00FD5832" w:rsidRPr="00170599">
        <w:t>SARS</w:t>
      </w:r>
      <w:r w:rsidR="00D748D5" w:rsidRPr="00170599">
        <w:t xml:space="preserve">, or </w:t>
      </w:r>
      <w:r w:rsidRPr="00170599">
        <w:t xml:space="preserve">disclosing </w:t>
      </w:r>
      <w:r w:rsidR="00D748D5" w:rsidRPr="00170599">
        <w:t xml:space="preserve">directly or indirectly any Confidential Information of </w:t>
      </w:r>
      <w:r w:rsidR="00FD5832" w:rsidRPr="00170599">
        <w:t>SARS</w:t>
      </w:r>
      <w:r w:rsidR="00D748D5" w:rsidRPr="00170599">
        <w:t xml:space="preserve"> to third parties</w:t>
      </w:r>
      <w:r w:rsidRPr="00170599">
        <w:t>, whether during this Agreement or thereafter</w:t>
      </w:r>
      <w:r w:rsidR="002343CA" w:rsidRPr="00170599">
        <w:t>, unless required by law</w:t>
      </w:r>
      <w:r w:rsidR="00D748D5" w:rsidRPr="00170599">
        <w:t>;</w:t>
      </w:r>
      <w:r w:rsidR="00533029" w:rsidRPr="00170599">
        <w:t xml:space="preserve"> </w:t>
      </w:r>
      <w:bookmarkEnd w:id="599"/>
    </w:p>
    <w:p w14:paraId="4F77A058" w14:textId="77777777" w:rsidR="00F9011D" w:rsidRPr="00170599" w:rsidRDefault="00F9011D" w:rsidP="00C25B08">
      <w:pPr>
        <w:pStyle w:val="ListParagraph"/>
        <w:numPr>
          <w:ilvl w:val="2"/>
          <w:numId w:val="28"/>
        </w:numPr>
        <w:spacing w:before="120" w:after="240" w:line="360" w:lineRule="auto"/>
        <w:ind w:left="709" w:hanging="709"/>
        <w:contextualSpacing w:val="0"/>
        <w:jc w:val="both"/>
      </w:pPr>
      <w:bookmarkStart w:id="600" w:name="_Toc12416829"/>
      <w:r w:rsidRPr="00170599">
        <w:t xml:space="preserve">notifying SARS promptly of any unauthorised or unlawful use, disclosure and/or </w:t>
      </w:r>
      <w:r w:rsidR="00D26F4F" w:rsidRPr="00170599">
        <w:t>P</w:t>
      </w:r>
      <w:r w:rsidRPr="00170599">
        <w:t>rocessing (as defined by POPIA) of the Confidential Information of which the Service Provider becomes aware;</w:t>
      </w:r>
      <w:bookmarkEnd w:id="600"/>
    </w:p>
    <w:p w14:paraId="3B4F216B" w14:textId="77777777" w:rsidR="00F9011D" w:rsidRPr="00170599" w:rsidRDefault="00F9011D" w:rsidP="00C25B08">
      <w:pPr>
        <w:pStyle w:val="ListParagraph"/>
        <w:numPr>
          <w:ilvl w:val="2"/>
          <w:numId w:val="28"/>
        </w:numPr>
        <w:spacing w:before="120" w:after="240" w:line="360" w:lineRule="auto"/>
        <w:ind w:left="709" w:hanging="709"/>
        <w:contextualSpacing w:val="0"/>
        <w:jc w:val="both"/>
      </w:pPr>
      <w:bookmarkStart w:id="601" w:name="_Toc12416830"/>
      <w:bookmarkStart w:id="602" w:name="_Ref531661291"/>
      <w:r w:rsidRPr="00170599">
        <w:t>deleting or returning (at the request of SARS) the Confidential Information as may be required by SARS, without keeping copies thereof, immediately upon first written demand for deletion or the return thereof by SARS, whether or not the Service Provider has completed the provision of the Services in respect of any such Confidential Information, and in any event promptly after the use thereof in the provision of the Services;</w:t>
      </w:r>
      <w:bookmarkEnd w:id="601"/>
      <w:r w:rsidRPr="00170599">
        <w:t xml:space="preserve"> </w:t>
      </w:r>
      <w:bookmarkEnd w:id="602"/>
    </w:p>
    <w:p w14:paraId="65C1CA5B" w14:textId="761EBA71" w:rsidR="00F9011D" w:rsidRPr="001A303E" w:rsidRDefault="00F9011D" w:rsidP="00170599">
      <w:pPr>
        <w:pStyle w:val="ListParagraph"/>
        <w:numPr>
          <w:ilvl w:val="3"/>
          <w:numId w:val="28"/>
        </w:numPr>
        <w:spacing w:before="120" w:after="240" w:line="360" w:lineRule="auto"/>
        <w:ind w:left="1701" w:hanging="992"/>
        <w:contextualSpacing w:val="0"/>
        <w:jc w:val="both"/>
      </w:pPr>
      <w:bookmarkStart w:id="603" w:name="_Toc12416831"/>
      <w:r w:rsidRPr="00170599">
        <w:t xml:space="preserve">providing reasonable evidence of the Service Provider’s compliance with its obligations under this </w:t>
      </w:r>
      <w:r w:rsidR="00E23CEB" w:rsidRPr="00170599">
        <w:rPr>
          <w:b/>
        </w:rPr>
        <w:t>Clause</w:t>
      </w:r>
      <w:r w:rsidRPr="001A303E">
        <w:t xml:space="preserve"> </w:t>
      </w:r>
      <w:r w:rsidRPr="00170599">
        <w:rPr>
          <w:b/>
        </w:rPr>
        <w:fldChar w:fldCharType="begin"/>
      </w:r>
      <w:r w:rsidRPr="00170599">
        <w:rPr>
          <w:b/>
        </w:rPr>
        <w:instrText xml:space="preserve"> REF _Ref531661291 \r \h </w:instrText>
      </w:r>
      <w:r w:rsidR="00DF649F" w:rsidRPr="00170599">
        <w:rPr>
          <w:b/>
        </w:rPr>
        <w:instrText xml:space="preserve"> \* MERGEFORMAT </w:instrText>
      </w:r>
      <w:r w:rsidRPr="00170599">
        <w:rPr>
          <w:b/>
        </w:rPr>
      </w:r>
      <w:r w:rsidRPr="00170599">
        <w:rPr>
          <w:b/>
        </w:rPr>
        <w:fldChar w:fldCharType="separate"/>
      </w:r>
      <w:r w:rsidR="00C26F3F">
        <w:rPr>
          <w:b/>
        </w:rPr>
        <w:t>21.6.6</w:t>
      </w:r>
      <w:r w:rsidRPr="00170599">
        <w:rPr>
          <w:b/>
        </w:rPr>
        <w:fldChar w:fldCharType="end"/>
      </w:r>
      <w:r w:rsidRPr="001A303E">
        <w:t xml:space="preserve"> to SARS on reasonable notice and request</w:t>
      </w:r>
      <w:r w:rsidR="00F30DED" w:rsidRPr="001A303E">
        <w:t>; and</w:t>
      </w:r>
      <w:bookmarkEnd w:id="603"/>
      <w:r w:rsidR="00F30DED" w:rsidRPr="001A303E">
        <w:t xml:space="preserve"> </w:t>
      </w:r>
    </w:p>
    <w:p w14:paraId="567CDFA5" w14:textId="77777777" w:rsidR="00D748D5" w:rsidRPr="00BB3CB5" w:rsidRDefault="00927EF6" w:rsidP="00170599">
      <w:pPr>
        <w:pStyle w:val="ListParagraph"/>
        <w:numPr>
          <w:ilvl w:val="3"/>
          <w:numId w:val="28"/>
        </w:numPr>
        <w:spacing w:before="120" w:after="240" w:line="360" w:lineRule="auto"/>
        <w:ind w:left="1701" w:hanging="992"/>
        <w:contextualSpacing w:val="0"/>
        <w:jc w:val="both"/>
      </w:pPr>
      <w:bookmarkStart w:id="604" w:name="_Toc12416832"/>
      <w:r w:rsidRPr="001A303E">
        <w:t xml:space="preserve">ensuring that </w:t>
      </w:r>
      <w:r w:rsidR="00D748D5" w:rsidRPr="001A303E">
        <w:t xml:space="preserve">all Confidential Information of </w:t>
      </w:r>
      <w:r w:rsidR="00FD5832" w:rsidRPr="001A303E">
        <w:t>SARS</w:t>
      </w:r>
      <w:r w:rsidR="00D748D5" w:rsidRPr="001A303E">
        <w:t xml:space="preserve"> which </w:t>
      </w:r>
      <w:r w:rsidR="00533029" w:rsidRPr="001A303E">
        <w:t xml:space="preserve">has </w:t>
      </w:r>
      <w:r w:rsidR="00D748D5" w:rsidRPr="001A303E">
        <w:t xml:space="preserve">or will come into the possession of the </w:t>
      </w:r>
      <w:r w:rsidR="00FD5832" w:rsidRPr="001A303E">
        <w:t>Service Provider</w:t>
      </w:r>
      <w:r w:rsidR="00D748D5" w:rsidRPr="001A303E">
        <w:t xml:space="preserve"> and its </w:t>
      </w:r>
      <w:r w:rsidR="00FD5832" w:rsidRPr="00BB3CB5">
        <w:t>p</w:t>
      </w:r>
      <w:r w:rsidR="00D748D5" w:rsidRPr="00BB3CB5">
        <w:t xml:space="preserve">ersonnel, will at all times remain the sole and absolute property of </w:t>
      </w:r>
      <w:r w:rsidR="00FD5832" w:rsidRPr="00BB3CB5">
        <w:t>SARS</w:t>
      </w:r>
      <w:r w:rsidR="00D748D5" w:rsidRPr="00BB3CB5">
        <w:t>.</w:t>
      </w:r>
      <w:bookmarkEnd w:id="604"/>
    </w:p>
    <w:p w14:paraId="0F9CADF0" w14:textId="4D78BA70" w:rsidR="00F30DED" w:rsidRPr="001A303E" w:rsidRDefault="00F30DED" w:rsidP="00C25B08">
      <w:pPr>
        <w:pStyle w:val="ListParagraph"/>
        <w:numPr>
          <w:ilvl w:val="1"/>
          <w:numId w:val="28"/>
        </w:numPr>
        <w:spacing w:before="120" w:after="240" w:line="360" w:lineRule="auto"/>
        <w:ind w:left="709" w:hanging="709"/>
        <w:contextualSpacing w:val="0"/>
        <w:jc w:val="both"/>
      </w:pPr>
      <w:bookmarkStart w:id="605" w:name="_Toc12416833"/>
      <w:r w:rsidRPr="00BB3CB5">
        <w:t>The unauthorised disclosure by the Service Provider of the Confidential Information to a third party may cause irreparable loss, harm, and damage to SAR</w:t>
      </w:r>
      <w:r w:rsidRPr="00170599">
        <w:t xml:space="preserve">S, and may lead to criminal sanction. As such, the Service Provider indemnifies and holds SARS harmless against </w:t>
      </w:r>
      <w:r w:rsidR="00D26F4F" w:rsidRPr="00170599">
        <w:t xml:space="preserve">all Losses and </w:t>
      </w:r>
      <w:r w:rsidRPr="00170599">
        <w:t>any action, or damage, o</w:t>
      </w:r>
      <w:r w:rsidR="00D26F4F" w:rsidRPr="00170599">
        <w:t>f</w:t>
      </w:r>
      <w:r w:rsidRPr="00170599">
        <w:t xml:space="preserve"> whatever nature, suffered or sustained by the SARS pursuant to a breach by the Service Provider of provisions of this </w:t>
      </w:r>
      <w:r w:rsidR="00E23CEB" w:rsidRPr="00170599">
        <w:rPr>
          <w:b/>
        </w:rPr>
        <w:t>Clause</w:t>
      </w:r>
      <w:r w:rsidRPr="00170599">
        <w:rPr>
          <w:b/>
        </w:rPr>
        <w:t xml:space="preserve"> </w:t>
      </w:r>
      <w:r w:rsidR="00B15B9C" w:rsidRPr="00170599">
        <w:rPr>
          <w:b/>
        </w:rPr>
        <w:fldChar w:fldCharType="begin"/>
      </w:r>
      <w:r w:rsidR="00B15B9C" w:rsidRPr="00170599">
        <w:rPr>
          <w:b/>
        </w:rPr>
        <w:instrText xml:space="preserve"> REF _Ref179272966 \r \h </w:instrText>
      </w:r>
      <w:r w:rsidR="004946E8" w:rsidRPr="00170599">
        <w:rPr>
          <w:b/>
        </w:rPr>
        <w:instrText xml:space="preserve"> \* MERGEFORMAT </w:instrText>
      </w:r>
      <w:r w:rsidR="00B15B9C" w:rsidRPr="00170599">
        <w:rPr>
          <w:b/>
        </w:rPr>
      </w:r>
      <w:r w:rsidR="00B15B9C" w:rsidRPr="00170599">
        <w:rPr>
          <w:b/>
        </w:rPr>
        <w:fldChar w:fldCharType="separate"/>
      </w:r>
      <w:r w:rsidR="00C26F3F">
        <w:rPr>
          <w:b/>
        </w:rPr>
        <w:t>21</w:t>
      </w:r>
      <w:r w:rsidR="00B15B9C" w:rsidRPr="00170599">
        <w:rPr>
          <w:b/>
        </w:rPr>
        <w:fldChar w:fldCharType="end"/>
      </w:r>
      <w:r w:rsidRPr="001A303E">
        <w:rPr>
          <w:b/>
        </w:rPr>
        <w:t>.</w:t>
      </w:r>
      <w:bookmarkEnd w:id="605"/>
    </w:p>
    <w:p w14:paraId="08C9805F" w14:textId="77777777" w:rsidR="00F30DED" w:rsidRPr="001A303E" w:rsidRDefault="00F30DED" w:rsidP="00C25B08">
      <w:pPr>
        <w:pStyle w:val="ListParagraph"/>
        <w:numPr>
          <w:ilvl w:val="1"/>
          <w:numId w:val="28"/>
        </w:numPr>
        <w:spacing w:before="120" w:after="240" w:line="360" w:lineRule="auto"/>
        <w:ind w:left="709" w:hanging="709"/>
        <w:contextualSpacing w:val="0"/>
        <w:jc w:val="both"/>
      </w:pPr>
      <w:bookmarkStart w:id="606" w:name="_Ref282439236"/>
      <w:bookmarkStart w:id="607" w:name="_Toc12416834"/>
      <w:r w:rsidRPr="001A303E">
        <w:t>No announcements of any nature whatsoever will be made by or on behalf of a Party relating to this Agreement without the prior written consent of the other Party.</w:t>
      </w:r>
      <w:bookmarkEnd w:id="606"/>
      <w:bookmarkEnd w:id="607"/>
    </w:p>
    <w:p w14:paraId="354E681F" w14:textId="1EF37D34" w:rsidR="00100FD6" w:rsidRPr="001A303E" w:rsidRDefault="002854E7" w:rsidP="00C25B08">
      <w:pPr>
        <w:pStyle w:val="ListParagraph"/>
        <w:numPr>
          <w:ilvl w:val="1"/>
          <w:numId w:val="28"/>
        </w:numPr>
        <w:spacing w:before="120" w:after="240" w:line="360" w:lineRule="auto"/>
        <w:ind w:left="709" w:hanging="709"/>
        <w:contextualSpacing w:val="0"/>
        <w:jc w:val="both"/>
      </w:pPr>
      <w:bookmarkStart w:id="608" w:name="_Toc12416835"/>
      <w:r w:rsidRPr="001A303E">
        <w:t xml:space="preserve">The provisions of this </w:t>
      </w:r>
      <w:r w:rsidRPr="00170599">
        <w:rPr>
          <w:b/>
        </w:rPr>
        <w:t>C</w:t>
      </w:r>
      <w:r w:rsidR="00D507A3" w:rsidRPr="00170599">
        <w:rPr>
          <w:b/>
        </w:rPr>
        <w:t xml:space="preserve">lause </w:t>
      </w:r>
      <w:r w:rsidR="00B15B9C" w:rsidRPr="00170599">
        <w:rPr>
          <w:b/>
        </w:rPr>
        <w:fldChar w:fldCharType="begin"/>
      </w:r>
      <w:r w:rsidR="00B15B9C" w:rsidRPr="00170599">
        <w:rPr>
          <w:b/>
        </w:rPr>
        <w:instrText xml:space="preserve"> REF _Ref179272966 \r \h </w:instrText>
      </w:r>
      <w:r w:rsidR="004946E8" w:rsidRPr="00170599">
        <w:rPr>
          <w:b/>
        </w:rPr>
        <w:instrText xml:space="preserve"> \* MERGEFORMAT </w:instrText>
      </w:r>
      <w:r w:rsidR="00B15B9C" w:rsidRPr="00170599">
        <w:rPr>
          <w:b/>
        </w:rPr>
      </w:r>
      <w:r w:rsidR="00B15B9C" w:rsidRPr="00170599">
        <w:rPr>
          <w:b/>
        </w:rPr>
        <w:fldChar w:fldCharType="separate"/>
      </w:r>
      <w:r w:rsidR="00C26F3F">
        <w:rPr>
          <w:b/>
        </w:rPr>
        <w:t>21</w:t>
      </w:r>
      <w:r w:rsidR="00B15B9C" w:rsidRPr="00170599">
        <w:rPr>
          <w:b/>
        </w:rPr>
        <w:fldChar w:fldCharType="end"/>
      </w:r>
      <w:r w:rsidR="00807B1F" w:rsidRPr="001A303E">
        <w:t xml:space="preserve"> </w:t>
      </w:r>
      <w:r w:rsidR="00D507A3" w:rsidRPr="001A303E">
        <w:t>shall survive the termination or cancellation of this Agreement for any reason whatsoe</w:t>
      </w:r>
      <w:r w:rsidR="004A6D88" w:rsidRPr="001A303E">
        <w:t>ver</w:t>
      </w:r>
      <w:r w:rsidR="00D507A3" w:rsidRPr="001A303E">
        <w:t>.</w:t>
      </w:r>
      <w:bookmarkEnd w:id="608"/>
    </w:p>
    <w:p w14:paraId="1BFD3C2A" w14:textId="77777777" w:rsidR="001D2BCE" w:rsidRPr="001A303E" w:rsidRDefault="001D2BCE" w:rsidP="00C25B08">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609" w:name="_Toc293325631"/>
      <w:bookmarkStart w:id="610" w:name="_Ref533021358"/>
      <w:bookmarkStart w:id="611" w:name="_Ref533021714"/>
      <w:bookmarkStart w:id="612" w:name="_Ref2859348"/>
      <w:bookmarkStart w:id="613" w:name="_Ref36709587"/>
      <w:bookmarkStart w:id="614" w:name="_Ref55926687"/>
      <w:bookmarkStart w:id="615" w:name="_Ref55928243"/>
      <w:bookmarkStart w:id="616" w:name="_Toc65489839"/>
      <w:bookmarkStart w:id="617" w:name="_Toc71514528"/>
      <w:bookmarkStart w:id="618" w:name="_Ref72054768"/>
      <w:bookmarkStart w:id="619" w:name="_Ref72054917"/>
      <w:bookmarkStart w:id="620" w:name="_Ref77505380"/>
      <w:bookmarkStart w:id="621" w:name="_Ref77505390"/>
      <w:bookmarkStart w:id="622" w:name="_Ref148263529"/>
      <w:bookmarkStart w:id="623" w:name="_Toc151286399"/>
      <w:bookmarkStart w:id="624" w:name="_Ref253055528"/>
      <w:bookmarkStart w:id="625" w:name="_Ref253984221"/>
      <w:bookmarkStart w:id="626" w:name="_Ref253984231"/>
      <w:bookmarkStart w:id="627" w:name="_Toc283110466"/>
      <w:bookmarkStart w:id="628" w:name="_Toc531439696"/>
      <w:r w:rsidRPr="001A303E">
        <w:rPr>
          <w:b/>
          <w:bCs/>
          <w:caps/>
          <w:lang w:val="en-ZA" w:eastAsia="en-US"/>
        </w:rPr>
        <w:t>DATA PROTECTION</w:t>
      </w:r>
      <w:bookmarkEnd w:id="609"/>
      <w:bookmarkEnd w:id="610"/>
      <w:bookmarkEnd w:id="611"/>
      <w:bookmarkEnd w:id="612"/>
      <w:bookmarkEnd w:id="613"/>
      <w:bookmarkEnd w:id="614"/>
      <w:bookmarkEnd w:id="615"/>
      <w:bookmarkEnd w:id="616"/>
    </w:p>
    <w:p w14:paraId="5CF9D4FF" w14:textId="77777777" w:rsidR="005B74AD" w:rsidRPr="001A303E" w:rsidRDefault="005B74AD" w:rsidP="00C25B08">
      <w:pPr>
        <w:pStyle w:val="ListParagraph"/>
        <w:numPr>
          <w:ilvl w:val="1"/>
          <w:numId w:val="28"/>
        </w:numPr>
        <w:spacing w:before="120" w:after="240" w:line="360" w:lineRule="auto"/>
        <w:ind w:left="709" w:hanging="709"/>
        <w:contextualSpacing w:val="0"/>
        <w:jc w:val="both"/>
      </w:pPr>
      <w:bookmarkStart w:id="629" w:name="_Ref271536947"/>
      <w:bookmarkStart w:id="630" w:name="_Toc12416837"/>
      <w:bookmarkEnd w:id="617"/>
      <w:bookmarkEnd w:id="618"/>
      <w:bookmarkEnd w:id="619"/>
      <w:bookmarkEnd w:id="620"/>
      <w:bookmarkEnd w:id="621"/>
      <w:bookmarkEnd w:id="622"/>
      <w:bookmarkEnd w:id="623"/>
      <w:bookmarkEnd w:id="624"/>
      <w:bookmarkEnd w:id="625"/>
      <w:bookmarkEnd w:id="626"/>
      <w:bookmarkEnd w:id="627"/>
      <w:r w:rsidRPr="001A303E">
        <w:t xml:space="preserve">The Service Provider acknowledges that in the course of the provision of the Services it may become privy to </w:t>
      </w:r>
      <w:r w:rsidR="00D26F4F" w:rsidRPr="001A303E">
        <w:t xml:space="preserve">SARS’s </w:t>
      </w:r>
      <w:r w:rsidRPr="001A303E">
        <w:t>Confidential Information.</w:t>
      </w:r>
      <w:bookmarkEnd w:id="629"/>
      <w:bookmarkEnd w:id="630"/>
    </w:p>
    <w:p w14:paraId="776D2E3F" w14:textId="70B7B9BE" w:rsidR="005B74AD" w:rsidRPr="001A303E" w:rsidRDefault="005B74AD" w:rsidP="00C25B08">
      <w:pPr>
        <w:pStyle w:val="ListParagraph"/>
        <w:numPr>
          <w:ilvl w:val="1"/>
          <w:numId w:val="28"/>
        </w:numPr>
        <w:spacing w:before="120" w:after="240" w:line="360" w:lineRule="auto"/>
        <w:ind w:left="709" w:hanging="709"/>
        <w:contextualSpacing w:val="0"/>
        <w:jc w:val="both"/>
      </w:pPr>
      <w:bookmarkStart w:id="631" w:name="_Ref280688189"/>
      <w:bookmarkStart w:id="632" w:name="_Ref294773976"/>
      <w:bookmarkStart w:id="633" w:name="_Toc12416838"/>
      <w:r w:rsidRPr="00BB3CB5">
        <w:t xml:space="preserve">To the extent that the </w:t>
      </w:r>
      <w:r w:rsidR="00D26F4F" w:rsidRPr="00BB3CB5">
        <w:t xml:space="preserve">SARS’s </w:t>
      </w:r>
      <w:r w:rsidRPr="00BB3CB5">
        <w:t>Confidential Information needs to be stored on the Service Provider</w:t>
      </w:r>
      <w:r w:rsidR="004B0ADB" w:rsidRPr="00BB3CB5">
        <w:t>’</w:t>
      </w:r>
      <w:r w:rsidRPr="00BB3CB5">
        <w:t xml:space="preserve">s information technology systems, the Service Provider shall take appropriate technical </w:t>
      </w:r>
      <w:r w:rsidR="00A10328" w:rsidRPr="00BB3CB5">
        <w:t xml:space="preserve">safeguards </w:t>
      </w:r>
      <w:r w:rsidRPr="00BB3CB5">
        <w:t>and organisational measures and/or measures prescribed by POPIA</w:t>
      </w:r>
      <w:r w:rsidR="00A10328" w:rsidRPr="00170599">
        <w:t xml:space="preserve"> and/or applicable Data Protection Legislation (where applicable)</w:t>
      </w:r>
      <w:r w:rsidRPr="00170599">
        <w:t xml:space="preserve">, SARS Act and/or Applicable Laws against unauthorised access to, unlawful Processing, accidental loss, destruction or damage of the </w:t>
      </w:r>
      <w:r w:rsidR="00D26F4F" w:rsidRPr="00170599">
        <w:t xml:space="preserve">SARS’s </w:t>
      </w:r>
      <w:r w:rsidRPr="00170599">
        <w:t xml:space="preserve">Confidential Information </w:t>
      </w:r>
      <w:bookmarkEnd w:id="631"/>
      <w:r w:rsidRPr="00170599">
        <w:t xml:space="preserve">and shall provide SARS, with reasonable evidence of the Service Provider’s compliance with its obligations under this </w:t>
      </w:r>
      <w:r w:rsidRPr="00170599">
        <w:rPr>
          <w:b/>
        </w:rPr>
        <w:t xml:space="preserve">Clause </w:t>
      </w:r>
      <w:r w:rsidR="00B15B9C" w:rsidRPr="00170599">
        <w:rPr>
          <w:b/>
        </w:rPr>
        <w:fldChar w:fldCharType="begin"/>
      </w:r>
      <w:r w:rsidR="00B15B9C" w:rsidRPr="00170599">
        <w:rPr>
          <w:b/>
        </w:rPr>
        <w:instrText xml:space="preserve"> REF _Ref294773976 \r \h  \* MERGEFORMAT </w:instrText>
      </w:r>
      <w:r w:rsidR="00B15B9C" w:rsidRPr="00170599">
        <w:rPr>
          <w:b/>
        </w:rPr>
      </w:r>
      <w:r w:rsidR="00B15B9C" w:rsidRPr="00170599">
        <w:rPr>
          <w:b/>
        </w:rPr>
        <w:fldChar w:fldCharType="separate"/>
      </w:r>
      <w:r w:rsidR="00B15B9C" w:rsidRPr="00170599">
        <w:rPr>
          <w:b/>
        </w:rPr>
        <w:t>22.2</w:t>
      </w:r>
      <w:r w:rsidR="00B15B9C" w:rsidRPr="00170599">
        <w:rPr>
          <w:b/>
        </w:rPr>
        <w:fldChar w:fldCharType="end"/>
      </w:r>
      <w:r w:rsidRPr="001A303E">
        <w:t xml:space="preserve"> on reasonable notice and request.</w:t>
      </w:r>
      <w:bookmarkEnd w:id="632"/>
      <w:bookmarkEnd w:id="633"/>
    </w:p>
    <w:p w14:paraId="32943181" w14:textId="3E436A43" w:rsidR="005B74AD" w:rsidRPr="001A303E" w:rsidRDefault="005B74AD" w:rsidP="00C25B08">
      <w:pPr>
        <w:pStyle w:val="ListParagraph"/>
        <w:numPr>
          <w:ilvl w:val="1"/>
          <w:numId w:val="28"/>
        </w:numPr>
        <w:spacing w:before="120" w:after="240" w:line="360" w:lineRule="auto"/>
        <w:ind w:left="709" w:hanging="709"/>
        <w:contextualSpacing w:val="0"/>
        <w:jc w:val="both"/>
      </w:pPr>
      <w:bookmarkStart w:id="634" w:name="_Toc12416839"/>
      <w:bookmarkStart w:id="635" w:name="_Ref36709802"/>
      <w:r w:rsidRPr="001A303E">
        <w:t xml:space="preserve">The Service Provider shall institute and operate all necessary back-up procedures to its information technology systems to ensure that, in the event of any information system malfunction or other loss of </w:t>
      </w:r>
      <w:r w:rsidR="00D26F4F" w:rsidRPr="001A303E">
        <w:t xml:space="preserve">SARS’s </w:t>
      </w:r>
      <w:r w:rsidRPr="001A303E">
        <w:t>Confidential Information can be recovered promptly and that the integrity thereof and any database containing such material can be maintained.</w:t>
      </w:r>
      <w:bookmarkEnd w:id="634"/>
      <w:bookmarkEnd w:id="635"/>
      <w:r w:rsidRPr="001A303E">
        <w:t xml:space="preserve"> </w:t>
      </w:r>
    </w:p>
    <w:p w14:paraId="7A3BFD33" w14:textId="77777777" w:rsidR="005B74AD" w:rsidRPr="001A303E" w:rsidRDefault="005B74AD" w:rsidP="00C25B08">
      <w:pPr>
        <w:pStyle w:val="ListParagraph"/>
        <w:numPr>
          <w:ilvl w:val="1"/>
          <w:numId w:val="28"/>
        </w:numPr>
        <w:spacing w:before="120" w:after="240" w:line="360" w:lineRule="auto"/>
        <w:ind w:left="709" w:hanging="709"/>
        <w:contextualSpacing w:val="0"/>
        <w:jc w:val="both"/>
      </w:pPr>
      <w:bookmarkStart w:id="636" w:name="_Toc12416840"/>
      <w:r w:rsidRPr="001A303E">
        <w:t xml:space="preserve">The Service Provider shall ensure that all </w:t>
      </w:r>
      <w:r w:rsidR="00D26F4F" w:rsidRPr="001A303E">
        <w:t xml:space="preserve">SARS’s </w:t>
      </w:r>
      <w:r w:rsidRPr="001A303E">
        <w:t>Confidential Information and information provided to it by SARS in order to render the Services is stored separately and isolated from data and property relating to the Service Provider or any third party (including any other entity with whom the Service Provider may conduct business) in accordance with the POPIA, SARS Act and the Applicable Laws.</w:t>
      </w:r>
      <w:bookmarkEnd w:id="636"/>
    </w:p>
    <w:p w14:paraId="6A6D7779" w14:textId="6D581163" w:rsidR="005B74AD" w:rsidRPr="001A303E" w:rsidRDefault="005B74AD" w:rsidP="00C25B08">
      <w:pPr>
        <w:pStyle w:val="ListParagraph"/>
        <w:numPr>
          <w:ilvl w:val="1"/>
          <w:numId w:val="28"/>
        </w:numPr>
        <w:spacing w:before="120" w:after="240" w:line="360" w:lineRule="auto"/>
        <w:ind w:left="709" w:hanging="709"/>
        <w:contextualSpacing w:val="0"/>
        <w:jc w:val="both"/>
      </w:pPr>
      <w:bookmarkStart w:id="637" w:name="_Toc12416841"/>
      <w:r w:rsidRPr="001A303E">
        <w:t xml:space="preserve">The security measures to be taken by the Service Provider in terms of </w:t>
      </w:r>
      <w:r w:rsidR="00E23CEB" w:rsidRPr="00170599">
        <w:rPr>
          <w:b/>
        </w:rPr>
        <w:t>Clause</w:t>
      </w:r>
      <w:r w:rsidRPr="00170599">
        <w:rPr>
          <w:b/>
        </w:rPr>
        <w:t xml:space="preserve"> </w:t>
      </w:r>
      <w:r w:rsidR="00766492" w:rsidRPr="00170599">
        <w:fldChar w:fldCharType="begin"/>
      </w:r>
      <w:r w:rsidR="00766492" w:rsidRPr="00170599">
        <w:rPr>
          <w:b/>
        </w:rPr>
        <w:instrText xml:space="preserve"> REF _Ref294773976 \r \h </w:instrText>
      </w:r>
      <w:r w:rsidR="004946E8" w:rsidRPr="00170599">
        <w:instrText xml:space="preserve"> \* MERGEFORMAT </w:instrText>
      </w:r>
      <w:r w:rsidR="00766492" w:rsidRPr="00170599">
        <w:fldChar w:fldCharType="separate"/>
      </w:r>
      <w:r w:rsidR="00C26F3F">
        <w:rPr>
          <w:b/>
        </w:rPr>
        <w:t>22.2</w:t>
      </w:r>
      <w:r w:rsidR="00766492" w:rsidRPr="00170599">
        <w:fldChar w:fldCharType="end"/>
      </w:r>
      <w:r w:rsidRPr="001A303E">
        <w:t xml:space="preserve"> must –</w:t>
      </w:r>
      <w:bookmarkEnd w:id="637"/>
      <w:r w:rsidRPr="001A303E">
        <w:t xml:space="preserve"> </w:t>
      </w:r>
    </w:p>
    <w:p w14:paraId="048D572B" w14:textId="77777777" w:rsidR="005B74AD" w:rsidRPr="001A303E" w:rsidRDefault="005B74AD" w:rsidP="00C25B08">
      <w:pPr>
        <w:pStyle w:val="ListParagraph"/>
        <w:numPr>
          <w:ilvl w:val="2"/>
          <w:numId w:val="28"/>
        </w:numPr>
        <w:spacing w:before="120" w:after="240" w:line="360" w:lineRule="auto"/>
        <w:ind w:left="709" w:hanging="709"/>
        <w:contextualSpacing w:val="0"/>
        <w:jc w:val="both"/>
      </w:pPr>
      <w:bookmarkStart w:id="638" w:name="_Toc12416842"/>
      <w:r w:rsidRPr="001A303E">
        <w:t>not be less rigorous than the security safeguards</w:t>
      </w:r>
      <w:r w:rsidR="00A10328" w:rsidRPr="001A303E">
        <w:t>, measures</w:t>
      </w:r>
      <w:r w:rsidRPr="001A303E">
        <w:t xml:space="preserve"> and practices generally maintained by SARS in respect of its data (and as communicated by SARS to the Service Provider), or maintained by the Service Provider with respect to its own confidential information of a similar nature and/or as prescribed by the </w:t>
      </w:r>
      <w:r w:rsidR="00A10328" w:rsidRPr="001A303E">
        <w:t>Applicable Laws</w:t>
      </w:r>
      <w:r w:rsidR="00E35377" w:rsidRPr="001A303E">
        <w:t>, POPIA</w:t>
      </w:r>
      <w:r w:rsidR="00A10328" w:rsidRPr="001A303E">
        <w:t xml:space="preserve"> and/or </w:t>
      </w:r>
      <w:r w:rsidRPr="001A303E">
        <w:t>Data Pr</w:t>
      </w:r>
      <w:r w:rsidR="00A10328" w:rsidRPr="001A303E">
        <w:t xml:space="preserve">otection </w:t>
      </w:r>
      <w:r w:rsidRPr="001A303E">
        <w:t>Legislation; and</w:t>
      </w:r>
      <w:bookmarkEnd w:id="638"/>
    </w:p>
    <w:p w14:paraId="3D55C9EA" w14:textId="77777777" w:rsidR="005B74AD" w:rsidRPr="00BB3CB5" w:rsidRDefault="005B74AD" w:rsidP="00C25B08">
      <w:pPr>
        <w:pStyle w:val="ListParagraph"/>
        <w:numPr>
          <w:ilvl w:val="2"/>
          <w:numId w:val="28"/>
        </w:numPr>
        <w:spacing w:before="120" w:after="240" w:line="360" w:lineRule="auto"/>
        <w:ind w:left="709" w:hanging="709"/>
        <w:contextualSpacing w:val="0"/>
        <w:jc w:val="both"/>
      </w:pPr>
      <w:bookmarkStart w:id="639" w:name="_Toc12416843"/>
      <w:r w:rsidRPr="00BB3CB5">
        <w:t>enable SARS and the Service Provider to conform to Applicable Law, including:</w:t>
      </w:r>
      <w:bookmarkEnd w:id="639"/>
    </w:p>
    <w:p w14:paraId="1F2FDFD1" w14:textId="77777777" w:rsidR="00D26F4F" w:rsidRPr="00BB3CB5" w:rsidRDefault="00D26F4F" w:rsidP="00C25B08">
      <w:pPr>
        <w:pStyle w:val="ListParagraph"/>
        <w:numPr>
          <w:ilvl w:val="3"/>
          <w:numId w:val="28"/>
        </w:numPr>
        <w:spacing w:before="120" w:after="240" w:line="360" w:lineRule="auto"/>
        <w:ind w:left="1701" w:hanging="992"/>
        <w:contextualSpacing w:val="0"/>
        <w:jc w:val="both"/>
      </w:pPr>
      <w:bookmarkStart w:id="640" w:name="_Toc12416844"/>
      <w:r w:rsidRPr="00BB3CB5">
        <w:t>Data Protection Legislation;</w:t>
      </w:r>
      <w:bookmarkEnd w:id="640"/>
    </w:p>
    <w:p w14:paraId="0AAA052F" w14:textId="77777777" w:rsidR="005B74AD" w:rsidRPr="00BB3CB5" w:rsidRDefault="005B74AD" w:rsidP="00C25B08">
      <w:pPr>
        <w:pStyle w:val="ListParagraph"/>
        <w:numPr>
          <w:ilvl w:val="3"/>
          <w:numId w:val="28"/>
        </w:numPr>
        <w:spacing w:before="120" w:after="240" w:line="360" w:lineRule="auto"/>
        <w:ind w:left="1701" w:hanging="992"/>
        <w:contextualSpacing w:val="0"/>
        <w:jc w:val="both"/>
      </w:pPr>
      <w:bookmarkStart w:id="641" w:name="_Toc12416845"/>
      <w:r w:rsidRPr="00BB3CB5">
        <w:t>the Electronic Communications and Transactions Act, 2002 (Act No 25 of 2002); and</w:t>
      </w:r>
      <w:bookmarkEnd w:id="641"/>
    </w:p>
    <w:p w14:paraId="37958EA7" w14:textId="77777777" w:rsidR="005B74AD" w:rsidRPr="00BB3CB5" w:rsidRDefault="005B74AD" w:rsidP="00C25B08">
      <w:pPr>
        <w:pStyle w:val="ListParagraph"/>
        <w:numPr>
          <w:ilvl w:val="3"/>
          <w:numId w:val="28"/>
        </w:numPr>
        <w:spacing w:before="120" w:after="240" w:line="360" w:lineRule="auto"/>
        <w:ind w:left="1701" w:hanging="992"/>
        <w:contextualSpacing w:val="0"/>
        <w:jc w:val="both"/>
      </w:pPr>
      <w:bookmarkStart w:id="642" w:name="_Toc12416846"/>
      <w:r w:rsidRPr="00BB3CB5">
        <w:t>the Tax Acts.</w:t>
      </w:r>
      <w:bookmarkEnd w:id="642"/>
      <w:r w:rsidRPr="00BB3CB5">
        <w:t xml:space="preserve"> </w:t>
      </w:r>
    </w:p>
    <w:p w14:paraId="7F8E6771" w14:textId="1D6CF003" w:rsidR="005B74AD" w:rsidRPr="001A303E" w:rsidRDefault="005B74AD" w:rsidP="00C25B08">
      <w:pPr>
        <w:pStyle w:val="ListParagraph"/>
        <w:numPr>
          <w:ilvl w:val="1"/>
          <w:numId w:val="28"/>
        </w:numPr>
        <w:spacing w:before="120" w:after="240" w:line="360" w:lineRule="auto"/>
        <w:ind w:left="709" w:hanging="709"/>
        <w:contextualSpacing w:val="0"/>
        <w:jc w:val="both"/>
        <w:rPr>
          <w:b/>
          <w:bCs/>
        </w:rPr>
      </w:pPr>
      <w:bookmarkStart w:id="643" w:name="_Toc12416847"/>
      <w:bookmarkStart w:id="644" w:name="_Toc252343164"/>
      <w:bookmarkStart w:id="645" w:name="_Toc289187096"/>
      <w:bookmarkStart w:id="646" w:name="_Ref291775216"/>
      <w:bookmarkStart w:id="647" w:name="_Toc317231258"/>
      <w:bookmarkStart w:id="648" w:name="_Ref532897375"/>
      <w:bookmarkStart w:id="649" w:name="_Ref280688985"/>
      <w:r w:rsidRPr="00170599">
        <w:t xml:space="preserve">The Service Provider hereby indemnifies and holds SARS harmless against </w:t>
      </w:r>
      <w:r w:rsidR="00D26F4F" w:rsidRPr="00170599">
        <w:t xml:space="preserve">all Losses </w:t>
      </w:r>
      <w:r w:rsidRPr="00170599">
        <w:t xml:space="preserve">incurred by SARS as a result of any breach by the Service Provider of the provisions of this </w:t>
      </w:r>
      <w:r w:rsidRPr="00170599">
        <w:rPr>
          <w:b/>
        </w:rPr>
        <w:t xml:space="preserve">Clause </w:t>
      </w:r>
      <w:r w:rsidR="00766492" w:rsidRPr="00170599">
        <w:rPr>
          <w:b/>
        </w:rPr>
        <w:fldChar w:fldCharType="begin"/>
      </w:r>
      <w:r w:rsidR="00766492" w:rsidRPr="00170599">
        <w:rPr>
          <w:b/>
        </w:rPr>
        <w:instrText xml:space="preserve"> REF _Ref55926687 \r \h </w:instrText>
      </w:r>
      <w:r w:rsidR="004946E8" w:rsidRPr="00170599">
        <w:rPr>
          <w:b/>
        </w:rPr>
        <w:instrText xml:space="preserve"> \* MERGEFORMAT </w:instrText>
      </w:r>
      <w:r w:rsidR="00766492" w:rsidRPr="00170599">
        <w:rPr>
          <w:b/>
        </w:rPr>
      </w:r>
      <w:r w:rsidR="00766492" w:rsidRPr="00170599">
        <w:rPr>
          <w:b/>
        </w:rPr>
        <w:fldChar w:fldCharType="separate"/>
      </w:r>
      <w:r w:rsidR="00766492" w:rsidRPr="00170599">
        <w:rPr>
          <w:b/>
        </w:rPr>
        <w:t>22</w:t>
      </w:r>
      <w:r w:rsidR="00766492" w:rsidRPr="00170599">
        <w:rPr>
          <w:b/>
        </w:rPr>
        <w:fldChar w:fldCharType="end"/>
      </w:r>
      <w:r w:rsidRPr="001A303E">
        <w:t>.</w:t>
      </w:r>
      <w:bookmarkEnd w:id="643"/>
    </w:p>
    <w:p w14:paraId="152364E5" w14:textId="77777777" w:rsidR="005B74AD" w:rsidRPr="001A303E" w:rsidRDefault="005B74AD" w:rsidP="00C25B08">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650" w:name="_Toc532909984"/>
      <w:bookmarkStart w:id="651" w:name="_Ref533021720"/>
      <w:bookmarkStart w:id="652" w:name="_Ref2859385"/>
      <w:bookmarkStart w:id="653" w:name="_Ref2929816"/>
      <w:bookmarkStart w:id="654" w:name="_Ref11721201"/>
      <w:bookmarkStart w:id="655" w:name="_Ref36709639"/>
      <w:bookmarkStart w:id="656" w:name="_Ref55926727"/>
      <w:bookmarkStart w:id="657" w:name="_Ref55928270"/>
      <w:bookmarkStart w:id="658" w:name="_Toc65489840"/>
      <w:r w:rsidRPr="001A303E">
        <w:rPr>
          <w:b/>
          <w:bCs/>
          <w:caps/>
          <w:lang w:val="en-ZA" w:eastAsia="en-US"/>
        </w:rPr>
        <w:t>processing of personal information</w:t>
      </w:r>
      <w:bookmarkEnd w:id="644"/>
      <w:bookmarkEnd w:id="645"/>
      <w:bookmarkEnd w:id="646"/>
      <w:bookmarkEnd w:id="647"/>
      <w:bookmarkEnd w:id="648"/>
      <w:bookmarkEnd w:id="650"/>
      <w:bookmarkEnd w:id="651"/>
      <w:bookmarkEnd w:id="652"/>
      <w:bookmarkEnd w:id="653"/>
      <w:bookmarkEnd w:id="654"/>
      <w:bookmarkEnd w:id="655"/>
      <w:bookmarkEnd w:id="656"/>
      <w:bookmarkEnd w:id="657"/>
      <w:bookmarkEnd w:id="658"/>
    </w:p>
    <w:p w14:paraId="09E26F00" w14:textId="77777777" w:rsidR="005B74AD" w:rsidRPr="001A303E" w:rsidRDefault="005B74AD" w:rsidP="00C25B08">
      <w:pPr>
        <w:pStyle w:val="ListParagraph"/>
        <w:numPr>
          <w:ilvl w:val="1"/>
          <w:numId w:val="28"/>
        </w:numPr>
        <w:spacing w:before="120" w:after="240" w:line="360" w:lineRule="auto"/>
        <w:ind w:left="709" w:hanging="709"/>
        <w:contextualSpacing w:val="0"/>
        <w:jc w:val="both"/>
      </w:pPr>
      <w:bookmarkStart w:id="659" w:name="_Toc12416849"/>
      <w:r w:rsidRPr="001A303E">
        <w:t xml:space="preserve">Without limiting any other provision of this Agreement, the Service Provider shall only store, copy or use any Personal Information disclosed to it by SARS pursuant to the Agreement to the extent necessary to perform its obligations under this </w:t>
      </w:r>
      <w:r w:rsidR="00967473" w:rsidRPr="001A303E">
        <w:t>Agreement</w:t>
      </w:r>
      <w:r w:rsidRPr="001A303E">
        <w:t xml:space="preserve"> and subject to the Privacy and Data Protection Requirements and/or Data Privacy Legislation binding on SARS</w:t>
      </w:r>
      <w:r w:rsidR="00A10328" w:rsidRPr="001A303E">
        <w:t xml:space="preserve"> and/or Service Provider</w:t>
      </w:r>
      <w:r w:rsidRPr="001A303E">
        <w:t>.</w:t>
      </w:r>
      <w:bookmarkEnd w:id="659"/>
    </w:p>
    <w:p w14:paraId="4EC90341" w14:textId="5B0A0191" w:rsidR="005B74AD" w:rsidRPr="00BB3CB5" w:rsidRDefault="005B74AD" w:rsidP="00C25B08">
      <w:pPr>
        <w:pStyle w:val="ListParagraph"/>
        <w:numPr>
          <w:ilvl w:val="1"/>
          <w:numId w:val="28"/>
        </w:numPr>
        <w:spacing w:before="120" w:after="240" w:line="360" w:lineRule="auto"/>
        <w:ind w:left="709" w:hanging="709"/>
        <w:contextualSpacing w:val="0"/>
        <w:jc w:val="both"/>
      </w:pPr>
      <w:bookmarkStart w:id="660" w:name="_Ref103573370"/>
      <w:bookmarkStart w:id="661" w:name="_Toc12416850"/>
      <w:r w:rsidRPr="001A303E">
        <w:t>If at any time the Service Provider suspects or has reason to believe that Personal Information disclosed to it by SARS pursuant to this Agreement has or may become lost or corrupted in any way for any reason then, the Service Provider shall immediately notify SARS thereof</w:t>
      </w:r>
      <w:r w:rsidR="00CA29E7" w:rsidRPr="001A303E">
        <w:t>,</w:t>
      </w:r>
      <w:r w:rsidRPr="00BB3CB5">
        <w:t xml:space="preserve"> what remedial action it proposes to take, if any</w:t>
      </w:r>
      <w:r w:rsidR="00E35377" w:rsidRPr="00BB3CB5">
        <w:t xml:space="preserve">, aligned with the </w:t>
      </w:r>
      <w:r w:rsidR="00F078D4" w:rsidRPr="00BB3CB5">
        <w:t>relevant conditions of POPIA and/or where applicable the Data Privacy Legislation</w:t>
      </w:r>
      <w:r w:rsidRPr="00BB3CB5">
        <w:t>.</w:t>
      </w:r>
      <w:bookmarkEnd w:id="660"/>
      <w:bookmarkEnd w:id="661"/>
    </w:p>
    <w:p w14:paraId="108EAD8E" w14:textId="5A5C3939" w:rsidR="005B74AD" w:rsidRPr="00BB3CB5" w:rsidRDefault="005B74AD" w:rsidP="00C25B08">
      <w:pPr>
        <w:pStyle w:val="ListParagraph"/>
        <w:numPr>
          <w:ilvl w:val="1"/>
          <w:numId w:val="28"/>
        </w:numPr>
        <w:spacing w:before="120" w:after="240" w:line="360" w:lineRule="auto"/>
        <w:ind w:left="709" w:hanging="709"/>
        <w:contextualSpacing w:val="0"/>
        <w:jc w:val="both"/>
      </w:pPr>
      <w:bookmarkStart w:id="662" w:name="_Toc12416851"/>
      <w:r w:rsidRPr="00BB3CB5">
        <w:t xml:space="preserve">The Service Provider agrees that, in regard to the Personal Information which SARS obtains from Taxpayers, it shall </w:t>
      </w:r>
      <w:r w:rsidR="004B0ADB" w:rsidRPr="00BB3CB5">
        <w:t>–</w:t>
      </w:r>
      <w:bookmarkEnd w:id="662"/>
    </w:p>
    <w:p w14:paraId="4CA4EB5D" w14:textId="77777777" w:rsidR="005B74AD" w:rsidRPr="00170599" w:rsidRDefault="005B74AD" w:rsidP="00C25B08">
      <w:pPr>
        <w:pStyle w:val="ListParagraph"/>
        <w:numPr>
          <w:ilvl w:val="2"/>
          <w:numId w:val="28"/>
        </w:numPr>
        <w:spacing w:before="120" w:after="240" w:line="360" w:lineRule="auto"/>
        <w:ind w:left="709" w:hanging="709"/>
        <w:contextualSpacing w:val="0"/>
        <w:jc w:val="both"/>
        <w:rPr>
          <w:b/>
          <w:bCs/>
        </w:rPr>
      </w:pPr>
      <w:bookmarkStart w:id="663" w:name="_Ref119216753"/>
      <w:bookmarkStart w:id="664" w:name="_Toc12416852"/>
      <w:r w:rsidRPr="00170599">
        <w:t xml:space="preserve">only Process the Personal Information </w:t>
      </w:r>
      <w:r w:rsidR="00A10328" w:rsidRPr="00170599">
        <w:t>subject to the Privacy and Data Protection Requirements</w:t>
      </w:r>
      <w:r w:rsidR="00F078D4" w:rsidRPr="00170599">
        <w:t xml:space="preserve"> and </w:t>
      </w:r>
      <w:r w:rsidRPr="00170599">
        <w:t xml:space="preserve">in accordance with </w:t>
      </w:r>
      <w:r w:rsidR="00D26F4F" w:rsidRPr="00170599">
        <w:t xml:space="preserve">written </w:t>
      </w:r>
      <w:r w:rsidRPr="00170599">
        <w:t>instructions from SARS and supported by written consent from a Data Subject, (which may be specific instructions or instructions of a general nature limited to the specific purpose</w:t>
      </w:r>
      <w:r w:rsidR="00A10328" w:rsidRPr="00170599">
        <w:t xml:space="preserve"> (as prescribed by Condition 1 of POPIA “the Purpose”))</w:t>
      </w:r>
      <w:r w:rsidRPr="00170599">
        <w:t>, as set out in the Agreement or as otherwise notified by SARS</w:t>
      </w:r>
      <w:r w:rsidR="003E463D" w:rsidRPr="00170599">
        <w:t xml:space="preserve"> </w:t>
      </w:r>
      <w:r w:rsidRPr="00170599">
        <w:t>to the Service Provider from time to time);</w:t>
      </w:r>
      <w:bookmarkEnd w:id="663"/>
      <w:bookmarkEnd w:id="664"/>
    </w:p>
    <w:p w14:paraId="6DE63343" w14:textId="6FA0DB31" w:rsidR="005B74AD" w:rsidRPr="00170599" w:rsidRDefault="005B74AD" w:rsidP="00C25B08">
      <w:pPr>
        <w:pStyle w:val="ListParagraph"/>
        <w:numPr>
          <w:ilvl w:val="2"/>
          <w:numId w:val="28"/>
        </w:numPr>
        <w:spacing w:before="120" w:after="240" w:line="360" w:lineRule="auto"/>
        <w:ind w:left="709" w:hanging="709"/>
        <w:contextualSpacing w:val="0"/>
        <w:jc w:val="both"/>
      </w:pPr>
      <w:bookmarkStart w:id="665" w:name="_Ref103573249"/>
      <w:bookmarkStart w:id="666" w:name="_Toc12416853"/>
      <w:r w:rsidRPr="00170599">
        <w:t xml:space="preserve">not otherwise modify, amend or alter the contents of the Personal Information or disclose or permit the disclosure of any of the Personal Information to any third party unless authorised in writing by SARS and where required, the Data Subject and limited to the </w:t>
      </w:r>
      <w:r w:rsidR="001C011E" w:rsidRPr="00170599">
        <w:t>lawful p</w:t>
      </w:r>
      <w:r w:rsidRPr="00170599">
        <w:t>urpose</w:t>
      </w:r>
      <w:r w:rsidR="001C011E" w:rsidRPr="00170599">
        <w:t>, being carrying out duties in relat</w:t>
      </w:r>
      <w:r w:rsidR="00AC1C48" w:rsidRPr="00170599">
        <w:t>ion</w:t>
      </w:r>
      <w:r w:rsidR="00850734" w:rsidRPr="00170599">
        <w:t xml:space="preserve"> to the performance of the Services</w:t>
      </w:r>
      <w:r w:rsidR="001C011E" w:rsidRPr="00170599">
        <w:t xml:space="preserve"> (“</w:t>
      </w:r>
      <w:r w:rsidR="001C011E" w:rsidRPr="00170599">
        <w:rPr>
          <w:b/>
          <w:bCs/>
        </w:rPr>
        <w:t>Purpose</w:t>
      </w:r>
      <w:r w:rsidR="001C011E" w:rsidRPr="00170599">
        <w:t>”)</w:t>
      </w:r>
      <w:r w:rsidRPr="00170599">
        <w:t>;</w:t>
      </w:r>
      <w:bookmarkEnd w:id="665"/>
      <w:bookmarkEnd w:id="666"/>
    </w:p>
    <w:p w14:paraId="3349816F" w14:textId="77777777" w:rsidR="005B74AD" w:rsidRPr="00170599" w:rsidRDefault="005B74AD" w:rsidP="00C25B08">
      <w:pPr>
        <w:pStyle w:val="ListParagraph"/>
        <w:numPr>
          <w:ilvl w:val="2"/>
          <w:numId w:val="28"/>
        </w:numPr>
        <w:spacing w:before="120" w:after="240" w:line="360" w:lineRule="auto"/>
        <w:ind w:left="709" w:hanging="709"/>
        <w:contextualSpacing w:val="0"/>
        <w:jc w:val="both"/>
      </w:pPr>
      <w:bookmarkStart w:id="667" w:name="_Toc12416854"/>
      <w:bookmarkStart w:id="668" w:name="_Ref15356358"/>
      <w:r w:rsidRPr="00170599">
        <w:t>not maintain records of the Personal Information for longer than is necessary in order for the Service Provider to comply with its obligations under the Agreement, unless retention thereof for a longer period is required by the Applicable Laws</w:t>
      </w:r>
      <w:r w:rsidR="00384067" w:rsidRPr="00170599">
        <w:t xml:space="preserve">, POPIA and where applicable, Data Privacy Legislation </w:t>
      </w:r>
      <w:r w:rsidRPr="00170599">
        <w:t xml:space="preserve">or </w:t>
      </w:r>
      <w:r w:rsidR="00384067" w:rsidRPr="00170599">
        <w:t xml:space="preserve">as </w:t>
      </w:r>
      <w:r w:rsidRPr="00170599">
        <w:t>requested in writing by SARS;</w:t>
      </w:r>
      <w:bookmarkEnd w:id="667"/>
    </w:p>
    <w:p w14:paraId="25F74EFA" w14:textId="77777777" w:rsidR="005B74AD" w:rsidRPr="00170599" w:rsidRDefault="005B74AD" w:rsidP="00C25B08">
      <w:pPr>
        <w:pStyle w:val="ListParagraph"/>
        <w:numPr>
          <w:ilvl w:val="2"/>
          <w:numId w:val="28"/>
        </w:numPr>
        <w:spacing w:before="120" w:after="240" w:line="360" w:lineRule="auto"/>
        <w:ind w:left="709" w:hanging="709"/>
        <w:contextualSpacing w:val="0"/>
        <w:jc w:val="both"/>
      </w:pPr>
      <w:bookmarkStart w:id="669" w:name="_Toc12416855"/>
      <w:r w:rsidRPr="00170599">
        <w:t xml:space="preserve">implement and ensure that the </w:t>
      </w:r>
      <w:r w:rsidR="00967473" w:rsidRPr="00170599">
        <w:t>Service Provider Personnel</w:t>
      </w:r>
      <w:r w:rsidRPr="00170599">
        <w:t xml:space="preserve"> implement appropriate technical </w:t>
      </w:r>
      <w:r w:rsidR="00384067" w:rsidRPr="00170599">
        <w:t xml:space="preserve">safeguards </w:t>
      </w:r>
      <w:r w:rsidRPr="00170599">
        <w:t>and organisational measures to protect the Personal Information against unauthorised access or unlawful Processing and against accidental loss, destruction, damage, alteration or disclosure</w:t>
      </w:r>
      <w:r w:rsidR="000B076F" w:rsidRPr="00170599">
        <w:t xml:space="preserve"> in accordance with Condition 7 of POPIA</w:t>
      </w:r>
      <w:r w:rsidR="00F078D4" w:rsidRPr="00170599">
        <w:t xml:space="preserve"> </w:t>
      </w:r>
      <w:r w:rsidR="000B076F" w:rsidRPr="00170599">
        <w:t xml:space="preserve">and/or relevant </w:t>
      </w:r>
      <w:r w:rsidR="00F078D4" w:rsidRPr="00170599">
        <w:t>provisions of the Data Privacy Legislation</w:t>
      </w:r>
      <w:r w:rsidRPr="00170599">
        <w:t>. These measures shall be appropriate to the harm which might result from unauthorised or unlawful Processing or accidental loss, destruction or damage to Personal Information and to the nature of the Personal Information which is to be protected;</w:t>
      </w:r>
      <w:bookmarkEnd w:id="668"/>
      <w:bookmarkEnd w:id="669"/>
    </w:p>
    <w:p w14:paraId="1B9D8385" w14:textId="77777777" w:rsidR="005B74AD" w:rsidRPr="00170599" w:rsidRDefault="005B74AD" w:rsidP="00C25B08">
      <w:pPr>
        <w:pStyle w:val="ListParagraph"/>
        <w:numPr>
          <w:ilvl w:val="2"/>
          <w:numId w:val="28"/>
        </w:numPr>
        <w:spacing w:before="120" w:after="240" w:line="360" w:lineRule="auto"/>
        <w:ind w:left="709" w:hanging="709"/>
        <w:contextualSpacing w:val="0"/>
        <w:jc w:val="both"/>
      </w:pPr>
      <w:bookmarkStart w:id="670" w:name="_Toc12416856"/>
      <w:r w:rsidRPr="00170599">
        <w:t>keep all Personal Information and any analyses, profiles or documents derived therefrom separate from all other data and documentation of the Service Provider;</w:t>
      </w:r>
      <w:bookmarkEnd w:id="670"/>
    </w:p>
    <w:p w14:paraId="04CB4FB9" w14:textId="77777777" w:rsidR="005B74AD" w:rsidRPr="00170599" w:rsidRDefault="005B74AD" w:rsidP="00C25B08">
      <w:pPr>
        <w:pStyle w:val="ListParagraph"/>
        <w:numPr>
          <w:ilvl w:val="2"/>
          <w:numId w:val="28"/>
        </w:numPr>
        <w:spacing w:before="120" w:after="240" w:line="360" w:lineRule="auto"/>
        <w:ind w:left="709" w:hanging="709"/>
        <w:contextualSpacing w:val="0"/>
        <w:jc w:val="both"/>
      </w:pPr>
      <w:bookmarkStart w:id="671" w:name="_Ref119216700"/>
      <w:bookmarkStart w:id="672" w:name="_Toc12416857"/>
      <w:r w:rsidRPr="00170599">
        <w:t xml:space="preserve">Process the Personal Information in accordance with </w:t>
      </w:r>
      <w:r w:rsidR="00627B25" w:rsidRPr="00170599">
        <w:t xml:space="preserve">Privacy and Data Protection Requirements </w:t>
      </w:r>
      <w:r w:rsidRPr="00170599">
        <w:t xml:space="preserve">and/or </w:t>
      </w:r>
      <w:r w:rsidR="00627B25" w:rsidRPr="00170599">
        <w:t xml:space="preserve">requirements prescribed by </w:t>
      </w:r>
      <w:r w:rsidR="00F078D4" w:rsidRPr="00170599">
        <w:t>Data Privacy Legislation</w:t>
      </w:r>
      <w:r w:rsidR="00627B25" w:rsidRPr="00170599">
        <w:t xml:space="preserve"> </w:t>
      </w:r>
      <w:r w:rsidR="009C2656" w:rsidRPr="00170599">
        <w:t>where binding</w:t>
      </w:r>
      <w:r w:rsidRPr="00170599">
        <w:t xml:space="preserve"> on SARS</w:t>
      </w:r>
      <w:r w:rsidR="00384067" w:rsidRPr="00170599">
        <w:t xml:space="preserve"> as the Responsible Party</w:t>
      </w:r>
      <w:r w:rsidRPr="00170599">
        <w:t>;</w:t>
      </w:r>
      <w:bookmarkEnd w:id="671"/>
      <w:r w:rsidRPr="00170599">
        <w:t xml:space="preserve"> and</w:t>
      </w:r>
      <w:bookmarkEnd w:id="672"/>
    </w:p>
    <w:p w14:paraId="06BE2DD9" w14:textId="37BEFC9B" w:rsidR="005B74AD" w:rsidRPr="00170599" w:rsidRDefault="005B74AD" w:rsidP="00C25B08">
      <w:pPr>
        <w:pStyle w:val="ListParagraph"/>
        <w:numPr>
          <w:ilvl w:val="2"/>
          <w:numId w:val="28"/>
        </w:numPr>
        <w:spacing w:before="120" w:after="240" w:line="360" w:lineRule="auto"/>
        <w:ind w:left="709" w:hanging="709"/>
        <w:contextualSpacing w:val="0"/>
        <w:jc w:val="both"/>
      </w:pPr>
      <w:bookmarkStart w:id="673" w:name="_Toc12416858"/>
      <w:r w:rsidRPr="00170599">
        <w:t xml:space="preserve">co-operate as requested by SARS to enable SARS to comply with </w:t>
      </w:r>
      <w:r w:rsidR="00280A99" w:rsidRPr="00170599">
        <w:t>or</w:t>
      </w:r>
      <w:r w:rsidRPr="00170599">
        <w:t xml:space="preserve"> exercise rights </w:t>
      </w:r>
      <w:r w:rsidR="00280A99" w:rsidRPr="00170599">
        <w:t xml:space="preserve">of </w:t>
      </w:r>
      <w:r w:rsidRPr="00170599">
        <w:t xml:space="preserve">Data Subject under POPIA and/or </w:t>
      </w:r>
      <w:r w:rsidR="00CD57FF" w:rsidRPr="00170599">
        <w:t>Data Privacy Legislation</w:t>
      </w:r>
      <w:r w:rsidRPr="00170599">
        <w:t xml:space="preserve"> if binding of SARS in respect of Personal Information Processed by the Service Provide</w:t>
      </w:r>
      <w:r w:rsidR="002830CA" w:rsidRPr="00170599">
        <w:t>r</w:t>
      </w:r>
      <w:r w:rsidRPr="00170599">
        <w:t xml:space="preserve"> and/or </w:t>
      </w:r>
      <w:r w:rsidR="00967473" w:rsidRPr="00170599">
        <w:t>Service Provider Personnel</w:t>
      </w:r>
      <w:r w:rsidRPr="00170599">
        <w:t xml:space="preserve"> under the Agreement or comply with any assessment, enquiry, notice or investigation under the SARS Act</w:t>
      </w:r>
      <w:r w:rsidR="00627B25" w:rsidRPr="00170599">
        <w:t xml:space="preserve">, </w:t>
      </w:r>
      <w:r w:rsidR="002830CA" w:rsidRPr="00170599">
        <w:t xml:space="preserve">POPIA </w:t>
      </w:r>
      <w:r w:rsidRPr="00170599">
        <w:t>or Applicable Law which shall include the provision of all data requested by SARS within the timescale specified by SARS in each case, subject to compliance by SARS with POPIA.</w:t>
      </w:r>
      <w:bookmarkEnd w:id="673"/>
    </w:p>
    <w:p w14:paraId="48F195CE" w14:textId="77777777" w:rsidR="005B74AD" w:rsidRPr="00170599" w:rsidRDefault="005B74AD" w:rsidP="00C25B08">
      <w:pPr>
        <w:pStyle w:val="ListParagraph"/>
        <w:numPr>
          <w:ilvl w:val="1"/>
          <w:numId w:val="28"/>
        </w:numPr>
        <w:spacing w:before="120" w:after="240" w:line="360" w:lineRule="auto"/>
        <w:ind w:left="709" w:hanging="709"/>
        <w:contextualSpacing w:val="0"/>
        <w:jc w:val="both"/>
        <w:rPr>
          <w:b/>
          <w:bCs/>
        </w:rPr>
      </w:pPr>
      <w:bookmarkStart w:id="674" w:name="_Toc12416859"/>
      <w:r w:rsidRPr="00170599">
        <w:t>The Service Provider shall provide co</w:t>
      </w:r>
      <w:r w:rsidRPr="00170599">
        <w:noBreakHyphen/>
        <w:t>operation in any investigation relating to security which is carried out by or on behalf of SARS, including providing any information or material in its possession or control, provided that SARS gives it</w:t>
      </w:r>
      <w:r w:rsidR="00280A99" w:rsidRPr="00170599">
        <w:t>s</w:t>
      </w:r>
      <w:r w:rsidRPr="00170599">
        <w:t xml:space="preserve"> reasonable notice of its intention to carry out such an investigation.</w:t>
      </w:r>
      <w:bookmarkEnd w:id="649"/>
      <w:bookmarkEnd w:id="674"/>
    </w:p>
    <w:p w14:paraId="770CCD9C" w14:textId="7740591C" w:rsidR="00384067" w:rsidRPr="001A303E" w:rsidRDefault="00384067" w:rsidP="00C25B08">
      <w:pPr>
        <w:pStyle w:val="ListParagraph"/>
        <w:numPr>
          <w:ilvl w:val="1"/>
          <w:numId w:val="28"/>
        </w:numPr>
        <w:shd w:val="clear" w:color="auto" w:fill="FFFFFF" w:themeFill="background1"/>
        <w:spacing w:before="120" w:after="240" w:line="360" w:lineRule="auto"/>
        <w:ind w:left="709" w:hanging="709"/>
        <w:contextualSpacing w:val="0"/>
        <w:jc w:val="both"/>
        <w:rPr>
          <w:b/>
          <w:bCs/>
        </w:rPr>
      </w:pPr>
      <w:bookmarkStart w:id="675" w:name="_Toc12416860"/>
      <w:r w:rsidRPr="00170599">
        <w:t xml:space="preserve">The Service Provider hereby indemnifies and holds SARS harmless against all Losses incurred by SARS as a result of any Personal Information Breach by the Service Provider and/or breach of any of the provisions of this </w:t>
      </w:r>
      <w:r w:rsidRPr="00170599">
        <w:rPr>
          <w:b/>
        </w:rPr>
        <w:t xml:space="preserve">Clause </w:t>
      </w:r>
      <w:r w:rsidR="00766492" w:rsidRPr="00170599">
        <w:rPr>
          <w:b/>
          <w:bCs/>
        </w:rPr>
        <w:fldChar w:fldCharType="begin"/>
      </w:r>
      <w:r w:rsidR="00766492" w:rsidRPr="00170599">
        <w:rPr>
          <w:b/>
        </w:rPr>
        <w:instrText xml:space="preserve"> REF _Ref55926727 \r \h </w:instrText>
      </w:r>
      <w:r w:rsidR="00766492" w:rsidRPr="00170599">
        <w:rPr>
          <w:b/>
          <w:bCs/>
        </w:rPr>
        <w:instrText xml:space="preserve"> \* MERGEFORMAT </w:instrText>
      </w:r>
      <w:r w:rsidR="00766492" w:rsidRPr="00170599">
        <w:rPr>
          <w:b/>
          <w:bCs/>
        </w:rPr>
      </w:r>
      <w:r w:rsidR="00766492" w:rsidRPr="00170599">
        <w:rPr>
          <w:b/>
          <w:bCs/>
        </w:rPr>
        <w:fldChar w:fldCharType="separate"/>
      </w:r>
      <w:r w:rsidR="00766492" w:rsidRPr="00170599">
        <w:rPr>
          <w:b/>
        </w:rPr>
        <w:t>23</w:t>
      </w:r>
      <w:r w:rsidR="00766492" w:rsidRPr="00170599">
        <w:rPr>
          <w:b/>
          <w:bCs/>
        </w:rPr>
        <w:fldChar w:fldCharType="end"/>
      </w:r>
      <w:r w:rsidRPr="001A303E">
        <w:t>.</w:t>
      </w:r>
      <w:bookmarkEnd w:id="675"/>
    </w:p>
    <w:p w14:paraId="4138C857" w14:textId="77777777" w:rsidR="005B74AD" w:rsidRPr="001A303E" w:rsidRDefault="005B74AD" w:rsidP="00C25B08">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676" w:name="_Toc532902176"/>
      <w:bookmarkStart w:id="677" w:name="_Toc532902314"/>
      <w:bookmarkStart w:id="678" w:name="_Toc532902177"/>
      <w:bookmarkStart w:id="679" w:name="_Toc532902315"/>
      <w:bookmarkStart w:id="680" w:name="_Toc532902178"/>
      <w:bookmarkStart w:id="681" w:name="_Toc532902316"/>
      <w:bookmarkStart w:id="682" w:name="_Toc532902179"/>
      <w:bookmarkStart w:id="683" w:name="_Toc532902317"/>
      <w:bookmarkStart w:id="684" w:name="_Toc532902180"/>
      <w:bookmarkStart w:id="685" w:name="_Toc532902318"/>
      <w:bookmarkStart w:id="686" w:name="_Toc532902181"/>
      <w:bookmarkStart w:id="687" w:name="_Toc532902319"/>
      <w:bookmarkStart w:id="688" w:name="_Toc532902182"/>
      <w:bookmarkStart w:id="689" w:name="_Toc532902320"/>
      <w:bookmarkStart w:id="690" w:name="_Toc532902183"/>
      <w:bookmarkStart w:id="691" w:name="_Toc532902321"/>
      <w:bookmarkStart w:id="692" w:name="_Toc532902184"/>
      <w:bookmarkStart w:id="693" w:name="_Toc532902322"/>
      <w:bookmarkStart w:id="694" w:name="_Toc532902020"/>
      <w:bookmarkStart w:id="695" w:name="_Toc532902187"/>
      <w:bookmarkStart w:id="696" w:name="_Toc532902325"/>
      <w:bookmarkStart w:id="697" w:name="_Hlt72052177"/>
      <w:bookmarkStart w:id="698" w:name="_Toc532902021"/>
      <w:bookmarkStart w:id="699" w:name="_Toc532902188"/>
      <w:bookmarkStart w:id="700" w:name="_Toc532902326"/>
      <w:bookmarkStart w:id="701" w:name="_Toc532894934"/>
      <w:bookmarkStart w:id="702" w:name="_Toc532895029"/>
      <w:bookmarkStart w:id="703" w:name="_Toc532895213"/>
      <w:bookmarkStart w:id="704" w:name="_Toc532901638"/>
      <w:bookmarkStart w:id="705" w:name="_Toc532901844"/>
      <w:bookmarkStart w:id="706" w:name="_Toc532902022"/>
      <w:bookmarkStart w:id="707" w:name="_Toc532902189"/>
      <w:bookmarkStart w:id="708" w:name="_Toc532902327"/>
      <w:bookmarkStart w:id="709" w:name="_Toc532894935"/>
      <w:bookmarkStart w:id="710" w:name="_Toc532895030"/>
      <w:bookmarkStart w:id="711" w:name="_Toc532895214"/>
      <w:bookmarkStart w:id="712" w:name="_Toc532901639"/>
      <w:bookmarkStart w:id="713" w:name="_Toc532901845"/>
      <w:bookmarkStart w:id="714" w:name="_Toc532902023"/>
      <w:bookmarkStart w:id="715" w:name="_Toc532902190"/>
      <w:bookmarkStart w:id="716" w:name="_Toc532902328"/>
      <w:bookmarkStart w:id="717" w:name="_Toc532901640"/>
      <w:bookmarkStart w:id="718" w:name="_Toc532901846"/>
      <w:bookmarkStart w:id="719" w:name="_Toc532902024"/>
      <w:bookmarkStart w:id="720" w:name="_Toc532902191"/>
      <w:bookmarkStart w:id="721" w:name="_Toc532902329"/>
      <w:bookmarkStart w:id="722" w:name="_Toc532901641"/>
      <w:bookmarkStart w:id="723" w:name="_Toc532901847"/>
      <w:bookmarkStart w:id="724" w:name="_Toc532902025"/>
      <w:bookmarkStart w:id="725" w:name="_Toc532902192"/>
      <w:bookmarkStart w:id="726" w:name="_Toc532902330"/>
      <w:bookmarkStart w:id="727" w:name="_Toc532901642"/>
      <w:bookmarkStart w:id="728" w:name="_Toc532901848"/>
      <w:bookmarkStart w:id="729" w:name="_Toc532902026"/>
      <w:bookmarkStart w:id="730" w:name="_Toc532902193"/>
      <w:bookmarkStart w:id="731" w:name="_Toc532902331"/>
      <w:bookmarkStart w:id="732" w:name="_Toc532901643"/>
      <w:bookmarkStart w:id="733" w:name="_Toc532901849"/>
      <w:bookmarkStart w:id="734" w:name="_Toc532902027"/>
      <w:bookmarkStart w:id="735" w:name="_Toc532902194"/>
      <w:bookmarkStart w:id="736" w:name="_Toc532902332"/>
      <w:bookmarkStart w:id="737" w:name="_Toc532901644"/>
      <w:bookmarkStart w:id="738" w:name="_Toc532901850"/>
      <w:bookmarkStart w:id="739" w:name="_Toc532902028"/>
      <w:bookmarkStart w:id="740" w:name="_Toc532902195"/>
      <w:bookmarkStart w:id="741" w:name="_Toc532902333"/>
      <w:bookmarkStart w:id="742" w:name="_Toc532901645"/>
      <w:bookmarkStart w:id="743" w:name="_Toc532901851"/>
      <w:bookmarkStart w:id="744" w:name="_Toc532902029"/>
      <w:bookmarkStart w:id="745" w:name="_Toc532902196"/>
      <w:bookmarkStart w:id="746" w:name="_Toc532902334"/>
      <w:bookmarkStart w:id="747" w:name="_Toc532894938"/>
      <w:bookmarkStart w:id="748" w:name="_Toc532895033"/>
      <w:bookmarkStart w:id="749" w:name="_Toc532895217"/>
      <w:bookmarkStart w:id="750" w:name="_Toc532901646"/>
      <w:bookmarkStart w:id="751" w:name="_Toc532901852"/>
      <w:bookmarkStart w:id="752" w:name="_Toc532902030"/>
      <w:bookmarkStart w:id="753" w:name="_Toc532902197"/>
      <w:bookmarkStart w:id="754" w:name="_Toc532902335"/>
      <w:bookmarkStart w:id="755" w:name="_Toc532894939"/>
      <w:bookmarkStart w:id="756" w:name="_Toc532895034"/>
      <w:bookmarkStart w:id="757" w:name="_Toc532895218"/>
      <w:bookmarkStart w:id="758" w:name="_Toc532901647"/>
      <w:bookmarkStart w:id="759" w:name="_Toc532901853"/>
      <w:bookmarkStart w:id="760" w:name="_Toc532902031"/>
      <w:bookmarkStart w:id="761" w:name="_Toc532902198"/>
      <w:bookmarkStart w:id="762" w:name="_Toc532902336"/>
      <w:bookmarkStart w:id="763" w:name="_Toc532894940"/>
      <w:bookmarkStart w:id="764" w:name="_Toc532895035"/>
      <w:bookmarkStart w:id="765" w:name="_Toc532895219"/>
      <w:bookmarkStart w:id="766" w:name="_Toc532901648"/>
      <w:bookmarkStart w:id="767" w:name="_Toc532901854"/>
      <w:bookmarkStart w:id="768" w:name="_Toc532902032"/>
      <w:bookmarkStart w:id="769" w:name="_Toc532902199"/>
      <w:bookmarkStart w:id="770" w:name="_Toc532902337"/>
      <w:bookmarkStart w:id="771" w:name="_Toc532894941"/>
      <w:bookmarkStart w:id="772" w:name="_Toc532895036"/>
      <w:bookmarkStart w:id="773" w:name="_Toc532895220"/>
      <w:bookmarkStart w:id="774" w:name="_Toc532901649"/>
      <w:bookmarkStart w:id="775" w:name="_Toc532901855"/>
      <w:bookmarkStart w:id="776" w:name="_Toc532902033"/>
      <w:bookmarkStart w:id="777" w:name="_Toc532902200"/>
      <w:bookmarkStart w:id="778" w:name="_Toc532902338"/>
      <w:bookmarkStart w:id="779" w:name="_Toc532894942"/>
      <w:bookmarkStart w:id="780" w:name="_Toc532895037"/>
      <w:bookmarkStart w:id="781" w:name="_Toc532895221"/>
      <w:bookmarkStart w:id="782" w:name="_Toc532901650"/>
      <w:bookmarkStart w:id="783" w:name="_Toc532901856"/>
      <w:bookmarkStart w:id="784" w:name="_Toc532902034"/>
      <w:bookmarkStart w:id="785" w:name="_Toc532902201"/>
      <w:bookmarkStart w:id="786" w:name="_Toc532902339"/>
      <w:bookmarkStart w:id="787" w:name="_Toc532894943"/>
      <w:bookmarkStart w:id="788" w:name="_Toc532895038"/>
      <w:bookmarkStart w:id="789" w:name="_Toc532895222"/>
      <w:bookmarkStart w:id="790" w:name="_Toc532901651"/>
      <w:bookmarkStart w:id="791" w:name="_Toc532901857"/>
      <w:bookmarkStart w:id="792" w:name="_Toc532902035"/>
      <w:bookmarkStart w:id="793" w:name="_Toc532902202"/>
      <w:bookmarkStart w:id="794" w:name="_Toc532902340"/>
      <w:bookmarkStart w:id="795" w:name="_Toc532894944"/>
      <w:bookmarkStart w:id="796" w:name="_Toc532895039"/>
      <w:bookmarkStart w:id="797" w:name="_Toc532895223"/>
      <w:bookmarkStart w:id="798" w:name="_Toc532901652"/>
      <w:bookmarkStart w:id="799" w:name="_Toc532901858"/>
      <w:bookmarkStart w:id="800" w:name="_Toc532902036"/>
      <w:bookmarkStart w:id="801" w:name="_Toc532902203"/>
      <w:bookmarkStart w:id="802" w:name="_Toc532902341"/>
      <w:bookmarkStart w:id="803" w:name="_Toc532894945"/>
      <w:bookmarkStart w:id="804" w:name="_Toc532895040"/>
      <w:bookmarkStart w:id="805" w:name="_Toc532895224"/>
      <w:bookmarkStart w:id="806" w:name="_Toc532901653"/>
      <w:bookmarkStart w:id="807" w:name="_Toc532901859"/>
      <w:bookmarkStart w:id="808" w:name="_Toc532902037"/>
      <w:bookmarkStart w:id="809" w:name="_Toc532902204"/>
      <w:bookmarkStart w:id="810" w:name="_Toc532902342"/>
      <w:bookmarkStart w:id="811" w:name="_Toc320627066"/>
      <w:bookmarkStart w:id="812" w:name="_Toc320627067"/>
      <w:bookmarkStart w:id="813" w:name="_Toc320627068"/>
      <w:bookmarkStart w:id="814" w:name="_Toc320627069"/>
      <w:bookmarkStart w:id="815" w:name="_Toc320627070"/>
      <w:bookmarkStart w:id="816" w:name="_Toc320627071"/>
      <w:bookmarkStart w:id="817" w:name="app"/>
      <w:bookmarkStart w:id="818" w:name="_Toc320627072"/>
      <w:bookmarkStart w:id="819" w:name="_Toc320627084"/>
      <w:bookmarkStart w:id="820" w:name="_Toc320627085"/>
      <w:bookmarkStart w:id="821" w:name="_Toc320627087"/>
      <w:bookmarkStart w:id="822" w:name="_Toc320627090"/>
      <w:bookmarkStart w:id="823" w:name="_Toc320627091"/>
      <w:bookmarkStart w:id="824" w:name="_Toc320627092"/>
      <w:bookmarkStart w:id="825" w:name="_Toc320627093"/>
      <w:bookmarkStart w:id="826" w:name="_Toc320627094"/>
      <w:bookmarkStart w:id="827" w:name="_Toc320627095"/>
      <w:bookmarkStart w:id="828" w:name="_Toc320627096"/>
      <w:bookmarkStart w:id="829" w:name="_Toc320627100"/>
      <w:bookmarkStart w:id="830" w:name="_Toc320627101"/>
      <w:bookmarkStart w:id="831" w:name="_Toc320627105"/>
      <w:bookmarkStart w:id="832" w:name="_Toc320627109"/>
      <w:bookmarkStart w:id="833" w:name="_Toc320627111"/>
      <w:bookmarkStart w:id="834" w:name="_Toc320627112"/>
      <w:bookmarkStart w:id="835" w:name="_Toc320627113"/>
      <w:bookmarkStart w:id="836" w:name="_Toc320627114"/>
      <w:bookmarkStart w:id="837" w:name="_Toc320627116"/>
      <w:bookmarkStart w:id="838" w:name="_Toc532894946"/>
      <w:bookmarkStart w:id="839" w:name="_Toc532895041"/>
      <w:bookmarkStart w:id="840" w:name="_Toc532895225"/>
      <w:bookmarkStart w:id="841" w:name="_Toc532901654"/>
      <w:bookmarkStart w:id="842" w:name="_Toc532901860"/>
      <w:bookmarkStart w:id="843" w:name="_Toc532902038"/>
      <w:bookmarkStart w:id="844" w:name="_Toc532902205"/>
      <w:bookmarkStart w:id="845" w:name="_Toc532902343"/>
      <w:bookmarkStart w:id="846" w:name="_Toc532894947"/>
      <w:bookmarkStart w:id="847" w:name="_Toc532895042"/>
      <w:bookmarkStart w:id="848" w:name="_Toc532895226"/>
      <w:bookmarkStart w:id="849" w:name="_Toc532901655"/>
      <w:bookmarkStart w:id="850" w:name="_Toc532901861"/>
      <w:bookmarkStart w:id="851" w:name="_Toc532902039"/>
      <w:bookmarkStart w:id="852" w:name="_Toc532902206"/>
      <w:bookmarkStart w:id="853" w:name="_Toc532902344"/>
      <w:bookmarkStart w:id="854" w:name="_Toc532894948"/>
      <w:bookmarkStart w:id="855" w:name="_Toc532895043"/>
      <w:bookmarkStart w:id="856" w:name="_Toc532895227"/>
      <w:bookmarkStart w:id="857" w:name="_Toc532901656"/>
      <w:bookmarkStart w:id="858" w:name="_Toc532901862"/>
      <w:bookmarkStart w:id="859" w:name="_Toc532902040"/>
      <w:bookmarkStart w:id="860" w:name="_Toc532902207"/>
      <w:bookmarkStart w:id="861" w:name="_Toc532902345"/>
      <w:bookmarkStart w:id="862" w:name="_Toc532894949"/>
      <w:bookmarkStart w:id="863" w:name="_Toc532895044"/>
      <w:bookmarkStart w:id="864" w:name="_Toc532895228"/>
      <w:bookmarkStart w:id="865" w:name="_Toc532901657"/>
      <w:bookmarkStart w:id="866" w:name="_Toc532901863"/>
      <w:bookmarkStart w:id="867" w:name="_Toc532902041"/>
      <w:bookmarkStart w:id="868" w:name="_Toc532902208"/>
      <w:bookmarkStart w:id="869" w:name="_Toc532902346"/>
      <w:bookmarkStart w:id="870" w:name="_Toc532894950"/>
      <w:bookmarkStart w:id="871" w:name="_Toc532895045"/>
      <w:bookmarkStart w:id="872" w:name="_Toc532895229"/>
      <w:bookmarkStart w:id="873" w:name="_Toc532901658"/>
      <w:bookmarkStart w:id="874" w:name="_Toc532901864"/>
      <w:bookmarkStart w:id="875" w:name="_Toc532902042"/>
      <w:bookmarkStart w:id="876" w:name="_Toc532902209"/>
      <w:bookmarkStart w:id="877" w:name="_Toc532902347"/>
      <w:bookmarkStart w:id="878" w:name="_Toc532894951"/>
      <w:bookmarkStart w:id="879" w:name="_Toc532895046"/>
      <w:bookmarkStart w:id="880" w:name="_Toc532895230"/>
      <w:bookmarkStart w:id="881" w:name="_Toc532901659"/>
      <w:bookmarkStart w:id="882" w:name="_Toc532901865"/>
      <w:bookmarkStart w:id="883" w:name="_Toc532902043"/>
      <w:bookmarkStart w:id="884" w:name="_Toc532902210"/>
      <w:bookmarkStart w:id="885" w:name="_Toc532902348"/>
      <w:bookmarkStart w:id="886" w:name="_Toc532894952"/>
      <w:bookmarkStart w:id="887" w:name="_Toc532895047"/>
      <w:bookmarkStart w:id="888" w:name="_Toc532895231"/>
      <w:bookmarkStart w:id="889" w:name="_Toc532901660"/>
      <w:bookmarkStart w:id="890" w:name="_Toc532901866"/>
      <w:bookmarkStart w:id="891" w:name="_Toc532902044"/>
      <w:bookmarkStart w:id="892" w:name="_Toc532902211"/>
      <w:bookmarkStart w:id="893" w:name="_Toc532902349"/>
      <w:bookmarkStart w:id="894" w:name="_Toc532894953"/>
      <w:bookmarkStart w:id="895" w:name="_Toc532895048"/>
      <w:bookmarkStart w:id="896" w:name="_Toc532895232"/>
      <w:bookmarkStart w:id="897" w:name="_Toc532901661"/>
      <w:bookmarkStart w:id="898" w:name="_Toc532901867"/>
      <w:bookmarkStart w:id="899" w:name="_Toc532902045"/>
      <w:bookmarkStart w:id="900" w:name="_Toc532902212"/>
      <w:bookmarkStart w:id="901" w:name="_Toc532902350"/>
      <w:bookmarkStart w:id="902" w:name="_Toc532901662"/>
      <w:bookmarkStart w:id="903" w:name="_Toc532901868"/>
      <w:bookmarkStart w:id="904" w:name="_Toc532902046"/>
      <w:bookmarkStart w:id="905" w:name="_Toc532902213"/>
      <w:bookmarkStart w:id="906" w:name="_Toc532902351"/>
      <w:bookmarkStart w:id="907" w:name="_Toc532901663"/>
      <w:bookmarkStart w:id="908" w:name="_Toc532901869"/>
      <w:bookmarkStart w:id="909" w:name="_Toc532902047"/>
      <w:bookmarkStart w:id="910" w:name="_Toc532902214"/>
      <w:bookmarkStart w:id="911" w:name="_Toc532902352"/>
      <w:bookmarkStart w:id="912" w:name="_Toc532901664"/>
      <w:bookmarkStart w:id="913" w:name="_Toc532901870"/>
      <w:bookmarkStart w:id="914" w:name="_Toc532902048"/>
      <w:bookmarkStart w:id="915" w:name="_Toc532902215"/>
      <w:bookmarkStart w:id="916" w:name="_Toc532902353"/>
      <w:bookmarkStart w:id="917" w:name="_Toc532901665"/>
      <w:bookmarkStart w:id="918" w:name="_Toc532901871"/>
      <w:bookmarkStart w:id="919" w:name="_Toc532902049"/>
      <w:bookmarkStart w:id="920" w:name="_Toc532902216"/>
      <w:bookmarkStart w:id="921" w:name="_Toc532902354"/>
      <w:bookmarkStart w:id="922" w:name="_Toc532901666"/>
      <w:bookmarkStart w:id="923" w:name="_Toc532901872"/>
      <w:bookmarkStart w:id="924" w:name="_Toc532902050"/>
      <w:bookmarkStart w:id="925" w:name="_Toc532902217"/>
      <w:bookmarkStart w:id="926" w:name="_Toc532902355"/>
      <w:bookmarkStart w:id="927" w:name="_Toc532901667"/>
      <w:bookmarkStart w:id="928" w:name="_Toc532901873"/>
      <w:bookmarkStart w:id="929" w:name="_Toc532902051"/>
      <w:bookmarkStart w:id="930" w:name="_Toc532902218"/>
      <w:bookmarkStart w:id="931" w:name="_Toc532902356"/>
      <w:bookmarkStart w:id="932" w:name="_Toc532901668"/>
      <w:bookmarkStart w:id="933" w:name="_Toc532901874"/>
      <w:bookmarkStart w:id="934" w:name="_Toc532902052"/>
      <w:bookmarkStart w:id="935" w:name="_Toc532902219"/>
      <w:bookmarkStart w:id="936" w:name="_Toc532902357"/>
      <w:bookmarkStart w:id="937" w:name="_Toc532901669"/>
      <w:bookmarkStart w:id="938" w:name="_Toc532901875"/>
      <w:bookmarkStart w:id="939" w:name="_Toc532902053"/>
      <w:bookmarkStart w:id="940" w:name="_Toc532902220"/>
      <w:bookmarkStart w:id="941" w:name="_Toc532902358"/>
      <w:bookmarkStart w:id="942" w:name="_Toc532901670"/>
      <w:bookmarkStart w:id="943" w:name="_Toc532901876"/>
      <w:bookmarkStart w:id="944" w:name="_Toc532902054"/>
      <w:bookmarkStart w:id="945" w:name="_Toc532902221"/>
      <w:bookmarkStart w:id="946" w:name="_Toc532902359"/>
      <w:bookmarkStart w:id="947" w:name="_Toc532901671"/>
      <w:bookmarkStart w:id="948" w:name="_Toc532901877"/>
      <w:bookmarkStart w:id="949" w:name="_Toc532902055"/>
      <w:bookmarkStart w:id="950" w:name="_Toc532902222"/>
      <w:bookmarkStart w:id="951" w:name="_Toc532902360"/>
      <w:bookmarkStart w:id="952" w:name="_Toc532901672"/>
      <w:bookmarkStart w:id="953" w:name="_Toc532901878"/>
      <w:bookmarkStart w:id="954" w:name="_Toc532902056"/>
      <w:bookmarkStart w:id="955" w:name="_Toc532902223"/>
      <w:bookmarkStart w:id="956" w:name="_Toc532902361"/>
      <w:bookmarkStart w:id="957" w:name="_Toc532901673"/>
      <w:bookmarkStart w:id="958" w:name="_Toc532901879"/>
      <w:bookmarkStart w:id="959" w:name="_Toc532902057"/>
      <w:bookmarkStart w:id="960" w:name="_Toc532902224"/>
      <w:bookmarkStart w:id="961" w:name="_Toc532902362"/>
      <w:bookmarkStart w:id="962" w:name="_Toc532901674"/>
      <w:bookmarkStart w:id="963" w:name="_Toc532901880"/>
      <w:bookmarkStart w:id="964" w:name="_Toc532902058"/>
      <w:bookmarkStart w:id="965" w:name="_Toc532902225"/>
      <w:bookmarkStart w:id="966" w:name="_Toc532902363"/>
      <w:bookmarkStart w:id="967" w:name="_Toc532901675"/>
      <w:bookmarkStart w:id="968" w:name="_Toc532901881"/>
      <w:bookmarkStart w:id="969" w:name="_Toc532902059"/>
      <w:bookmarkStart w:id="970" w:name="_Toc532902226"/>
      <w:bookmarkStart w:id="971" w:name="_Toc532902364"/>
      <w:bookmarkStart w:id="972" w:name="_Toc532901676"/>
      <w:bookmarkStart w:id="973" w:name="_Toc532901882"/>
      <w:bookmarkStart w:id="974" w:name="_Toc532902060"/>
      <w:bookmarkStart w:id="975" w:name="_Toc532902227"/>
      <w:bookmarkStart w:id="976" w:name="_Toc532902365"/>
      <w:bookmarkStart w:id="977" w:name="_Toc532901677"/>
      <w:bookmarkStart w:id="978" w:name="_Toc532901883"/>
      <w:bookmarkStart w:id="979" w:name="_Toc532902061"/>
      <w:bookmarkStart w:id="980" w:name="_Toc532902228"/>
      <w:bookmarkStart w:id="981" w:name="_Toc532902366"/>
      <w:bookmarkStart w:id="982" w:name="_Toc532901678"/>
      <w:bookmarkStart w:id="983" w:name="_Toc532901884"/>
      <w:bookmarkStart w:id="984" w:name="_Toc532902062"/>
      <w:bookmarkStart w:id="985" w:name="_Toc532902229"/>
      <w:bookmarkStart w:id="986" w:name="_Toc532902367"/>
      <w:bookmarkStart w:id="987" w:name="_Toc532901679"/>
      <w:bookmarkStart w:id="988" w:name="_Toc532901885"/>
      <w:bookmarkStart w:id="989" w:name="_Toc532902063"/>
      <w:bookmarkStart w:id="990" w:name="_Toc532902230"/>
      <w:bookmarkStart w:id="991" w:name="_Toc532902368"/>
      <w:bookmarkStart w:id="992" w:name="_Toc532901680"/>
      <w:bookmarkStart w:id="993" w:name="_Toc532901886"/>
      <w:bookmarkStart w:id="994" w:name="_Toc532902064"/>
      <w:bookmarkStart w:id="995" w:name="_Toc532902231"/>
      <w:bookmarkStart w:id="996" w:name="_Toc532902369"/>
      <w:bookmarkStart w:id="997" w:name="_Toc532901681"/>
      <w:bookmarkStart w:id="998" w:name="_Toc532901887"/>
      <w:bookmarkStart w:id="999" w:name="_Toc532902065"/>
      <w:bookmarkStart w:id="1000" w:name="_Toc532902232"/>
      <w:bookmarkStart w:id="1001" w:name="_Toc532902370"/>
      <w:bookmarkStart w:id="1002" w:name="_Toc532901682"/>
      <w:bookmarkStart w:id="1003" w:name="_Toc532901888"/>
      <w:bookmarkStart w:id="1004" w:name="_Toc532902066"/>
      <w:bookmarkStart w:id="1005" w:name="_Toc532902233"/>
      <w:bookmarkStart w:id="1006" w:name="_Toc532902371"/>
      <w:bookmarkStart w:id="1007" w:name="_Toc532901683"/>
      <w:bookmarkStart w:id="1008" w:name="_Toc532901889"/>
      <w:bookmarkStart w:id="1009" w:name="_Toc532902067"/>
      <w:bookmarkStart w:id="1010" w:name="_Toc532902234"/>
      <w:bookmarkStart w:id="1011" w:name="_Toc532902372"/>
      <w:bookmarkStart w:id="1012" w:name="_Toc532901684"/>
      <w:bookmarkStart w:id="1013" w:name="_Toc532901890"/>
      <w:bookmarkStart w:id="1014" w:name="_Toc532902068"/>
      <w:bookmarkStart w:id="1015" w:name="_Toc532902235"/>
      <w:bookmarkStart w:id="1016" w:name="_Toc532902373"/>
      <w:bookmarkStart w:id="1017" w:name="_Toc532901685"/>
      <w:bookmarkStart w:id="1018" w:name="_Toc532901891"/>
      <w:bookmarkStart w:id="1019" w:name="_Toc532902069"/>
      <w:bookmarkStart w:id="1020" w:name="_Toc532902236"/>
      <w:bookmarkStart w:id="1021" w:name="_Toc532902374"/>
      <w:bookmarkStart w:id="1022" w:name="_Toc532901686"/>
      <w:bookmarkStart w:id="1023" w:name="_Toc532901892"/>
      <w:bookmarkStart w:id="1024" w:name="_Toc532902070"/>
      <w:bookmarkStart w:id="1025" w:name="_Toc532902237"/>
      <w:bookmarkStart w:id="1026" w:name="_Toc532902375"/>
      <w:bookmarkStart w:id="1027" w:name="_Toc532901687"/>
      <w:bookmarkStart w:id="1028" w:name="_Toc532901893"/>
      <w:bookmarkStart w:id="1029" w:name="_Toc532902071"/>
      <w:bookmarkStart w:id="1030" w:name="_Toc532902238"/>
      <w:bookmarkStart w:id="1031" w:name="_Toc532902376"/>
      <w:bookmarkStart w:id="1032" w:name="_Toc532901688"/>
      <w:bookmarkStart w:id="1033" w:name="_Toc532901894"/>
      <w:bookmarkStart w:id="1034" w:name="_Toc532902072"/>
      <w:bookmarkStart w:id="1035" w:name="_Toc532902239"/>
      <w:bookmarkStart w:id="1036" w:name="_Toc532902377"/>
      <w:bookmarkStart w:id="1037" w:name="_Toc532901689"/>
      <w:bookmarkStart w:id="1038" w:name="_Toc532901895"/>
      <w:bookmarkStart w:id="1039" w:name="_Toc532902073"/>
      <w:bookmarkStart w:id="1040" w:name="_Toc532902240"/>
      <w:bookmarkStart w:id="1041" w:name="_Toc532902378"/>
      <w:bookmarkStart w:id="1042" w:name="_Toc532901690"/>
      <w:bookmarkStart w:id="1043" w:name="_Toc532901896"/>
      <w:bookmarkStart w:id="1044" w:name="_Toc532902074"/>
      <w:bookmarkStart w:id="1045" w:name="_Toc532902241"/>
      <w:bookmarkStart w:id="1046" w:name="_Toc532902379"/>
      <w:bookmarkStart w:id="1047" w:name="_Toc532901691"/>
      <w:bookmarkStart w:id="1048" w:name="_Toc532901897"/>
      <w:bookmarkStart w:id="1049" w:name="_Toc532902075"/>
      <w:bookmarkStart w:id="1050" w:name="_Toc532902242"/>
      <w:bookmarkStart w:id="1051" w:name="_Toc532902380"/>
      <w:bookmarkStart w:id="1052" w:name="_Toc532901692"/>
      <w:bookmarkStart w:id="1053" w:name="_Toc532901898"/>
      <w:bookmarkStart w:id="1054" w:name="_Toc532902076"/>
      <w:bookmarkStart w:id="1055" w:name="_Toc532902243"/>
      <w:bookmarkStart w:id="1056" w:name="_Toc532902381"/>
      <w:bookmarkStart w:id="1057" w:name="_Toc532901693"/>
      <w:bookmarkStart w:id="1058" w:name="_Toc532901899"/>
      <w:bookmarkStart w:id="1059" w:name="_Toc532902077"/>
      <w:bookmarkStart w:id="1060" w:name="_Toc532902244"/>
      <w:bookmarkStart w:id="1061" w:name="_Toc532902382"/>
      <w:bookmarkStart w:id="1062" w:name="_Toc532901694"/>
      <w:bookmarkStart w:id="1063" w:name="_Toc532901900"/>
      <w:bookmarkStart w:id="1064" w:name="_Toc532902078"/>
      <w:bookmarkStart w:id="1065" w:name="_Toc532902245"/>
      <w:bookmarkStart w:id="1066" w:name="_Toc532902383"/>
      <w:bookmarkStart w:id="1067" w:name="_Toc532901695"/>
      <w:bookmarkStart w:id="1068" w:name="_Toc532901901"/>
      <w:bookmarkStart w:id="1069" w:name="_Toc532902079"/>
      <w:bookmarkStart w:id="1070" w:name="_Toc532902246"/>
      <w:bookmarkStart w:id="1071" w:name="_Toc532902384"/>
      <w:bookmarkStart w:id="1072" w:name="_Toc532901696"/>
      <w:bookmarkStart w:id="1073" w:name="_Toc532901902"/>
      <w:bookmarkStart w:id="1074" w:name="_Toc532902080"/>
      <w:bookmarkStart w:id="1075" w:name="_Toc532902247"/>
      <w:bookmarkStart w:id="1076" w:name="_Toc532902385"/>
      <w:bookmarkStart w:id="1077" w:name="_Toc532901697"/>
      <w:bookmarkStart w:id="1078" w:name="_Toc532901903"/>
      <w:bookmarkStart w:id="1079" w:name="_Toc532902081"/>
      <w:bookmarkStart w:id="1080" w:name="_Toc532902248"/>
      <w:bookmarkStart w:id="1081" w:name="_Toc532902386"/>
      <w:bookmarkStart w:id="1082" w:name="_Toc532901698"/>
      <w:bookmarkStart w:id="1083" w:name="_Toc532901904"/>
      <w:bookmarkStart w:id="1084" w:name="_Toc532902082"/>
      <w:bookmarkStart w:id="1085" w:name="_Toc532902249"/>
      <w:bookmarkStart w:id="1086" w:name="_Toc532902387"/>
      <w:bookmarkStart w:id="1087" w:name="_Toc532901699"/>
      <w:bookmarkStart w:id="1088" w:name="_Toc532901905"/>
      <w:bookmarkStart w:id="1089" w:name="_Toc532902083"/>
      <w:bookmarkStart w:id="1090" w:name="_Toc532902250"/>
      <w:bookmarkStart w:id="1091" w:name="_Toc532902388"/>
      <w:bookmarkStart w:id="1092" w:name="_Toc532901700"/>
      <w:bookmarkStart w:id="1093" w:name="_Toc532901906"/>
      <w:bookmarkStart w:id="1094" w:name="_Toc532902084"/>
      <w:bookmarkStart w:id="1095" w:name="_Toc532902251"/>
      <w:bookmarkStart w:id="1096" w:name="_Toc532902389"/>
      <w:bookmarkStart w:id="1097" w:name="_Hlt72054057"/>
      <w:bookmarkStart w:id="1098" w:name="_Hlt72052481"/>
      <w:bookmarkStart w:id="1099" w:name="_Toc532901702"/>
      <w:bookmarkStart w:id="1100" w:name="_Toc532901908"/>
      <w:bookmarkStart w:id="1101" w:name="_Toc532902086"/>
      <w:bookmarkStart w:id="1102" w:name="_Toc532902253"/>
      <w:bookmarkStart w:id="1103" w:name="_Toc532902391"/>
      <w:bookmarkStart w:id="1104" w:name="_Toc532901714"/>
      <w:bookmarkStart w:id="1105" w:name="_Toc532901920"/>
      <w:bookmarkStart w:id="1106" w:name="_Toc532902098"/>
      <w:bookmarkStart w:id="1107" w:name="_Toc532902265"/>
      <w:bookmarkStart w:id="1108" w:name="_Toc532902403"/>
      <w:bookmarkStart w:id="1109" w:name="_Toc532901715"/>
      <w:bookmarkStart w:id="1110" w:name="_Toc532901921"/>
      <w:bookmarkStart w:id="1111" w:name="_Toc532902099"/>
      <w:bookmarkStart w:id="1112" w:name="_Toc532902266"/>
      <w:bookmarkStart w:id="1113" w:name="_Toc532902404"/>
      <w:bookmarkStart w:id="1114" w:name="_Toc532901716"/>
      <w:bookmarkStart w:id="1115" w:name="_Toc532901922"/>
      <w:bookmarkStart w:id="1116" w:name="_Toc532902100"/>
      <w:bookmarkStart w:id="1117" w:name="_Toc532902267"/>
      <w:bookmarkStart w:id="1118" w:name="_Toc532902405"/>
      <w:bookmarkStart w:id="1119" w:name="_Toc532901717"/>
      <w:bookmarkStart w:id="1120" w:name="_Toc532901923"/>
      <w:bookmarkStart w:id="1121" w:name="_Toc532902101"/>
      <w:bookmarkStart w:id="1122" w:name="_Toc532902268"/>
      <w:bookmarkStart w:id="1123" w:name="_Toc532902406"/>
      <w:bookmarkStart w:id="1124" w:name="_Toc532901718"/>
      <w:bookmarkStart w:id="1125" w:name="_Toc532901924"/>
      <w:bookmarkStart w:id="1126" w:name="_Toc532902102"/>
      <w:bookmarkStart w:id="1127" w:name="_Toc532902269"/>
      <w:bookmarkStart w:id="1128" w:name="_Toc532902407"/>
      <w:bookmarkStart w:id="1129" w:name="_Toc532901719"/>
      <w:bookmarkStart w:id="1130" w:name="_Toc532901925"/>
      <w:bookmarkStart w:id="1131" w:name="_Toc532902103"/>
      <w:bookmarkStart w:id="1132" w:name="_Toc532902270"/>
      <w:bookmarkStart w:id="1133" w:name="_Toc532902408"/>
      <w:bookmarkStart w:id="1134" w:name="_Toc532901720"/>
      <w:bookmarkStart w:id="1135" w:name="_Toc532901926"/>
      <w:bookmarkStart w:id="1136" w:name="_Toc532902104"/>
      <w:bookmarkStart w:id="1137" w:name="_Toc532902271"/>
      <w:bookmarkStart w:id="1138" w:name="_Toc532902409"/>
      <w:bookmarkStart w:id="1139" w:name="_Toc532901721"/>
      <w:bookmarkStart w:id="1140" w:name="_Toc532901927"/>
      <w:bookmarkStart w:id="1141" w:name="_Toc532902105"/>
      <w:bookmarkStart w:id="1142" w:name="_Toc532902272"/>
      <w:bookmarkStart w:id="1143" w:name="_Toc532902410"/>
      <w:bookmarkStart w:id="1144" w:name="_Hlt72054720"/>
      <w:bookmarkStart w:id="1145" w:name="_Hlt72054273"/>
      <w:bookmarkStart w:id="1146" w:name="_Hlt502635198"/>
      <w:bookmarkStart w:id="1147" w:name="_Hlt502629442"/>
      <w:bookmarkStart w:id="1148" w:name="_Hlt72054608"/>
      <w:bookmarkStart w:id="1149" w:name="_Hlt502635247"/>
      <w:bookmarkStart w:id="1150" w:name="_Hlt62020542"/>
      <w:bookmarkStart w:id="1151" w:name="_Hlt72052811"/>
      <w:bookmarkStart w:id="1152" w:name="_Hlt68340055"/>
      <w:bookmarkStart w:id="1153" w:name="_Hlt72054848"/>
      <w:bookmarkStart w:id="1154" w:name="_Hlt72056002"/>
      <w:bookmarkStart w:id="1155" w:name="_Hlt72054925"/>
      <w:bookmarkStart w:id="1156" w:name="_Hlt72054991"/>
      <w:bookmarkStart w:id="1157" w:name="_Hlt72055014"/>
      <w:bookmarkStart w:id="1158" w:name="_Hlt71707934"/>
      <w:bookmarkStart w:id="1159" w:name="_Hlt502636947"/>
      <w:bookmarkStart w:id="1160" w:name="_Hlt72055198"/>
      <w:bookmarkStart w:id="1161" w:name="_Hlt72055185"/>
      <w:bookmarkStart w:id="1162" w:name="_Toc63825480"/>
      <w:bookmarkStart w:id="1163" w:name="_Toc64092697"/>
      <w:bookmarkStart w:id="1164" w:name="_Toc64277436"/>
      <w:bookmarkStart w:id="1165" w:name="_Toc64709291"/>
      <w:bookmarkStart w:id="1166" w:name="_Toc68581084"/>
      <w:bookmarkStart w:id="1167" w:name="_Hlt78693579"/>
      <w:bookmarkStart w:id="1168" w:name="_Hlt68334016"/>
      <w:bookmarkStart w:id="1169" w:name="_Hlt72052316"/>
      <w:bookmarkStart w:id="1170" w:name="_Hlt502635268"/>
      <w:bookmarkStart w:id="1171" w:name="_Hlt502635274"/>
      <w:bookmarkStart w:id="1172" w:name="_Hlt72056047"/>
      <w:bookmarkStart w:id="1173" w:name="_Hlt72052498"/>
      <w:bookmarkStart w:id="1174" w:name="sp"/>
      <w:bookmarkStart w:id="1175" w:name="dom"/>
      <w:bookmarkStart w:id="1176" w:name="fm"/>
      <w:bookmarkStart w:id="1177" w:name="_Hlt72056105"/>
      <w:bookmarkStart w:id="1178" w:name="_Hlt68335678"/>
      <w:bookmarkStart w:id="1179" w:name="_Hlt72056176"/>
      <w:bookmarkStart w:id="1180" w:name="_Hlt493937016"/>
      <w:bookmarkStart w:id="1181" w:name="_Hlt72056009"/>
      <w:bookmarkStart w:id="1182" w:name="_Hlt502634046"/>
      <w:bookmarkStart w:id="1183" w:name="_Hlt72056305"/>
      <w:bookmarkStart w:id="1184" w:name="_Hlt502569957"/>
      <w:bookmarkStart w:id="1185" w:name="_Toc63825504"/>
      <w:bookmarkStart w:id="1186" w:name="_Toc64092721"/>
      <w:bookmarkStart w:id="1187" w:name="_Toc64277460"/>
      <w:bookmarkStart w:id="1188" w:name="_Toc64709315"/>
      <w:bookmarkStart w:id="1189" w:name="asc"/>
      <w:bookmarkStart w:id="1190" w:name="_Hlt493925708"/>
      <w:bookmarkStart w:id="1191" w:name="_Hlt72052518"/>
      <w:bookmarkStart w:id="1192" w:name="_Toc532901722"/>
      <w:bookmarkStart w:id="1193" w:name="_Toc532901928"/>
      <w:bookmarkStart w:id="1194" w:name="_Toc532902106"/>
      <w:bookmarkStart w:id="1195" w:name="_Toc532902273"/>
      <w:bookmarkStart w:id="1196" w:name="_Toc532902411"/>
      <w:bookmarkStart w:id="1197" w:name="_Toc532901723"/>
      <w:bookmarkStart w:id="1198" w:name="_Toc532901929"/>
      <w:bookmarkStart w:id="1199" w:name="_Toc532902107"/>
      <w:bookmarkStart w:id="1200" w:name="_Toc532902274"/>
      <w:bookmarkStart w:id="1201" w:name="_Toc532902412"/>
      <w:bookmarkStart w:id="1202" w:name="_Toc532894960"/>
      <w:bookmarkStart w:id="1203" w:name="_Toc532895055"/>
      <w:bookmarkStart w:id="1204" w:name="_Toc532895239"/>
      <w:bookmarkStart w:id="1205" w:name="_Toc532901726"/>
      <w:bookmarkStart w:id="1206" w:name="_Toc532901932"/>
      <w:bookmarkStart w:id="1207" w:name="_Toc532902110"/>
      <w:bookmarkStart w:id="1208" w:name="_Toc532902277"/>
      <w:bookmarkStart w:id="1209" w:name="_Toc532902415"/>
      <w:bookmarkStart w:id="1210" w:name="_Toc532894961"/>
      <w:bookmarkStart w:id="1211" w:name="_Toc532895056"/>
      <w:bookmarkStart w:id="1212" w:name="_Toc532895240"/>
      <w:bookmarkStart w:id="1213" w:name="_Toc532901727"/>
      <w:bookmarkStart w:id="1214" w:name="_Toc532901933"/>
      <w:bookmarkStart w:id="1215" w:name="_Toc532902111"/>
      <w:bookmarkStart w:id="1216" w:name="_Toc532902278"/>
      <w:bookmarkStart w:id="1217" w:name="_Toc532902416"/>
      <w:bookmarkStart w:id="1218" w:name="_Toc532894962"/>
      <w:bookmarkStart w:id="1219" w:name="_Toc532895057"/>
      <w:bookmarkStart w:id="1220" w:name="_Toc532895241"/>
      <w:bookmarkStart w:id="1221" w:name="_Toc532901728"/>
      <w:bookmarkStart w:id="1222" w:name="_Toc532901934"/>
      <w:bookmarkStart w:id="1223" w:name="_Toc532902112"/>
      <w:bookmarkStart w:id="1224" w:name="_Toc532902279"/>
      <w:bookmarkStart w:id="1225" w:name="_Toc532902417"/>
      <w:bookmarkStart w:id="1226" w:name="_Toc532894963"/>
      <w:bookmarkStart w:id="1227" w:name="_Toc532895058"/>
      <w:bookmarkStart w:id="1228" w:name="_Toc532895242"/>
      <w:bookmarkStart w:id="1229" w:name="_Toc532901729"/>
      <w:bookmarkStart w:id="1230" w:name="_Toc532901935"/>
      <w:bookmarkStart w:id="1231" w:name="_Toc532902113"/>
      <w:bookmarkStart w:id="1232" w:name="_Toc532902280"/>
      <w:bookmarkStart w:id="1233" w:name="_Toc532902418"/>
      <w:bookmarkStart w:id="1234" w:name="_Toc532894964"/>
      <w:bookmarkStart w:id="1235" w:name="_Toc532895059"/>
      <w:bookmarkStart w:id="1236" w:name="_Toc532895243"/>
      <w:bookmarkStart w:id="1237" w:name="_Toc532901730"/>
      <w:bookmarkStart w:id="1238" w:name="_Toc532901936"/>
      <w:bookmarkStart w:id="1239" w:name="_Toc532902114"/>
      <w:bookmarkStart w:id="1240" w:name="_Toc532902281"/>
      <w:bookmarkStart w:id="1241" w:name="_Toc532902419"/>
      <w:bookmarkStart w:id="1242" w:name="_Ref532897389"/>
      <w:bookmarkStart w:id="1243" w:name="_Ref532900382"/>
      <w:bookmarkStart w:id="1244" w:name="_Toc532909986"/>
      <w:bookmarkStart w:id="1245" w:name="_Ref2859369"/>
      <w:bookmarkStart w:id="1246" w:name="_Toc65489841"/>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r w:rsidRPr="001A303E">
        <w:rPr>
          <w:b/>
          <w:bCs/>
          <w:caps/>
          <w:lang w:val="en-ZA" w:eastAsia="en-US"/>
        </w:rPr>
        <w:t>PROTECTION OF PERSONAL INFORMATION</w:t>
      </w:r>
      <w:bookmarkEnd w:id="1242"/>
      <w:bookmarkEnd w:id="1243"/>
      <w:bookmarkEnd w:id="1244"/>
      <w:bookmarkEnd w:id="1245"/>
      <w:bookmarkEnd w:id="1246"/>
    </w:p>
    <w:p w14:paraId="3A6A9662" w14:textId="77777777" w:rsidR="005B74AD" w:rsidRPr="001A303E" w:rsidRDefault="005B74AD" w:rsidP="00C25B08">
      <w:pPr>
        <w:pStyle w:val="ListParagraph"/>
        <w:numPr>
          <w:ilvl w:val="1"/>
          <w:numId w:val="28"/>
        </w:numPr>
        <w:spacing w:before="120" w:after="240" w:line="360" w:lineRule="auto"/>
        <w:ind w:left="709" w:hanging="709"/>
        <w:contextualSpacing w:val="0"/>
        <w:jc w:val="both"/>
        <w:rPr>
          <w:b/>
          <w:bCs/>
        </w:rPr>
      </w:pPr>
      <w:bookmarkStart w:id="1247" w:name="_Toc12416862"/>
      <w:r w:rsidRPr="001A303E">
        <w:t xml:space="preserve">Each Party shall comply with its obligations under POPIA in respect of Personal Information </w:t>
      </w:r>
      <w:r w:rsidR="007705F2" w:rsidRPr="001A303E">
        <w:t xml:space="preserve">collected and/or </w:t>
      </w:r>
      <w:r w:rsidRPr="001A303E">
        <w:t>Processed in connection with the Agreement and the Services.</w:t>
      </w:r>
      <w:bookmarkEnd w:id="1247"/>
    </w:p>
    <w:p w14:paraId="26181335" w14:textId="77777777" w:rsidR="005B74AD" w:rsidRPr="001A303E" w:rsidRDefault="005B74AD" w:rsidP="00C25B08">
      <w:pPr>
        <w:pStyle w:val="ListParagraph"/>
        <w:numPr>
          <w:ilvl w:val="1"/>
          <w:numId w:val="28"/>
        </w:numPr>
        <w:spacing w:before="120" w:after="240" w:line="360" w:lineRule="auto"/>
        <w:ind w:left="709" w:hanging="709"/>
        <w:contextualSpacing w:val="0"/>
        <w:jc w:val="both"/>
        <w:rPr>
          <w:b/>
          <w:bCs/>
        </w:rPr>
      </w:pPr>
      <w:bookmarkStart w:id="1248" w:name="_Toc12416863"/>
      <w:r w:rsidRPr="001A303E">
        <w:t>Each Party shall only provide, collect</w:t>
      </w:r>
      <w:r w:rsidR="007705F2" w:rsidRPr="001A303E">
        <w:t xml:space="preserve"> and/or Process the</w:t>
      </w:r>
      <w:r w:rsidRPr="001A303E">
        <w:t xml:space="preserve"> Personal Information:</w:t>
      </w:r>
      <w:bookmarkEnd w:id="1248"/>
    </w:p>
    <w:p w14:paraId="04A5976C" w14:textId="5080A742" w:rsidR="005B74AD" w:rsidRPr="00BB3CB5" w:rsidRDefault="005B74AD" w:rsidP="00C25B08">
      <w:pPr>
        <w:pStyle w:val="ListParagraph"/>
        <w:numPr>
          <w:ilvl w:val="2"/>
          <w:numId w:val="28"/>
        </w:numPr>
        <w:spacing w:before="120" w:after="240" w:line="360" w:lineRule="auto"/>
        <w:ind w:left="709" w:hanging="709"/>
        <w:contextualSpacing w:val="0"/>
        <w:jc w:val="both"/>
      </w:pPr>
      <w:bookmarkStart w:id="1249" w:name="_Toc12416864"/>
      <w:r w:rsidRPr="00BB3CB5">
        <w:t>in compliance with POPIA</w:t>
      </w:r>
      <w:r w:rsidR="00E43418" w:rsidRPr="00BB3CB5">
        <w:t xml:space="preserve"> </w:t>
      </w:r>
      <w:r w:rsidRPr="00BB3CB5">
        <w:t>and where binding on a Party;</w:t>
      </w:r>
      <w:bookmarkEnd w:id="1249"/>
    </w:p>
    <w:p w14:paraId="5FAEC26E" w14:textId="77777777" w:rsidR="005B74AD" w:rsidRPr="00BB3CB5" w:rsidRDefault="005B74AD" w:rsidP="00C25B08">
      <w:pPr>
        <w:pStyle w:val="ListParagraph"/>
        <w:numPr>
          <w:ilvl w:val="2"/>
          <w:numId w:val="28"/>
        </w:numPr>
        <w:spacing w:before="120" w:after="240" w:line="360" w:lineRule="auto"/>
        <w:ind w:left="709" w:hanging="709"/>
        <w:contextualSpacing w:val="0"/>
        <w:jc w:val="both"/>
      </w:pPr>
      <w:bookmarkStart w:id="1250" w:name="_Toc12416865"/>
      <w:r w:rsidRPr="00BB3CB5">
        <w:t>as is necessary for the purposes of this Agreement and the Services;</w:t>
      </w:r>
      <w:bookmarkEnd w:id="1250"/>
      <w:r w:rsidRPr="00BB3CB5">
        <w:t xml:space="preserve"> </w:t>
      </w:r>
    </w:p>
    <w:p w14:paraId="4E65D8A4" w14:textId="77777777" w:rsidR="005B74AD" w:rsidRPr="00170599" w:rsidRDefault="005B74AD" w:rsidP="00C25B08">
      <w:pPr>
        <w:pStyle w:val="ListParagraph"/>
        <w:numPr>
          <w:ilvl w:val="2"/>
          <w:numId w:val="28"/>
        </w:numPr>
        <w:spacing w:before="120" w:after="240" w:line="360" w:lineRule="auto"/>
        <w:ind w:left="709" w:hanging="709"/>
        <w:contextualSpacing w:val="0"/>
        <w:jc w:val="both"/>
      </w:pPr>
      <w:bookmarkStart w:id="1251" w:name="_Toc12416866"/>
      <w:r w:rsidRPr="00170599">
        <w:t>for maintaining its internal administrative processes, including quality, risk, client or vendor management processes;</w:t>
      </w:r>
      <w:bookmarkEnd w:id="1251"/>
      <w:r w:rsidRPr="00170599">
        <w:t xml:space="preserve"> </w:t>
      </w:r>
    </w:p>
    <w:p w14:paraId="3434EDE3" w14:textId="77777777" w:rsidR="005B74AD" w:rsidRPr="00170599" w:rsidRDefault="005B74AD" w:rsidP="00C25B08">
      <w:pPr>
        <w:pStyle w:val="ListParagraph"/>
        <w:numPr>
          <w:ilvl w:val="2"/>
          <w:numId w:val="28"/>
        </w:numPr>
        <w:spacing w:before="120" w:after="240" w:line="360" w:lineRule="auto"/>
        <w:ind w:left="709" w:hanging="709"/>
        <w:contextualSpacing w:val="0"/>
        <w:jc w:val="both"/>
      </w:pPr>
      <w:bookmarkStart w:id="1252" w:name="_Toc12416867"/>
      <w:r w:rsidRPr="00170599">
        <w:t>for internal business-related purposes; and</w:t>
      </w:r>
      <w:bookmarkEnd w:id="1252"/>
    </w:p>
    <w:p w14:paraId="6D96DCED" w14:textId="77777777" w:rsidR="005B74AD" w:rsidRPr="00170599" w:rsidRDefault="005B74AD" w:rsidP="00C25B08">
      <w:pPr>
        <w:pStyle w:val="ListParagraph"/>
        <w:numPr>
          <w:ilvl w:val="2"/>
          <w:numId w:val="28"/>
        </w:numPr>
        <w:spacing w:before="120" w:after="240" w:line="360" w:lineRule="auto"/>
        <w:ind w:left="709" w:hanging="709"/>
        <w:contextualSpacing w:val="0"/>
        <w:jc w:val="both"/>
      </w:pPr>
      <w:bookmarkStart w:id="1253" w:name="_Toc12416868"/>
      <w:r w:rsidRPr="00170599">
        <w:t xml:space="preserve">in accordance with the lawful </w:t>
      </w:r>
      <w:r w:rsidR="007705F2" w:rsidRPr="00170599">
        <w:t xml:space="preserve">Purpose </w:t>
      </w:r>
      <w:r w:rsidRPr="00170599">
        <w:t xml:space="preserve">and reasonable instructions </w:t>
      </w:r>
      <w:r w:rsidR="00627B25" w:rsidRPr="00170599">
        <w:t xml:space="preserve">of SARS </w:t>
      </w:r>
      <w:r w:rsidR="009C2656" w:rsidRPr="00170599">
        <w:t>as the</w:t>
      </w:r>
      <w:r w:rsidRPr="00170599">
        <w:t xml:space="preserve"> </w:t>
      </w:r>
      <w:r w:rsidR="007705F2" w:rsidRPr="00170599">
        <w:t>Responsible Party</w:t>
      </w:r>
      <w:r w:rsidRPr="00170599">
        <w:t>.</w:t>
      </w:r>
      <w:bookmarkEnd w:id="1253"/>
    </w:p>
    <w:p w14:paraId="4FA66A88" w14:textId="77777777" w:rsidR="005B74AD" w:rsidRPr="00170599" w:rsidRDefault="005B74AD" w:rsidP="00C25B08">
      <w:pPr>
        <w:pStyle w:val="ListParagraph"/>
        <w:numPr>
          <w:ilvl w:val="1"/>
          <w:numId w:val="28"/>
        </w:numPr>
        <w:spacing w:before="120" w:after="240" w:line="360" w:lineRule="auto"/>
        <w:ind w:left="709" w:hanging="709"/>
        <w:contextualSpacing w:val="0"/>
        <w:jc w:val="both"/>
        <w:rPr>
          <w:b/>
          <w:bCs/>
        </w:rPr>
      </w:pPr>
      <w:bookmarkStart w:id="1254" w:name="_Ref514840059"/>
      <w:bookmarkStart w:id="1255" w:name="_Toc12416869"/>
      <w:r w:rsidRPr="00170599">
        <w:t>Both Parties shall:</w:t>
      </w:r>
      <w:bookmarkEnd w:id="1254"/>
      <w:bookmarkEnd w:id="1255"/>
    </w:p>
    <w:p w14:paraId="3E51B5C1" w14:textId="77777777" w:rsidR="005B74AD" w:rsidRPr="00170599" w:rsidRDefault="007705F2" w:rsidP="00C25B08">
      <w:pPr>
        <w:pStyle w:val="ListParagraph"/>
        <w:numPr>
          <w:ilvl w:val="2"/>
          <w:numId w:val="28"/>
        </w:numPr>
        <w:spacing w:before="120" w:after="240" w:line="360" w:lineRule="auto"/>
        <w:ind w:left="709" w:hanging="709"/>
        <w:contextualSpacing w:val="0"/>
        <w:jc w:val="both"/>
      </w:pPr>
      <w:bookmarkStart w:id="1256" w:name="_Toc12416870"/>
      <w:r w:rsidRPr="00170599">
        <w:t xml:space="preserve">in dealing with the Personal Information either as the </w:t>
      </w:r>
      <w:r w:rsidR="00AD44A2" w:rsidRPr="00170599">
        <w:t>Operator</w:t>
      </w:r>
      <w:r w:rsidRPr="00170599">
        <w:t xml:space="preserve"> and/</w:t>
      </w:r>
      <w:r w:rsidR="00024E53" w:rsidRPr="00170599">
        <w:t>o</w:t>
      </w:r>
      <w:r w:rsidRPr="00170599">
        <w:t xml:space="preserve">r Responsible Party comply </w:t>
      </w:r>
      <w:r w:rsidR="005B74AD" w:rsidRPr="00170599">
        <w:t>with the specific security</w:t>
      </w:r>
      <w:r w:rsidR="00384067" w:rsidRPr="00170599">
        <w:t xml:space="preserve"> safeguards or measures</w:t>
      </w:r>
      <w:r w:rsidR="005B74AD" w:rsidRPr="00170599">
        <w:t xml:space="preserve"> </w:t>
      </w:r>
      <w:r w:rsidR="00FC4E1A" w:rsidRPr="00170599">
        <w:t xml:space="preserve">set out in Condition 7 of POPIA </w:t>
      </w:r>
      <w:r w:rsidR="005B74AD" w:rsidRPr="00170599">
        <w:t>and data protection obligations imposed on them in terms of POPIA</w:t>
      </w:r>
      <w:r w:rsidR="00FC4E1A" w:rsidRPr="00170599">
        <w:t xml:space="preserve"> or Applicable Laws</w:t>
      </w:r>
      <w:r w:rsidR="005B74AD" w:rsidRPr="00170599">
        <w:t>; and/or</w:t>
      </w:r>
      <w:bookmarkEnd w:id="1256"/>
    </w:p>
    <w:p w14:paraId="5FB6787D" w14:textId="729D75C7" w:rsidR="005B74AD" w:rsidRPr="00170599" w:rsidRDefault="005B74AD" w:rsidP="00C25B08">
      <w:pPr>
        <w:pStyle w:val="ListParagraph"/>
        <w:numPr>
          <w:ilvl w:val="2"/>
          <w:numId w:val="28"/>
        </w:numPr>
        <w:spacing w:before="120" w:after="240" w:line="360" w:lineRule="auto"/>
        <w:ind w:left="709" w:hanging="709"/>
        <w:contextualSpacing w:val="0"/>
        <w:jc w:val="both"/>
      </w:pPr>
      <w:bookmarkStart w:id="1257" w:name="_Toc12416871"/>
      <w:r w:rsidRPr="00170599">
        <w:t xml:space="preserve">where applicable, comply with the specific obligations imposed on them in terms of POPIA </w:t>
      </w:r>
      <w:r w:rsidR="00627B25" w:rsidRPr="00170599">
        <w:t>and/</w:t>
      </w:r>
      <w:r w:rsidRPr="00170599">
        <w:t xml:space="preserve">or </w:t>
      </w:r>
      <w:r w:rsidR="00627B25" w:rsidRPr="00170599">
        <w:t xml:space="preserve">where </w:t>
      </w:r>
      <w:r w:rsidR="009C2656" w:rsidRPr="00170599">
        <w:t>applicable, Legislation</w:t>
      </w:r>
      <w:r w:rsidRPr="00170599">
        <w:t xml:space="preserve"> in respect of the specific role they fulfil </w:t>
      </w:r>
      <w:r w:rsidR="00024E53" w:rsidRPr="00170599">
        <w:t xml:space="preserve">either as the Operator or Responsible Party </w:t>
      </w:r>
      <w:r w:rsidRPr="00170599">
        <w:t>in terms of providing the Services as agreed between the Parties;</w:t>
      </w:r>
      <w:bookmarkEnd w:id="1257"/>
    </w:p>
    <w:p w14:paraId="76394945" w14:textId="77777777" w:rsidR="005B74AD" w:rsidRPr="00170599" w:rsidRDefault="005B74AD" w:rsidP="00C25B08">
      <w:pPr>
        <w:pStyle w:val="ListParagraph"/>
        <w:numPr>
          <w:ilvl w:val="2"/>
          <w:numId w:val="28"/>
        </w:numPr>
        <w:spacing w:before="120" w:after="240" w:line="360" w:lineRule="auto"/>
        <w:ind w:left="709" w:hanging="709"/>
        <w:contextualSpacing w:val="0"/>
        <w:jc w:val="both"/>
      </w:pPr>
      <w:bookmarkStart w:id="1258" w:name="_Ref514840264"/>
      <w:bookmarkStart w:id="1259" w:name="_Toc12416872"/>
      <w:r w:rsidRPr="00170599">
        <w:t xml:space="preserve">take, implement and maintain all such technical and organisational security procedures and measures </w:t>
      </w:r>
      <w:r w:rsidR="00627B25" w:rsidRPr="00170599">
        <w:t xml:space="preserve">as prescribed by Condition 7 of POPIA and/or relevant articles of </w:t>
      </w:r>
      <w:r w:rsidR="00CD57FF" w:rsidRPr="00170599">
        <w:t>Data Privacy Legislation</w:t>
      </w:r>
      <w:r w:rsidR="00627B25" w:rsidRPr="00170599">
        <w:t xml:space="preserve"> where </w:t>
      </w:r>
      <w:r w:rsidR="00FC4E1A" w:rsidRPr="00170599">
        <w:t xml:space="preserve">applicable, </w:t>
      </w:r>
      <w:r w:rsidRPr="00170599">
        <w:t xml:space="preserve">necessary or appropriate to preserve the security and confidentiality of the Personal Information in its possession and to protect such Personal Information against unauthorised or unlawful </w:t>
      </w:r>
      <w:r w:rsidR="00280A99" w:rsidRPr="00170599">
        <w:t xml:space="preserve">collection, </w:t>
      </w:r>
      <w:r w:rsidRPr="00170599">
        <w:t xml:space="preserve">disclosure, access or </w:t>
      </w:r>
      <w:r w:rsidR="00280A99" w:rsidRPr="00170599">
        <w:t>P</w:t>
      </w:r>
      <w:r w:rsidRPr="00170599">
        <w:t>rocessing, accidental loss, destruction or damage.</w:t>
      </w:r>
      <w:bookmarkEnd w:id="1258"/>
      <w:bookmarkEnd w:id="1259"/>
      <w:r w:rsidRPr="00170599">
        <w:t xml:space="preserve"> </w:t>
      </w:r>
    </w:p>
    <w:p w14:paraId="0EBCD18F" w14:textId="77777777" w:rsidR="005B74AD" w:rsidRPr="00170599" w:rsidRDefault="00F53495" w:rsidP="00C25B08">
      <w:pPr>
        <w:pStyle w:val="ListParagraph"/>
        <w:numPr>
          <w:ilvl w:val="1"/>
          <w:numId w:val="28"/>
        </w:numPr>
        <w:spacing w:before="120" w:after="240" w:line="360" w:lineRule="auto"/>
        <w:ind w:left="709" w:hanging="709"/>
        <w:contextualSpacing w:val="0"/>
        <w:jc w:val="both"/>
      </w:pPr>
      <w:bookmarkStart w:id="1260" w:name="_Toc12416873"/>
      <w:r w:rsidRPr="00170599">
        <w:t xml:space="preserve">No Personal Information of </w:t>
      </w:r>
      <w:r w:rsidR="00024E53" w:rsidRPr="00170599">
        <w:t xml:space="preserve">the Data Subject </w:t>
      </w:r>
      <w:r w:rsidRPr="00170599">
        <w:t xml:space="preserve">shall be collected, Processed and/or shared with any other </w:t>
      </w:r>
      <w:r w:rsidR="00024E53" w:rsidRPr="00170599">
        <w:t xml:space="preserve">third </w:t>
      </w:r>
      <w:r w:rsidRPr="00170599">
        <w:t>party without obtain</w:t>
      </w:r>
      <w:r w:rsidR="00024E53" w:rsidRPr="00170599">
        <w:t xml:space="preserve">ing </w:t>
      </w:r>
      <w:r w:rsidRPr="00170599">
        <w:t xml:space="preserve">written consent of </w:t>
      </w:r>
      <w:r w:rsidR="00024E53" w:rsidRPr="00170599">
        <w:t>the Responsible Party</w:t>
      </w:r>
      <w:r w:rsidR="009D5445" w:rsidRPr="00170599">
        <w:t xml:space="preserve"> </w:t>
      </w:r>
      <w:r w:rsidRPr="00170599">
        <w:t xml:space="preserve">supported by the </w:t>
      </w:r>
      <w:r w:rsidR="00384067" w:rsidRPr="00170599">
        <w:t xml:space="preserve">Data Processing </w:t>
      </w:r>
      <w:r w:rsidR="00C57281" w:rsidRPr="00170599">
        <w:t>A</w:t>
      </w:r>
      <w:r w:rsidRPr="00170599">
        <w:t xml:space="preserve">greement signed </w:t>
      </w:r>
      <w:r w:rsidR="00C57281" w:rsidRPr="00170599">
        <w:t>with the Responsible Party</w:t>
      </w:r>
      <w:r w:rsidRPr="00170599">
        <w:t>.</w:t>
      </w:r>
      <w:bookmarkEnd w:id="1260"/>
      <w:r w:rsidRPr="00170599">
        <w:t xml:space="preserve"> </w:t>
      </w:r>
    </w:p>
    <w:p w14:paraId="7CC0073A" w14:textId="77777777" w:rsidR="005B74AD" w:rsidRPr="00170599" w:rsidRDefault="00024E53" w:rsidP="00C25B08">
      <w:pPr>
        <w:pStyle w:val="ListParagraph"/>
        <w:numPr>
          <w:ilvl w:val="1"/>
          <w:numId w:val="28"/>
        </w:numPr>
        <w:spacing w:before="120" w:after="240" w:line="360" w:lineRule="auto"/>
        <w:ind w:left="709" w:hanging="709"/>
        <w:contextualSpacing w:val="0"/>
        <w:jc w:val="both"/>
      </w:pPr>
      <w:bookmarkStart w:id="1261" w:name="_Toc12416874"/>
      <w:r w:rsidRPr="00170599">
        <w:t xml:space="preserve">The Operator </w:t>
      </w:r>
      <w:r w:rsidR="005B74AD" w:rsidRPr="00170599">
        <w:t xml:space="preserve">shall </w:t>
      </w:r>
      <w:r w:rsidRPr="00170599">
        <w:t xml:space="preserve">not </w:t>
      </w:r>
      <w:r w:rsidR="005B74AD" w:rsidRPr="00170599">
        <w:t xml:space="preserve">be entitled to </w:t>
      </w:r>
      <w:r w:rsidR="00F53495" w:rsidRPr="00170599">
        <w:t>Process the</w:t>
      </w:r>
      <w:r w:rsidR="005B74AD" w:rsidRPr="00170599">
        <w:t xml:space="preserve"> Personal Information with any other </w:t>
      </w:r>
      <w:r w:rsidR="00E43418" w:rsidRPr="00170599">
        <w:t>t</w:t>
      </w:r>
      <w:r w:rsidR="00550AEE" w:rsidRPr="00170599">
        <w:t xml:space="preserve">hird </w:t>
      </w:r>
      <w:r w:rsidRPr="00170599">
        <w:t>p</w:t>
      </w:r>
      <w:r w:rsidR="005B74AD" w:rsidRPr="00170599">
        <w:t xml:space="preserve">arty except for </w:t>
      </w:r>
      <w:r w:rsidR="00F53495" w:rsidRPr="00170599">
        <w:t xml:space="preserve">the </w:t>
      </w:r>
      <w:r w:rsidR="00967473" w:rsidRPr="00170599">
        <w:t>Service Provider Personnel</w:t>
      </w:r>
      <w:r w:rsidR="005B74AD" w:rsidRPr="00170599">
        <w:t xml:space="preserve"> </w:t>
      </w:r>
      <w:r w:rsidR="00F53495" w:rsidRPr="00170599">
        <w:t xml:space="preserve">(subject to signing of the </w:t>
      </w:r>
      <w:r w:rsidR="00384067" w:rsidRPr="00170599">
        <w:t xml:space="preserve">Data Processing </w:t>
      </w:r>
      <w:r w:rsidR="00C57281" w:rsidRPr="00170599">
        <w:t>A</w:t>
      </w:r>
      <w:r w:rsidR="00F53495" w:rsidRPr="00170599">
        <w:t>greement by Data Subject</w:t>
      </w:r>
      <w:r w:rsidR="00564B19" w:rsidRPr="00170599">
        <w:t xml:space="preserve"> or </w:t>
      </w:r>
      <w:r w:rsidR="00C57281" w:rsidRPr="00170599">
        <w:t>Responsible Party</w:t>
      </w:r>
      <w:r w:rsidR="00F53495" w:rsidRPr="00170599">
        <w:t xml:space="preserve">), </w:t>
      </w:r>
      <w:r w:rsidR="005B74AD" w:rsidRPr="00170599">
        <w:t>where necessary in order to protect the legitimate interests of any of the Parties</w:t>
      </w:r>
      <w:r w:rsidR="00C57281" w:rsidRPr="00170599">
        <w:t>, Data Subject</w:t>
      </w:r>
      <w:r w:rsidR="005B74AD" w:rsidRPr="00170599">
        <w:t xml:space="preserve"> or in connection with this Agreement and the Services.</w:t>
      </w:r>
      <w:bookmarkEnd w:id="1261"/>
      <w:r w:rsidR="005B74AD" w:rsidRPr="00170599">
        <w:t xml:space="preserve"> </w:t>
      </w:r>
    </w:p>
    <w:p w14:paraId="6DE249AF" w14:textId="77777777" w:rsidR="005B74AD" w:rsidRPr="00170599" w:rsidRDefault="005B74AD" w:rsidP="00C25B08">
      <w:pPr>
        <w:pStyle w:val="ListParagraph"/>
        <w:numPr>
          <w:ilvl w:val="1"/>
          <w:numId w:val="28"/>
        </w:numPr>
        <w:spacing w:before="120" w:after="240" w:line="360" w:lineRule="auto"/>
        <w:ind w:left="709" w:hanging="709"/>
        <w:contextualSpacing w:val="0"/>
        <w:jc w:val="both"/>
      </w:pPr>
      <w:bookmarkStart w:id="1262" w:name="_Toc12416875"/>
      <w:r w:rsidRPr="00170599">
        <w:t xml:space="preserve">The Service Provider may notify SARS about important developments, proposals and services which it thinks may be relevant to SARS for Service improvement etc., however, the Service Provider undertakes for the Term, not to use </w:t>
      </w:r>
      <w:r w:rsidR="00C57281" w:rsidRPr="00170599">
        <w:t xml:space="preserve">or Process </w:t>
      </w:r>
      <w:r w:rsidRPr="00170599">
        <w:t>the Personal Information to send business offering to SARS and/or Data Subject including newsletters, invitations to seminars and similar marketing material or other communications from the Service Provider.</w:t>
      </w:r>
      <w:bookmarkEnd w:id="1262"/>
    </w:p>
    <w:p w14:paraId="1D31A41B" w14:textId="77777777" w:rsidR="005B74AD" w:rsidRPr="00170599" w:rsidRDefault="005B74AD" w:rsidP="00C25B08">
      <w:pPr>
        <w:pStyle w:val="ListParagraph"/>
        <w:numPr>
          <w:ilvl w:val="1"/>
          <w:numId w:val="28"/>
        </w:numPr>
        <w:spacing w:before="120" w:after="240" w:line="360" w:lineRule="auto"/>
        <w:ind w:left="709" w:hanging="709"/>
        <w:contextualSpacing w:val="0"/>
        <w:jc w:val="both"/>
      </w:pPr>
      <w:bookmarkStart w:id="1263" w:name="_Ref2931372"/>
      <w:bookmarkStart w:id="1264" w:name="_Toc12416876"/>
      <w:r w:rsidRPr="00170599">
        <w:t xml:space="preserve">Electronic communications between the Service Provider and SARS (limited only where the </w:t>
      </w:r>
      <w:r w:rsidR="00967473" w:rsidRPr="00170599">
        <w:t>Service Provider Personnel</w:t>
      </w:r>
      <w:r w:rsidRPr="00170599">
        <w:t xml:space="preserve"> are using the Service Provider’s resources), may be monitored by the Service Provider to ensure compliance with its professional standards and internal compliance policies pertaining to th</w:t>
      </w:r>
      <w:r w:rsidR="00F53495" w:rsidRPr="00170599">
        <w:t>is</w:t>
      </w:r>
      <w:r w:rsidRPr="00170599">
        <w:t xml:space="preserve"> Agreement and not for any other purpose.</w:t>
      </w:r>
      <w:bookmarkEnd w:id="1263"/>
      <w:bookmarkEnd w:id="1264"/>
    </w:p>
    <w:p w14:paraId="14715815" w14:textId="77777777" w:rsidR="005B74AD" w:rsidRPr="00170599" w:rsidRDefault="005B74AD" w:rsidP="00C25B08">
      <w:pPr>
        <w:pStyle w:val="ListParagraph"/>
        <w:numPr>
          <w:ilvl w:val="1"/>
          <w:numId w:val="28"/>
        </w:numPr>
        <w:spacing w:before="120" w:after="240" w:line="360" w:lineRule="auto"/>
        <w:ind w:left="709" w:hanging="709"/>
        <w:contextualSpacing w:val="0"/>
        <w:jc w:val="both"/>
      </w:pPr>
      <w:bookmarkStart w:id="1265" w:name="_Toc12416877"/>
      <w:bookmarkStart w:id="1266" w:name="_Ref36709751"/>
      <w:bookmarkStart w:id="1267" w:name="_Ref55926971"/>
      <w:bookmarkStart w:id="1268" w:name="_Ref385310637"/>
      <w:r w:rsidRPr="00170599">
        <w:t xml:space="preserve">Electronic communications between SARS and the Service Provider and SARS </w:t>
      </w:r>
      <w:r w:rsidR="00F53495" w:rsidRPr="00170599">
        <w:t xml:space="preserve">Personnel </w:t>
      </w:r>
      <w:r w:rsidRPr="00170599">
        <w:t xml:space="preserve">(limited only where the </w:t>
      </w:r>
      <w:r w:rsidR="00967473" w:rsidRPr="00170599">
        <w:t>Service Provider Personnel</w:t>
      </w:r>
      <w:r w:rsidRPr="00170599">
        <w:t xml:space="preserve"> are using SARS’s resources), may be monitored by SARS to ensure compliance with its professional standards and internal compliance policies</w:t>
      </w:r>
      <w:r w:rsidR="00F53495" w:rsidRPr="00170599">
        <w:t xml:space="preserve"> pertaining to this Agreement and not for any other purpose</w:t>
      </w:r>
      <w:r w:rsidRPr="00170599">
        <w:t>.</w:t>
      </w:r>
      <w:bookmarkEnd w:id="1265"/>
      <w:bookmarkEnd w:id="1266"/>
      <w:bookmarkEnd w:id="1267"/>
    </w:p>
    <w:p w14:paraId="5B4CE0EA" w14:textId="77777777" w:rsidR="005B74AD" w:rsidRPr="00170599" w:rsidRDefault="005B74AD" w:rsidP="00C25B08">
      <w:pPr>
        <w:pStyle w:val="ListParagraph"/>
        <w:numPr>
          <w:ilvl w:val="1"/>
          <w:numId w:val="28"/>
        </w:numPr>
        <w:spacing w:before="120" w:after="240" w:line="360" w:lineRule="auto"/>
        <w:ind w:left="709" w:hanging="709"/>
        <w:contextualSpacing w:val="0"/>
        <w:jc w:val="both"/>
      </w:pPr>
      <w:bookmarkStart w:id="1269" w:name="_Ref532899882"/>
      <w:bookmarkStart w:id="1270" w:name="_Toc12416878"/>
      <w:r w:rsidRPr="00170599">
        <w:t>The Service Provider shall not</w:t>
      </w:r>
      <w:r w:rsidR="00F53495" w:rsidRPr="00170599">
        <w:t xml:space="preserve"> </w:t>
      </w:r>
      <w:r w:rsidRPr="00170599">
        <w:t>Process the Personal Information to:</w:t>
      </w:r>
      <w:bookmarkEnd w:id="1268"/>
      <w:bookmarkEnd w:id="1269"/>
      <w:bookmarkEnd w:id="1270"/>
    </w:p>
    <w:p w14:paraId="2F5D4F32" w14:textId="77777777" w:rsidR="005B74AD" w:rsidRPr="00170599" w:rsidRDefault="005B74AD" w:rsidP="00C25B08">
      <w:pPr>
        <w:pStyle w:val="ListParagraph"/>
        <w:numPr>
          <w:ilvl w:val="2"/>
          <w:numId w:val="28"/>
        </w:numPr>
        <w:spacing w:before="120" w:after="240" w:line="360" w:lineRule="auto"/>
        <w:ind w:left="709" w:hanging="709"/>
        <w:contextualSpacing w:val="0"/>
        <w:jc w:val="both"/>
      </w:pPr>
      <w:bookmarkStart w:id="1271" w:name="_Toc12416879"/>
      <w:r w:rsidRPr="00170599">
        <w:t>an outsourced information technology service provider; or</w:t>
      </w:r>
      <w:bookmarkEnd w:id="1271"/>
    </w:p>
    <w:p w14:paraId="29B3F101" w14:textId="77777777" w:rsidR="005B74AD" w:rsidRPr="00170599" w:rsidRDefault="005B74AD" w:rsidP="00C25B08">
      <w:pPr>
        <w:pStyle w:val="ListParagraph"/>
        <w:numPr>
          <w:ilvl w:val="2"/>
          <w:numId w:val="28"/>
        </w:numPr>
        <w:spacing w:before="120" w:after="240" w:line="360" w:lineRule="auto"/>
        <w:ind w:left="709" w:hanging="709"/>
        <w:contextualSpacing w:val="0"/>
        <w:jc w:val="both"/>
      </w:pPr>
      <w:bookmarkStart w:id="1272" w:name="_Toc12416880"/>
      <w:r w:rsidRPr="00170599">
        <w:t>another country, including the use of cloud-based solutions</w:t>
      </w:r>
      <w:r w:rsidR="009A03DF" w:rsidRPr="00170599">
        <w:t xml:space="preserve"> (unless those solution are approved by SARS and complian</w:t>
      </w:r>
      <w:r w:rsidR="00C57281" w:rsidRPr="00170599">
        <w:t>t</w:t>
      </w:r>
      <w:r w:rsidR="009A03DF" w:rsidRPr="00170599">
        <w:t xml:space="preserve"> with POPIA)</w:t>
      </w:r>
      <w:r w:rsidRPr="00170599">
        <w:t>; or</w:t>
      </w:r>
      <w:bookmarkEnd w:id="1272"/>
      <w:r w:rsidRPr="00170599">
        <w:t xml:space="preserve"> </w:t>
      </w:r>
    </w:p>
    <w:p w14:paraId="773183E8" w14:textId="77777777" w:rsidR="005B74AD" w:rsidRPr="00170599" w:rsidRDefault="005B74AD" w:rsidP="00C25B08">
      <w:pPr>
        <w:pStyle w:val="ListParagraph"/>
        <w:numPr>
          <w:ilvl w:val="2"/>
          <w:numId w:val="28"/>
        </w:numPr>
        <w:spacing w:before="120" w:after="240" w:line="360" w:lineRule="auto"/>
        <w:ind w:left="709" w:hanging="709"/>
        <w:contextualSpacing w:val="0"/>
        <w:jc w:val="both"/>
      </w:pPr>
      <w:bookmarkStart w:id="1273" w:name="_Toc12416881"/>
      <w:r w:rsidRPr="00170599">
        <w:t>an Affiliate</w:t>
      </w:r>
      <w:r w:rsidR="00CC1D93" w:rsidRPr="00170599">
        <w:t>;</w:t>
      </w:r>
      <w:bookmarkEnd w:id="1273"/>
    </w:p>
    <w:p w14:paraId="419E6599" w14:textId="7AA785F3" w:rsidR="005B74AD" w:rsidRPr="00170599" w:rsidRDefault="005B74AD" w:rsidP="00161845">
      <w:pPr>
        <w:pStyle w:val="ListParagraph"/>
        <w:spacing w:before="120" w:after="240" w:line="360" w:lineRule="auto"/>
        <w:ind w:left="709"/>
        <w:contextualSpacing w:val="0"/>
        <w:jc w:val="both"/>
      </w:pPr>
      <w:bookmarkStart w:id="1274" w:name="_Toc12416882"/>
      <w:r w:rsidRPr="00170599">
        <w:t>without prior written consent of SARS and the Data Subject</w:t>
      </w:r>
      <w:r w:rsidR="00C57281" w:rsidRPr="00170599">
        <w:t xml:space="preserve"> or existing </w:t>
      </w:r>
      <w:r w:rsidR="00E43418" w:rsidRPr="00170599">
        <w:t>Data Processing</w:t>
      </w:r>
      <w:r w:rsidR="009E53BB" w:rsidRPr="00170599">
        <w:t xml:space="preserve"> </w:t>
      </w:r>
      <w:r w:rsidR="00E43418" w:rsidRPr="00170599">
        <w:t>Agreement</w:t>
      </w:r>
      <w:r w:rsidRPr="00170599">
        <w:t>.</w:t>
      </w:r>
      <w:bookmarkEnd w:id="1274"/>
    </w:p>
    <w:p w14:paraId="74AC8468" w14:textId="36E7E1F4" w:rsidR="005B74AD" w:rsidRPr="001A303E" w:rsidRDefault="005B74AD" w:rsidP="00C25B08">
      <w:pPr>
        <w:pStyle w:val="ListParagraph"/>
        <w:numPr>
          <w:ilvl w:val="1"/>
          <w:numId w:val="28"/>
        </w:numPr>
        <w:spacing w:before="120" w:after="240" w:line="360" w:lineRule="auto"/>
        <w:ind w:left="709" w:hanging="709"/>
        <w:contextualSpacing w:val="0"/>
        <w:jc w:val="both"/>
      </w:pPr>
      <w:bookmarkStart w:id="1275" w:name="_Ref508265920"/>
      <w:bookmarkStart w:id="1276" w:name="_Toc12416883"/>
      <w:r w:rsidRPr="00170599">
        <w:t xml:space="preserve">Where consent has been granted in terms of </w:t>
      </w:r>
      <w:r w:rsidRPr="00170599">
        <w:rPr>
          <w:b/>
        </w:rPr>
        <w:t xml:space="preserve">Clause </w:t>
      </w:r>
      <w:r w:rsidR="00766492" w:rsidRPr="001A303E">
        <w:rPr>
          <w:b/>
        </w:rPr>
        <w:fldChar w:fldCharType="begin"/>
      </w:r>
      <w:r w:rsidR="00766492" w:rsidRPr="00170599">
        <w:rPr>
          <w:b/>
        </w:rPr>
        <w:instrText xml:space="preserve"> REF _Ref532899882 \r \h </w:instrText>
      </w:r>
      <w:r w:rsidR="00252202">
        <w:rPr>
          <w:b/>
        </w:rPr>
        <w:instrText xml:space="preserve"> \* MERGEFORMAT </w:instrText>
      </w:r>
      <w:r w:rsidR="00766492" w:rsidRPr="001A303E">
        <w:rPr>
          <w:b/>
        </w:rPr>
      </w:r>
      <w:r w:rsidR="00766492" w:rsidRPr="001A303E">
        <w:rPr>
          <w:b/>
        </w:rPr>
        <w:fldChar w:fldCharType="separate"/>
      </w:r>
      <w:r w:rsidR="00766492" w:rsidRPr="001A303E">
        <w:rPr>
          <w:b/>
        </w:rPr>
        <w:t>24.9</w:t>
      </w:r>
      <w:r w:rsidR="00766492" w:rsidRPr="001A303E">
        <w:rPr>
          <w:b/>
        </w:rPr>
        <w:fldChar w:fldCharType="end"/>
      </w:r>
      <w:r w:rsidRPr="001A303E">
        <w:t xml:space="preserve"> above, the Service Provider undertakes in relation to </w:t>
      </w:r>
      <w:r w:rsidRPr="00170599">
        <w:rPr>
          <w:b/>
        </w:rPr>
        <w:t>Clause</w:t>
      </w:r>
      <w:r w:rsidR="009A03DF" w:rsidRPr="00170599">
        <w:rPr>
          <w:b/>
        </w:rPr>
        <w:t>s</w:t>
      </w:r>
      <w:r w:rsidRPr="00170599">
        <w:rPr>
          <w:b/>
        </w:rPr>
        <w:t xml:space="preserve"> </w:t>
      </w:r>
      <w:r w:rsidR="00766492" w:rsidRPr="001A303E">
        <w:rPr>
          <w:b/>
        </w:rPr>
        <w:fldChar w:fldCharType="begin"/>
      </w:r>
      <w:r w:rsidR="00766492" w:rsidRPr="00170599">
        <w:rPr>
          <w:b/>
        </w:rPr>
        <w:instrText xml:space="preserve"> REF _Ref2931372 \r \h </w:instrText>
      </w:r>
      <w:r w:rsidR="00252202">
        <w:rPr>
          <w:b/>
        </w:rPr>
        <w:instrText xml:space="preserve"> \* MERGEFORMAT </w:instrText>
      </w:r>
      <w:r w:rsidR="00766492" w:rsidRPr="001A303E">
        <w:rPr>
          <w:b/>
        </w:rPr>
      </w:r>
      <w:r w:rsidR="00766492" w:rsidRPr="001A303E">
        <w:rPr>
          <w:b/>
        </w:rPr>
        <w:fldChar w:fldCharType="separate"/>
      </w:r>
      <w:r w:rsidR="00766492" w:rsidRPr="001A303E">
        <w:rPr>
          <w:b/>
        </w:rPr>
        <w:t>24.7</w:t>
      </w:r>
      <w:r w:rsidR="00766492" w:rsidRPr="001A303E">
        <w:rPr>
          <w:b/>
        </w:rPr>
        <w:fldChar w:fldCharType="end"/>
      </w:r>
      <w:r w:rsidR="00547EFE" w:rsidRPr="00170599">
        <w:rPr>
          <w:b/>
        </w:rPr>
        <w:t xml:space="preserve"> </w:t>
      </w:r>
      <w:r w:rsidR="00547EFE" w:rsidRPr="001A303E">
        <w:t>and</w:t>
      </w:r>
      <w:r w:rsidR="00547EFE" w:rsidRPr="00170599">
        <w:rPr>
          <w:b/>
        </w:rPr>
        <w:t xml:space="preserve"> </w:t>
      </w:r>
      <w:r w:rsidR="00766492" w:rsidRPr="001A303E">
        <w:rPr>
          <w:b/>
        </w:rPr>
        <w:fldChar w:fldCharType="begin"/>
      </w:r>
      <w:r w:rsidR="00766492" w:rsidRPr="00170599">
        <w:rPr>
          <w:b/>
        </w:rPr>
        <w:instrText xml:space="preserve"> REF _Ref55926971 \r \h </w:instrText>
      </w:r>
      <w:r w:rsidR="00252202">
        <w:rPr>
          <w:b/>
        </w:rPr>
        <w:instrText xml:space="preserve"> \* MERGEFORMAT </w:instrText>
      </w:r>
      <w:r w:rsidR="00766492" w:rsidRPr="001A303E">
        <w:rPr>
          <w:b/>
        </w:rPr>
      </w:r>
      <w:r w:rsidR="00766492" w:rsidRPr="001A303E">
        <w:rPr>
          <w:b/>
        </w:rPr>
        <w:fldChar w:fldCharType="separate"/>
      </w:r>
      <w:r w:rsidR="00766492" w:rsidRPr="001A303E">
        <w:rPr>
          <w:b/>
        </w:rPr>
        <w:t>24.8</w:t>
      </w:r>
      <w:r w:rsidR="00766492" w:rsidRPr="001A303E">
        <w:rPr>
          <w:b/>
        </w:rPr>
        <w:fldChar w:fldCharType="end"/>
      </w:r>
      <w:r w:rsidRPr="001A303E">
        <w:t xml:space="preserve"> and for the Term</w:t>
      </w:r>
      <w:r w:rsidR="007705F2" w:rsidRPr="001A303E">
        <w:t xml:space="preserve"> as the </w:t>
      </w:r>
      <w:r w:rsidR="00AD44A2" w:rsidRPr="001A303E">
        <w:t>Operator</w:t>
      </w:r>
      <w:r w:rsidRPr="001A303E">
        <w:t xml:space="preserve">, </w:t>
      </w:r>
      <w:r w:rsidR="007705F2" w:rsidRPr="001A303E">
        <w:t xml:space="preserve">to </w:t>
      </w:r>
      <w:r w:rsidRPr="001A303E">
        <w:t>require that any third party, outsourced service provider, foreign legal entity or other Affiliate involved in the Processing</w:t>
      </w:r>
      <w:r w:rsidR="009A03DF" w:rsidRPr="001A303E">
        <w:t xml:space="preserve"> or storage of Personal Information</w:t>
      </w:r>
      <w:r w:rsidRPr="001A303E">
        <w:t xml:space="preserve">, to ensure that such Personal Information is protected with the same Best Industry Practices and/or protection as is required in terms of </w:t>
      </w:r>
      <w:bookmarkEnd w:id="1275"/>
      <w:r w:rsidRPr="00170599">
        <w:rPr>
          <w:b/>
        </w:rPr>
        <w:t xml:space="preserve">Clause </w:t>
      </w:r>
      <w:r w:rsidR="00766492" w:rsidRPr="00170599">
        <w:rPr>
          <w:b/>
        </w:rPr>
        <w:fldChar w:fldCharType="begin"/>
      </w:r>
      <w:r w:rsidR="00766492" w:rsidRPr="00170599">
        <w:rPr>
          <w:b/>
        </w:rPr>
        <w:instrText xml:space="preserve"> REF _Ref514840059 \r \h </w:instrText>
      </w:r>
      <w:r w:rsidR="00252202">
        <w:rPr>
          <w:b/>
        </w:rPr>
        <w:instrText xml:space="preserve"> \* MERGEFORMAT </w:instrText>
      </w:r>
      <w:r w:rsidR="00766492" w:rsidRPr="00170599">
        <w:rPr>
          <w:b/>
        </w:rPr>
      </w:r>
      <w:r w:rsidR="00766492" w:rsidRPr="00170599">
        <w:rPr>
          <w:b/>
        </w:rPr>
        <w:fldChar w:fldCharType="separate"/>
      </w:r>
      <w:r w:rsidR="00766492" w:rsidRPr="00170599">
        <w:rPr>
          <w:b/>
        </w:rPr>
        <w:t>24.3</w:t>
      </w:r>
      <w:r w:rsidR="00766492" w:rsidRPr="00170599">
        <w:rPr>
          <w:b/>
        </w:rPr>
        <w:fldChar w:fldCharType="end"/>
      </w:r>
      <w:r w:rsidR="009A03DF" w:rsidRPr="001A303E">
        <w:t xml:space="preserve"> and the provision of the POPIA Act and/or </w:t>
      </w:r>
      <w:r w:rsidR="007705F2" w:rsidRPr="001A303E">
        <w:t>Data Legislation binding on it</w:t>
      </w:r>
      <w:r w:rsidR="009A03DF" w:rsidRPr="001A303E">
        <w:t xml:space="preserve"> (where applicable)</w:t>
      </w:r>
      <w:r w:rsidRPr="001A303E">
        <w:t>.</w:t>
      </w:r>
      <w:bookmarkEnd w:id="1276"/>
    </w:p>
    <w:p w14:paraId="19608437" w14:textId="78D421EF" w:rsidR="005B74AD" w:rsidRPr="00BB3CB5" w:rsidRDefault="009A03DF" w:rsidP="00C25B08">
      <w:pPr>
        <w:pStyle w:val="ListParagraph"/>
        <w:numPr>
          <w:ilvl w:val="1"/>
          <w:numId w:val="28"/>
        </w:numPr>
        <w:spacing w:before="120" w:after="240" w:line="360" w:lineRule="auto"/>
        <w:ind w:left="709" w:hanging="709"/>
        <w:contextualSpacing w:val="0"/>
        <w:jc w:val="both"/>
      </w:pPr>
      <w:bookmarkStart w:id="1277" w:name="_Toc12416884"/>
      <w:r w:rsidRPr="001A303E">
        <w:t xml:space="preserve">The </w:t>
      </w:r>
      <w:r w:rsidR="007705F2" w:rsidRPr="001A303E">
        <w:t xml:space="preserve">Service Provider </w:t>
      </w:r>
      <w:r w:rsidR="0091279C" w:rsidRPr="001A303E">
        <w:t xml:space="preserve">as the Operator </w:t>
      </w:r>
      <w:r w:rsidR="005B74AD" w:rsidRPr="001A303E">
        <w:t xml:space="preserve">shall be held accountable for Personal Information </w:t>
      </w:r>
      <w:r w:rsidR="007705F2" w:rsidRPr="001A303E">
        <w:t xml:space="preserve">further </w:t>
      </w:r>
      <w:r w:rsidRPr="001A303E">
        <w:t xml:space="preserve">Processed by their respective </w:t>
      </w:r>
      <w:r w:rsidR="00794DC1" w:rsidRPr="00BB3CB5">
        <w:t>s</w:t>
      </w:r>
      <w:r w:rsidRPr="00BB3CB5">
        <w:t>taff</w:t>
      </w:r>
      <w:r w:rsidR="005B74AD" w:rsidRPr="00BB3CB5">
        <w:t>, for the purposes set out in the Agreement.</w:t>
      </w:r>
      <w:bookmarkEnd w:id="1277"/>
    </w:p>
    <w:p w14:paraId="26BD0454" w14:textId="77777777" w:rsidR="0025512B" w:rsidRPr="00170599" w:rsidRDefault="00A96220" w:rsidP="00C25B08">
      <w:pPr>
        <w:pStyle w:val="ListParagraph"/>
        <w:numPr>
          <w:ilvl w:val="1"/>
          <w:numId w:val="28"/>
        </w:numPr>
        <w:spacing w:before="120" w:after="240" w:line="360" w:lineRule="auto"/>
        <w:ind w:left="709" w:hanging="709"/>
        <w:contextualSpacing w:val="0"/>
        <w:jc w:val="both"/>
      </w:pPr>
      <w:bookmarkStart w:id="1278" w:name="_Toc12416885"/>
      <w:bookmarkStart w:id="1279" w:name="_Ref504729535"/>
      <w:r w:rsidRPr="00BB3CB5">
        <w:t>SARS as the Responsible Party</w:t>
      </w:r>
      <w:r w:rsidR="007705F2" w:rsidRPr="00BB3CB5">
        <w:t xml:space="preserve"> </w:t>
      </w:r>
      <w:r w:rsidR="005B74AD" w:rsidRPr="00BB3CB5">
        <w:t>warrants that it has obtained written consent from all applicable Data Subjects for the Processing or transfer of such Data</w:t>
      </w:r>
      <w:r w:rsidR="005B74AD" w:rsidRPr="00170599">
        <w:t xml:space="preserve"> Subjects’ Personal Information whenever this is required for purposes of this Agreement and the Services.</w:t>
      </w:r>
      <w:bookmarkEnd w:id="1278"/>
      <w:r w:rsidR="005B74AD" w:rsidRPr="00170599">
        <w:t xml:space="preserve"> </w:t>
      </w:r>
      <w:bookmarkStart w:id="1280" w:name="_Ref531143893"/>
      <w:bookmarkStart w:id="1281" w:name="_Ref531144098"/>
      <w:bookmarkStart w:id="1282" w:name="_Ref531144121"/>
      <w:bookmarkStart w:id="1283" w:name="_Toc531439705"/>
      <w:bookmarkStart w:id="1284" w:name="_Ref11721452"/>
      <w:bookmarkStart w:id="1285" w:name="_Toc531439698"/>
      <w:bookmarkEnd w:id="628"/>
      <w:bookmarkEnd w:id="1279"/>
    </w:p>
    <w:p w14:paraId="3C5BD5E5" w14:textId="77777777" w:rsidR="0057201C" w:rsidRPr="00170599" w:rsidRDefault="0057201C" w:rsidP="00C25B08">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286" w:name="_Toc65489842"/>
      <w:r w:rsidRPr="00170599">
        <w:rPr>
          <w:b/>
          <w:bCs/>
          <w:caps/>
          <w:lang w:val="en-ZA" w:eastAsia="en-US"/>
        </w:rPr>
        <w:t>Audits</w:t>
      </w:r>
      <w:bookmarkEnd w:id="1280"/>
      <w:bookmarkEnd w:id="1281"/>
      <w:bookmarkEnd w:id="1282"/>
      <w:bookmarkEnd w:id="1283"/>
      <w:bookmarkEnd w:id="1284"/>
      <w:bookmarkEnd w:id="1286"/>
    </w:p>
    <w:p w14:paraId="2A2981B1" w14:textId="7EA280B5" w:rsidR="0057201C" w:rsidRPr="00170599" w:rsidRDefault="0057201C" w:rsidP="00C25B08">
      <w:pPr>
        <w:pStyle w:val="ListParagraph"/>
        <w:numPr>
          <w:ilvl w:val="1"/>
          <w:numId w:val="28"/>
        </w:numPr>
        <w:spacing w:before="120" w:after="240" w:line="360" w:lineRule="auto"/>
        <w:ind w:left="709" w:hanging="709"/>
        <w:contextualSpacing w:val="0"/>
        <w:jc w:val="both"/>
        <w:rPr>
          <w:b/>
          <w:bCs/>
        </w:rPr>
      </w:pPr>
      <w:bookmarkStart w:id="1287" w:name="_Toc12416887"/>
      <w:bookmarkStart w:id="1288" w:name="_Ref36709859"/>
      <w:r w:rsidRPr="00170599">
        <w:rPr>
          <w:b/>
          <w:bCs/>
        </w:rPr>
        <w:t>Audit Rights</w:t>
      </w:r>
      <w:bookmarkEnd w:id="1287"/>
      <w:r w:rsidR="004B0ADB" w:rsidRPr="00170599">
        <w:t>:</w:t>
      </w:r>
      <w:bookmarkEnd w:id="1288"/>
    </w:p>
    <w:p w14:paraId="1561326E" w14:textId="77777777" w:rsidR="0057201C" w:rsidRPr="00170599" w:rsidRDefault="004A6D88" w:rsidP="00C25B08">
      <w:pPr>
        <w:pStyle w:val="ListParagraph"/>
        <w:numPr>
          <w:ilvl w:val="2"/>
          <w:numId w:val="28"/>
        </w:numPr>
        <w:spacing w:before="120" w:after="240" w:line="360" w:lineRule="auto"/>
        <w:ind w:left="709" w:hanging="709"/>
        <w:contextualSpacing w:val="0"/>
        <w:jc w:val="both"/>
      </w:pPr>
      <w:bookmarkStart w:id="1289" w:name="_Toc12416888"/>
      <w:r w:rsidRPr="00170599">
        <w:t xml:space="preserve">The </w:t>
      </w:r>
      <w:r w:rsidR="0057201C" w:rsidRPr="00170599">
        <w:t xml:space="preserve">Service Provider will maintain a complete audit trail of financial and non-financial transactions resulting from the Agreement. </w:t>
      </w:r>
      <w:r w:rsidRPr="00170599">
        <w:t xml:space="preserve">The </w:t>
      </w:r>
      <w:r w:rsidR="0057201C" w:rsidRPr="00170599">
        <w:t xml:space="preserve">Service Provider will provide to SARS, its internal or external auditors, inspectors and regulators access at all reasonable times to such facility or part of a facility at which either </w:t>
      </w:r>
      <w:r w:rsidRPr="00170599">
        <w:t xml:space="preserve">the </w:t>
      </w:r>
      <w:r w:rsidR="0057201C" w:rsidRPr="00170599">
        <w:t xml:space="preserve">Service Provider is providing the Deliverables and/or Services, to Service Provider Personnel, and to equipment, software, personnel, data, records and documentation relating to the Deliverables and/or Services for the purpose of performing audits and inspections of </w:t>
      </w:r>
      <w:r w:rsidR="009A03DF" w:rsidRPr="00170599">
        <w:t xml:space="preserve">the </w:t>
      </w:r>
      <w:r w:rsidR="0057201C" w:rsidRPr="00170599">
        <w:t xml:space="preserve">Service Provider to: (i) verify the accuracy of </w:t>
      </w:r>
      <w:r w:rsidR="008D1466" w:rsidRPr="00170599">
        <w:t xml:space="preserve">the </w:t>
      </w:r>
      <w:r w:rsidR="0057201C" w:rsidRPr="00170599">
        <w:t xml:space="preserve">Service Provider’s </w:t>
      </w:r>
      <w:r w:rsidR="00550AEE" w:rsidRPr="00170599">
        <w:t>Fees</w:t>
      </w:r>
      <w:r w:rsidR="0057201C" w:rsidRPr="00170599">
        <w:t xml:space="preserve"> and invoices; (ii) verify the accuracy of payments by or credits from </w:t>
      </w:r>
      <w:r w:rsidR="008D1466" w:rsidRPr="00170599">
        <w:t xml:space="preserve">the </w:t>
      </w:r>
      <w:r w:rsidR="0057201C" w:rsidRPr="00170599">
        <w:t xml:space="preserve">Service Provider; (iii) verify the accuracy of price changes to the extent such changes are determined by reference to Service Provider’s costs or changes thereto; (v) examine </w:t>
      </w:r>
      <w:r w:rsidR="008D1466" w:rsidRPr="00170599">
        <w:t xml:space="preserve">the </w:t>
      </w:r>
      <w:r w:rsidR="0057201C" w:rsidRPr="00170599">
        <w:t xml:space="preserve">Service Provider’s performance of the </w:t>
      </w:r>
      <w:r w:rsidRPr="00170599">
        <w:t xml:space="preserve">Services or </w:t>
      </w:r>
      <w:r w:rsidR="0057201C" w:rsidRPr="00170599">
        <w:t xml:space="preserve">Deliverables, including verifying compliance with the industry standards; (vi) verify compliance with the terms of the Agreement; (vii) satisfy the requirements of any </w:t>
      </w:r>
      <w:r w:rsidRPr="00170599">
        <w:t>Applicable L</w:t>
      </w:r>
      <w:r w:rsidR="0057201C" w:rsidRPr="00170599">
        <w:t>aw;</w:t>
      </w:r>
      <w:bookmarkEnd w:id="1289"/>
    </w:p>
    <w:p w14:paraId="4CD8523E" w14:textId="50F7BF8A" w:rsidR="0057201C" w:rsidRPr="001A303E" w:rsidRDefault="0057201C" w:rsidP="00C25B08">
      <w:pPr>
        <w:pStyle w:val="ListParagraph"/>
        <w:numPr>
          <w:ilvl w:val="2"/>
          <w:numId w:val="28"/>
        </w:numPr>
        <w:spacing w:before="120" w:after="240" w:line="360" w:lineRule="auto"/>
        <w:ind w:left="709" w:hanging="709"/>
        <w:contextualSpacing w:val="0"/>
        <w:jc w:val="both"/>
      </w:pPr>
      <w:bookmarkStart w:id="1290" w:name="_Toc12416889"/>
      <w:r w:rsidRPr="00170599">
        <w:t xml:space="preserve">SARS reserves the right to appoint a third party to perform an audit under this </w:t>
      </w:r>
      <w:r w:rsidR="00E23CEB" w:rsidRPr="00170599">
        <w:rPr>
          <w:b/>
        </w:rPr>
        <w:t>Clause</w:t>
      </w:r>
      <w:r w:rsidRPr="00170599">
        <w:rPr>
          <w:b/>
        </w:rPr>
        <w:t xml:space="preserve"> </w:t>
      </w:r>
      <w:r w:rsidR="00766492" w:rsidRPr="00170599">
        <w:rPr>
          <w:b/>
        </w:rPr>
        <w:fldChar w:fldCharType="begin"/>
      </w:r>
      <w:r w:rsidR="00766492" w:rsidRPr="00170599">
        <w:rPr>
          <w:b/>
        </w:rPr>
        <w:instrText xml:space="preserve"> REF _Ref36709859 \r \h  \* MERGEFORMAT </w:instrText>
      </w:r>
      <w:r w:rsidR="00766492" w:rsidRPr="00170599">
        <w:rPr>
          <w:b/>
        </w:rPr>
      </w:r>
      <w:r w:rsidR="00766492" w:rsidRPr="00170599">
        <w:rPr>
          <w:b/>
        </w:rPr>
        <w:fldChar w:fldCharType="separate"/>
      </w:r>
      <w:r w:rsidR="00766492" w:rsidRPr="00170599">
        <w:rPr>
          <w:b/>
        </w:rPr>
        <w:t>25.1</w:t>
      </w:r>
      <w:r w:rsidR="00766492" w:rsidRPr="00170599">
        <w:rPr>
          <w:b/>
        </w:rPr>
        <w:fldChar w:fldCharType="end"/>
      </w:r>
      <w:r w:rsidRPr="00170599">
        <w:rPr>
          <w:b/>
        </w:rPr>
        <w:t>.</w:t>
      </w:r>
      <w:bookmarkEnd w:id="1290"/>
      <w:r w:rsidRPr="001A303E">
        <w:t xml:space="preserve"> </w:t>
      </w:r>
    </w:p>
    <w:p w14:paraId="21D7FBC7" w14:textId="7FAB5A8F" w:rsidR="0057201C" w:rsidRPr="001A303E" w:rsidRDefault="004A6D88" w:rsidP="00C25B08">
      <w:pPr>
        <w:pStyle w:val="ListParagraph"/>
        <w:numPr>
          <w:ilvl w:val="2"/>
          <w:numId w:val="28"/>
        </w:numPr>
        <w:spacing w:before="120" w:after="240" w:line="360" w:lineRule="auto"/>
        <w:ind w:left="709" w:hanging="709"/>
        <w:contextualSpacing w:val="0"/>
        <w:jc w:val="both"/>
      </w:pPr>
      <w:bookmarkStart w:id="1291" w:name="_Toc12416890"/>
      <w:r w:rsidRPr="001A303E">
        <w:t xml:space="preserve">The </w:t>
      </w:r>
      <w:r w:rsidR="0057201C" w:rsidRPr="001A303E">
        <w:t>Service Provider will provide to the auditors, inspectors and regulators such assistance as they may require.  In the case of audits, SARS</w:t>
      </w:r>
      <w:r w:rsidR="004B0ADB" w:rsidRPr="001A303E">
        <w:t>’</w:t>
      </w:r>
      <w:r w:rsidR="0057201C" w:rsidRPr="001A303E">
        <w:t xml:space="preserve">s audits will not unreasonably interfere with </w:t>
      </w:r>
      <w:r w:rsidR="008D1466" w:rsidRPr="001A303E">
        <w:t xml:space="preserve">the </w:t>
      </w:r>
      <w:r w:rsidR="0057201C" w:rsidRPr="001A303E">
        <w:t>Service Provider’s normal course of business and will comply with the Service Provider</w:t>
      </w:r>
      <w:r w:rsidR="004B0ADB" w:rsidRPr="001A303E">
        <w:t>’</w:t>
      </w:r>
      <w:r w:rsidR="0057201C" w:rsidRPr="001A303E">
        <w:t>s reasonable confidentiality requirements.</w:t>
      </w:r>
      <w:bookmarkEnd w:id="1291"/>
    </w:p>
    <w:p w14:paraId="75E2C04E" w14:textId="77777777" w:rsidR="0057201C" w:rsidRPr="00BB3CB5" w:rsidRDefault="0057201C" w:rsidP="00C25B08">
      <w:pPr>
        <w:pStyle w:val="ListParagraph"/>
        <w:numPr>
          <w:ilvl w:val="2"/>
          <w:numId w:val="28"/>
        </w:numPr>
        <w:spacing w:before="120" w:after="240" w:line="360" w:lineRule="auto"/>
        <w:ind w:left="709" w:hanging="709"/>
        <w:contextualSpacing w:val="0"/>
        <w:jc w:val="both"/>
        <w:rPr>
          <w:b/>
          <w:bCs/>
        </w:rPr>
      </w:pPr>
      <w:bookmarkStart w:id="1292" w:name="_Toc12416891"/>
      <w:r w:rsidRPr="001A303E">
        <w:t xml:space="preserve">Unless SARS has a good </w:t>
      </w:r>
      <w:r w:rsidRPr="00BB3CB5">
        <w:t xml:space="preserve">faith suspicion of fraud, SARS will provide </w:t>
      </w:r>
      <w:r w:rsidR="008D1466" w:rsidRPr="00BB3CB5">
        <w:t xml:space="preserve">the </w:t>
      </w:r>
      <w:r w:rsidRPr="00BB3CB5">
        <w:t>Service Provider with reasonable notice for audits</w:t>
      </w:r>
      <w:r w:rsidR="008D1466" w:rsidRPr="00BB3CB5">
        <w:t>.</w:t>
      </w:r>
      <w:bookmarkEnd w:id="1292"/>
    </w:p>
    <w:p w14:paraId="16F86753" w14:textId="1DE01C7F" w:rsidR="0057201C" w:rsidRPr="00170599" w:rsidRDefault="0057201C" w:rsidP="00C25B08">
      <w:pPr>
        <w:pStyle w:val="ListParagraph"/>
        <w:numPr>
          <w:ilvl w:val="2"/>
          <w:numId w:val="28"/>
        </w:numPr>
        <w:spacing w:before="120" w:after="240" w:line="360" w:lineRule="auto"/>
        <w:ind w:left="709" w:hanging="709"/>
        <w:contextualSpacing w:val="0"/>
        <w:jc w:val="both"/>
      </w:pPr>
      <w:bookmarkStart w:id="1293" w:name="_Toc12416892"/>
      <w:r w:rsidRPr="00170599">
        <w:t xml:space="preserve">All costs incurred by SARS in performing audits of </w:t>
      </w:r>
      <w:r w:rsidR="004A6D88" w:rsidRPr="00170599">
        <w:t xml:space="preserve">the </w:t>
      </w:r>
      <w:r w:rsidRPr="00170599">
        <w:t>Service Provider will be borne by SARS unless any such audit reveals a material inadequacy or material deficiency in respect of the</w:t>
      </w:r>
      <w:r w:rsidR="00AC1C48" w:rsidRPr="00170599">
        <w:t xml:space="preserve"> Services including compliance with the relevant Applicable Laws</w:t>
      </w:r>
      <w:r w:rsidRPr="00170599">
        <w:t>, in which event the cost of such audit will be borne by Service Provider.</w:t>
      </w:r>
      <w:bookmarkEnd w:id="1293"/>
      <w:r w:rsidRPr="00170599">
        <w:t xml:space="preserve"> </w:t>
      </w:r>
    </w:p>
    <w:p w14:paraId="52A09FB6" w14:textId="77777777" w:rsidR="0057201C" w:rsidRPr="00170599" w:rsidRDefault="0057201C" w:rsidP="00C25B08">
      <w:pPr>
        <w:pStyle w:val="ListParagraph"/>
        <w:numPr>
          <w:ilvl w:val="2"/>
          <w:numId w:val="28"/>
        </w:numPr>
        <w:spacing w:before="120" w:after="240" w:line="360" w:lineRule="auto"/>
        <w:ind w:left="709" w:hanging="709"/>
        <w:contextualSpacing w:val="0"/>
        <w:jc w:val="both"/>
      </w:pPr>
      <w:bookmarkStart w:id="1294" w:name="_Toc12416893"/>
      <w:r w:rsidRPr="00170599">
        <w:t xml:space="preserve">If an audit reveals an overcharge, </w:t>
      </w:r>
      <w:r w:rsidR="008D1466" w:rsidRPr="00170599">
        <w:t xml:space="preserve">the </w:t>
      </w:r>
      <w:r w:rsidRPr="00170599">
        <w:t xml:space="preserve">Service Provider will promptly refund the overcharge plus interest at </w:t>
      </w:r>
      <w:r w:rsidR="008D1466" w:rsidRPr="00170599">
        <w:t xml:space="preserve">Repo </w:t>
      </w:r>
      <w:r w:rsidR="00564B19" w:rsidRPr="00170599">
        <w:t>Rate, from</w:t>
      </w:r>
      <w:r w:rsidRPr="00170599">
        <w:t xml:space="preserve"> the date of payment of the overcharge through the date the overcharge is refunded by Service Provider.</w:t>
      </w:r>
      <w:bookmarkEnd w:id="1294"/>
    </w:p>
    <w:p w14:paraId="771BEAAC" w14:textId="6ABCB0EC" w:rsidR="0057201C" w:rsidRPr="00170599" w:rsidRDefault="0057201C" w:rsidP="00C25B08">
      <w:pPr>
        <w:pStyle w:val="ListParagraph"/>
        <w:numPr>
          <w:ilvl w:val="1"/>
          <w:numId w:val="28"/>
        </w:numPr>
        <w:spacing w:before="120" w:after="240" w:line="360" w:lineRule="auto"/>
        <w:ind w:left="709" w:hanging="709"/>
        <w:contextualSpacing w:val="0"/>
        <w:jc w:val="both"/>
        <w:rPr>
          <w:b/>
          <w:bCs/>
          <w:lang w:val="en-ZA" w:eastAsia="en-US"/>
        </w:rPr>
      </w:pPr>
      <w:bookmarkStart w:id="1295" w:name="_Toc12416894"/>
      <w:r w:rsidRPr="00170599">
        <w:rPr>
          <w:b/>
          <w:bCs/>
        </w:rPr>
        <w:t>Audit</w:t>
      </w:r>
      <w:r w:rsidRPr="00170599">
        <w:rPr>
          <w:b/>
          <w:bCs/>
          <w:lang w:val="en-ZA" w:eastAsia="en-US"/>
        </w:rPr>
        <w:t xml:space="preserve"> Follow-Up</w:t>
      </w:r>
      <w:bookmarkEnd w:id="1295"/>
      <w:r w:rsidR="004B0ADB" w:rsidRPr="00170599">
        <w:rPr>
          <w:lang w:val="en-ZA" w:eastAsia="en-US"/>
        </w:rPr>
        <w:t>:</w:t>
      </w:r>
    </w:p>
    <w:p w14:paraId="0506B55C" w14:textId="77777777" w:rsidR="0057201C" w:rsidRPr="00170599" w:rsidRDefault="0057201C" w:rsidP="00C25B08">
      <w:pPr>
        <w:pStyle w:val="ListParagraph"/>
        <w:numPr>
          <w:ilvl w:val="2"/>
          <w:numId w:val="28"/>
        </w:numPr>
        <w:spacing w:before="120" w:after="240" w:line="360" w:lineRule="auto"/>
        <w:ind w:left="709" w:hanging="709"/>
        <w:contextualSpacing w:val="0"/>
        <w:jc w:val="both"/>
      </w:pPr>
      <w:bookmarkStart w:id="1296" w:name="_Toc531439706"/>
      <w:bookmarkStart w:id="1297" w:name="_Toc12416895"/>
      <w:bookmarkEnd w:id="1296"/>
      <w:r w:rsidRPr="00170599">
        <w:t xml:space="preserve">Following an audit or examination, SARS or its external auditors will meet with </w:t>
      </w:r>
      <w:r w:rsidR="008D1466" w:rsidRPr="00170599">
        <w:t xml:space="preserve">the </w:t>
      </w:r>
      <w:r w:rsidRPr="00170599">
        <w:t>Service Provider to obtain factual concurrence with issues identified in the audit or examination.</w:t>
      </w:r>
      <w:bookmarkEnd w:id="1297"/>
    </w:p>
    <w:p w14:paraId="6D683B0C" w14:textId="77777777" w:rsidR="0057201C" w:rsidRPr="00170599" w:rsidRDefault="0057201C" w:rsidP="00C25B08">
      <w:pPr>
        <w:pStyle w:val="ListParagraph"/>
        <w:numPr>
          <w:ilvl w:val="2"/>
          <w:numId w:val="28"/>
        </w:numPr>
        <w:spacing w:before="120" w:after="240" w:line="360" w:lineRule="auto"/>
        <w:ind w:left="709" w:hanging="709"/>
        <w:contextualSpacing w:val="0"/>
        <w:jc w:val="both"/>
      </w:pPr>
      <w:bookmarkStart w:id="1298" w:name="_Toc12416896"/>
      <w:r w:rsidRPr="00170599">
        <w:t xml:space="preserve">Within 10 (ten) Business Days following the provision to </w:t>
      </w:r>
      <w:r w:rsidR="008D1466" w:rsidRPr="00170599">
        <w:t xml:space="preserve">the </w:t>
      </w:r>
      <w:r w:rsidRPr="00170599">
        <w:t xml:space="preserve">Service Provider of the findings of an audit, whether by way of a meeting or the delivery of the audit report by the auditors, or an audit report by </w:t>
      </w:r>
      <w:r w:rsidR="008D1466" w:rsidRPr="00170599">
        <w:t xml:space="preserve">the </w:t>
      </w:r>
      <w:r w:rsidRPr="00170599">
        <w:t xml:space="preserve">Service Provider’s auditors, the Service Provider will provide SARS with a plan ("Audit Response Plan") to address shortcomings or deficiencies raised in such audit findings attributable to </w:t>
      </w:r>
      <w:r w:rsidR="008D1466" w:rsidRPr="00170599">
        <w:t xml:space="preserve">the </w:t>
      </w:r>
      <w:r w:rsidRPr="00170599">
        <w:t xml:space="preserve">Service Provider.  The Audit Response Plan will identify the steps that </w:t>
      </w:r>
      <w:r w:rsidR="008D1466" w:rsidRPr="00170599">
        <w:t xml:space="preserve">the </w:t>
      </w:r>
      <w:r w:rsidRPr="00170599">
        <w:t xml:space="preserve">Service Provider will take to remedy such shortcomings and deficiencies and include a completion date for such steps detailed in the Audit Response Plan.  With SARS approval, </w:t>
      </w:r>
      <w:r w:rsidR="008D1466" w:rsidRPr="00170599">
        <w:t xml:space="preserve">the </w:t>
      </w:r>
      <w:r w:rsidRPr="00170599">
        <w:t xml:space="preserve">Service Provider will implement such Audit Response Plan at </w:t>
      </w:r>
      <w:r w:rsidR="008D1466" w:rsidRPr="00170599">
        <w:t xml:space="preserve">the </w:t>
      </w:r>
      <w:r w:rsidRPr="00170599">
        <w:t xml:space="preserve">Service Provider’s cost and expense.  If required and agreed between the Service Provider and SARS, </w:t>
      </w:r>
      <w:r w:rsidR="008D1466" w:rsidRPr="00170599">
        <w:t xml:space="preserve">the </w:t>
      </w:r>
      <w:r w:rsidRPr="00170599">
        <w:t>Service Provider will report monthly to SARS on the status of the implementation of any Audit Response Plan.  Failure to complete the Audit Response Plan on or before the completion date included in such Audit Response Plan will be deemed to be a material breach of the Agreement.</w:t>
      </w:r>
      <w:bookmarkEnd w:id="1298"/>
    </w:p>
    <w:p w14:paraId="52AE3724" w14:textId="77777777" w:rsidR="0057201C" w:rsidRPr="00170599" w:rsidRDefault="004A6D88" w:rsidP="00C25B08">
      <w:pPr>
        <w:pStyle w:val="ListParagraph"/>
        <w:numPr>
          <w:ilvl w:val="2"/>
          <w:numId w:val="28"/>
        </w:numPr>
        <w:spacing w:before="120" w:after="240" w:line="360" w:lineRule="auto"/>
        <w:ind w:left="709" w:hanging="709"/>
        <w:contextualSpacing w:val="0"/>
        <w:jc w:val="both"/>
      </w:pPr>
      <w:bookmarkStart w:id="1299" w:name="_Ref531144203"/>
      <w:bookmarkStart w:id="1300" w:name="_Toc12416897"/>
      <w:r w:rsidRPr="00170599">
        <w:t xml:space="preserve">The </w:t>
      </w:r>
      <w:r w:rsidR="0057201C" w:rsidRPr="00170599">
        <w:t xml:space="preserve">Service Provider will promptly make available to SARS the results of any reviews or audits conducted by </w:t>
      </w:r>
      <w:r w:rsidR="008D1466" w:rsidRPr="00170599">
        <w:t xml:space="preserve">the </w:t>
      </w:r>
      <w:r w:rsidR="0057201C" w:rsidRPr="00170599">
        <w:t>Service Provider</w:t>
      </w:r>
      <w:r w:rsidR="008D1466" w:rsidRPr="00170599">
        <w:t>,</w:t>
      </w:r>
      <w:r w:rsidR="0057201C" w:rsidRPr="00170599">
        <w:t xml:space="preserve"> its Affiliates agents or representatives (including internal and external auditors) to the extent such findings reflect conditions and events relating to the Services.</w:t>
      </w:r>
      <w:bookmarkEnd w:id="1299"/>
      <w:bookmarkEnd w:id="1300"/>
    </w:p>
    <w:p w14:paraId="00863C9E" w14:textId="6BB15C01" w:rsidR="0057201C" w:rsidRDefault="0057201C" w:rsidP="00C25B08">
      <w:pPr>
        <w:pStyle w:val="ListParagraph"/>
        <w:numPr>
          <w:ilvl w:val="2"/>
          <w:numId w:val="28"/>
        </w:numPr>
        <w:spacing w:before="120" w:after="240" w:line="360" w:lineRule="auto"/>
        <w:ind w:left="709" w:hanging="709"/>
        <w:contextualSpacing w:val="0"/>
        <w:jc w:val="both"/>
      </w:pPr>
      <w:bookmarkStart w:id="1301" w:name="_Toc12416898"/>
      <w:r w:rsidRPr="00170599">
        <w:t xml:space="preserve">Promptly after the issuance of any audit report or findings issued under </w:t>
      </w:r>
      <w:r w:rsidR="00E23CEB" w:rsidRPr="00170599">
        <w:rPr>
          <w:b/>
        </w:rPr>
        <w:t>Clause</w:t>
      </w:r>
      <w:r w:rsidRPr="00170599">
        <w:rPr>
          <w:b/>
        </w:rPr>
        <w:t xml:space="preserve"> </w:t>
      </w:r>
      <w:r w:rsidRPr="00170599">
        <w:rPr>
          <w:b/>
        </w:rPr>
        <w:fldChar w:fldCharType="begin"/>
      </w:r>
      <w:r w:rsidRPr="00170599">
        <w:rPr>
          <w:b/>
        </w:rPr>
        <w:instrText xml:space="preserve"> REF _Ref531144203 \r \h  \* MERGEFORMAT </w:instrText>
      </w:r>
      <w:r w:rsidRPr="00170599">
        <w:rPr>
          <w:b/>
        </w:rPr>
      </w:r>
      <w:r w:rsidRPr="00170599">
        <w:rPr>
          <w:b/>
        </w:rPr>
        <w:fldChar w:fldCharType="separate"/>
      </w:r>
      <w:r w:rsidR="00685DDA" w:rsidRPr="00170599">
        <w:rPr>
          <w:b/>
        </w:rPr>
        <w:t>24.2.3</w:t>
      </w:r>
      <w:r w:rsidRPr="00170599">
        <w:rPr>
          <w:b/>
        </w:rPr>
        <w:fldChar w:fldCharType="end"/>
      </w:r>
      <w:r w:rsidRPr="001A303E">
        <w:t xml:space="preserve"> the Parties will meet to review such report or findings and to agree on how to respond to the suggested changes.</w:t>
      </w:r>
      <w:bookmarkEnd w:id="1301"/>
    </w:p>
    <w:p w14:paraId="38D03963" w14:textId="77777777" w:rsidR="00A0173F" w:rsidRPr="001A303E" w:rsidRDefault="00A0173F" w:rsidP="00C25B08">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302" w:name="_Toc531439003"/>
      <w:bookmarkStart w:id="1303" w:name="_Toc531439700"/>
      <w:bookmarkStart w:id="1304" w:name="_Toc65489843"/>
      <w:bookmarkEnd w:id="1285"/>
      <w:bookmarkEnd w:id="1302"/>
      <w:r w:rsidRPr="001A303E">
        <w:rPr>
          <w:b/>
          <w:bCs/>
          <w:caps/>
          <w:lang w:val="en-ZA" w:eastAsia="en-US"/>
        </w:rPr>
        <w:t>Breach</w:t>
      </w:r>
      <w:bookmarkEnd w:id="1303"/>
      <w:bookmarkEnd w:id="1304"/>
    </w:p>
    <w:p w14:paraId="27366974" w14:textId="2E771F2C" w:rsidR="00A0173F" w:rsidRPr="001A303E" w:rsidRDefault="00A0173F" w:rsidP="00C25B08">
      <w:pPr>
        <w:pStyle w:val="ListParagraph"/>
        <w:numPr>
          <w:ilvl w:val="1"/>
          <w:numId w:val="28"/>
        </w:numPr>
        <w:spacing w:before="120" w:after="240" w:line="360" w:lineRule="auto"/>
        <w:ind w:left="709" w:hanging="709"/>
        <w:contextualSpacing w:val="0"/>
        <w:jc w:val="both"/>
      </w:pPr>
      <w:bookmarkStart w:id="1305" w:name="_Ref531595616"/>
      <w:bookmarkStart w:id="1306" w:name="_Toc12416900"/>
      <w:r w:rsidRPr="001A303E">
        <w:t>A Party (the "</w:t>
      </w:r>
      <w:r w:rsidRPr="001A303E">
        <w:rPr>
          <w:b/>
          <w:bCs/>
        </w:rPr>
        <w:t>Aggrieved Party</w:t>
      </w:r>
      <w:r w:rsidRPr="001A303E">
        <w:t xml:space="preserve">") may terminate this Agreement </w:t>
      </w:r>
      <w:r w:rsidR="008D1466" w:rsidRPr="001A303E">
        <w:t>if</w:t>
      </w:r>
      <w:r w:rsidRPr="001A303E">
        <w:t xml:space="preserve"> the other Party (the "</w:t>
      </w:r>
      <w:r w:rsidRPr="001A303E">
        <w:rPr>
          <w:b/>
          <w:bCs/>
        </w:rPr>
        <w:t>Defaulting Party</w:t>
      </w:r>
      <w:r w:rsidRPr="001A303E">
        <w:t>") commits a material breach of this Agreement and fails to remedy such breach within 10 (ten) Business Days (the "Notice Period") of being notified of the breach and, if the Aggrieved Party so elects, the steps required to remedy such breach.</w:t>
      </w:r>
      <w:bookmarkEnd w:id="1305"/>
      <w:bookmarkEnd w:id="1306"/>
    </w:p>
    <w:p w14:paraId="6D7847F3" w14:textId="00221A6E" w:rsidR="00A0173F" w:rsidRPr="001A303E" w:rsidRDefault="00A0173F" w:rsidP="00C25B08">
      <w:pPr>
        <w:pStyle w:val="ListParagraph"/>
        <w:numPr>
          <w:ilvl w:val="1"/>
          <w:numId w:val="28"/>
        </w:numPr>
        <w:spacing w:before="120" w:after="240" w:line="360" w:lineRule="auto"/>
        <w:ind w:left="709" w:hanging="709"/>
        <w:contextualSpacing w:val="0"/>
        <w:jc w:val="both"/>
      </w:pPr>
      <w:bookmarkStart w:id="1307" w:name="_Toc12416901"/>
      <w:r w:rsidRPr="00BB3CB5">
        <w:t xml:space="preserve">For the purposes of </w:t>
      </w:r>
      <w:r w:rsidR="00383922" w:rsidRPr="00170599">
        <w:rPr>
          <w:b/>
        </w:rPr>
        <w:t>C</w:t>
      </w:r>
      <w:r w:rsidRPr="00170599">
        <w:rPr>
          <w:b/>
        </w:rPr>
        <w:t xml:space="preserve">lause </w:t>
      </w:r>
      <w:r w:rsidR="00766492" w:rsidRPr="001A303E">
        <w:rPr>
          <w:b/>
        </w:rPr>
        <w:fldChar w:fldCharType="begin"/>
      </w:r>
      <w:r w:rsidR="00766492" w:rsidRPr="00170599">
        <w:rPr>
          <w:b/>
        </w:rPr>
        <w:instrText xml:space="preserve"> REF _Ref531595616 \r \h </w:instrText>
      </w:r>
      <w:r w:rsidR="00252202">
        <w:rPr>
          <w:b/>
        </w:rPr>
        <w:instrText xml:space="preserve"> \* MERGEFORMAT </w:instrText>
      </w:r>
      <w:r w:rsidR="00766492" w:rsidRPr="001A303E">
        <w:rPr>
          <w:b/>
        </w:rPr>
      </w:r>
      <w:r w:rsidR="00766492" w:rsidRPr="001A303E">
        <w:rPr>
          <w:b/>
        </w:rPr>
        <w:fldChar w:fldCharType="separate"/>
      </w:r>
      <w:r w:rsidR="00766492" w:rsidRPr="001A303E">
        <w:rPr>
          <w:b/>
        </w:rPr>
        <w:t>26.1</w:t>
      </w:r>
      <w:r w:rsidR="00766492" w:rsidRPr="001A303E">
        <w:rPr>
          <w:b/>
        </w:rPr>
        <w:fldChar w:fldCharType="end"/>
      </w:r>
      <w:r w:rsidRPr="001A303E">
        <w:t xml:space="preserve"> a breach will be deemed to be a material breach </w:t>
      </w:r>
      <w:r w:rsidR="00D56C14" w:rsidRPr="001A303E">
        <w:t>if </w:t>
      </w:r>
      <w:r w:rsidR="00BC6151" w:rsidRPr="001A303E">
        <w:t>:</w:t>
      </w:r>
      <w:r w:rsidR="00D56C14" w:rsidRPr="001A303E">
        <w:noBreakHyphen/>
      </w:r>
      <w:bookmarkEnd w:id="1307"/>
    </w:p>
    <w:p w14:paraId="3A6D3A0D" w14:textId="77777777" w:rsidR="00A0173F" w:rsidRPr="001A303E" w:rsidRDefault="00A0173F" w:rsidP="00C25B08">
      <w:pPr>
        <w:pStyle w:val="ListParagraph"/>
        <w:numPr>
          <w:ilvl w:val="2"/>
          <w:numId w:val="28"/>
        </w:numPr>
        <w:spacing w:before="120" w:after="240" w:line="360" w:lineRule="auto"/>
        <w:ind w:left="709" w:hanging="709"/>
        <w:contextualSpacing w:val="0"/>
        <w:jc w:val="both"/>
      </w:pPr>
      <w:bookmarkStart w:id="1308" w:name="_Toc12416902"/>
      <w:r w:rsidRPr="001A303E">
        <w:t>it is capable of being remedied, but is not so remedied within the Notice Period; or</w:t>
      </w:r>
      <w:bookmarkEnd w:id="1308"/>
    </w:p>
    <w:p w14:paraId="0B58D978" w14:textId="77777777" w:rsidR="00A0173F" w:rsidRPr="001A303E" w:rsidRDefault="00A0173F" w:rsidP="00C25B08">
      <w:pPr>
        <w:pStyle w:val="ListParagraph"/>
        <w:numPr>
          <w:ilvl w:val="2"/>
          <w:numId w:val="28"/>
        </w:numPr>
        <w:spacing w:before="120" w:after="240" w:line="360" w:lineRule="auto"/>
        <w:ind w:left="709" w:hanging="709"/>
        <w:contextualSpacing w:val="0"/>
        <w:jc w:val="both"/>
      </w:pPr>
      <w:bookmarkStart w:id="1309" w:name="_Toc12416903"/>
      <w:r w:rsidRPr="001A303E">
        <w:t>it is incapable of being remedied within the Notice Period; or</w:t>
      </w:r>
      <w:bookmarkEnd w:id="1309"/>
      <w:r w:rsidRPr="001A303E">
        <w:t xml:space="preserve"> </w:t>
      </w:r>
    </w:p>
    <w:p w14:paraId="6A9B94C7" w14:textId="77777777" w:rsidR="00A0173F" w:rsidRPr="001A303E" w:rsidRDefault="00A0173F" w:rsidP="00C25B08">
      <w:pPr>
        <w:pStyle w:val="ListParagraph"/>
        <w:numPr>
          <w:ilvl w:val="2"/>
          <w:numId w:val="28"/>
        </w:numPr>
        <w:spacing w:before="120" w:after="240" w:line="360" w:lineRule="auto"/>
        <w:ind w:left="709" w:hanging="709"/>
        <w:contextualSpacing w:val="0"/>
        <w:jc w:val="both"/>
      </w:pPr>
      <w:bookmarkStart w:id="1310" w:name="_Toc12416904"/>
      <w:r w:rsidRPr="001A303E">
        <w:t>if payment in money will compensate for such breach, but payment is not made within the Notice Period; or</w:t>
      </w:r>
      <w:bookmarkEnd w:id="1310"/>
    </w:p>
    <w:p w14:paraId="6DA77B5E" w14:textId="77777777" w:rsidR="00A0173F" w:rsidRPr="001A303E" w:rsidRDefault="00A0173F" w:rsidP="00C25B08">
      <w:pPr>
        <w:pStyle w:val="ListParagraph"/>
        <w:numPr>
          <w:ilvl w:val="2"/>
          <w:numId w:val="28"/>
        </w:numPr>
        <w:spacing w:before="120" w:after="240" w:line="360" w:lineRule="auto"/>
        <w:ind w:left="709" w:hanging="709"/>
        <w:contextualSpacing w:val="0"/>
        <w:jc w:val="both"/>
      </w:pPr>
      <w:bookmarkStart w:id="1311" w:name="_Toc12416905"/>
      <w:r w:rsidRPr="001A303E">
        <w:t>the Service Provider commits numerous, repeated breaches even if cured; or</w:t>
      </w:r>
      <w:bookmarkEnd w:id="1311"/>
    </w:p>
    <w:p w14:paraId="4D34C6A0" w14:textId="77777777" w:rsidR="00A0173F" w:rsidRPr="00BB3CB5" w:rsidRDefault="00A0173F" w:rsidP="00C25B08">
      <w:pPr>
        <w:pStyle w:val="ListParagraph"/>
        <w:numPr>
          <w:ilvl w:val="2"/>
          <w:numId w:val="28"/>
        </w:numPr>
        <w:spacing w:before="120" w:after="240" w:line="360" w:lineRule="auto"/>
        <w:ind w:left="709" w:hanging="709"/>
        <w:contextualSpacing w:val="0"/>
        <w:jc w:val="both"/>
      </w:pPr>
      <w:bookmarkStart w:id="1312" w:name="_Toc12416906"/>
      <w:r w:rsidRPr="001A303E">
        <w:t xml:space="preserve">at any time, SARS experiences non-performance, alternatively mal-performance from the Service Provider relating to the execution of </w:t>
      </w:r>
      <w:r w:rsidR="00D56C14" w:rsidRPr="00BB3CB5">
        <w:t>its</w:t>
      </w:r>
      <w:r w:rsidRPr="00BB3CB5">
        <w:t xml:space="preserve"> duties and obligations in terms of this Agreement.</w:t>
      </w:r>
      <w:bookmarkEnd w:id="1312"/>
    </w:p>
    <w:p w14:paraId="7CB4BD2A" w14:textId="77777777" w:rsidR="001D2BCE" w:rsidRPr="00BB3CB5" w:rsidRDefault="001D2BCE" w:rsidP="00C25B08">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313" w:name="_Toc293325635"/>
      <w:bookmarkStart w:id="1314" w:name="_Toc65489844"/>
      <w:bookmarkStart w:id="1315" w:name="_Toc531439701"/>
      <w:r w:rsidRPr="00BB3CB5">
        <w:rPr>
          <w:b/>
          <w:bCs/>
          <w:caps/>
          <w:lang w:val="en-ZA" w:eastAsia="en-US"/>
        </w:rPr>
        <w:t>Indemnities</w:t>
      </w:r>
      <w:bookmarkEnd w:id="1313"/>
      <w:bookmarkEnd w:id="1314"/>
    </w:p>
    <w:p w14:paraId="3CC9FAAE" w14:textId="2D2EA162" w:rsidR="001D2BCE" w:rsidRPr="001A303E" w:rsidRDefault="001D2BCE" w:rsidP="00C25B08">
      <w:pPr>
        <w:pStyle w:val="ListParagraph"/>
        <w:numPr>
          <w:ilvl w:val="1"/>
          <w:numId w:val="28"/>
        </w:numPr>
        <w:spacing w:before="120" w:after="240" w:line="360" w:lineRule="auto"/>
        <w:ind w:left="709" w:hanging="709"/>
        <w:contextualSpacing w:val="0"/>
        <w:jc w:val="both"/>
      </w:pPr>
      <w:bookmarkStart w:id="1316" w:name="_Toc12416908"/>
      <w:r w:rsidRPr="00170599">
        <w:t xml:space="preserve">Without in any way detracting from the rights of </w:t>
      </w:r>
      <w:r w:rsidR="00BA4FE1" w:rsidRPr="00170599">
        <w:t>SARS</w:t>
      </w:r>
      <w:r w:rsidRPr="00170599">
        <w:t xml:space="preserve"> in terms of this Agreement, the Service Provider hereby indemnifies and holds </w:t>
      </w:r>
      <w:r w:rsidR="00BA4FE1" w:rsidRPr="00170599">
        <w:t>SARS</w:t>
      </w:r>
      <w:r w:rsidRPr="00170599">
        <w:t xml:space="preserve"> harmless from any and all Losses which may be suffered as a result of any breach of the warranties set out in </w:t>
      </w:r>
      <w:r w:rsidR="00E23CEB" w:rsidRPr="00170599">
        <w:rPr>
          <w:b/>
        </w:rPr>
        <w:t>Clause</w:t>
      </w:r>
      <w:r w:rsidRPr="00170599">
        <w:rPr>
          <w:b/>
        </w:rPr>
        <w:t xml:space="preserve"> </w:t>
      </w:r>
      <w:r w:rsidR="004946E8" w:rsidRPr="001A303E">
        <w:rPr>
          <w:b/>
        </w:rPr>
        <w:fldChar w:fldCharType="begin"/>
      </w:r>
      <w:r w:rsidR="004946E8" w:rsidRPr="00170599">
        <w:rPr>
          <w:b/>
        </w:rPr>
        <w:instrText xml:space="preserve"> REF _Ref533021638 \r \h </w:instrText>
      </w:r>
      <w:r w:rsidR="00252202">
        <w:rPr>
          <w:b/>
        </w:rPr>
        <w:instrText xml:space="preserve"> \* MERGEFORMAT </w:instrText>
      </w:r>
      <w:r w:rsidR="004946E8" w:rsidRPr="001A303E">
        <w:rPr>
          <w:b/>
        </w:rPr>
      </w:r>
      <w:r w:rsidR="004946E8" w:rsidRPr="001A303E">
        <w:rPr>
          <w:b/>
        </w:rPr>
        <w:fldChar w:fldCharType="separate"/>
      </w:r>
      <w:r w:rsidR="004946E8" w:rsidRPr="001A303E">
        <w:rPr>
          <w:b/>
        </w:rPr>
        <w:t>40</w:t>
      </w:r>
      <w:r w:rsidR="004946E8" w:rsidRPr="001A303E">
        <w:rPr>
          <w:b/>
        </w:rPr>
        <w:fldChar w:fldCharType="end"/>
      </w:r>
      <w:r w:rsidR="004946E8" w:rsidRPr="001A303E">
        <w:t xml:space="preserve"> </w:t>
      </w:r>
      <w:r w:rsidRPr="001A303E">
        <w:t xml:space="preserve">including the provisions of this Agreement by the Service Provider or </w:t>
      </w:r>
      <w:r w:rsidR="008D1466" w:rsidRPr="001A303E">
        <w:t>Service Provider Personnel</w:t>
      </w:r>
      <w:r w:rsidRPr="001A303E">
        <w:t>.</w:t>
      </w:r>
      <w:bookmarkEnd w:id="1316"/>
    </w:p>
    <w:p w14:paraId="2BA2B9F5" w14:textId="77777777" w:rsidR="007B3C17" w:rsidRPr="00BB3CB5" w:rsidRDefault="001D2BCE" w:rsidP="00C25B08">
      <w:pPr>
        <w:pStyle w:val="ListParagraph"/>
        <w:numPr>
          <w:ilvl w:val="1"/>
          <w:numId w:val="28"/>
        </w:numPr>
        <w:spacing w:before="120" w:after="240" w:line="360" w:lineRule="auto"/>
        <w:ind w:left="709" w:hanging="709"/>
        <w:contextualSpacing w:val="0"/>
        <w:jc w:val="both"/>
      </w:pPr>
      <w:bookmarkStart w:id="1317" w:name="_Toc12416909"/>
      <w:r w:rsidRPr="001A303E">
        <w:t xml:space="preserve">In addition to any other remedy available to </w:t>
      </w:r>
      <w:r w:rsidR="00BA4FE1" w:rsidRPr="001A303E">
        <w:t>SARS</w:t>
      </w:r>
      <w:r w:rsidRPr="001A303E">
        <w:t xml:space="preserve">, the Service Provider agrees to indemnify in full and on demand and to keep </w:t>
      </w:r>
      <w:r w:rsidR="00BA4FE1" w:rsidRPr="001A303E">
        <w:t>SARS</w:t>
      </w:r>
      <w:r w:rsidRPr="001A303E">
        <w:t xml:space="preserve"> so indemnified from and against all claims, demands, actions, proceedings and all </w:t>
      </w:r>
      <w:r w:rsidR="00564B19" w:rsidRPr="00BB3CB5">
        <w:t>Losses, which</w:t>
      </w:r>
      <w:r w:rsidRPr="00BB3CB5">
        <w:t xml:space="preserve"> are made or brought against or incurred or suffered by </w:t>
      </w:r>
      <w:r w:rsidR="00BA4FE1" w:rsidRPr="00BB3CB5">
        <w:t>SARS</w:t>
      </w:r>
      <w:r w:rsidRPr="00BB3CB5">
        <w:t xml:space="preserve"> resulting from</w:t>
      </w:r>
      <w:r w:rsidR="007B3C17" w:rsidRPr="00BB3CB5">
        <w:t>:</w:t>
      </w:r>
      <w:bookmarkEnd w:id="1317"/>
    </w:p>
    <w:p w14:paraId="1CC4B031" w14:textId="55311A56" w:rsidR="007B3C17" w:rsidRPr="00170599" w:rsidRDefault="00E377C5" w:rsidP="00C25B08">
      <w:pPr>
        <w:pStyle w:val="ListParagraph"/>
        <w:numPr>
          <w:ilvl w:val="1"/>
          <w:numId w:val="28"/>
        </w:numPr>
        <w:spacing w:before="120" w:after="240" w:line="360" w:lineRule="auto"/>
        <w:ind w:left="709" w:hanging="709"/>
        <w:contextualSpacing w:val="0"/>
        <w:jc w:val="both"/>
      </w:pPr>
      <w:bookmarkStart w:id="1318" w:name="_Toc12416910"/>
      <w:r w:rsidRPr="00170599">
        <w:t>any action</w:t>
      </w:r>
      <w:r w:rsidR="007B3C17" w:rsidRPr="00170599">
        <w:t xml:space="preserve"> arising from the Service Provider's breach of any obligation with respect to Confidential Information and/or Personal Information; and/or.</w:t>
      </w:r>
      <w:bookmarkEnd w:id="1318"/>
    </w:p>
    <w:p w14:paraId="40A80684" w14:textId="77777777" w:rsidR="001D2BCE" w:rsidRPr="00170599" w:rsidRDefault="007B3C17" w:rsidP="00C25B08">
      <w:pPr>
        <w:pStyle w:val="ListParagraph"/>
        <w:numPr>
          <w:ilvl w:val="1"/>
          <w:numId w:val="28"/>
        </w:numPr>
        <w:spacing w:before="120" w:after="240" w:line="360" w:lineRule="auto"/>
        <w:ind w:left="709" w:hanging="709"/>
        <w:contextualSpacing w:val="0"/>
        <w:jc w:val="both"/>
      </w:pPr>
      <w:bookmarkStart w:id="1319" w:name="_Toc12416911"/>
      <w:r w:rsidRPr="00170599">
        <w:t xml:space="preserve">any claim, action or demand by </w:t>
      </w:r>
      <w:r w:rsidR="001D2BCE" w:rsidRPr="00170599">
        <w:t xml:space="preserve">a Third Party that the use by </w:t>
      </w:r>
      <w:r w:rsidR="00BA4FE1" w:rsidRPr="00170599">
        <w:t>SARS</w:t>
      </w:r>
      <w:r w:rsidR="001D2BCE" w:rsidRPr="00170599">
        <w:t xml:space="preserve"> of the Software and its related Documentation supplied by the Service Provider infringes the Intellectual Property rights of that Third Party.</w:t>
      </w:r>
      <w:bookmarkEnd w:id="1319"/>
    </w:p>
    <w:p w14:paraId="090ED112" w14:textId="5C7AED39" w:rsidR="001D2BCE" w:rsidRPr="00170599" w:rsidRDefault="001D2BCE" w:rsidP="00C25B08">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320" w:name="_Ref253988037"/>
      <w:bookmarkStart w:id="1321" w:name="_Toc283110474"/>
      <w:bookmarkStart w:id="1322" w:name="_Toc293325636"/>
      <w:bookmarkStart w:id="1323" w:name="_Toc65489845"/>
      <w:bookmarkStart w:id="1324" w:name="_Toc35047548"/>
      <w:bookmarkStart w:id="1325" w:name="_Toc38248704"/>
      <w:r w:rsidRPr="00170599">
        <w:rPr>
          <w:b/>
          <w:bCs/>
          <w:caps/>
          <w:lang w:val="en-ZA" w:eastAsia="en-US"/>
        </w:rPr>
        <w:t>Limitation of Liability</w:t>
      </w:r>
      <w:bookmarkEnd w:id="1320"/>
      <w:bookmarkEnd w:id="1321"/>
      <w:bookmarkEnd w:id="1322"/>
      <w:bookmarkEnd w:id="1323"/>
    </w:p>
    <w:p w14:paraId="18774E39" w14:textId="77777777" w:rsidR="001D2BCE" w:rsidRPr="00170599" w:rsidRDefault="001D2BCE" w:rsidP="00C25B08">
      <w:pPr>
        <w:pStyle w:val="ListParagraph"/>
        <w:numPr>
          <w:ilvl w:val="1"/>
          <w:numId w:val="28"/>
        </w:numPr>
        <w:spacing w:before="120" w:after="240" w:line="360" w:lineRule="auto"/>
        <w:ind w:left="709" w:hanging="709"/>
        <w:contextualSpacing w:val="0"/>
        <w:jc w:val="both"/>
      </w:pPr>
      <w:bookmarkStart w:id="1326" w:name="_Toc12416913"/>
      <w:bookmarkStart w:id="1327" w:name="_Ref36710012"/>
      <w:bookmarkStart w:id="1328" w:name="_Ref55927975"/>
      <w:bookmarkStart w:id="1329" w:name="_Ref39476904"/>
      <w:bookmarkStart w:id="1330" w:name="_Ref130038726"/>
      <w:r w:rsidRPr="00170599">
        <w:t xml:space="preserve">The Parties agree that, in the event of a breach of any of the provisions of the Agreement, the </w:t>
      </w:r>
      <w:r w:rsidR="008D1466" w:rsidRPr="00170599">
        <w:t>D</w:t>
      </w:r>
      <w:r w:rsidRPr="00170599">
        <w:t>efaulting Party will be liable to the other Party for all Losses which constitute direct and/or general damages.</w:t>
      </w:r>
      <w:bookmarkEnd w:id="1326"/>
      <w:bookmarkEnd w:id="1327"/>
      <w:bookmarkEnd w:id="1328"/>
      <w:r w:rsidRPr="00170599">
        <w:t xml:space="preserve">  </w:t>
      </w:r>
    </w:p>
    <w:p w14:paraId="34009A67" w14:textId="428C840D" w:rsidR="001D2BCE" w:rsidRPr="001A303E" w:rsidRDefault="001D2BCE" w:rsidP="00C25B08">
      <w:pPr>
        <w:pStyle w:val="ListParagraph"/>
        <w:numPr>
          <w:ilvl w:val="1"/>
          <w:numId w:val="28"/>
        </w:numPr>
        <w:spacing w:before="120" w:after="240" w:line="360" w:lineRule="auto"/>
        <w:ind w:left="709" w:hanging="709"/>
        <w:contextualSpacing w:val="0"/>
        <w:jc w:val="both"/>
      </w:pPr>
      <w:bookmarkStart w:id="1331" w:name="_Ref174874903"/>
      <w:bookmarkStart w:id="1332" w:name="_Toc12416914"/>
      <w:r w:rsidRPr="00170599">
        <w:t xml:space="preserve">Subject to </w:t>
      </w:r>
      <w:r w:rsidR="00E23CEB" w:rsidRPr="00170599">
        <w:rPr>
          <w:b/>
        </w:rPr>
        <w:t>Clause</w:t>
      </w:r>
      <w:r w:rsidRPr="00170599">
        <w:rPr>
          <w:b/>
        </w:rPr>
        <w:t xml:space="preserve">s </w:t>
      </w:r>
      <w:r w:rsidR="00766492" w:rsidRPr="00170599">
        <w:rPr>
          <w:b/>
        </w:rPr>
        <w:fldChar w:fldCharType="begin"/>
      </w:r>
      <w:r w:rsidR="00766492" w:rsidRPr="00170599">
        <w:rPr>
          <w:b/>
        </w:rPr>
        <w:instrText xml:space="preserve"> REF _Ref253987891 \r \h </w:instrText>
      </w:r>
      <w:r w:rsidR="004946E8" w:rsidRPr="00170599">
        <w:rPr>
          <w:b/>
        </w:rPr>
        <w:instrText xml:space="preserve"> \* MERGEFORMAT </w:instrText>
      </w:r>
      <w:r w:rsidR="00766492" w:rsidRPr="00170599">
        <w:rPr>
          <w:b/>
        </w:rPr>
      </w:r>
      <w:r w:rsidR="00766492" w:rsidRPr="00170599">
        <w:rPr>
          <w:b/>
        </w:rPr>
        <w:fldChar w:fldCharType="separate"/>
      </w:r>
      <w:r w:rsidR="00766492" w:rsidRPr="00170599">
        <w:rPr>
          <w:b/>
        </w:rPr>
        <w:t>28.3</w:t>
      </w:r>
      <w:r w:rsidR="00766492" w:rsidRPr="00170599">
        <w:rPr>
          <w:b/>
        </w:rPr>
        <w:fldChar w:fldCharType="end"/>
      </w:r>
      <w:r w:rsidRPr="001A303E">
        <w:t xml:space="preserve"> and </w:t>
      </w:r>
      <w:r w:rsidR="00766492" w:rsidRPr="00170599">
        <w:rPr>
          <w:b/>
        </w:rPr>
        <w:fldChar w:fldCharType="begin"/>
      </w:r>
      <w:r w:rsidR="00766492" w:rsidRPr="00170599">
        <w:rPr>
          <w:b/>
        </w:rPr>
        <w:instrText xml:space="preserve"> REF _Ref292887678 \r \h  \* MERGEFORMAT </w:instrText>
      </w:r>
      <w:r w:rsidR="00766492" w:rsidRPr="00170599">
        <w:rPr>
          <w:b/>
        </w:rPr>
      </w:r>
      <w:r w:rsidR="00766492" w:rsidRPr="00170599">
        <w:rPr>
          <w:b/>
        </w:rPr>
        <w:fldChar w:fldCharType="separate"/>
      </w:r>
      <w:r w:rsidR="00766492" w:rsidRPr="00170599">
        <w:rPr>
          <w:b/>
        </w:rPr>
        <w:t>28.4</w:t>
      </w:r>
      <w:r w:rsidR="00766492" w:rsidRPr="00170599">
        <w:rPr>
          <w:b/>
        </w:rPr>
        <w:fldChar w:fldCharType="end"/>
      </w:r>
      <w:r w:rsidRPr="001A303E">
        <w:t xml:space="preserve">, the Parties agree that, in the event of a breach of any of the provisions of the Agreement, the </w:t>
      </w:r>
      <w:r w:rsidR="008D1466" w:rsidRPr="001A303E">
        <w:t>D</w:t>
      </w:r>
      <w:r w:rsidRPr="001A303E">
        <w:t>efaulting Party will not be liable to the other Party for any Losses which constitute indirect, special and/or consequential damages.</w:t>
      </w:r>
      <w:bookmarkEnd w:id="1331"/>
      <w:bookmarkEnd w:id="1332"/>
      <w:r w:rsidRPr="001A303E">
        <w:t xml:space="preserve"> </w:t>
      </w:r>
    </w:p>
    <w:p w14:paraId="16303604" w14:textId="63A10D3A" w:rsidR="001D2BCE" w:rsidRPr="001A303E" w:rsidRDefault="001D2BCE" w:rsidP="00C25B08">
      <w:pPr>
        <w:pStyle w:val="ListParagraph"/>
        <w:numPr>
          <w:ilvl w:val="1"/>
          <w:numId w:val="28"/>
        </w:numPr>
        <w:spacing w:before="120" w:after="240" w:line="360" w:lineRule="auto"/>
        <w:ind w:left="709" w:hanging="709"/>
        <w:contextualSpacing w:val="0"/>
        <w:jc w:val="both"/>
      </w:pPr>
      <w:bookmarkStart w:id="1333" w:name="_Ref253987891"/>
      <w:bookmarkStart w:id="1334" w:name="_Toc12416915"/>
      <w:bookmarkStart w:id="1335" w:name="_Ref64707920"/>
      <w:bookmarkStart w:id="1336" w:name="_Ref39476905"/>
      <w:r w:rsidRPr="001A303E">
        <w:t xml:space="preserve">Notwithstanding anything to the contrary set forth in </w:t>
      </w:r>
      <w:r w:rsidR="00E23CEB" w:rsidRPr="00170599">
        <w:rPr>
          <w:b/>
        </w:rPr>
        <w:t>Clause</w:t>
      </w:r>
      <w:r w:rsidRPr="00170599">
        <w:rPr>
          <w:b/>
        </w:rPr>
        <w:t xml:space="preserve"> </w:t>
      </w:r>
      <w:r w:rsidR="00766492" w:rsidRPr="001A303E">
        <w:rPr>
          <w:b/>
        </w:rPr>
        <w:fldChar w:fldCharType="begin"/>
      </w:r>
      <w:r w:rsidR="00766492" w:rsidRPr="00170599">
        <w:rPr>
          <w:b/>
        </w:rPr>
        <w:instrText xml:space="preserve"> REF _Ref174874903 \r \h </w:instrText>
      </w:r>
      <w:r w:rsidR="00252202">
        <w:rPr>
          <w:b/>
        </w:rPr>
        <w:instrText xml:space="preserve"> \* MERGEFORMAT </w:instrText>
      </w:r>
      <w:r w:rsidR="00766492" w:rsidRPr="001A303E">
        <w:rPr>
          <w:b/>
        </w:rPr>
      </w:r>
      <w:r w:rsidR="00766492" w:rsidRPr="001A303E">
        <w:rPr>
          <w:b/>
        </w:rPr>
        <w:fldChar w:fldCharType="separate"/>
      </w:r>
      <w:r w:rsidR="00766492" w:rsidRPr="001A303E">
        <w:rPr>
          <w:b/>
        </w:rPr>
        <w:t>28.2</w:t>
      </w:r>
      <w:r w:rsidR="00766492" w:rsidRPr="001A303E">
        <w:rPr>
          <w:b/>
        </w:rPr>
        <w:fldChar w:fldCharType="end"/>
      </w:r>
      <w:r w:rsidRPr="001A303E">
        <w:t xml:space="preserve"> above or the Agreement in general, the Parties agree that they will </w:t>
      </w:r>
      <w:r w:rsidR="008D1466" w:rsidRPr="001A303E">
        <w:t xml:space="preserve">not </w:t>
      </w:r>
      <w:r w:rsidRPr="001A303E">
        <w:t>be liable to the other for -</w:t>
      </w:r>
      <w:bookmarkEnd w:id="1333"/>
      <w:bookmarkEnd w:id="1334"/>
    </w:p>
    <w:p w14:paraId="5294EDB3" w14:textId="77777777" w:rsidR="001D2BCE" w:rsidRPr="001A303E" w:rsidRDefault="001D2BCE" w:rsidP="00C25B08">
      <w:pPr>
        <w:pStyle w:val="ListParagraph"/>
        <w:numPr>
          <w:ilvl w:val="2"/>
          <w:numId w:val="28"/>
        </w:numPr>
        <w:spacing w:before="120" w:after="240" w:line="360" w:lineRule="auto"/>
        <w:ind w:left="709" w:hanging="709"/>
        <w:contextualSpacing w:val="0"/>
        <w:jc w:val="both"/>
      </w:pPr>
      <w:bookmarkStart w:id="1337" w:name="_Toc12416916"/>
      <w:r w:rsidRPr="001A303E">
        <w:t xml:space="preserve">Losses which constitute indirect, special and/or consequential </w:t>
      </w:r>
      <w:bookmarkEnd w:id="1335"/>
      <w:r w:rsidRPr="001A303E">
        <w:t xml:space="preserve">damages where such damages are caused by a breach of any Intellectual Property and/or Confidential Information </w:t>
      </w:r>
      <w:bookmarkStart w:id="1338" w:name="_Hlt68333939"/>
      <w:bookmarkEnd w:id="1338"/>
      <w:r w:rsidRPr="001A303E">
        <w:t>undertaking contained in the Agreement; and</w:t>
      </w:r>
      <w:bookmarkEnd w:id="1337"/>
    </w:p>
    <w:p w14:paraId="366FD959" w14:textId="77777777" w:rsidR="001D2BCE" w:rsidRPr="001A303E" w:rsidRDefault="001D2BCE" w:rsidP="00C25B08">
      <w:pPr>
        <w:pStyle w:val="ListParagraph"/>
        <w:numPr>
          <w:ilvl w:val="2"/>
          <w:numId w:val="28"/>
        </w:numPr>
        <w:spacing w:before="120" w:after="240" w:line="360" w:lineRule="auto"/>
        <w:ind w:left="709" w:hanging="709"/>
        <w:contextualSpacing w:val="0"/>
        <w:jc w:val="both"/>
      </w:pPr>
      <w:bookmarkStart w:id="1339" w:name="_Toc12416917"/>
      <w:r w:rsidRPr="001A303E">
        <w:t>all Losses which arise out of their dishonesty or gross negligence regardless of whether such Losses arise out of contract or delict; and/or</w:t>
      </w:r>
      <w:bookmarkEnd w:id="1339"/>
    </w:p>
    <w:p w14:paraId="7BF205B1" w14:textId="77777777" w:rsidR="001D2BCE" w:rsidRPr="001A303E" w:rsidRDefault="001D2BCE" w:rsidP="00C25B08">
      <w:pPr>
        <w:pStyle w:val="ListParagraph"/>
        <w:numPr>
          <w:ilvl w:val="2"/>
          <w:numId w:val="28"/>
        </w:numPr>
        <w:spacing w:before="120" w:after="240" w:line="360" w:lineRule="auto"/>
        <w:ind w:left="709" w:hanging="709"/>
        <w:contextualSpacing w:val="0"/>
        <w:jc w:val="both"/>
      </w:pPr>
      <w:bookmarkStart w:id="1340" w:name="_Toc12416918"/>
      <w:r w:rsidRPr="001A303E">
        <w:t xml:space="preserve">any </w:t>
      </w:r>
      <w:r w:rsidR="00885E04" w:rsidRPr="001A303E">
        <w:t>Third-Party</w:t>
      </w:r>
      <w:r w:rsidRPr="001A303E">
        <w:t xml:space="preserve"> claims arising from or related to the death or bodily injury of any agent, employee, customer, business invitee, or other person caused by the delictual conduct of such Party.</w:t>
      </w:r>
      <w:bookmarkEnd w:id="1340"/>
    </w:p>
    <w:p w14:paraId="0ED159C1" w14:textId="505E6EB6" w:rsidR="001D2BCE" w:rsidRPr="001A303E" w:rsidRDefault="001D2BCE" w:rsidP="00C25B08">
      <w:pPr>
        <w:pStyle w:val="ListParagraph"/>
        <w:numPr>
          <w:ilvl w:val="1"/>
          <w:numId w:val="28"/>
        </w:numPr>
        <w:spacing w:before="120" w:after="240" w:line="360" w:lineRule="auto"/>
        <w:ind w:left="709" w:hanging="709"/>
        <w:contextualSpacing w:val="0"/>
        <w:jc w:val="both"/>
      </w:pPr>
      <w:bookmarkStart w:id="1341" w:name="_Ref292887678"/>
      <w:bookmarkStart w:id="1342" w:name="_Toc12416919"/>
      <w:r w:rsidRPr="00BB3CB5">
        <w:t xml:space="preserve">Notwithstanding anything to the contrary set forth in </w:t>
      </w:r>
      <w:r w:rsidR="004946E8" w:rsidRPr="00170599">
        <w:rPr>
          <w:b/>
        </w:rPr>
        <w:t xml:space="preserve"> </w:t>
      </w:r>
      <w:r w:rsidR="00547EFE" w:rsidRPr="00170599">
        <w:rPr>
          <w:b/>
        </w:rPr>
        <w:t xml:space="preserve"> </w:t>
      </w:r>
      <w:r w:rsidR="00766492" w:rsidRPr="00170599">
        <w:rPr>
          <w:b/>
        </w:rPr>
        <w:fldChar w:fldCharType="begin"/>
      </w:r>
      <w:r w:rsidR="00766492" w:rsidRPr="00170599">
        <w:rPr>
          <w:b/>
        </w:rPr>
        <w:instrText xml:space="preserve"> REF _Ref174874903 \r \h </w:instrText>
      </w:r>
      <w:r w:rsidR="004946E8" w:rsidRPr="00170599">
        <w:rPr>
          <w:b/>
        </w:rPr>
        <w:instrText xml:space="preserve"> \* MERGEFORMAT </w:instrText>
      </w:r>
      <w:r w:rsidR="00766492" w:rsidRPr="00170599">
        <w:rPr>
          <w:b/>
        </w:rPr>
      </w:r>
      <w:r w:rsidR="00766492" w:rsidRPr="00170599">
        <w:rPr>
          <w:b/>
        </w:rPr>
        <w:fldChar w:fldCharType="separate"/>
      </w:r>
      <w:r w:rsidR="00766492" w:rsidRPr="00170599">
        <w:rPr>
          <w:b/>
        </w:rPr>
        <w:t>28.2</w:t>
      </w:r>
      <w:r w:rsidR="00766492" w:rsidRPr="00170599">
        <w:rPr>
          <w:b/>
        </w:rPr>
        <w:fldChar w:fldCharType="end"/>
      </w:r>
      <w:r w:rsidR="00547EFE" w:rsidRPr="00170599">
        <w:rPr>
          <w:b/>
        </w:rPr>
        <w:t xml:space="preserve"> </w:t>
      </w:r>
      <w:r w:rsidR="00547EFE" w:rsidRPr="00170599">
        <w:t>and</w:t>
      </w:r>
      <w:r w:rsidR="00547EFE" w:rsidRPr="00170599">
        <w:rPr>
          <w:b/>
        </w:rPr>
        <w:t xml:space="preserve"> </w:t>
      </w:r>
      <w:r w:rsidR="00766492" w:rsidRPr="00170599">
        <w:rPr>
          <w:b/>
        </w:rPr>
        <w:fldChar w:fldCharType="begin"/>
      </w:r>
      <w:r w:rsidR="00766492" w:rsidRPr="00170599">
        <w:rPr>
          <w:b/>
        </w:rPr>
        <w:instrText xml:space="preserve"> REF _Ref253987891 \r \h </w:instrText>
      </w:r>
      <w:r w:rsidR="004946E8" w:rsidRPr="00170599">
        <w:rPr>
          <w:b/>
        </w:rPr>
        <w:instrText xml:space="preserve"> \* MERGEFORMAT </w:instrText>
      </w:r>
      <w:r w:rsidR="00766492" w:rsidRPr="00170599">
        <w:rPr>
          <w:b/>
        </w:rPr>
      </w:r>
      <w:r w:rsidR="00766492" w:rsidRPr="00170599">
        <w:rPr>
          <w:b/>
        </w:rPr>
        <w:fldChar w:fldCharType="separate"/>
      </w:r>
      <w:r w:rsidR="00766492" w:rsidRPr="00170599">
        <w:rPr>
          <w:b/>
        </w:rPr>
        <w:t>28.3</w:t>
      </w:r>
      <w:r w:rsidR="00766492" w:rsidRPr="00170599">
        <w:rPr>
          <w:b/>
        </w:rPr>
        <w:fldChar w:fldCharType="end"/>
      </w:r>
      <w:r w:rsidRPr="001A303E">
        <w:t xml:space="preserve"> or the Agreement in general, the Service Provider agrees that it </w:t>
      </w:r>
      <w:r w:rsidR="008D1466" w:rsidRPr="001A303E">
        <w:t>remain</w:t>
      </w:r>
      <w:r w:rsidR="00B42510" w:rsidRPr="001A303E">
        <w:t>s</w:t>
      </w:r>
      <w:r w:rsidR="008D1466" w:rsidRPr="001A303E">
        <w:t xml:space="preserve"> </w:t>
      </w:r>
      <w:r w:rsidRPr="001A303E">
        <w:t xml:space="preserve"> liable to </w:t>
      </w:r>
      <w:r w:rsidR="00BA4FE1" w:rsidRPr="001A303E">
        <w:t>SARS</w:t>
      </w:r>
      <w:r w:rsidRPr="001A303E">
        <w:t xml:space="preserve"> for all Losses </w:t>
      </w:r>
      <w:r w:rsidR="008D1466" w:rsidRPr="001A303E">
        <w:t xml:space="preserve">including </w:t>
      </w:r>
      <w:r w:rsidRPr="001A303E">
        <w:t>special, indirect or consequential, and/or general damages and which will not be subject to any limitation of liability</w:t>
      </w:r>
      <w:r w:rsidR="008D1466" w:rsidRPr="001A303E">
        <w:t>,</w:t>
      </w:r>
      <w:r w:rsidRPr="00BB3CB5">
        <w:t xml:space="preserve"> where the Losses </w:t>
      </w:r>
      <w:r w:rsidR="008D1466" w:rsidRPr="00BB3CB5">
        <w:t xml:space="preserve">including special, indirect or consequential, and/or general damages </w:t>
      </w:r>
      <w:r w:rsidRPr="00BB3CB5">
        <w:t xml:space="preserve">incurred by </w:t>
      </w:r>
      <w:r w:rsidR="00BA4FE1" w:rsidRPr="00BB3CB5">
        <w:t>SARS</w:t>
      </w:r>
      <w:r w:rsidRPr="00BB3CB5">
        <w:t xml:space="preserve"> are occasioned by </w:t>
      </w:r>
      <w:r w:rsidR="008D1466" w:rsidRPr="00BB3CB5">
        <w:t xml:space="preserve">a </w:t>
      </w:r>
      <w:r w:rsidR="008F5BF0" w:rsidRPr="00170599">
        <w:t xml:space="preserve">misconduct of the Service Provider Personnel and/or </w:t>
      </w:r>
      <w:r w:rsidRPr="00170599">
        <w:t xml:space="preserve">breach by the </w:t>
      </w:r>
      <w:r w:rsidR="008F5BF0" w:rsidRPr="00170599">
        <w:t xml:space="preserve">Service </w:t>
      </w:r>
      <w:r w:rsidRPr="00170599">
        <w:t xml:space="preserve">Provider of the provisions of </w:t>
      </w:r>
      <w:r w:rsidR="00E23CEB" w:rsidRPr="00170599">
        <w:rPr>
          <w:b/>
        </w:rPr>
        <w:t>Clause</w:t>
      </w:r>
      <w:r w:rsidR="00885E04" w:rsidRPr="00170599">
        <w:rPr>
          <w:b/>
        </w:rPr>
        <w:t>s</w:t>
      </w:r>
      <w:r w:rsidR="00766492" w:rsidRPr="00170599">
        <w:rPr>
          <w:b/>
        </w:rPr>
        <w:t xml:space="preserve"> </w:t>
      </w:r>
      <w:r w:rsidR="00766492" w:rsidRPr="00170599">
        <w:rPr>
          <w:b/>
        </w:rPr>
        <w:fldChar w:fldCharType="begin"/>
      </w:r>
      <w:r w:rsidR="00766492" w:rsidRPr="00170599">
        <w:rPr>
          <w:b/>
        </w:rPr>
        <w:instrText xml:space="preserve"> REF _Ref531143486 \r \h </w:instrText>
      </w:r>
      <w:r w:rsidR="004946E8" w:rsidRPr="00170599">
        <w:rPr>
          <w:b/>
        </w:rPr>
        <w:instrText xml:space="preserve"> \* MERGEFORMAT </w:instrText>
      </w:r>
      <w:r w:rsidR="00766492" w:rsidRPr="00170599">
        <w:rPr>
          <w:b/>
        </w:rPr>
      </w:r>
      <w:r w:rsidR="00766492" w:rsidRPr="00170599">
        <w:rPr>
          <w:b/>
        </w:rPr>
        <w:fldChar w:fldCharType="separate"/>
      </w:r>
      <w:r w:rsidR="00766492" w:rsidRPr="00170599">
        <w:rPr>
          <w:b/>
        </w:rPr>
        <w:t>19</w:t>
      </w:r>
      <w:r w:rsidR="00766492" w:rsidRPr="00170599">
        <w:rPr>
          <w:b/>
        </w:rPr>
        <w:fldChar w:fldCharType="end"/>
      </w:r>
      <w:r w:rsidR="00885E04" w:rsidRPr="00170599">
        <w:rPr>
          <w:b/>
        </w:rPr>
        <w:t>;</w:t>
      </w:r>
      <w:r w:rsidR="00766492" w:rsidRPr="00170599">
        <w:rPr>
          <w:b/>
        </w:rPr>
        <w:fldChar w:fldCharType="begin"/>
      </w:r>
      <w:r w:rsidR="00766492" w:rsidRPr="00170599">
        <w:rPr>
          <w:b/>
        </w:rPr>
        <w:instrText xml:space="preserve"> REF _Ref179272966 \r \h </w:instrText>
      </w:r>
      <w:r w:rsidR="004946E8" w:rsidRPr="00170599">
        <w:rPr>
          <w:b/>
        </w:rPr>
        <w:instrText xml:space="preserve"> \* MERGEFORMAT </w:instrText>
      </w:r>
      <w:r w:rsidR="00766492" w:rsidRPr="00170599">
        <w:rPr>
          <w:b/>
        </w:rPr>
      </w:r>
      <w:r w:rsidR="00766492" w:rsidRPr="00170599">
        <w:rPr>
          <w:b/>
        </w:rPr>
        <w:fldChar w:fldCharType="separate"/>
      </w:r>
      <w:r w:rsidR="00161845">
        <w:rPr>
          <w:b/>
        </w:rPr>
        <w:t>21</w:t>
      </w:r>
      <w:r w:rsidR="00766492" w:rsidRPr="00170599">
        <w:rPr>
          <w:b/>
        </w:rPr>
        <w:fldChar w:fldCharType="end"/>
      </w:r>
      <w:r w:rsidR="00885E04" w:rsidRPr="00170599">
        <w:rPr>
          <w:b/>
        </w:rPr>
        <w:t>;</w:t>
      </w:r>
      <w:r w:rsidR="00766492" w:rsidRPr="00170599">
        <w:rPr>
          <w:b/>
        </w:rPr>
        <w:fldChar w:fldCharType="begin"/>
      </w:r>
      <w:r w:rsidR="00766492" w:rsidRPr="00170599">
        <w:rPr>
          <w:b/>
        </w:rPr>
        <w:instrText xml:space="preserve"> REF _Ref55928243 \r \h </w:instrText>
      </w:r>
      <w:r w:rsidR="004946E8" w:rsidRPr="00170599">
        <w:rPr>
          <w:b/>
        </w:rPr>
        <w:instrText xml:space="preserve"> \* MERGEFORMAT </w:instrText>
      </w:r>
      <w:r w:rsidR="00766492" w:rsidRPr="00170599">
        <w:rPr>
          <w:b/>
        </w:rPr>
      </w:r>
      <w:r w:rsidR="00766492" w:rsidRPr="00170599">
        <w:rPr>
          <w:b/>
        </w:rPr>
        <w:fldChar w:fldCharType="separate"/>
      </w:r>
      <w:r w:rsidR="00161845">
        <w:rPr>
          <w:b/>
        </w:rPr>
        <w:t>22</w:t>
      </w:r>
      <w:r w:rsidR="00766492" w:rsidRPr="00170599">
        <w:rPr>
          <w:b/>
        </w:rPr>
        <w:fldChar w:fldCharType="end"/>
      </w:r>
      <w:r w:rsidR="00885E04" w:rsidRPr="00170599">
        <w:rPr>
          <w:b/>
        </w:rPr>
        <w:t xml:space="preserve">; </w:t>
      </w:r>
      <w:r w:rsidR="00766492" w:rsidRPr="00170599">
        <w:rPr>
          <w:b/>
        </w:rPr>
        <w:fldChar w:fldCharType="begin"/>
      </w:r>
      <w:r w:rsidR="00766492" w:rsidRPr="00170599">
        <w:rPr>
          <w:b/>
        </w:rPr>
        <w:instrText xml:space="preserve"> REF _Ref55928270 \r \h </w:instrText>
      </w:r>
      <w:r w:rsidR="004946E8" w:rsidRPr="00170599">
        <w:rPr>
          <w:b/>
        </w:rPr>
        <w:instrText xml:space="preserve"> \* MERGEFORMAT </w:instrText>
      </w:r>
      <w:r w:rsidR="00766492" w:rsidRPr="00170599">
        <w:rPr>
          <w:b/>
        </w:rPr>
      </w:r>
      <w:r w:rsidR="00766492" w:rsidRPr="00170599">
        <w:rPr>
          <w:b/>
        </w:rPr>
        <w:fldChar w:fldCharType="separate"/>
      </w:r>
      <w:r w:rsidR="00161845">
        <w:rPr>
          <w:b/>
        </w:rPr>
        <w:t>23</w:t>
      </w:r>
      <w:r w:rsidR="00766492" w:rsidRPr="00170599">
        <w:rPr>
          <w:b/>
        </w:rPr>
        <w:fldChar w:fldCharType="end"/>
      </w:r>
      <w:r w:rsidR="004946E8" w:rsidRPr="00170599">
        <w:rPr>
          <w:b/>
        </w:rPr>
        <w:t xml:space="preserve"> </w:t>
      </w:r>
      <w:r w:rsidR="00885E04" w:rsidRPr="00170599">
        <w:t>and</w:t>
      </w:r>
      <w:r w:rsidR="00885E04" w:rsidRPr="00170599">
        <w:rPr>
          <w:b/>
        </w:rPr>
        <w:t xml:space="preserve"> </w:t>
      </w:r>
      <w:r w:rsidR="00766492" w:rsidRPr="00170599">
        <w:rPr>
          <w:b/>
        </w:rPr>
        <w:fldChar w:fldCharType="begin"/>
      </w:r>
      <w:r w:rsidR="00766492" w:rsidRPr="00170599">
        <w:rPr>
          <w:b/>
        </w:rPr>
        <w:instrText xml:space="preserve"> REF _Ref532897389 \r \h </w:instrText>
      </w:r>
      <w:r w:rsidR="004946E8" w:rsidRPr="00170599">
        <w:rPr>
          <w:b/>
        </w:rPr>
        <w:instrText xml:space="preserve"> \* MERGEFORMAT </w:instrText>
      </w:r>
      <w:r w:rsidR="00766492" w:rsidRPr="00170599">
        <w:rPr>
          <w:b/>
        </w:rPr>
      </w:r>
      <w:r w:rsidR="00766492" w:rsidRPr="00170599">
        <w:rPr>
          <w:b/>
        </w:rPr>
        <w:fldChar w:fldCharType="separate"/>
      </w:r>
      <w:r w:rsidR="00161845">
        <w:rPr>
          <w:b/>
        </w:rPr>
        <w:t>24</w:t>
      </w:r>
      <w:r w:rsidR="00766492" w:rsidRPr="00170599">
        <w:rPr>
          <w:b/>
        </w:rPr>
        <w:fldChar w:fldCharType="end"/>
      </w:r>
      <w:r w:rsidRPr="001A303E">
        <w:t xml:space="preserve"> above.</w:t>
      </w:r>
      <w:bookmarkEnd w:id="1341"/>
      <w:bookmarkEnd w:id="1342"/>
    </w:p>
    <w:p w14:paraId="106CFDBC" w14:textId="70C33026" w:rsidR="001D2BCE" w:rsidRPr="001A303E" w:rsidRDefault="001D2BCE" w:rsidP="00C25B08">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343" w:name="_Ref178129565"/>
      <w:bookmarkStart w:id="1344" w:name="_Toc283110475"/>
      <w:bookmarkStart w:id="1345" w:name="_Toc293325637"/>
      <w:bookmarkStart w:id="1346" w:name="_Ref2929896"/>
      <w:bookmarkStart w:id="1347" w:name="_Toc65489846"/>
      <w:bookmarkEnd w:id="1324"/>
      <w:bookmarkEnd w:id="1325"/>
      <w:bookmarkEnd w:id="1329"/>
      <w:bookmarkEnd w:id="1330"/>
      <w:bookmarkEnd w:id="1336"/>
      <w:r w:rsidRPr="001A303E">
        <w:rPr>
          <w:b/>
          <w:bCs/>
          <w:caps/>
          <w:lang w:val="en-ZA" w:eastAsia="en-US"/>
        </w:rPr>
        <w:t>TERMINATION</w:t>
      </w:r>
      <w:bookmarkEnd w:id="1343"/>
      <w:bookmarkEnd w:id="1344"/>
      <w:bookmarkEnd w:id="1345"/>
      <w:bookmarkEnd w:id="1346"/>
      <w:bookmarkEnd w:id="1347"/>
    </w:p>
    <w:p w14:paraId="404EC6C0" w14:textId="1E6DD9E6" w:rsidR="001D2BCE" w:rsidRPr="001A303E" w:rsidRDefault="001D2BCE" w:rsidP="00C25B08">
      <w:pPr>
        <w:pStyle w:val="ListParagraph"/>
        <w:numPr>
          <w:ilvl w:val="1"/>
          <w:numId w:val="28"/>
        </w:numPr>
        <w:spacing w:before="120" w:after="240" w:line="360" w:lineRule="auto"/>
        <w:ind w:left="709" w:hanging="709"/>
        <w:contextualSpacing w:val="0"/>
        <w:jc w:val="both"/>
      </w:pPr>
      <w:bookmarkStart w:id="1348" w:name="_Ref533021909"/>
      <w:bookmarkStart w:id="1349" w:name="_Toc12416921"/>
      <w:r w:rsidRPr="001A303E">
        <w:t xml:space="preserve">If a Party commits a material breach of this Agreement and fails to remedy such breach within </w:t>
      </w:r>
      <w:r w:rsidR="00236C06" w:rsidRPr="001A303E">
        <w:t>10</w:t>
      </w:r>
      <w:r w:rsidR="00885E04" w:rsidRPr="001A303E">
        <w:t xml:space="preserve"> (</w:t>
      </w:r>
      <w:r w:rsidR="00236C06" w:rsidRPr="001A303E">
        <w:t>ten</w:t>
      </w:r>
      <w:r w:rsidR="00885E04" w:rsidRPr="001A303E">
        <w:t>) Business D</w:t>
      </w:r>
      <w:r w:rsidRPr="001A303E">
        <w:t>ays of written notice requiring the breach to be remedied, then the Party giving the notice will be entitled, at its option, either to claim specific performance of the defaulting Party's obligations whether or not such obligations have fallen due for performance (with or without claiming damages) or to cancel this Agreement (with or without claiming damages) in which case the cancellation will take effect on the date of the notice.</w:t>
      </w:r>
      <w:bookmarkEnd w:id="1348"/>
      <w:bookmarkEnd w:id="1349"/>
    </w:p>
    <w:p w14:paraId="292B8918" w14:textId="02E15EFA" w:rsidR="001D2BCE" w:rsidRPr="00BB3CB5" w:rsidRDefault="001D2BCE" w:rsidP="00236C06">
      <w:pPr>
        <w:pStyle w:val="ListParagraph"/>
        <w:numPr>
          <w:ilvl w:val="1"/>
          <w:numId w:val="28"/>
        </w:numPr>
        <w:spacing w:before="120" w:after="240" w:line="360" w:lineRule="auto"/>
        <w:ind w:left="709" w:hanging="709"/>
        <w:contextualSpacing w:val="0"/>
        <w:jc w:val="both"/>
        <w:rPr>
          <w:b/>
          <w:bCs/>
        </w:rPr>
      </w:pPr>
      <w:bookmarkStart w:id="1350" w:name="_Ref500308064"/>
      <w:bookmarkStart w:id="1351" w:name="_Ref253989216"/>
      <w:bookmarkStart w:id="1352" w:name="_Toc12416922"/>
      <w:bookmarkStart w:id="1353" w:name="_Ref75743451"/>
      <w:r w:rsidRPr="001A303E">
        <w:t xml:space="preserve">If the Service Provider fails to adhere to any legal requirement or breaches the provisions of </w:t>
      </w:r>
      <w:r w:rsidR="00E23CEB" w:rsidRPr="00170599">
        <w:rPr>
          <w:b/>
        </w:rPr>
        <w:t>Clause</w:t>
      </w:r>
      <w:r w:rsidRPr="00170599">
        <w:rPr>
          <w:b/>
        </w:rPr>
        <w:t xml:space="preserve"> </w:t>
      </w:r>
      <w:r w:rsidR="00766492" w:rsidRPr="00170599">
        <w:rPr>
          <w:b/>
        </w:rPr>
        <w:fldChar w:fldCharType="begin"/>
      </w:r>
      <w:r w:rsidR="00766492" w:rsidRPr="00170599">
        <w:rPr>
          <w:b/>
        </w:rPr>
        <w:instrText xml:space="preserve"> REF _Ref533021909 \r \h </w:instrText>
      </w:r>
      <w:r w:rsidR="004946E8" w:rsidRPr="00170599">
        <w:rPr>
          <w:b/>
        </w:rPr>
        <w:instrText xml:space="preserve"> \* MERGEFORMAT </w:instrText>
      </w:r>
      <w:r w:rsidR="00766492" w:rsidRPr="00170599">
        <w:rPr>
          <w:b/>
        </w:rPr>
      </w:r>
      <w:r w:rsidR="00766492" w:rsidRPr="00170599">
        <w:rPr>
          <w:b/>
        </w:rPr>
        <w:fldChar w:fldCharType="separate"/>
      </w:r>
      <w:r w:rsidR="00161845">
        <w:rPr>
          <w:b/>
        </w:rPr>
        <w:t>29.1</w:t>
      </w:r>
      <w:r w:rsidR="00766492" w:rsidRPr="00170599">
        <w:rPr>
          <w:b/>
        </w:rPr>
        <w:fldChar w:fldCharType="end"/>
      </w:r>
      <w:r w:rsidRPr="001A303E">
        <w:t xml:space="preserve"> above and/or any term or condition of any licence, authorisation or consent required for the provision of the Services and which failure or breach </w:t>
      </w:r>
      <w:r w:rsidR="00BA4FE1" w:rsidRPr="001A303E">
        <w:t>SARS</w:t>
      </w:r>
      <w:r w:rsidRPr="001A303E">
        <w:t xml:space="preserve">, in its sole discretion, considers to be detrimental to </w:t>
      </w:r>
      <w:r w:rsidR="00BA4FE1" w:rsidRPr="001A303E">
        <w:t>SARS</w:t>
      </w:r>
      <w:r w:rsidR="008F5BF0" w:rsidRPr="001A303E">
        <w:t>,</w:t>
      </w:r>
      <w:r w:rsidRPr="001A303E">
        <w:t xml:space="preserve"> then </w:t>
      </w:r>
      <w:r w:rsidR="00BA4FE1" w:rsidRPr="001A303E">
        <w:t>SARS</w:t>
      </w:r>
      <w:r w:rsidRPr="001A303E">
        <w:t xml:space="preserve"> will be entitled, but not obliged, to immediately terminate this Agreement on written notice to the Service Provider, in which event such termination will be without any liability to </w:t>
      </w:r>
      <w:r w:rsidR="00BA4FE1" w:rsidRPr="001A303E">
        <w:t>SARS</w:t>
      </w:r>
      <w:r w:rsidRPr="001A303E">
        <w:t xml:space="preserve"> and without </w:t>
      </w:r>
      <w:r w:rsidRPr="00BB3CB5">
        <w:t xml:space="preserve">prejudice to any claims which </w:t>
      </w:r>
      <w:r w:rsidR="00BA4FE1" w:rsidRPr="00BB3CB5">
        <w:t>SARS</w:t>
      </w:r>
      <w:r w:rsidRPr="00BB3CB5">
        <w:t xml:space="preserve"> may have for damages against </w:t>
      </w:r>
      <w:bookmarkStart w:id="1354" w:name="_Hlt502635282"/>
      <w:bookmarkEnd w:id="1350"/>
      <w:bookmarkEnd w:id="1354"/>
      <w:r w:rsidRPr="00BB3CB5">
        <w:t>the Service Provider.</w:t>
      </w:r>
      <w:bookmarkEnd w:id="1351"/>
      <w:bookmarkEnd w:id="1352"/>
      <w:r w:rsidRPr="00BB3CB5">
        <w:t xml:space="preserve"> </w:t>
      </w:r>
      <w:bookmarkEnd w:id="1353"/>
    </w:p>
    <w:p w14:paraId="0637334A" w14:textId="50F0830B" w:rsidR="001D2BCE" w:rsidRPr="001A303E" w:rsidRDefault="001D2BCE" w:rsidP="00236C06">
      <w:pPr>
        <w:pStyle w:val="ListParagraph"/>
        <w:numPr>
          <w:ilvl w:val="1"/>
          <w:numId w:val="28"/>
        </w:numPr>
        <w:spacing w:before="120" w:after="240" w:line="360" w:lineRule="auto"/>
        <w:ind w:left="709" w:hanging="709"/>
        <w:contextualSpacing w:val="0"/>
        <w:jc w:val="both"/>
      </w:pPr>
      <w:bookmarkStart w:id="1355" w:name="_Ref253057884"/>
      <w:bookmarkStart w:id="1356" w:name="_Toc12416923"/>
      <w:r w:rsidRPr="00BB3CB5">
        <w:t xml:space="preserve">A Party's remedies in terms of this </w:t>
      </w:r>
      <w:r w:rsidR="00E23CEB" w:rsidRPr="00170599">
        <w:rPr>
          <w:b/>
        </w:rPr>
        <w:t>Clause</w:t>
      </w:r>
      <w:r w:rsidRPr="00170599">
        <w:rPr>
          <w:b/>
        </w:rPr>
        <w:t xml:space="preserve"> </w:t>
      </w:r>
      <w:r w:rsidR="00766492" w:rsidRPr="00170599">
        <w:rPr>
          <w:b/>
        </w:rPr>
        <w:fldChar w:fldCharType="begin"/>
      </w:r>
      <w:r w:rsidR="00766492" w:rsidRPr="00170599">
        <w:rPr>
          <w:b/>
        </w:rPr>
        <w:instrText xml:space="preserve"> REF _Ref178129565 \r \h </w:instrText>
      </w:r>
      <w:r w:rsidR="004946E8" w:rsidRPr="00170599">
        <w:rPr>
          <w:b/>
        </w:rPr>
        <w:instrText xml:space="preserve"> \* MERGEFORMAT </w:instrText>
      </w:r>
      <w:r w:rsidR="00766492" w:rsidRPr="00170599">
        <w:rPr>
          <w:b/>
        </w:rPr>
      </w:r>
      <w:r w:rsidR="00766492" w:rsidRPr="00170599">
        <w:rPr>
          <w:b/>
        </w:rPr>
        <w:fldChar w:fldCharType="separate"/>
      </w:r>
      <w:r w:rsidR="00161845">
        <w:rPr>
          <w:b/>
        </w:rPr>
        <w:t>29</w:t>
      </w:r>
      <w:r w:rsidR="00766492" w:rsidRPr="00170599">
        <w:rPr>
          <w:b/>
        </w:rPr>
        <w:fldChar w:fldCharType="end"/>
      </w:r>
      <w:r w:rsidRPr="001A303E">
        <w:t xml:space="preserve"> are without prejudice to any other remedies to which such Party may be entitled in law.</w:t>
      </w:r>
      <w:bookmarkEnd w:id="1355"/>
      <w:bookmarkEnd w:id="1356"/>
    </w:p>
    <w:p w14:paraId="0EB761FF" w14:textId="510D9DD9" w:rsidR="001D2BCE" w:rsidRPr="001A303E" w:rsidRDefault="001D2BCE" w:rsidP="004B0ADB">
      <w:pPr>
        <w:pStyle w:val="ListParagraph"/>
        <w:numPr>
          <w:ilvl w:val="0"/>
          <w:numId w:val="28"/>
        </w:numPr>
        <w:spacing w:before="120" w:after="240" w:line="360" w:lineRule="auto"/>
        <w:ind w:left="720" w:hanging="720"/>
        <w:contextualSpacing w:val="0"/>
        <w:jc w:val="both"/>
        <w:outlineLvl w:val="0"/>
        <w:rPr>
          <w:b/>
          <w:bCs/>
          <w:caps/>
          <w:lang w:val="en-ZA" w:eastAsia="en-US"/>
        </w:rPr>
      </w:pPr>
      <w:bookmarkStart w:id="1357" w:name="_Toc283110476"/>
      <w:bookmarkStart w:id="1358" w:name="_Ref292349414"/>
      <w:bookmarkStart w:id="1359" w:name="_Ref292349661"/>
      <w:bookmarkStart w:id="1360" w:name="_Toc293325638"/>
      <w:bookmarkStart w:id="1361" w:name="_Ref532950990"/>
      <w:bookmarkStart w:id="1362" w:name="_Toc65489847"/>
      <w:r w:rsidRPr="001A303E">
        <w:rPr>
          <w:b/>
          <w:bCs/>
          <w:caps/>
          <w:lang w:val="en-ZA" w:eastAsia="en-US"/>
        </w:rPr>
        <w:t xml:space="preserve">TERMINATION </w:t>
      </w:r>
      <w:r w:rsidR="00885E04" w:rsidRPr="001A303E">
        <w:rPr>
          <w:b/>
          <w:bCs/>
          <w:caps/>
          <w:lang w:val="en-ZA" w:eastAsia="en-US"/>
        </w:rPr>
        <w:t>FOR</w:t>
      </w:r>
      <w:r w:rsidRPr="001A303E">
        <w:rPr>
          <w:b/>
          <w:bCs/>
          <w:caps/>
          <w:lang w:val="en-ZA" w:eastAsia="en-US"/>
        </w:rPr>
        <w:t xml:space="preserve"> CONVENIENCE</w:t>
      </w:r>
      <w:bookmarkEnd w:id="1357"/>
      <w:bookmarkEnd w:id="1358"/>
      <w:bookmarkEnd w:id="1359"/>
      <w:bookmarkEnd w:id="1360"/>
      <w:bookmarkEnd w:id="1361"/>
      <w:bookmarkEnd w:id="1362"/>
    </w:p>
    <w:p w14:paraId="2C372B63" w14:textId="0D521AEC" w:rsidR="001D2BCE" w:rsidRPr="00170599" w:rsidRDefault="00BA4FE1" w:rsidP="00236C06">
      <w:pPr>
        <w:pStyle w:val="ListParagraph"/>
        <w:numPr>
          <w:ilvl w:val="1"/>
          <w:numId w:val="28"/>
        </w:numPr>
        <w:spacing w:before="120" w:after="240" w:line="360" w:lineRule="auto"/>
        <w:ind w:left="709" w:hanging="709"/>
        <w:contextualSpacing w:val="0"/>
        <w:jc w:val="both"/>
      </w:pPr>
      <w:bookmarkStart w:id="1363" w:name="_Toc12416925"/>
      <w:r w:rsidRPr="001A303E">
        <w:t>SARS</w:t>
      </w:r>
      <w:r w:rsidR="001D2BCE" w:rsidRPr="00BB3CB5">
        <w:t xml:space="preserve"> may terminate this Agreement for convenience and without cause at any time by giving the Service Provider at least 90 (ninety) days prior written notice designating the termination date. </w:t>
      </w:r>
      <w:r w:rsidRPr="00BB3CB5">
        <w:t>SARS</w:t>
      </w:r>
      <w:r w:rsidR="001D2BCE" w:rsidRPr="00BB3CB5">
        <w:t xml:space="preserve"> will have no liability to the Service Provider with respect to any such termination, other than pro rata refunding to the Service Provider actual annual </w:t>
      </w:r>
      <w:r w:rsidR="008F5BF0" w:rsidRPr="00BB3CB5">
        <w:t>F</w:t>
      </w:r>
      <w:r w:rsidR="001D2BCE" w:rsidRPr="00BB3CB5">
        <w:t xml:space="preserve">ees that the Service Provider may have paid to the Licensor on </w:t>
      </w:r>
      <w:r w:rsidRPr="00170599">
        <w:t>SARS</w:t>
      </w:r>
      <w:r w:rsidR="001D2BCE" w:rsidRPr="00170599">
        <w:t>’s behalf and cannot</w:t>
      </w:r>
      <w:r w:rsidR="008F5BF0" w:rsidRPr="00170599">
        <w:t>,</w:t>
      </w:r>
      <w:r w:rsidR="001D2BCE" w:rsidRPr="00170599">
        <w:t xml:space="preserve"> using </w:t>
      </w:r>
      <w:r w:rsidR="008F5BF0" w:rsidRPr="00170599">
        <w:t>R</w:t>
      </w:r>
      <w:r w:rsidR="001D2BCE" w:rsidRPr="00170599">
        <w:t xml:space="preserve">easonable </w:t>
      </w:r>
      <w:r w:rsidR="008F5BF0" w:rsidRPr="00170599">
        <w:t>C</w:t>
      </w:r>
      <w:r w:rsidR="001D2BCE" w:rsidRPr="00170599">
        <w:t xml:space="preserve">ommercial </w:t>
      </w:r>
      <w:r w:rsidR="008F5BF0" w:rsidRPr="00170599">
        <w:t>E</w:t>
      </w:r>
      <w:r w:rsidR="001D2BCE" w:rsidRPr="00170599">
        <w:t xml:space="preserve">fforts recover from the Licensor.  The Service Provider must provide </w:t>
      </w:r>
      <w:r w:rsidRPr="00170599">
        <w:t>SARS</w:t>
      </w:r>
      <w:r w:rsidR="001D2BCE" w:rsidRPr="00170599">
        <w:t xml:space="preserve"> with proof, acceptable to </w:t>
      </w:r>
      <w:r w:rsidRPr="00170599">
        <w:t>SARS</w:t>
      </w:r>
      <w:r w:rsidR="001D2BCE" w:rsidRPr="00170599">
        <w:t>, of such payment.</w:t>
      </w:r>
      <w:bookmarkEnd w:id="1363"/>
    </w:p>
    <w:p w14:paraId="5B882DD6" w14:textId="77777777" w:rsidR="002B5A54" w:rsidRPr="00170599" w:rsidRDefault="002B5A54" w:rsidP="004B0ADB">
      <w:pPr>
        <w:pStyle w:val="ListParagraph"/>
        <w:numPr>
          <w:ilvl w:val="0"/>
          <w:numId w:val="28"/>
        </w:numPr>
        <w:spacing w:before="120" w:after="240" w:line="360" w:lineRule="auto"/>
        <w:ind w:left="720" w:hanging="720"/>
        <w:contextualSpacing w:val="0"/>
        <w:jc w:val="both"/>
        <w:outlineLvl w:val="0"/>
        <w:rPr>
          <w:b/>
          <w:bCs/>
          <w:caps/>
          <w:lang w:val="en-ZA" w:eastAsia="en-US"/>
        </w:rPr>
      </w:pPr>
      <w:bookmarkStart w:id="1364" w:name="_Ref533020574"/>
      <w:bookmarkStart w:id="1365" w:name="_Ref2859775"/>
      <w:bookmarkStart w:id="1366" w:name="_Toc65489848"/>
      <w:bookmarkStart w:id="1367" w:name="_Toc283110477"/>
      <w:bookmarkStart w:id="1368" w:name="_Toc293325639"/>
      <w:r w:rsidRPr="00170599">
        <w:rPr>
          <w:b/>
          <w:bCs/>
          <w:caps/>
          <w:lang w:val="en-ZA" w:eastAsia="en-US"/>
        </w:rPr>
        <w:t>Termination for Cause</w:t>
      </w:r>
      <w:bookmarkEnd w:id="1364"/>
      <w:bookmarkEnd w:id="1365"/>
      <w:bookmarkEnd w:id="1366"/>
    </w:p>
    <w:p w14:paraId="12533F6A" w14:textId="40025D19" w:rsidR="002B5A54" w:rsidRPr="001A303E" w:rsidRDefault="002B5A54" w:rsidP="00236C06">
      <w:pPr>
        <w:pStyle w:val="ListParagraph"/>
        <w:numPr>
          <w:ilvl w:val="1"/>
          <w:numId w:val="28"/>
        </w:numPr>
        <w:spacing w:before="120" w:after="240" w:line="360" w:lineRule="auto"/>
        <w:ind w:left="709" w:hanging="709"/>
        <w:contextualSpacing w:val="0"/>
        <w:jc w:val="both"/>
      </w:pPr>
      <w:bookmarkStart w:id="1369" w:name="_Ref2930060"/>
      <w:bookmarkStart w:id="1370" w:name="_Toc12416927"/>
      <w:r w:rsidRPr="00170599">
        <w:t xml:space="preserve">SARS may </w:t>
      </w:r>
      <w:r w:rsidRPr="001A303E">
        <w:t>by giving notice to the Service Provider, terminate this Agreement in whole or in part, as of a date set out in the notice of termination, in the event that the Service Provider:</w:t>
      </w:r>
      <w:bookmarkEnd w:id="1369"/>
      <w:bookmarkEnd w:id="1370"/>
    </w:p>
    <w:p w14:paraId="1EB482BA" w14:textId="77777777" w:rsidR="002B5A54" w:rsidRPr="001A303E" w:rsidRDefault="002B5A54" w:rsidP="00236C06">
      <w:pPr>
        <w:pStyle w:val="ListParagraph"/>
        <w:numPr>
          <w:ilvl w:val="2"/>
          <w:numId w:val="28"/>
        </w:numPr>
        <w:spacing w:before="120" w:after="240" w:line="360" w:lineRule="auto"/>
        <w:ind w:left="709" w:hanging="709"/>
        <w:contextualSpacing w:val="0"/>
        <w:jc w:val="both"/>
      </w:pPr>
      <w:bookmarkStart w:id="1371" w:name="_Toc12416928"/>
      <w:r w:rsidRPr="001A303E">
        <w:t>is placed under voluntary or compulsory liquidation (whether provisional or final) or business rescue proceedings are commenced against the Service Provider; and/or</w:t>
      </w:r>
      <w:bookmarkEnd w:id="1371"/>
    </w:p>
    <w:p w14:paraId="0E07DC69" w14:textId="41A45834" w:rsidR="002B5A54" w:rsidRPr="001A303E" w:rsidRDefault="002B5A54" w:rsidP="00236C06">
      <w:pPr>
        <w:pStyle w:val="ListParagraph"/>
        <w:numPr>
          <w:ilvl w:val="2"/>
          <w:numId w:val="28"/>
        </w:numPr>
        <w:spacing w:before="120" w:after="240" w:line="360" w:lineRule="auto"/>
        <w:ind w:left="709" w:hanging="709"/>
        <w:contextualSpacing w:val="0"/>
        <w:jc w:val="both"/>
      </w:pPr>
      <w:bookmarkStart w:id="1372" w:name="_Toc12416929"/>
      <w:r w:rsidRPr="00170599">
        <w:t xml:space="preserve">commits an </w:t>
      </w:r>
      <w:r w:rsidR="007A29AD" w:rsidRPr="00170599">
        <w:t>ac</w:t>
      </w:r>
      <w:r w:rsidRPr="00170599">
        <w:t>t</w:t>
      </w:r>
      <w:r w:rsidR="007A29AD" w:rsidRPr="00170599">
        <w:t xml:space="preserve"> </w:t>
      </w:r>
      <w:r w:rsidRPr="00170599">
        <w:t xml:space="preserve">of </w:t>
      </w:r>
      <w:r w:rsidR="007A29AD" w:rsidRPr="00170599">
        <w:t>i</w:t>
      </w:r>
      <w:r w:rsidRPr="00170599">
        <w:t>nsolvency</w:t>
      </w:r>
      <w:r w:rsidR="007A29AD" w:rsidRPr="00170599">
        <w:t xml:space="preserve"> as defined in the Insolvency</w:t>
      </w:r>
      <w:r w:rsidR="00F0746A" w:rsidRPr="001A303E">
        <w:t xml:space="preserve"> Act</w:t>
      </w:r>
      <w:r w:rsidR="00503740" w:rsidRPr="001A303E">
        <w:t xml:space="preserve"> No. 24 of 1936</w:t>
      </w:r>
      <w:bookmarkEnd w:id="1372"/>
      <w:r w:rsidRPr="001A303E">
        <w:t xml:space="preserve"> </w:t>
      </w:r>
    </w:p>
    <w:p w14:paraId="5E9F5C85" w14:textId="78C1178D" w:rsidR="002B5A54" w:rsidRPr="00C21D89" w:rsidRDefault="008F5BF0" w:rsidP="00236C06">
      <w:pPr>
        <w:pStyle w:val="ListParagraph"/>
        <w:numPr>
          <w:ilvl w:val="1"/>
          <w:numId w:val="28"/>
        </w:numPr>
        <w:spacing w:before="120" w:after="240" w:line="360" w:lineRule="auto"/>
        <w:ind w:left="709" w:hanging="709"/>
        <w:contextualSpacing w:val="0"/>
        <w:jc w:val="both"/>
        <w:rPr>
          <w:b/>
          <w:bCs/>
        </w:rPr>
      </w:pPr>
      <w:bookmarkStart w:id="1373" w:name="_Toc12416930"/>
      <w:r w:rsidRPr="001A303E">
        <w:t xml:space="preserve">Notwithstanding </w:t>
      </w:r>
      <w:r w:rsidRPr="00170599">
        <w:rPr>
          <w:b/>
        </w:rPr>
        <w:t xml:space="preserve">Clause </w:t>
      </w:r>
      <w:r w:rsidR="00766492" w:rsidRPr="00170599">
        <w:rPr>
          <w:b/>
        </w:rPr>
        <w:fldChar w:fldCharType="begin"/>
      </w:r>
      <w:r w:rsidR="00766492" w:rsidRPr="00170599">
        <w:rPr>
          <w:b/>
        </w:rPr>
        <w:instrText xml:space="preserve"> REF _Ref533020574 \r \h </w:instrText>
      </w:r>
      <w:r w:rsidR="004946E8" w:rsidRPr="00170599">
        <w:rPr>
          <w:b/>
        </w:rPr>
        <w:instrText xml:space="preserve"> \* MERGEFORMAT </w:instrText>
      </w:r>
      <w:r w:rsidR="00766492" w:rsidRPr="00170599">
        <w:rPr>
          <w:b/>
        </w:rPr>
      </w:r>
      <w:r w:rsidR="00766492" w:rsidRPr="00170599">
        <w:rPr>
          <w:b/>
        </w:rPr>
        <w:fldChar w:fldCharType="separate"/>
      </w:r>
      <w:r w:rsidR="00766492" w:rsidRPr="00170599">
        <w:rPr>
          <w:b/>
        </w:rPr>
        <w:t>31</w:t>
      </w:r>
      <w:r w:rsidR="00766492" w:rsidRPr="00170599">
        <w:rPr>
          <w:b/>
        </w:rPr>
        <w:fldChar w:fldCharType="end"/>
      </w:r>
      <w:r w:rsidRPr="001A303E">
        <w:t xml:space="preserve"> above, </w:t>
      </w:r>
      <w:r w:rsidR="002B5A54" w:rsidRPr="001A303E">
        <w:t>SARS may terminate this Agreement, in whole or in part, in the event that SARS is unable to obtain funding to procure the Services.</w:t>
      </w:r>
      <w:bookmarkEnd w:id="1373"/>
    </w:p>
    <w:p w14:paraId="22B16CD8" w14:textId="77777777" w:rsidR="00C21D89" w:rsidRPr="00E377C5" w:rsidRDefault="00C21D89" w:rsidP="00C21D89">
      <w:pPr>
        <w:pStyle w:val="ListParagraph"/>
        <w:spacing w:before="120" w:after="240" w:line="360" w:lineRule="auto"/>
        <w:ind w:left="709"/>
        <w:contextualSpacing w:val="0"/>
        <w:jc w:val="both"/>
        <w:rPr>
          <w:b/>
          <w:bCs/>
        </w:rPr>
      </w:pPr>
    </w:p>
    <w:p w14:paraId="22AD32E2" w14:textId="77777777" w:rsidR="002B5A54" w:rsidRPr="001A303E" w:rsidRDefault="002B5A54" w:rsidP="004B0ADB">
      <w:pPr>
        <w:pStyle w:val="ListParagraph"/>
        <w:numPr>
          <w:ilvl w:val="0"/>
          <w:numId w:val="28"/>
        </w:numPr>
        <w:spacing w:before="120" w:after="240" w:line="360" w:lineRule="auto"/>
        <w:ind w:left="720" w:hanging="720"/>
        <w:contextualSpacing w:val="0"/>
        <w:jc w:val="both"/>
        <w:outlineLvl w:val="0"/>
        <w:rPr>
          <w:b/>
          <w:bCs/>
          <w:caps/>
          <w:lang w:val="en-ZA" w:eastAsia="en-US"/>
        </w:rPr>
      </w:pPr>
      <w:bookmarkStart w:id="1374" w:name="_Toc531439703"/>
      <w:bookmarkStart w:id="1375" w:name="_Toc65489849"/>
      <w:r w:rsidRPr="001A303E">
        <w:rPr>
          <w:b/>
          <w:bCs/>
          <w:caps/>
          <w:lang w:val="en-ZA" w:eastAsia="en-US"/>
        </w:rPr>
        <w:t>Termination upon Sale, Acquisition, Merger or Change of Control</w:t>
      </w:r>
      <w:bookmarkEnd w:id="1374"/>
      <w:bookmarkEnd w:id="1375"/>
    </w:p>
    <w:p w14:paraId="6985D666" w14:textId="77777777" w:rsidR="002B5A54" w:rsidRPr="00BB3CB5" w:rsidRDefault="002B5A54" w:rsidP="00503740">
      <w:pPr>
        <w:pStyle w:val="ListParagraph"/>
        <w:spacing w:before="120" w:after="240" w:line="360" w:lineRule="auto"/>
        <w:ind w:left="709"/>
        <w:contextualSpacing w:val="0"/>
        <w:jc w:val="both"/>
      </w:pPr>
      <w:bookmarkStart w:id="1376" w:name="_Toc12416932"/>
      <w:r w:rsidRPr="001A303E">
        <w:t xml:space="preserve">In the event of a sale, acquisition, merger, or other change of Control of </w:t>
      </w:r>
      <w:r w:rsidR="008F5BF0" w:rsidRPr="001A303E">
        <w:t xml:space="preserve">the </w:t>
      </w:r>
      <w:r w:rsidRPr="001A303E">
        <w:t xml:space="preserve">Service Provider where such Control is acquired, directly or indirectly, in a single transaction or series of related transactions, or in the event of a sale of all or substantially all of the assets of </w:t>
      </w:r>
      <w:r w:rsidR="008F5BF0" w:rsidRPr="001A303E">
        <w:t xml:space="preserve">the </w:t>
      </w:r>
      <w:r w:rsidRPr="001A303E">
        <w:t xml:space="preserve">Service Provider in a single or series of related transactions, then SARS may terminate this Agreement by giving </w:t>
      </w:r>
      <w:r w:rsidR="008F5BF0" w:rsidRPr="00BB3CB5">
        <w:t xml:space="preserve">the </w:t>
      </w:r>
      <w:r w:rsidRPr="00BB3CB5">
        <w:t xml:space="preserve">Service Provider at least 90 (ninety) days prior notice and designating a date upon which such termination will be effective. SARS will have no liability towards </w:t>
      </w:r>
      <w:r w:rsidR="008F5BF0" w:rsidRPr="00BB3CB5">
        <w:t xml:space="preserve">the </w:t>
      </w:r>
      <w:r w:rsidRPr="00BB3CB5">
        <w:t>Service Provider with respect to such termination save for the settlement of any outstanding fees for the Services rendered as at the date of termination.</w:t>
      </w:r>
      <w:bookmarkEnd w:id="1376"/>
    </w:p>
    <w:p w14:paraId="4E7F0023" w14:textId="77777777" w:rsidR="001D2BCE" w:rsidRPr="00170599" w:rsidRDefault="001D2BCE" w:rsidP="004B0ADB">
      <w:pPr>
        <w:pStyle w:val="ListParagraph"/>
        <w:numPr>
          <w:ilvl w:val="0"/>
          <w:numId w:val="28"/>
        </w:numPr>
        <w:spacing w:before="120" w:after="240" w:line="360" w:lineRule="auto"/>
        <w:ind w:left="720" w:hanging="720"/>
        <w:contextualSpacing w:val="0"/>
        <w:jc w:val="both"/>
        <w:outlineLvl w:val="0"/>
        <w:rPr>
          <w:b/>
          <w:bCs/>
          <w:caps/>
          <w:lang w:val="en-ZA" w:eastAsia="en-US"/>
        </w:rPr>
      </w:pPr>
      <w:bookmarkStart w:id="1377" w:name="_Toc12416933"/>
      <w:bookmarkStart w:id="1378" w:name="_Toc65489850"/>
      <w:r w:rsidRPr="00170599">
        <w:rPr>
          <w:b/>
          <w:bCs/>
          <w:caps/>
          <w:lang w:val="en-ZA" w:eastAsia="en-US"/>
        </w:rPr>
        <w:t>Effect of TERMINATION</w:t>
      </w:r>
      <w:bookmarkEnd w:id="1367"/>
      <w:bookmarkEnd w:id="1368"/>
      <w:bookmarkEnd w:id="1377"/>
      <w:bookmarkEnd w:id="1378"/>
    </w:p>
    <w:p w14:paraId="79352CEE" w14:textId="77777777" w:rsidR="001D2BCE" w:rsidRPr="00170599" w:rsidRDefault="001D2BCE" w:rsidP="00503740">
      <w:pPr>
        <w:pStyle w:val="ListParagraph"/>
        <w:spacing w:before="120" w:after="240" w:line="360" w:lineRule="auto"/>
        <w:ind w:left="709"/>
        <w:contextualSpacing w:val="0"/>
        <w:jc w:val="both"/>
      </w:pPr>
      <w:r w:rsidRPr="00170599">
        <w:t>The termination of this Agreement will not relieve the Parties hereto of any liabilities, obligations, expenses or charges accruing up to date of such termination and all rights accruing to either Party to the said date of termination will likewise remain in full force and effect.</w:t>
      </w:r>
    </w:p>
    <w:p w14:paraId="0809AE16" w14:textId="77777777" w:rsidR="001D2BCE" w:rsidRPr="00170599" w:rsidRDefault="001D2BCE" w:rsidP="004B0ADB">
      <w:pPr>
        <w:pStyle w:val="ListParagraph"/>
        <w:numPr>
          <w:ilvl w:val="0"/>
          <w:numId w:val="28"/>
        </w:numPr>
        <w:spacing w:before="120" w:after="240" w:line="360" w:lineRule="auto"/>
        <w:ind w:left="720" w:hanging="720"/>
        <w:contextualSpacing w:val="0"/>
        <w:jc w:val="both"/>
        <w:outlineLvl w:val="0"/>
        <w:rPr>
          <w:b/>
          <w:bCs/>
          <w:caps/>
          <w:lang w:val="en-ZA" w:eastAsia="en-US"/>
        </w:rPr>
      </w:pPr>
      <w:bookmarkStart w:id="1379" w:name="_Toc283110478"/>
      <w:bookmarkStart w:id="1380" w:name="_Toc293325640"/>
      <w:bookmarkStart w:id="1381" w:name="_Toc65489851"/>
      <w:r w:rsidRPr="00170599">
        <w:rPr>
          <w:b/>
          <w:bCs/>
          <w:caps/>
          <w:lang w:val="en-ZA" w:eastAsia="en-US"/>
        </w:rPr>
        <w:t>termination/expiration assistance</w:t>
      </w:r>
      <w:bookmarkEnd w:id="1379"/>
      <w:bookmarkEnd w:id="1380"/>
      <w:bookmarkEnd w:id="1381"/>
    </w:p>
    <w:p w14:paraId="76682CC6" w14:textId="516CFD7E" w:rsidR="001C011E" w:rsidRDefault="001D2BCE" w:rsidP="00503740">
      <w:pPr>
        <w:pStyle w:val="ListParagraph"/>
        <w:spacing w:before="120" w:after="240" w:line="360" w:lineRule="auto"/>
        <w:ind w:left="709"/>
        <w:contextualSpacing w:val="0"/>
        <w:jc w:val="both"/>
      </w:pPr>
      <w:bookmarkStart w:id="1382" w:name="_Toc12416936"/>
      <w:r w:rsidRPr="00170599">
        <w:t>Upon</w:t>
      </w:r>
      <w:r w:rsidRPr="00170599">
        <w:rPr>
          <w:rStyle w:val="level2Char"/>
          <w:rFonts w:eastAsia="MS Mincho"/>
        </w:rPr>
        <w:t xml:space="preserve"> termination of this Agreement, the Service Provider will, at no additional cost to </w:t>
      </w:r>
      <w:r w:rsidR="00BA4FE1" w:rsidRPr="00170599">
        <w:rPr>
          <w:rStyle w:val="level2Char"/>
          <w:rFonts w:eastAsia="MS Mincho"/>
        </w:rPr>
        <w:t>SARS</w:t>
      </w:r>
      <w:r w:rsidRPr="00170599">
        <w:rPr>
          <w:rStyle w:val="level2Char"/>
          <w:rFonts w:eastAsia="MS Mincho"/>
        </w:rPr>
        <w:t xml:space="preserve">, provide all reasonable information and assistance to </w:t>
      </w:r>
      <w:r w:rsidR="00BA4FE1" w:rsidRPr="00170599">
        <w:t>SARS</w:t>
      </w:r>
      <w:r w:rsidRPr="00170599">
        <w:t xml:space="preserve"> to enable </w:t>
      </w:r>
      <w:r w:rsidR="00BA4FE1" w:rsidRPr="00170599">
        <w:t>SARS</w:t>
      </w:r>
      <w:r w:rsidRPr="00170599">
        <w:t xml:space="preserve"> or a Third Party designated by </w:t>
      </w:r>
      <w:r w:rsidR="00BA4FE1" w:rsidRPr="00170599">
        <w:t>SARS</w:t>
      </w:r>
      <w:r w:rsidRPr="00170599">
        <w:t xml:space="preserve"> to take over the Service Provider's obligations under this Agreement</w:t>
      </w:r>
      <w:r w:rsidRPr="00170599">
        <w:rPr>
          <w:rFonts w:eastAsia="MS Mincho"/>
        </w:rPr>
        <w:t>.</w:t>
      </w:r>
      <w:bookmarkEnd w:id="1382"/>
      <w:r w:rsidRPr="00170599">
        <w:rPr>
          <w:rFonts w:eastAsia="MS Mincho"/>
        </w:rPr>
        <w:t xml:space="preserve"> </w:t>
      </w:r>
      <w:r w:rsidRPr="00170599">
        <w:t xml:space="preserve"> </w:t>
      </w:r>
    </w:p>
    <w:p w14:paraId="158A9D45" w14:textId="77777777" w:rsidR="001D2BCE" w:rsidRPr="00170599" w:rsidRDefault="001D2BCE" w:rsidP="004B0ADB">
      <w:pPr>
        <w:pStyle w:val="ListParagraph"/>
        <w:numPr>
          <w:ilvl w:val="0"/>
          <w:numId w:val="28"/>
        </w:numPr>
        <w:spacing w:before="120" w:after="240" w:line="360" w:lineRule="auto"/>
        <w:ind w:left="720" w:hanging="720"/>
        <w:contextualSpacing w:val="0"/>
        <w:jc w:val="both"/>
        <w:outlineLvl w:val="0"/>
        <w:rPr>
          <w:b/>
          <w:bCs/>
          <w:caps/>
          <w:lang w:val="en-ZA" w:eastAsia="en-US"/>
        </w:rPr>
      </w:pPr>
      <w:bookmarkStart w:id="1383" w:name="_Hlt72056077"/>
      <w:bookmarkStart w:id="1384" w:name="_Toc283110480"/>
      <w:bookmarkStart w:id="1385" w:name="_Toc293325645"/>
      <w:bookmarkStart w:id="1386" w:name="_Toc65489852"/>
      <w:bookmarkEnd w:id="1383"/>
      <w:r w:rsidRPr="00170599">
        <w:rPr>
          <w:b/>
          <w:bCs/>
          <w:caps/>
          <w:lang w:val="en-ZA" w:eastAsia="en-US"/>
        </w:rPr>
        <w:t>Force Majeure</w:t>
      </w:r>
      <w:bookmarkEnd w:id="1384"/>
      <w:bookmarkEnd w:id="1385"/>
      <w:bookmarkEnd w:id="1386"/>
    </w:p>
    <w:p w14:paraId="01C024EE" w14:textId="1A5B3126" w:rsidR="001D2BCE" w:rsidRPr="00170599" w:rsidRDefault="001D2BCE" w:rsidP="00503740">
      <w:pPr>
        <w:pStyle w:val="ListParagraph"/>
        <w:numPr>
          <w:ilvl w:val="1"/>
          <w:numId w:val="28"/>
        </w:numPr>
        <w:spacing w:before="120" w:after="240" w:line="360" w:lineRule="auto"/>
        <w:ind w:left="709" w:hanging="709"/>
        <w:contextualSpacing w:val="0"/>
        <w:jc w:val="both"/>
        <w:rPr>
          <w:rStyle w:val="level2Char"/>
          <w:rFonts w:eastAsia="MS Mincho"/>
          <w:b/>
          <w:bCs/>
        </w:rPr>
      </w:pPr>
      <w:bookmarkStart w:id="1387" w:name="_Toc12416938"/>
      <w:r w:rsidRPr="00170599">
        <w:rPr>
          <w:rStyle w:val="level2Char"/>
          <w:rFonts w:eastAsia="MS Mincho"/>
        </w:rPr>
        <w:t>Delay or failure to comply with or breach of any of the terms and conditions of this Agreement by either Party if occasioned by or resulting from a</w:t>
      </w:r>
      <w:r w:rsidR="001C011E" w:rsidRPr="00170599">
        <w:rPr>
          <w:rStyle w:val="level2Char"/>
          <w:rFonts w:eastAsia="MS Mincho"/>
        </w:rPr>
        <w:t xml:space="preserve"> Force Majeure Event </w:t>
      </w:r>
      <w:r w:rsidRPr="00170599">
        <w:rPr>
          <w:rStyle w:val="level2Char"/>
          <w:rFonts w:eastAsia="MS Mincho"/>
        </w:rPr>
        <w:t>or any other circumstances of like or different nature beyond the reasonable control of the Party so failing, will not be deemed to be a breach of this Agreement nor will it subject either party to any liability to the other.  It is understood that neither Party will be required to settle any labour dispute against its will.</w:t>
      </w:r>
      <w:bookmarkEnd w:id="1387"/>
    </w:p>
    <w:p w14:paraId="43556F2A" w14:textId="77777777" w:rsidR="001D2BCE" w:rsidRPr="00170599" w:rsidRDefault="001D2BCE" w:rsidP="00503740">
      <w:pPr>
        <w:pStyle w:val="ListParagraph"/>
        <w:numPr>
          <w:ilvl w:val="1"/>
          <w:numId w:val="28"/>
        </w:numPr>
        <w:spacing w:before="120" w:after="240" w:line="360" w:lineRule="auto"/>
        <w:ind w:left="709" w:hanging="709"/>
        <w:contextualSpacing w:val="0"/>
        <w:jc w:val="both"/>
        <w:rPr>
          <w:rStyle w:val="level2Char"/>
          <w:rFonts w:eastAsia="MS Mincho"/>
        </w:rPr>
      </w:pPr>
      <w:bookmarkStart w:id="1388" w:name="_Toc12416939"/>
      <w:r w:rsidRPr="00170599">
        <w:rPr>
          <w:rStyle w:val="level2Char"/>
          <w:rFonts w:eastAsia="MS Mincho"/>
        </w:rPr>
        <w:t>Should either Party be prevented from carrying out any contractual obligation by any circumstance described above, such obligation will be postponed provided the Party suffering such circumstance notifies the other Party to this Agreement within 7 (seven) days of becoming aware thereof.  The Parties will thereupon promptly meet to determine whether an equitable solution can be found.</w:t>
      </w:r>
      <w:bookmarkEnd w:id="1388"/>
      <w:r w:rsidRPr="00170599">
        <w:rPr>
          <w:rStyle w:val="level2Char"/>
          <w:rFonts w:eastAsia="MS Mincho"/>
        </w:rPr>
        <w:t xml:space="preserve">  </w:t>
      </w:r>
    </w:p>
    <w:p w14:paraId="3F967AA6" w14:textId="4CCB91F7" w:rsidR="001D2BCE" w:rsidRPr="00170599" w:rsidRDefault="001D2BCE" w:rsidP="00503740">
      <w:pPr>
        <w:pStyle w:val="ListParagraph"/>
        <w:numPr>
          <w:ilvl w:val="1"/>
          <w:numId w:val="28"/>
        </w:numPr>
        <w:spacing w:before="120" w:after="240" w:line="360" w:lineRule="auto"/>
        <w:ind w:left="709" w:hanging="709"/>
        <w:contextualSpacing w:val="0"/>
        <w:jc w:val="both"/>
        <w:rPr>
          <w:rStyle w:val="level2Char"/>
          <w:rFonts w:eastAsia="MS Mincho"/>
        </w:rPr>
      </w:pPr>
      <w:bookmarkStart w:id="1389" w:name="_Toc12416940"/>
      <w:r w:rsidRPr="00170599">
        <w:rPr>
          <w:rStyle w:val="level2Char"/>
          <w:rFonts w:eastAsia="MS Mincho"/>
        </w:rPr>
        <w:t>Should such force majeure circumstance last continuously for a period of 14 (fourteen) days, and no mutually acceptable arrangement is arrived at by the parties within a period of 7 (seven) days thereafter, either Party will be entitled to terminate the Agreement with immediate effect.</w:t>
      </w:r>
      <w:bookmarkEnd w:id="1389"/>
    </w:p>
    <w:p w14:paraId="0AEBFB5D" w14:textId="77777777" w:rsidR="00A0173F" w:rsidRPr="00170599" w:rsidRDefault="00A0173F" w:rsidP="004B0ADB">
      <w:pPr>
        <w:pStyle w:val="ListParagraph"/>
        <w:numPr>
          <w:ilvl w:val="0"/>
          <w:numId w:val="28"/>
        </w:numPr>
        <w:spacing w:before="120" w:after="240" w:line="360" w:lineRule="auto"/>
        <w:ind w:left="720" w:hanging="720"/>
        <w:contextualSpacing w:val="0"/>
        <w:jc w:val="both"/>
        <w:outlineLvl w:val="0"/>
        <w:rPr>
          <w:b/>
          <w:bCs/>
          <w:caps/>
          <w:lang w:val="en-ZA" w:eastAsia="en-US"/>
        </w:rPr>
      </w:pPr>
      <w:bookmarkStart w:id="1390" w:name="_Toc531439707"/>
      <w:bookmarkStart w:id="1391" w:name="_Toc65489853"/>
      <w:bookmarkEnd w:id="1315"/>
      <w:r w:rsidRPr="00170599">
        <w:rPr>
          <w:b/>
          <w:bCs/>
          <w:caps/>
          <w:lang w:val="en-ZA" w:eastAsia="en-US"/>
        </w:rPr>
        <w:t>Records Retention</w:t>
      </w:r>
      <w:bookmarkEnd w:id="1390"/>
      <w:bookmarkEnd w:id="1391"/>
    </w:p>
    <w:p w14:paraId="1A16D616" w14:textId="77777777" w:rsidR="00A0173F" w:rsidRPr="00170599" w:rsidRDefault="008F5BF0" w:rsidP="00503740">
      <w:pPr>
        <w:pStyle w:val="ListParagraph"/>
        <w:numPr>
          <w:ilvl w:val="1"/>
          <w:numId w:val="28"/>
        </w:numPr>
        <w:spacing w:before="120" w:after="240" w:line="360" w:lineRule="auto"/>
        <w:ind w:left="709" w:hanging="709"/>
        <w:contextualSpacing w:val="0"/>
        <w:jc w:val="both"/>
        <w:rPr>
          <w:rStyle w:val="level2Char"/>
          <w:rFonts w:eastAsia="MS Mincho"/>
        </w:rPr>
      </w:pPr>
      <w:bookmarkStart w:id="1392" w:name="_Toc527377240"/>
      <w:bookmarkStart w:id="1393" w:name="_Toc527379307"/>
      <w:bookmarkStart w:id="1394" w:name="_Toc12416942"/>
      <w:r w:rsidRPr="00170599">
        <w:rPr>
          <w:rStyle w:val="level2Char"/>
          <w:rFonts w:eastAsia="MS Mincho"/>
        </w:rPr>
        <w:t xml:space="preserve">The </w:t>
      </w:r>
      <w:r w:rsidR="00A0173F" w:rsidRPr="00170599">
        <w:rPr>
          <w:rStyle w:val="level2Char"/>
          <w:rFonts w:eastAsia="MS Mincho"/>
        </w:rPr>
        <w:t xml:space="preserve">Service Provider will maintain and provide SARS with access to the records, documents and other information required to meet SARS's audit rights under the Agreement until the later of: (i) </w:t>
      </w:r>
      <w:r w:rsidR="0048205F" w:rsidRPr="00170599">
        <w:rPr>
          <w:rStyle w:val="level2Char"/>
          <w:rFonts w:eastAsia="MS Mincho"/>
        </w:rPr>
        <w:t>5</w:t>
      </w:r>
      <w:r w:rsidR="00A0173F" w:rsidRPr="00170599">
        <w:rPr>
          <w:rStyle w:val="level2Char"/>
          <w:rFonts w:eastAsia="MS Mincho"/>
        </w:rPr>
        <w:t xml:space="preserve"> (</w:t>
      </w:r>
      <w:r w:rsidR="0048205F" w:rsidRPr="00170599">
        <w:rPr>
          <w:rStyle w:val="level2Char"/>
          <w:rFonts w:eastAsia="MS Mincho"/>
        </w:rPr>
        <w:t>five</w:t>
      </w:r>
      <w:r w:rsidR="00A0173F" w:rsidRPr="00170599">
        <w:rPr>
          <w:rStyle w:val="level2Char"/>
          <w:rFonts w:eastAsia="MS Mincho"/>
        </w:rPr>
        <w:t>) years after expiration or termination of the Agreement; (ii) all pending matters related to the Agreement are closed; or (iii) such other period as required by Applicable Law.</w:t>
      </w:r>
      <w:bookmarkEnd w:id="1392"/>
      <w:bookmarkEnd w:id="1393"/>
      <w:bookmarkEnd w:id="1394"/>
    </w:p>
    <w:p w14:paraId="791FBF6A" w14:textId="77777777" w:rsidR="00A0173F" w:rsidRPr="00170599" w:rsidRDefault="00A0173F" w:rsidP="004B0ADB">
      <w:pPr>
        <w:pStyle w:val="ListParagraph"/>
        <w:numPr>
          <w:ilvl w:val="0"/>
          <w:numId w:val="28"/>
        </w:numPr>
        <w:spacing w:before="120" w:after="240" w:line="360" w:lineRule="auto"/>
        <w:ind w:left="720" w:hanging="720"/>
        <w:contextualSpacing w:val="0"/>
        <w:jc w:val="both"/>
        <w:outlineLvl w:val="0"/>
        <w:rPr>
          <w:b/>
          <w:bCs/>
          <w:caps/>
          <w:lang w:val="en-ZA" w:eastAsia="en-US"/>
        </w:rPr>
      </w:pPr>
      <w:bookmarkStart w:id="1395" w:name="_Ref531141974"/>
      <w:bookmarkStart w:id="1396" w:name="_Ref531142253"/>
      <w:bookmarkStart w:id="1397" w:name="_Toc531439708"/>
      <w:bookmarkStart w:id="1398" w:name="_Toc65489854"/>
      <w:r w:rsidRPr="00170599">
        <w:rPr>
          <w:b/>
          <w:bCs/>
          <w:caps/>
          <w:lang w:val="en-ZA" w:eastAsia="en-US"/>
        </w:rPr>
        <w:t>Consents and Approvals</w:t>
      </w:r>
      <w:bookmarkEnd w:id="1395"/>
      <w:bookmarkEnd w:id="1396"/>
      <w:bookmarkEnd w:id="1397"/>
      <w:bookmarkEnd w:id="1398"/>
    </w:p>
    <w:p w14:paraId="51FF32E7" w14:textId="77777777" w:rsidR="00A0173F" w:rsidRPr="00170599" w:rsidRDefault="00A0173F" w:rsidP="00503740">
      <w:pPr>
        <w:pStyle w:val="ListParagraph"/>
        <w:numPr>
          <w:ilvl w:val="1"/>
          <w:numId w:val="28"/>
        </w:numPr>
        <w:spacing w:before="120" w:after="240" w:line="360" w:lineRule="auto"/>
        <w:ind w:left="709" w:hanging="709"/>
        <w:contextualSpacing w:val="0"/>
        <w:jc w:val="both"/>
        <w:rPr>
          <w:rStyle w:val="level2Char"/>
          <w:rFonts w:eastAsia="MS Mincho"/>
        </w:rPr>
      </w:pPr>
      <w:bookmarkStart w:id="1399" w:name="_Toc12416944"/>
      <w:r w:rsidRPr="00170599">
        <w:rPr>
          <w:rStyle w:val="level2Char"/>
          <w:rFonts w:eastAsia="MS Mincho"/>
        </w:rPr>
        <w:t>Any approval, acceptance, consent or similar action required to be given by either Party in terms of this Agreement will, unless specifically otherwise stated or stated to be at the discretion of a Party, not be unreasonably withheld.</w:t>
      </w:r>
      <w:bookmarkEnd w:id="1399"/>
    </w:p>
    <w:p w14:paraId="4650A940" w14:textId="5B3EC319" w:rsidR="00A0173F" w:rsidRPr="00170599" w:rsidRDefault="00A0173F" w:rsidP="00503740">
      <w:pPr>
        <w:pStyle w:val="ListParagraph"/>
        <w:numPr>
          <w:ilvl w:val="1"/>
          <w:numId w:val="28"/>
        </w:numPr>
        <w:spacing w:before="120" w:after="240" w:line="360" w:lineRule="auto"/>
        <w:ind w:left="709" w:hanging="709"/>
        <w:contextualSpacing w:val="0"/>
        <w:jc w:val="both"/>
        <w:rPr>
          <w:rStyle w:val="level2Char"/>
          <w:rFonts w:eastAsia="MS Mincho"/>
        </w:rPr>
      </w:pPr>
      <w:bookmarkStart w:id="1400" w:name="_Toc12416945"/>
      <w:r w:rsidRPr="00170599">
        <w:rPr>
          <w:rStyle w:val="level2Char"/>
          <w:rFonts w:eastAsia="MS Mincho"/>
        </w:rPr>
        <w:t>An approval, acceptance, consent or similar action by a Party (including of a plan or deliverable) under this Agreement will not relieve the other Party from responsibility for complying with the requirements of this Agreement, nor will it be construed as a waiver of any rights under this Agreement, except as and to the extent otherwise expressly provided in such written approval or consent.  For example, where this Agreement sets forth a standard by which a plan is to be developed, the Service Provider will be responsible for complying with such requirement and will not be deemed to be relieved of it merely because SARS has approved such plan.</w:t>
      </w:r>
      <w:bookmarkEnd w:id="1400"/>
    </w:p>
    <w:p w14:paraId="1F79D438" w14:textId="77777777" w:rsidR="0057201C" w:rsidRPr="00170599" w:rsidRDefault="0057201C" w:rsidP="00503740">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401" w:name="_Toc531439717"/>
      <w:bookmarkStart w:id="1402" w:name="_Toc65489855"/>
      <w:bookmarkStart w:id="1403" w:name="_Toc531439715"/>
      <w:r w:rsidRPr="00170599">
        <w:rPr>
          <w:b/>
          <w:bCs/>
          <w:caps/>
          <w:lang w:val="en-ZA" w:eastAsia="en-US"/>
        </w:rPr>
        <w:t>Applicable Law and Jurisdiction</w:t>
      </w:r>
      <w:bookmarkEnd w:id="1401"/>
      <w:bookmarkEnd w:id="1402"/>
    </w:p>
    <w:p w14:paraId="1FCF2543" w14:textId="77777777" w:rsidR="0057201C" w:rsidRPr="00170599" w:rsidRDefault="0057201C" w:rsidP="00503740">
      <w:pPr>
        <w:pStyle w:val="ListParagraph"/>
        <w:numPr>
          <w:ilvl w:val="1"/>
          <w:numId w:val="28"/>
        </w:numPr>
        <w:spacing w:before="120" w:after="240" w:line="360" w:lineRule="auto"/>
        <w:ind w:left="709" w:hanging="709"/>
        <w:contextualSpacing w:val="0"/>
        <w:jc w:val="both"/>
        <w:rPr>
          <w:rStyle w:val="level2Char"/>
          <w:rFonts w:eastAsia="MS Mincho"/>
        </w:rPr>
      </w:pPr>
      <w:bookmarkStart w:id="1404" w:name="_Toc12416947"/>
      <w:r w:rsidRPr="00170599">
        <w:rPr>
          <w:rStyle w:val="level2Char"/>
          <w:rFonts w:eastAsia="MS Mincho"/>
        </w:rPr>
        <w:t xml:space="preserve">This Agreement will be governed by and construed in accordance with the Law of the Republic of South Africa and all disputes, actions and other matters relating thereto will be determined in accordance with such </w:t>
      </w:r>
      <w:r w:rsidR="008F5BF0" w:rsidRPr="00170599">
        <w:rPr>
          <w:rStyle w:val="level2Char"/>
          <w:rFonts w:eastAsia="MS Mincho"/>
        </w:rPr>
        <w:t>l</w:t>
      </w:r>
      <w:r w:rsidRPr="00170599">
        <w:rPr>
          <w:rStyle w:val="level2Char"/>
          <w:rFonts w:eastAsia="MS Mincho"/>
        </w:rPr>
        <w:t>aw.</w:t>
      </w:r>
      <w:bookmarkEnd w:id="1404"/>
    </w:p>
    <w:p w14:paraId="68D548AA" w14:textId="77777777" w:rsidR="0057201C" w:rsidRPr="00170599" w:rsidRDefault="0057201C" w:rsidP="00503740">
      <w:pPr>
        <w:pStyle w:val="ListParagraph"/>
        <w:numPr>
          <w:ilvl w:val="1"/>
          <w:numId w:val="28"/>
        </w:numPr>
        <w:spacing w:before="120" w:after="240" w:line="360" w:lineRule="auto"/>
        <w:ind w:left="709" w:hanging="709"/>
        <w:contextualSpacing w:val="0"/>
        <w:jc w:val="both"/>
        <w:rPr>
          <w:rStyle w:val="level2Char"/>
          <w:rFonts w:eastAsia="MS Mincho"/>
        </w:rPr>
      </w:pPr>
      <w:bookmarkStart w:id="1405" w:name="_Toc12416948"/>
      <w:r w:rsidRPr="00170599">
        <w:rPr>
          <w:rStyle w:val="level2Char"/>
          <w:rFonts w:eastAsia="MS Mincho"/>
        </w:rPr>
        <w:t>The Parties hereby irrevocably and unconditionally consent to the non-exclusive jurisdiction of the North Gauteng High Court, Pretoria in regard to all matters arising from this Agreement.</w:t>
      </w:r>
      <w:bookmarkEnd w:id="1405"/>
    </w:p>
    <w:p w14:paraId="59518CFB" w14:textId="77777777" w:rsidR="0057201C" w:rsidRPr="00170599" w:rsidRDefault="0057201C" w:rsidP="00503740">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406" w:name="_Toc531439709"/>
      <w:bookmarkStart w:id="1407" w:name="_Toc65489856"/>
      <w:r w:rsidRPr="00170599">
        <w:rPr>
          <w:b/>
          <w:bCs/>
          <w:caps/>
          <w:lang w:val="en-ZA" w:eastAsia="en-US"/>
        </w:rPr>
        <w:t>Legal and Regulatory Compliance</w:t>
      </w:r>
      <w:bookmarkEnd w:id="1406"/>
      <w:bookmarkEnd w:id="1407"/>
    </w:p>
    <w:p w14:paraId="289A5041" w14:textId="77777777" w:rsidR="0057201C" w:rsidRPr="00170599" w:rsidRDefault="00C5095F" w:rsidP="00503740">
      <w:pPr>
        <w:pStyle w:val="ListParagraph"/>
        <w:numPr>
          <w:ilvl w:val="1"/>
          <w:numId w:val="28"/>
        </w:numPr>
        <w:spacing w:before="120" w:after="240" w:line="360" w:lineRule="auto"/>
        <w:ind w:left="709" w:hanging="709"/>
        <w:contextualSpacing w:val="0"/>
        <w:jc w:val="both"/>
        <w:rPr>
          <w:rStyle w:val="level2Char"/>
          <w:rFonts w:eastAsia="MS Mincho"/>
        </w:rPr>
      </w:pPr>
      <w:bookmarkStart w:id="1408" w:name="_Toc531439710"/>
      <w:bookmarkStart w:id="1409" w:name="_Toc12416950"/>
      <w:bookmarkEnd w:id="1408"/>
      <w:r w:rsidRPr="00170599">
        <w:rPr>
          <w:rStyle w:val="level2Char"/>
          <w:rFonts w:eastAsia="MS Mincho"/>
        </w:rPr>
        <w:t xml:space="preserve">The </w:t>
      </w:r>
      <w:r w:rsidR="0057201C" w:rsidRPr="00170599">
        <w:rPr>
          <w:rStyle w:val="level2Char"/>
          <w:rFonts w:eastAsia="MS Mincho"/>
        </w:rPr>
        <w:t xml:space="preserve">Service Provider warrants that it </w:t>
      </w:r>
      <w:r w:rsidR="008F5BF0" w:rsidRPr="00170599">
        <w:rPr>
          <w:rStyle w:val="level2Char"/>
          <w:rFonts w:eastAsia="MS Mincho"/>
        </w:rPr>
        <w:t xml:space="preserve">is </w:t>
      </w:r>
      <w:r w:rsidR="0057201C" w:rsidRPr="00170599">
        <w:rPr>
          <w:rStyle w:val="level2Char"/>
          <w:rFonts w:eastAsia="MS Mincho"/>
        </w:rPr>
        <w:t>and will for the duration of this Agreement</w:t>
      </w:r>
      <w:r w:rsidR="008F5BF0" w:rsidRPr="00170599">
        <w:rPr>
          <w:rStyle w:val="level2Char"/>
          <w:rFonts w:eastAsia="MS Mincho"/>
        </w:rPr>
        <w:t xml:space="preserve"> remain </w:t>
      </w:r>
      <w:r w:rsidR="0057201C" w:rsidRPr="00170599">
        <w:rPr>
          <w:rStyle w:val="level2Char"/>
          <w:rFonts w:eastAsia="MS Mincho"/>
        </w:rPr>
        <w:t xml:space="preserve">fully cognisant of and compliant with any relevant </w:t>
      </w:r>
      <w:r w:rsidRPr="00170599">
        <w:rPr>
          <w:rStyle w:val="level2Char"/>
          <w:rFonts w:eastAsia="MS Mincho"/>
        </w:rPr>
        <w:t xml:space="preserve">Applicable Laws </w:t>
      </w:r>
      <w:r w:rsidR="0057201C" w:rsidRPr="00170599">
        <w:rPr>
          <w:rStyle w:val="level2Char"/>
          <w:rFonts w:eastAsia="MS Mincho"/>
        </w:rPr>
        <w:t>(as may be amended from time to time</w:t>
      </w:r>
      <w:r w:rsidR="008F5BF0" w:rsidRPr="00170599">
        <w:rPr>
          <w:rStyle w:val="level2Char"/>
          <w:rFonts w:eastAsia="MS Mincho"/>
        </w:rPr>
        <w:t xml:space="preserve"> in writing</w:t>
      </w:r>
      <w:r w:rsidR="0057201C" w:rsidRPr="00170599">
        <w:rPr>
          <w:rStyle w:val="level2Char"/>
          <w:rFonts w:eastAsia="MS Mincho"/>
        </w:rPr>
        <w:t xml:space="preserve">) and/or rulings or codes of practice of any competent </w:t>
      </w:r>
      <w:r w:rsidRPr="00170599">
        <w:rPr>
          <w:rStyle w:val="level2Char"/>
          <w:rFonts w:eastAsia="MS Mincho"/>
        </w:rPr>
        <w:t>A</w:t>
      </w:r>
      <w:r w:rsidR="0057201C" w:rsidRPr="00170599">
        <w:rPr>
          <w:rStyle w:val="level2Char"/>
          <w:rFonts w:eastAsia="MS Mincho"/>
        </w:rPr>
        <w:t>uthority or industry body that has jurisdiction over the provision of or is relevant to the Deliverables and/or Services under this Agreement.</w:t>
      </w:r>
      <w:bookmarkEnd w:id="1409"/>
    </w:p>
    <w:p w14:paraId="430583A3" w14:textId="70117A91" w:rsidR="0057201C" w:rsidRPr="00170599" w:rsidRDefault="006B0A29" w:rsidP="00503740">
      <w:pPr>
        <w:pStyle w:val="ListParagraph"/>
        <w:numPr>
          <w:ilvl w:val="1"/>
          <w:numId w:val="28"/>
        </w:numPr>
        <w:spacing w:before="120" w:after="240" w:line="360" w:lineRule="auto"/>
        <w:ind w:left="709" w:hanging="709"/>
        <w:contextualSpacing w:val="0"/>
        <w:jc w:val="both"/>
        <w:rPr>
          <w:rStyle w:val="level2Char"/>
          <w:rFonts w:eastAsia="MS Mincho"/>
        </w:rPr>
      </w:pPr>
      <w:bookmarkStart w:id="1410" w:name="_Toc12416951"/>
      <w:r w:rsidRPr="00170599">
        <w:rPr>
          <w:rStyle w:val="level2Char"/>
          <w:rFonts w:eastAsia="MS Mincho"/>
        </w:rPr>
        <w:t xml:space="preserve">The </w:t>
      </w:r>
      <w:r w:rsidR="0057201C" w:rsidRPr="00170599">
        <w:rPr>
          <w:rStyle w:val="level2Char"/>
          <w:rFonts w:eastAsia="MS Mincho"/>
        </w:rPr>
        <w:t xml:space="preserve">Service Provider will, within 14 days </w:t>
      </w:r>
      <w:r w:rsidR="009A4C19" w:rsidRPr="00170599">
        <w:rPr>
          <w:rStyle w:val="level2Char"/>
          <w:rFonts w:eastAsia="MS Mincho"/>
        </w:rPr>
        <w:t xml:space="preserve">(or any other period agreed by the Parties in writing) </w:t>
      </w:r>
      <w:r w:rsidR="008F5BF0" w:rsidRPr="00170599">
        <w:rPr>
          <w:rStyle w:val="level2Char"/>
          <w:rFonts w:eastAsia="MS Mincho"/>
        </w:rPr>
        <w:t xml:space="preserve">from the </w:t>
      </w:r>
      <w:r w:rsidR="00E24511" w:rsidRPr="00170599">
        <w:rPr>
          <w:rStyle w:val="level2Char"/>
          <w:rFonts w:eastAsia="MS Mincho"/>
        </w:rPr>
        <w:t>Effective</w:t>
      </w:r>
      <w:r w:rsidR="0057201C" w:rsidRPr="00170599">
        <w:rPr>
          <w:rStyle w:val="level2Char"/>
          <w:rFonts w:eastAsia="MS Mincho"/>
        </w:rPr>
        <w:t xml:space="preserve"> Date, furnish SARS with copies of all regulated licences </w:t>
      </w:r>
      <w:r w:rsidR="00544B1D" w:rsidRPr="00170599">
        <w:rPr>
          <w:rStyle w:val="level2Char"/>
          <w:rFonts w:eastAsia="MS Mincho"/>
        </w:rPr>
        <w:t xml:space="preserve">and/or accreditation (as specified in the </w:t>
      </w:r>
      <w:r w:rsidR="005C229C" w:rsidRPr="00170599">
        <w:rPr>
          <w:rStyle w:val="level2Char"/>
          <w:rFonts w:eastAsia="MS Mincho"/>
        </w:rPr>
        <w:t>RFP</w:t>
      </w:r>
      <w:r w:rsidR="00544B1D" w:rsidRPr="00170599">
        <w:rPr>
          <w:rStyle w:val="level2Char"/>
          <w:rFonts w:eastAsia="MS Mincho"/>
        </w:rPr>
        <w:t xml:space="preserve">), </w:t>
      </w:r>
      <w:r w:rsidR="0057201C" w:rsidRPr="00170599">
        <w:rPr>
          <w:rStyle w:val="level2Char"/>
          <w:rFonts w:eastAsia="MS Mincho"/>
        </w:rPr>
        <w:t xml:space="preserve">and which are required by </w:t>
      </w:r>
      <w:r w:rsidR="008F5BF0" w:rsidRPr="00170599">
        <w:rPr>
          <w:rStyle w:val="level2Char"/>
          <w:rFonts w:eastAsia="MS Mincho"/>
        </w:rPr>
        <w:t xml:space="preserve">the </w:t>
      </w:r>
      <w:r w:rsidR="0057201C" w:rsidRPr="00170599">
        <w:rPr>
          <w:rStyle w:val="level2Char"/>
          <w:rFonts w:eastAsia="MS Mincho"/>
        </w:rPr>
        <w:t xml:space="preserve">Service Provider for the provision of the Services to SARS. The details of all licence terms and conditions and other obligations imposed on </w:t>
      </w:r>
      <w:r w:rsidR="008F5BF0" w:rsidRPr="00170599">
        <w:rPr>
          <w:rStyle w:val="level2Char"/>
          <w:rFonts w:eastAsia="MS Mincho"/>
        </w:rPr>
        <w:t xml:space="preserve">the </w:t>
      </w:r>
      <w:r w:rsidR="0057201C" w:rsidRPr="00170599">
        <w:rPr>
          <w:rStyle w:val="level2Char"/>
          <w:rFonts w:eastAsia="MS Mincho"/>
        </w:rPr>
        <w:t xml:space="preserve">Service Provider which are not contained in </w:t>
      </w:r>
      <w:r w:rsidR="008F5BF0" w:rsidRPr="00170599">
        <w:rPr>
          <w:rStyle w:val="level2Char"/>
          <w:rFonts w:eastAsia="MS Mincho"/>
        </w:rPr>
        <w:t xml:space="preserve">the </w:t>
      </w:r>
      <w:r w:rsidR="0057201C" w:rsidRPr="00170599">
        <w:rPr>
          <w:rStyle w:val="level2Char"/>
          <w:rFonts w:eastAsia="MS Mincho"/>
        </w:rPr>
        <w:t xml:space="preserve">Service Provider's licences must be furnished in writing by </w:t>
      </w:r>
      <w:r w:rsidR="008F5BF0" w:rsidRPr="00170599">
        <w:rPr>
          <w:rStyle w:val="level2Char"/>
          <w:rFonts w:eastAsia="MS Mincho"/>
        </w:rPr>
        <w:t xml:space="preserve">the </w:t>
      </w:r>
      <w:r w:rsidR="0057201C" w:rsidRPr="00170599">
        <w:rPr>
          <w:rStyle w:val="level2Char"/>
          <w:rFonts w:eastAsia="MS Mincho"/>
        </w:rPr>
        <w:t>Service Provider to SARS.</w:t>
      </w:r>
      <w:bookmarkEnd w:id="1410"/>
    </w:p>
    <w:p w14:paraId="4597DCA1" w14:textId="77777777" w:rsidR="0057201C" w:rsidRPr="00170599" w:rsidRDefault="0057201C" w:rsidP="00503740">
      <w:pPr>
        <w:pStyle w:val="ListParagraph"/>
        <w:numPr>
          <w:ilvl w:val="0"/>
          <w:numId w:val="28"/>
        </w:numPr>
        <w:spacing w:before="120" w:after="240" w:line="360" w:lineRule="auto"/>
        <w:ind w:left="709" w:hanging="709"/>
        <w:contextualSpacing w:val="0"/>
        <w:jc w:val="both"/>
        <w:outlineLvl w:val="0"/>
        <w:rPr>
          <w:bCs/>
          <w:caps/>
          <w:lang w:val="en-ZA" w:eastAsia="en-US"/>
        </w:rPr>
      </w:pPr>
      <w:bookmarkStart w:id="1411" w:name="_Ref533021638"/>
      <w:bookmarkStart w:id="1412" w:name="_Toc65489857"/>
      <w:bookmarkStart w:id="1413" w:name="_Toc531439711"/>
      <w:bookmarkStart w:id="1414" w:name="_Toc531439716"/>
      <w:bookmarkStart w:id="1415" w:name="_Toc531439719"/>
      <w:bookmarkEnd w:id="1403"/>
      <w:r w:rsidRPr="00170599">
        <w:rPr>
          <w:b/>
          <w:bCs/>
          <w:caps/>
          <w:lang w:val="en-ZA" w:eastAsia="en-US"/>
        </w:rPr>
        <w:t>Warranties</w:t>
      </w:r>
      <w:bookmarkEnd w:id="1411"/>
      <w:bookmarkEnd w:id="1412"/>
    </w:p>
    <w:p w14:paraId="6DF7F336" w14:textId="77777777" w:rsidR="00945807" w:rsidRPr="00170599" w:rsidRDefault="00945807" w:rsidP="00503740">
      <w:pPr>
        <w:pStyle w:val="ListParagraph"/>
        <w:numPr>
          <w:ilvl w:val="1"/>
          <w:numId w:val="28"/>
        </w:numPr>
        <w:spacing w:before="120" w:after="240" w:line="360" w:lineRule="auto"/>
        <w:ind w:left="709" w:hanging="709"/>
        <w:contextualSpacing w:val="0"/>
        <w:jc w:val="both"/>
        <w:rPr>
          <w:b/>
          <w:bCs/>
        </w:rPr>
      </w:pPr>
      <w:bookmarkStart w:id="1416" w:name="_Toc12416953"/>
      <w:r w:rsidRPr="00170599">
        <w:rPr>
          <w:rStyle w:val="level2Char"/>
          <w:rFonts w:eastAsia="MS Mincho"/>
          <w:b/>
          <w:bCs/>
        </w:rPr>
        <w:t>Service</w:t>
      </w:r>
      <w:r w:rsidRPr="00170599">
        <w:rPr>
          <w:b/>
          <w:bCs/>
        </w:rPr>
        <w:t xml:space="preserve"> Provider Personnel</w:t>
      </w:r>
      <w:bookmarkEnd w:id="1416"/>
    </w:p>
    <w:p w14:paraId="5C3A5FF1" w14:textId="77777777" w:rsidR="00945807" w:rsidRPr="00170599" w:rsidRDefault="00945807" w:rsidP="00503740">
      <w:pPr>
        <w:pStyle w:val="ListParagraph"/>
        <w:numPr>
          <w:ilvl w:val="2"/>
          <w:numId w:val="28"/>
        </w:numPr>
        <w:spacing w:before="120" w:after="240" w:line="360" w:lineRule="auto"/>
        <w:ind w:left="709" w:hanging="709"/>
        <w:contextualSpacing w:val="0"/>
        <w:jc w:val="both"/>
        <w:rPr>
          <w:b/>
          <w:bCs/>
        </w:rPr>
      </w:pPr>
      <w:bookmarkStart w:id="1417" w:name="_Toc12416954"/>
      <w:r w:rsidRPr="00170599">
        <w:t>The Service Provider warrants that it will for the duration of this Agreement: (i) use adequate numbers of qualified staff with suitable training, accreditation, education, experience and skill to perform the Services; (ii) use and adopt any standards and processes required under this Agreement; and (iii) provide the Services with promptness and diligence and in a workmanlike manner and in accordance with the practices and high professional standards used in well-managed operations performing services similar to the Services.</w:t>
      </w:r>
      <w:bookmarkEnd w:id="1417"/>
    </w:p>
    <w:p w14:paraId="467F8E2C" w14:textId="77777777" w:rsidR="00945807" w:rsidRPr="00170599" w:rsidRDefault="00945807" w:rsidP="00503740">
      <w:pPr>
        <w:pStyle w:val="ListParagraph"/>
        <w:numPr>
          <w:ilvl w:val="1"/>
          <w:numId w:val="28"/>
        </w:numPr>
        <w:spacing w:before="120" w:after="240" w:line="360" w:lineRule="auto"/>
        <w:ind w:left="709" w:hanging="709"/>
        <w:contextualSpacing w:val="0"/>
        <w:jc w:val="both"/>
        <w:rPr>
          <w:bCs/>
        </w:rPr>
      </w:pPr>
      <w:bookmarkStart w:id="1418" w:name="_Toc12416955"/>
      <w:r w:rsidRPr="00170599">
        <w:rPr>
          <w:rStyle w:val="level2Char"/>
          <w:rFonts w:eastAsia="MS Mincho"/>
          <w:b/>
          <w:bCs/>
        </w:rPr>
        <w:t>Intellectual</w:t>
      </w:r>
      <w:r w:rsidRPr="00170599">
        <w:rPr>
          <w:rStyle w:val="level2Char"/>
          <w:rFonts w:eastAsia="MS Mincho"/>
          <w:b/>
        </w:rPr>
        <w:t xml:space="preserve"> Property warranties</w:t>
      </w:r>
      <w:bookmarkEnd w:id="1418"/>
    </w:p>
    <w:p w14:paraId="267DFDDC" w14:textId="77777777" w:rsidR="00945807" w:rsidRPr="00170599" w:rsidRDefault="00945807" w:rsidP="00503740">
      <w:pPr>
        <w:pStyle w:val="ListParagraph"/>
        <w:numPr>
          <w:ilvl w:val="2"/>
          <w:numId w:val="28"/>
        </w:numPr>
        <w:spacing w:before="120" w:after="240" w:line="360" w:lineRule="auto"/>
        <w:ind w:left="709" w:hanging="709"/>
        <w:contextualSpacing w:val="0"/>
        <w:jc w:val="both"/>
        <w:rPr>
          <w:b/>
          <w:bCs/>
        </w:rPr>
      </w:pPr>
      <w:bookmarkStart w:id="1419" w:name="_Toc12416956"/>
      <w:r w:rsidRPr="00170599">
        <w:t>The Service Provider warrants that it will at all times perform its responsibilities under this Agreement in a manner that does not infringe, or constitute an infringement or misappropriation of, any Intellectual Property or other proprietary rights of any Third Party</w:t>
      </w:r>
      <w:bookmarkEnd w:id="1419"/>
    </w:p>
    <w:p w14:paraId="4A80AC86" w14:textId="77777777" w:rsidR="00945807" w:rsidRPr="00170599" w:rsidRDefault="00945807" w:rsidP="00503740">
      <w:pPr>
        <w:pStyle w:val="ListParagraph"/>
        <w:numPr>
          <w:ilvl w:val="1"/>
          <w:numId w:val="28"/>
        </w:numPr>
        <w:spacing w:before="120" w:after="240" w:line="360" w:lineRule="auto"/>
        <w:ind w:left="709" w:hanging="709"/>
        <w:contextualSpacing w:val="0"/>
        <w:jc w:val="both"/>
        <w:rPr>
          <w:b/>
        </w:rPr>
      </w:pPr>
      <w:bookmarkStart w:id="1420" w:name="_Toc12416957"/>
      <w:r w:rsidRPr="00170599">
        <w:rPr>
          <w:b/>
        </w:rPr>
        <w:t>Service Provider authority and Licensor undertaking</w:t>
      </w:r>
      <w:bookmarkEnd w:id="1420"/>
    </w:p>
    <w:p w14:paraId="45677515" w14:textId="4C5AC75E" w:rsidR="00945807" w:rsidRPr="00170599" w:rsidRDefault="00945807" w:rsidP="00503740">
      <w:pPr>
        <w:pStyle w:val="ListParagraph"/>
        <w:numPr>
          <w:ilvl w:val="2"/>
          <w:numId w:val="28"/>
        </w:numPr>
        <w:spacing w:before="120" w:after="240" w:line="360" w:lineRule="auto"/>
        <w:ind w:left="709" w:hanging="709"/>
        <w:contextualSpacing w:val="0"/>
        <w:jc w:val="both"/>
        <w:rPr>
          <w:b/>
          <w:bCs/>
        </w:rPr>
      </w:pPr>
      <w:bookmarkStart w:id="1421" w:name="_Toc12416958"/>
      <w:r w:rsidRPr="00170599">
        <w:t xml:space="preserve">The Service Provider warrants (for the duration </w:t>
      </w:r>
      <w:r w:rsidR="00954914" w:rsidRPr="00170599">
        <w:t>of</w:t>
      </w:r>
      <w:r w:rsidRPr="00170599">
        <w:t xml:space="preserve"> the Term of this Agreement), that it: (i) is the duly appointed distributor of the Software in the Republic of South Africa; (ii) is authorised to procure</w:t>
      </w:r>
      <w:r w:rsidR="008F5BF0" w:rsidRPr="00170599">
        <w:t xml:space="preserve"> Software</w:t>
      </w:r>
      <w:r w:rsidRPr="00170599">
        <w:t xml:space="preserve"> </w:t>
      </w:r>
      <w:r w:rsidR="00731A99" w:rsidRPr="00170599">
        <w:t>L</w:t>
      </w:r>
      <w:r w:rsidRPr="00170599">
        <w:t>icense</w:t>
      </w:r>
      <w:r w:rsidR="00332CED" w:rsidRPr="00170599">
        <w:t>(s)</w:t>
      </w:r>
      <w:r w:rsidRPr="00170599">
        <w:t xml:space="preserve"> from Licensor on SARS’s behalf</w:t>
      </w:r>
      <w:r w:rsidR="008F5BF0" w:rsidRPr="00170599">
        <w:t xml:space="preserve"> and in SARS’s name</w:t>
      </w:r>
      <w:r w:rsidRPr="00170599">
        <w:t>; (iii) is authorised to support and maintain the Software by Licensor; (i</w:t>
      </w:r>
      <w:r w:rsidR="00E55577" w:rsidRPr="00170599">
        <w:t>v</w:t>
      </w:r>
      <w:r w:rsidRPr="00170599">
        <w:t>) has all the necessary licences, certificates, authorisations and consents required under the laws of the Republic of South Africa or under any other applicable jurisdiction for the provision of the Software and/or Services under this Agreement; (</w:t>
      </w:r>
      <w:r w:rsidR="00E55577" w:rsidRPr="00170599">
        <w:t>v</w:t>
      </w:r>
      <w:r w:rsidRPr="00170599">
        <w:t>) will comply with all legal requirements and with the terms and conditions of all licences, certificates, authorisations and consents required for the provision of the Software, and/or Services; and (v</w:t>
      </w:r>
      <w:r w:rsidR="00E55577" w:rsidRPr="00170599">
        <w:t>i</w:t>
      </w:r>
      <w:r w:rsidRPr="00170599">
        <w:t xml:space="preserve">) will ensure that upon the date of delivery of the </w:t>
      </w:r>
      <w:r w:rsidR="008C7C0E" w:rsidRPr="00170599">
        <w:t>Deliverables</w:t>
      </w:r>
      <w:r w:rsidRPr="00170599">
        <w:t xml:space="preserve"> or use </w:t>
      </w:r>
      <w:r w:rsidR="008C7C0E" w:rsidRPr="00170599">
        <w:t xml:space="preserve">of the </w:t>
      </w:r>
      <w:r w:rsidR="009637D2" w:rsidRPr="00170599">
        <w:t xml:space="preserve">Software </w:t>
      </w:r>
      <w:r w:rsidR="008C7C0E" w:rsidRPr="00170599">
        <w:t xml:space="preserve"> </w:t>
      </w:r>
      <w:r w:rsidRPr="00170599">
        <w:t xml:space="preserve">by SARS at the </w:t>
      </w:r>
      <w:r w:rsidR="00AF0115" w:rsidRPr="00170599">
        <w:t>Location</w:t>
      </w:r>
      <w:r w:rsidRPr="00170599">
        <w:t xml:space="preserve"> in which SARS takes receipt thereof will not breach any law or regulation of those territories or of the territory from which the </w:t>
      </w:r>
      <w:r w:rsidR="008C7C0E" w:rsidRPr="00170599">
        <w:t xml:space="preserve">Software Licence </w:t>
      </w:r>
      <w:r w:rsidRPr="00170599">
        <w:t>was sourced.</w:t>
      </w:r>
      <w:bookmarkEnd w:id="1421"/>
    </w:p>
    <w:p w14:paraId="2D038FC1" w14:textId="77777777" w:rsidR="00945807" w:rsidRPr="00170599" w:rsidRDefault="00945807" w:rsidP="00503740">
      <w:pPr>
        <w:pStyle w:val="ListParagraph"/>
        <w:numPr>
          <w:ilvl w:val="2"/>
          <w:numId w:val="28"/>
        </w:numPr>
        <w:spacing w:before="120" w:after="240" w:line="360" w:lineRule="auto"/>
        <w:ind w:left="709" w:hanging="709"/>
        <w:contextualSpacing w:val="0"/>
        <w:jc w:val="both"/>
      </w:pPr>
      <w:bookmarkStart w:id="1422" w:name="_Toc12416959"/>
      <w:r w:rsidRPr="00170599">
        <w:t>Should the Service Provider, for whatsoever reason and at any time during the Term of this Agreement, no longer be appropriately accredited or authorised to provide the Services, the Service Provider will immediately inform SARS thereof in writing in which event, this Agreement may, at SARS’s option, be terminated immediately or on such date as determined by SARS. The Service Provider will be required to repay any pre-paid amounts that SARS may have paid in respect of the Services.</w:t>
      </w:r>
      <w:bookmarkEnd w:id="1422"/>
    </w:p>
    <w:p w14:paraId="22B14871" w14:textId="3C12DBBA" w:rsidR="00AC1C48" w:rsidRDefault="00945807" w:rsidP="00170599">
      <w:pPr>
        <w:pStyle w:val="ListParagraph"/>
        <w:numPr>
          <w:ilvl w:val="2"/>
          <w:numId w:val="28"/>
        </w:numPr>
        <w:spacing w:before="120" w:after="240" w:line="360" w:lineRule="auto"/>
        <w:ind w:left="709" w:hanging="709"/>
        <w:contextualSpacing w:val="0"/>
        <w:jc w:val="both"/>
      </w:pPr>
      <w:bookmarkStart w:id="1423" w:name="_Toc12416960"/>
      <w:r w:rsidRPr="00170599">
        <w:t>The Service Provider warrants that it has obtained a written undertaking from Licensor in favour of SARS confirming that Licensor will, in the event that the Service Provider ceases to provide the Services to SARS in terms of this Agreement (whether as a result of the Service Provider losing its accreditation or distributorship rights with Licensor, as a result of the Service Provider ceasing to trade or going into liquidation or as a result of a material breach by the Service Provider of this Agreement), take over and continue to provide the Services to SARS in accordance with the terms of this Agreement or enlist a third party service provider (acceptable to SARS) to do so on its behalf, such that there is a minimal or no disruption in the Service provision to SARS.</w:t>
      </w:r>
      <w:bookmarkEnd w:id="1423"/>
    </w:p>
    <w:p w14:paraId="3A843215" w14:textId="77777777" w:rsidR="00C21D89" w:rsidRDefault="00C21D89" w:rsidP="00C21D89">
      <w:pPr>
        <w:pStyle w:val="ListParagraph"/>
        <w:spacing w:before="120" w:after="240" w:line="360" w:lineRule="auto"/>
        <w:ind w:left="709"/>
        <w:contextualSpacing w:val="0"/>
        <w:jc w:val="both"/>
      </w:pPr>
    </w:p>
    <w:p w14:paraId="551164C9" w14:textId="38C449FD" w:rsidR="00945807" w:rsidRPr="00170599" w:rsidRDefault="00945807" w:rsidP="00503740">
      <w:pPr>
        <w:pStyle w:val="ListParagraph"/>
        <w:numPr>
          <w:ilvl w:val="1"/>
          <w:numId w:val="28"/>
        </w:numPr>
        <w:spacing w:before="120" w:after="240" w:line="360" w:lineRule="auto"/>
        <w:ind w:left="709" w:hanging="709"/>
        <w:contextualSpacing w:val="0"/>
        <w:jc w:val="both"/>
        <w:rPr>
          <w:b/>
          <w:bCs/>
        </w:rPr>
      </w:pPr>
      <w:bookmarkStart w:id="1424" w:name="_Toc12416961"/>
      <w:r w:rsidRPr="00170599">
        <w:rPr>
          <w:b/>
          <w:bCs/>
        </w:rPr>
        <w:t>Product Specific Warranties</w:t>
      </w:r>
      <w:bookmarkEnd w:id="1424"/>
      <w:r w:rsidR="004B0ADB" w:rsidRPr="00170599">
        <w:t>:</w:t>
      </w:r>
    </w:p>
    <w:p w14:paraId="17546763" w14:textId="77777777" w:rsidR="004E37D4" w:rsidRPr="00170599" w:rsidRDefault="004E37D4" w:rsidP="00503740">
      <w:pPr>
        <w:pStyle w:val="ListParagraph"/>
        <w:numPr>
          <w:ilvl w:val="2"/>
          <w:numId w:val="28"/>
        </w:numPr>
        <w:spacing w:before="120" w:after="240" w:line="360" w:lineRule="auto"/>
        <w:ind w:left="709" w:hanging="709"/>
        <w:contextualSpacing w:val="0"/>
        <w:jc w:val="both"/>
      </w:pPr>
      <w:bookmarkStart w:id="1425" w:name="_Toc12416962"/>
      <w:r w:rsidRPr="00170599">
        <w:t xml:space="preserve">The Service Provider warrants that the Software is designed to operate in conformance with the </w:t>
      </w:r>
      <w:r w:rsidR="00731A99" w:rsidRPr="00170599">
        <w:t>Functional Sp</w:t>
      </w:r>
      <w:r w:rsidRPr="00170599">
        <w:t xml:space="preserve">ecifications as set out in the </w:t>
      </w:r>
      <w:r w:rsidR="00731A99" w:rsidRPr="00170599">
        <w:t>D</w:t>
      </w:r>
      <w:r w:rsidRPr="00170599">
        <w:t>ocumentation and that it will at all times: (i) ensure that the Software and the Documentation will be free as reasonably possible from Deficiencies and will comply in all respects with the technical and functional specifications therefore as agreed by the Parties; (ii) remedy any non-</w:t>
      </w:r>
      <w:r w:rsidR="00640F9C" w:rsidRPr="00170599">
        <w:t>conformity</w:t>
      </w:r>
      <w:r w:rsidRPr="00170599">
        <w:t xml:space="preserve"> of the Software to the </w:t>
      </w:r>
      <w:r w:rsidR="00731A99" w:rsidRPr="00170599">
        <w:t>F</w:t>
      </w:r>
      <w:r w:rsidRPr="00170599">
        <w:t xml:space="preserve">unctional </w:t>
      </w:r>
      <w:r w:rsidR="00731A99" w:rsidRPr="00170599">
        <w:t>S</w:t>
      </w:r>
      <w:r w:rsidRPr="00170599">
        <w:t>pecifications (iii) take all reasonable and necessary steps to ensure that the Services and the Software (including Upgrade, New Releases, Bug Fixes, Enhancements, Work Arounds) will be free of Destructive Elements and such Destructive Element will be recorded in writing by the Parties and will not constitute a breach of this warranty. In the event of a breach of this warranty, the Service Provider will immediately take all reasonable steps to remedy such breach or, if not possible, ameliorate the impact of the Destructive Element; and (iii) the Software and/or all components thereof, once installed and/or implemented, will process any date and time data correctly and all date-related output and results produced by the Software will comply with the Gregorian calendar.</w:t>
      </w:r>
      <w:bookmarkEnd w:id="1425"/>
      <w:r w:rsidRPr="00170599">
        <w:t xml:space="preserve"> </w:t>
      </w:r>
    </w:p>
    <w:p w14:paraId="1C0EF7D1" w14:textId="38A5DA9E" w:rsidR="004E37D4" w:rsidRPr="00170599" w:rsidRDefault="004E37D4" w:rsidP="00503740">
      <w:pPr>
        <w:pStyle w:val="ListParagraph"/>
        <w:numPr>
          <w:ilvl w:val="1"/>
          <w:numId w:val="28"/>
        </w:numPr>
        <w:spacing w:before="120" w:after="240" w:line="360" w:lineRule="auto"/>
        <w:ind w:left="709" w:hanging="709"/>
        <w:contextualSpacing w:val="0"/>
        <w:jc w:val="both"/>
      </w:pPr>
      <w:bookmarkStart w:id="1426" w:name="_Toc12416963"/>
      <w:r w:rsidRPr="00170599">
        <w:rPr>
          <w:b/>
          <w:bCs/>
        </w:rPr>
        <w:t>Service Delivery</w:t>
      </w:r>
      <w:bookmarkEnd w:id="1426"/>
      <w:r w:rsidR="004B0ADB" w:rsidRPr="00170599">
        <w:t>:</w:t>
      </w:r>
    </w:p>
    <w:p w14:paraId="0545BEE8" w14:textId="4C98D7E7" w:rsidR="006C7235" w:rsidRDefault="004E37D4" w:rsidP="00503740">
      <w:pPr>
        <w:pStyle w:val="ListParagraph"/>
        <w:numPr>
          <w:ilvl w:val="2"/>
          <w:numId w:val="28"/>
        </w:numPr>
        <w:spacing w:before="120" w:after="240" w:line="360" w:lineRule="auto"/>
        <w:ind w:left="709" w:hanging="709"/>
        <w:contextualSpacing w:val="0"/>
        <w:jc w:val="both"/>
      </w:pPr>
      <w:bookmarkStart w:id="1427" w:name="_Toc12416964"/>
      <w:r w:rsidRPr="00170599">
        <w:t xml:space="preserve">The Service Provider represents and warrants that it shall for the duration of this Agreement: (i) use adequate numbers of qualified </w:t>
      </w:r>
      <w:r w:rsidR="00640F9C" w:rsidRPr="00170599">
        <w:t>Service</w:t>
      </w:r>
      <w:r w:rsidR="00731A99" w:rsidRPr="00170599">
        <w:t xml:space="preserve"> Provider Personnel </w:t>
      </w:r>
      <w:r w:rsidRPr="00170599">
        <w:t xml:space="preserve">with suitable training, education, experience and skill to perform the Services; (ii) use and adopt any standards and processes required under this Agreement; (iii) provide the Services with promptness and diligence and in a workmanlike manner and in accordance with the practices and high professional standards used in well-managed operations performing services similar to the Services; and (iv) provide and maintain such documentation as is authored by or on behalf of the Service Provider so that it: (a) accurately reflects the operations and capabilities of the Software; (b) is accurate, complete and written in a manner easily understood by </w:t>
      </w:r>
      <w:r w:rsidR="00493D74" w:rsidRPr="00170599">
        <w:t>SARS</w:t>
      </w:r>
      <w:r w:rsidRPr="00170599">
        <w:t>; and (c) is promptly updated from time to time to reflect any changes.</w:t>
      </w:r>
      <w:bookmarkEnd w:id="1427"/>
    </w:p>
    <w:p w14:paraId="1E9F85B9" w14:textId="228EEF8A" w:rsidR="00C21D89" w:rsidRDefault="00C21D89" w:rsidP="00C21D89">
      <w:pPr>
        <w:pStyle w:val="ListParagraph"/>
        <w:spacing w:before="120" w:after="240" w:line="360" w:lineRule="auto"/>
        <w:ind w:left="792"/>
        <w:contextualSpacing w:val="0"/>
        <w:jc w:val="both"/>
      </w:pPr>
    </w:p>
    <w:p w14:paraId="6088464A" w14:textId="77777777" w:rsidR="00C21D89" w:rsidRDefault="00C21D89" w:rsidP="00C21D89">
      <w:pPr>
        <w:pStyle w:val="ListParagraph"/>
        <w:spacing w:before="120" w:after="240" w:line="360" w:lineRule="auto"/>
        <w:ind w:left="792"/>
        <w:contextualSpacing w:val="0"/>
        <w:jc w:val="both"/>
      </w:pPr>
    </w:p>
    <w:p w14:paraId="5FB983AD" w14:textId="77777777" w:rsidR="00640F9C" w:rsidRPr="00170599" w:rsidRDefault="00640F9C" w:rsidP="00503740">
      <w:pPr>
        <w:pStyle w:val="ListParagraph"/>
        <w:numPr>
          <w:ilvl w:val="1"/>
          <w:numId w:val="28"/>
        </w:numPr>
        <w:spacing w:before="120" w:after="240" w:line="360" w:lineRule="auto"/>
        <w:ind w:left="709" w:hanging="709"/>
        <w:contextualSpacing w:val="0"/>
        <w:jc w:val="both"/>
        <w:rPr>
          <w:b/>
          <w:bCs/>
        </w:rPr>
      </w:pPr>
      <w:bookmarkStart w:id="1428" w:name="_Ref361886061"/>
      <w:bookmarkStart w:id="1429" w:name="_Ref387718110"/>
      <w:bookmarkStart w:id="1430" w:name="_Ref2930633"/>
      <w:bookmarkStart w:id="1431" w:name="_Toc12416965"/>
      <w:r w:rsidRPr="00170599">
        <w:rPr>
          <w:b/>
          <w:bCs/>
        </w:rPr>
        <w:t>Security Clearance</w:t>
      </w:r>
      <w:r w:rsidRPr="00170599">
        <w:t>:</w:t>
      </w:r>
      <w:bookmarkEnd w:id="1428"/>
      <w:bookmarkEnd w:id="1429"/>
      <w:bookmarkEnd w:id="1430"/>
      <w:bookmarkEnd w:id="1431"/>
      <w:r w:rsidRPr="00170599">
        <w:t xml:space="preserve"> </w:t>
      </w:r>
    </w:p>
    <w:p w14:paraId="6AFD62EE" w14:textId="77777777" w:rsidR="00640F9C" w:rsidRPr="00170599" w:rsidRDefault="00640F9C" w:rsidP="00503740">
      <w:pPr>
        <w:pStyle w:val="ListParagraph"/>
        <w:numPr>
          <w:ilvl w:val="2"/>
          <w:numId w:val="28"/>
        </w:numPr>
        <w:spacing w:before="120" w:after="240" w:line="360" w:lineRule="auto"/>
        <w:ind w:left="709" w:hanging="709"/>
        <w:contextualSpacing w:val="0"/>
        <w:jc w:val="both"/>
        <w:rPr>
          <w:b/>
          <w:bCs/>
        </w:rPr>
      </w:pPr>
      <w:bookmarkStart w:id="1432" w:name="_Toc12416966"/>
      <w:r w:rsidRPr="00170599">
        <w:t xml:space="preserve">Without limiting the generality of the aforegoing, the Service Provider represents and warrants that it will ensure that the </w:t>
      </w:r>
      <w:r w:rsidR="008C7C0E" w:rsidRPr="00170599">
        <w:t>Service Provider Personnel</w:t>
      </w:r>
      <w:r w:rsidRPr="00170599">
        <w:t xml:space="preserve"> engaged in the provision of the Services are suitable and pose no risk to SARS. Any member of the </w:t>
      </w:r>
      <w:r w:rsidR="008C7C0E" w:rsidRPr="00170599">
        <w:t>Service Provider Personnel</w:t>
      </w:r>
      <w:r w:rsidR="006163C2" w:rsidRPr="00170599">
        <w:t xml:space="preserve"> </w:t>
      </w:r>
      <w:r w:rsidRPr="00170599">
        <w:t xml:space="preserve">who is engaged, or is to be engaged, in providing the Services must, if requested by SARS, comply with SARS’s internal security clearance requirements, including submitting a security clearance certificate, failing which SARS shall be entitled to require the Service Provider to replace such member of the </w:t>
      </w:r>
      <w:r w:rsidR="008C7C0E" w:rsidRPr="00170599">
        <w:t>Service Provider Personnel</w:t>
      </w:r>
      <w:r w:rsidR="006163C2" w:rsidRPr="00170599">
        <w:t xml:space="preserve"> </w:t>
      </w:r>
      <w:r w:rsidRPr="00170599">
        <w:t xml:space="preserve">with someone who does so comply. The Service Provider undertakes to indemnify SARS against any claims that may be brought by any of the </w:t>
      </w:r>
      <w:r w:rsidR="008C7C0E" w:rsidRPr="00170599">
        <w:t>Service Provider Personnel</w:t>
      </w:r>
      <w:r w:rsidR="006163C2" w:rsidRPr="00170599">
        <w:t xml:space="preserve"> </w:t>
      </w:r>
      <w:r w:rsidRPr="00170599">
        <w:t xml:space="preserve">who may be affected as a result of SARS exercising its rights under this </w:t>
      </w:r>
      <w:r w:rsidR="00E23CEB" w:rsidRPr="00170599">
        <w:t>Clause</w:t>
      </w:r>
      <w:r w:rsidRPr="00170599">
        <w:t>.</w:t>
      </w:r>
      <w:bookmarkEnd w:id="1432"/>
    </w:p>
    <w:p w14:paraId="15C9318F" w14:textId="77777777" w:rsidR="00640F9C" w:rsidRPr="00170599" w:rsidRDefault="00640F9C" w:rsidP="00503740">
      <w:pPr>
        <w:pStyle w:val="ListParagraph"/>
        <w:numPr>
          <w:ilvl w:val="2"/>
          <w:numId w:val="28"/>
        </w:numPr>
        <w:spacing w:before="120" w:after="240" w:line="360" w:lineRule="auto"/>
        <w:ind w:left="709" w:hanging="709"/>
        <w:contextualSpacing w:val="0"/>
        <w:jc w:val="both"/>
        <w:rPr>
          <w:b/>
          <w:bCs/>
        </w:rPr>
      </w:pPr>
      <w:bookmarkStart w:id="1433" w:name="_Toc12416967"/>
      <w:r w:rsidRPr="00170599">
        <w:t xml:space="preserve">As a confirmation that the </w:t>
      </w:r>
      <w:r w:rsidR="008C7C0E" w:rsidRPr="00170599">
        <w:t>Service Provider Personnel</w:t>
      </w:r>
      <w:r w:rsidRPr="00170599">
        <w:t xml:space="preserve"> engaged to provide the Services are suitable and appropriately qualified, trained, experienced, skilled and available to render such services in terms of this Agreement including confirmation of such </w:t>
      </w:r>
      <w:r w:rsidR="008C7C0E" w:rsidRPr="00170599">
        <w:t>Service Provider Personnel’s</w:t>
      </w:r>
      <w:r w:rsidRPr="00170599">
        <w:t xml:space="preserve"> citizenship, criminal record status and/or credit worthiness, the Service Provider represents and warrants that it has conducted a background screening exercise on every member of </w:t>
      </w:r>
      <w:r w:rsidR="008C7C0E" w:rsidRPr="00170599">
        <w:t>the Service Provider Personnel</w:t>
      </w:r>
      <w:r w:rsidRPr="00170599">
        <w:t xml:space="preserve"> whom is assigned to SARS for the fulfilment of its obligations in terms of this Agreement and shall if requested by SARS provide the report from a reputable screening agency which shall verify the following:</w:t>
      </w:r>
      <w:bookmarkEnd w:id="1433"/>
      <w:r w:rsidRPr="00170599">
        <w:t xml:space="preserve">  </w:t>
      </w:r>
    </w:p>
    <w:p w14:paraId="627F0068" w14:textId="77777777" w:rsidR="00640F9C" w:rsidRPr="00170599" w:rsidRDefault="00640F9C" w:rsidP="00503740">
      <w:pPr>
        <w:pStyle w:val="ListParagraph"/>
        <w:numPr>
          <w:ilvl w:val="3"/>
          <w:numId w:val="28"/>
        </w:numPr>
        <w:spacing w:before="120" w:after="240" w:line="360" w:lineRule="auto"/>
        <w:ind w:left="1701" w:hanging="992"/>
        <w:contextualSpacing w:val="0"/>
        <w:jc w:val="both"/>
      </w:pPr>
      <w:bookmarkStart w:id="1434" w:name="_Toc12416968"/>
      <w:r w:rsidRPr="00170599">
        <w:t>Citizenship including residency status;</w:t>
      </w:r>
      <w:bookmarkEnd w:id="1434"/>
    </w:p>
    <w:p w14:paraId="3D3F7E3B" w14:textId="77777777" w:rsidR="00640F9C" w:rsidRPr="00170599" w:rsidRDefault="00640F9C" w:rsidP="00503740">
      <w:pPr>
        <w:pStyle w:val="ListParagraph"/>
        <w:numPr>
          <w:ilvl w:val="3"/>
          <w:numId w:val="28"/>
        </w:numPr>
        <w:spacing w:before="120" w:after="240" w:line="360" w:lineRule="auto"/>
        <w:ind w:left="1701" w:hanging="992"/>
        <w:contextualSpacing w:val="0"/>
        <w:jc w:val="both"/>
      </w:pPr>
      <w:bookmarkStart w:id="1435" w:name="_Toc12416969"/>
      <w:r w:rsidRPr="00170599">
        <w:t>Criminal activity report; and</w:t>
      </w:r>
      <w:bookmarkEnd w:id="1435"/>
    </w:p>
    <w:p w14:paraId="47DA7F37" w14:textId="77777777" w:rsidR="00640F9C" w:rsidRPr="00170599" w:rsidRDefault="00640F9C" w:rsidP="00503740">
      <w:pPr>
        <w:pStyle w:val="ListParagraph"/>
        <w:numPr>
          <w:ilvl w:val="3"/>
          <w:numId w:val="28"/>
        </w:numPr>
        <w:spacing w:before="120" w:after="240" w:line="360" w:lineRule="auto"/>
        <w:ind w:left="1701" w:hanging="992"/>
        <w:contextualSpacing w:val="0"/>
        <w:jc w:val="both"/>
        <w:rPr>
          <w:b/>
          <w:bCs/>
        </w:rPr>
      </w:pPr>
      <w:bookmarkStart w:id="1436" w:name="_Toc12416970"/>
      <w:r w:rsidRPr="00170599">
        <w:t>Credit worthiness.</w:t>
      </w:r>
      <w:bookmarkEnd w:id="1436"/>
      <w:r w:rsidRPr="00170599">
        <w:t xml:space="preserve"> </w:t>
      </w:r>
    </w:p>
    <w:p w14:paraId="244F3C65" w14:textId="77777777" w:rsidR="00640F9C" w:rsidRPr="00170599" w:rsidRDefault="00640F9C" w:rsidP="00503740">
      <w:pPr>
        <w:pStyle w:val="ListParagraph"/>
        <w:numPr>
          <w:ilvl w:val="2"/>
          <w:numId w:val="28"/>
        </w:numPr>
        <w:spacing w:before="120" w:after="240" w:line="360" w:lineRule="auto"/>
        <w:ind w:left="709" w:hanging="709"/>
        <w:contextualSpacing w:val="0"/>
        <w:jc w:val="both"/>
      </w:pPr>
      <w:bookmarkStart w:id="1437" w:name="_Toc12416971"/>
      <w:r w:rsidRPr="00170599">
        <w:t xml:space="preserve">The Service Provider shall ensure that the validity of such report shall not be older than 3 (three) months as at the date of request or as at the commencement of such </w:t>
      </w:r>
      <w:r w:rsidR="008C7C0E" w:rsidRPr="00170599">
        <w:t xml:space="preserve">Service Provider Personnel </w:t>
      </w:r>
      <w:r w:rsidRPr="00170599">
        <w:t>duties to SARS in terms of this Agreement, as the case may be, and shall be updated as required by SARS from time to time.</w:t>
      </w:r>
      <w:bookmarkEnd w:id="1437"/>
    </w:p>
    <w:p w14:paraId="0ECCB940" w14:textId="2B4F506D" w:rsidR="00640F9C" w:rsidRPr="00170599" w:rsidRDefault="00640F9C" w:rsidP="00503740">
      <w:pPr>
        <w:pStyle w:val="ListParagraph"/>
        <w:numPr>
          <w:ilvl w:val="2"/>
          <w:numId w:val="28"/>
        </w:numPr>
        <w:spacing w:before="120" w:after="240" w:line="360" w:lineRule="auto"/>
        <w:ind w:left="709" w:hanging="709"/>
        <w:contextualSpacing w:val="0"/>
        <w:jc w:val="both"/>
      </w:pPr>
      <w:bookmarkStart w:id="1438" w:name="_Toc12416972"/>
      <w:r w:rsidRPr="00170599">
        <w:t xml:space="preserve">In the event that the report reveals evidence that the </w:t>
      </w:r>
      <w:r w:rsidR="008C7C0E" w:rsidRPr="00170599">
        <w:t>Service Provider Personnel</w:t>
      </w:r>
      <w:r w:rsidRPr="00170599">
        <w:t xml:space="preserve"> assigned to perform the Services are not qualified and/or do not possess the level of skills required for the performance of the Services, the Service Provider shall ensure a replacement of such member of </w:t>
      </w:r>
      <w:r w:rsidR="008C7C0E" w:rsidRPr="00170599">
        <w:t>the Service Provider Personnel</w:t>
      </w:r>
      <w:r w:rsidRPr="00170599">
        <w:t xml:space="preserve"> with one whose background screening meets the requirements of SARS. The Service Provider undertakes to indemnify SARS against any claims that may be brought by any of the Service Provider’s </w:t>
      </w:r>
      <w:r w:rsidR="00794DC1" w:rsidRPr="00170599">
        <w:t>s</w:t>
      </w:r>
      <w:r w:rsidRPr="00170599">
        <w:t xml:space="preserve">taff who may be affected as a result of SARS exercising its rights under this </w:t>
      </w:r>
      <w:r w:rsidR="00E23CEB" w:rsidRPr="00170599">
        <w:t>Clause</w:t>
      </w:r>
      <w:r w:rsidRPr="00170599">
        <w:t>.</w:t>
      </w:r>
      <w:bookmarkEnd w:id="1438"/>
    </w:p>
    <w:p w14:paraId="5EEB7576" w14:textId="1CCD1F98" w:rsidR="00640F9C" w:rsidRPr="00170599" w:rsidRDefault="00640F9C" w:rsidP="00503740">
      <w:pPr>
        <w:pStyle w:val="ListParagraph"/>
        <w:numPr>
          <w:ilvl w:val="2"/>
          <w:numId w:val="28"/>
        </w:numPr>
        <w:spacing w:before="120" w:after="240" w:line="360" w:lineRule="auto"/>
        <w:ind w:left="709" w:hanging="709"/>
        <w:contextualSpacing w:val="0"/>
        <w:jc w:val="both"/>
      </w:pPr>
      <w:bookmarkStart w:id="1439" w:name="_Toc12416973"/>
      <w:r w:rsidRPr="00170599">
        <w:t xml:space="preserve">The Service Provider shall further ensure that its </w:t>
      </w:r>
      <w:r w:rsidR="00794DC1" w:rsidRPr="00170599">
        <w:t>s</w:t>
      </w:r>
      <w:r w:rsidRPr="00170599">
        <w:t>taff assigned to provide the Services to SARS as envisaged in this Agreement shall for the duration of this Agreement, be subject to SARS’s “Anti-Corruption and Security Internal Policy: Security Vetting” as amended from time to time, as well as other security legislation and policies applicable to the entities providing the services to the organs of State.</w:t>
      </w:r>
      <w:bookmarkEnd w:id="1439"/>
      <w:r w:rsidRPr="00170599">
        <w:t xml:space="preserve"> </w:t>
      </w:r>
    </w:p>
    <w:p w14:paraId="0A0605F7" w14:textId="05FA0BAF" w:rsidR="00640F9C" w:rsidRPr="001A303E" w:rsidRDefault="00640F9C" w:rsidP="00503740">
      <w:pPr>
        <w:pStyle w:val="ListParagraph"/>
        <w:numPr>
          <w:ilvl w:val="2"/>
          <w:numId w:val="28"/>
        </w:numPr>
        <w:spacing w:before="120" w:after="240" w:line="360" w:lineRule="auto"/>
        <w:ind w:left="709" w:hanging="709"/>
        <w:contextualSpacing w:val="0"/>
        <w:jc w:val="both"/>
      </w:pPr>
      <w:bookmarkStart w:id="1440" w:name="_Toc12416974"/>
      <w:r w:rsidRPr="00170599">
        <w:t xml:space="preserve">A breach by the Service Provider of any warranty, representation or other provision of this </w:t>
      </w:r>
      <w:r w:rsidR="00E23CEB" w:rsidRPr="00170599">
        <w:rPr>
          <w:b/>
        </w:rPr>
        <w:t>Clause</w:t>
      </w:r>
      <w:r w:rsidRPr="00170599">
        <w:rPr>
          <w:b/>
        </w:rPr>
        <w:t xml:space="preserve"> </w:t>
      </w:r>
      <w:r w:rsidR="00766492" w:rsidRPr="001A303E">
        <w:rPr>
          <w:b/>
        </w:rPr>
        <w:fldChar w:fldCharType="begin"/>
      </w:r>
      <w:r w:rsidR="00766492" w:rsidRPr="00170599">
        <w:rPr>
          <w:b/>
        </w:rPr>
        <w:instrText xml:space="preserve"> REF _Ref533021638 \r \h </w:instrText>
      </w:r>
      <w:r w:rsidR="00252202">
        <w:rPr>
          <w:b/>
        </w:rPr>
        <w:instrText xml:space="preserve"> \* MERGEFORMAT </w:instrText>
      </w:r>
      <w:r w:rsidR="00766492" w:rsidRPr="001A303E">
        <w:rPr>
          <w:b/>
        </w:rPr>
      </w:r>
      <w:r w:rsidR="00766492" w:rsidRPr="001A303E">
        <w:rPr>
          <w:b/>
        </w:rPr>
        <w:fldChar w:fldCharType="separate"/>
      </w:r>
      <w:r w:rsidR="00766492" w:rsidRPr="001A303E">
        <w:rPr>
          <w:b/>
        </w:rPr>
        <w:t>40</w:t>
      </w:r>
      <w:r w:rsidR="00766492" w:rsidRPr="001A303E">
        <w:rPr>
          <w:b/>
        </w:rPr>
        <w:fldChar w:fldCharType="end"/>
      </w:r>
      <w:r w:rsidRPr="001A303E">
        <w:t xml:space="preserve"> or of any express or implied warranty or representation contained elsewhere in this Agreement, shall be a material breach of this Agreement which shall confer on SARS the right, in its sole discretion, to utilise any remedy created in this Agreement for the enforcement of SARS’s rights, including termination in terms of </w:t>
      </w:r>
      <w:r w:rsidR="00E23CEB" w:rsidRPr="00170599">
        <w:rPr>
          <w:b/>
        </w:rPr>
        <w:t>Clause</w:t>
      </w:r>
      <w:r w:rsidRPr="00170599">
        <w:rPr>
          <w:b/>
        </w:rPr>
        <w:t xml:space="preserve"> </w:t>
      </w:r>
      <w:r w:rsidR="00766492" w:rsidRPr="001A303E">
        <w:rPr>
          <w:b/>
        </w:rPr>
        <w:fldChar w:fldCharType="begin"/>
      </w:r>
      <w:r w:rsidR="00766492" w:rsidRPr="00170599">
        <w:rPr>
          <w:b/>
        </w:rPr>
        <w:instrText xml:space="preserve"> REF _Ref178129565 \r \h </w:instrText>
      </w:r>
      <w:r w:rsidR="00252202">
        <w:rPr>
          <w:b/>
        </w:rPr>
        <w:instrText xml:space="preserve"> \* MERGEFORMAT </w:instrText>
      </w:r>
      <w:r w:rsidR="00766492" w:rsidRPr="001A303E">
        <w:rPr>
          <w:b/>
        </w:rPr>
      </w:r>
      <w:r w:rsidR="00766492" w:rsidRPr="001A303E">
        <w:rPr>
          <w:b/>
        </w:rPr>
        <w:fldChar w:fldCharType="separate"/>
      </w:r>
      <w:r w:rsidR="00161845">
        <w:rPr>
          <w:b/>
        </w:rPr>
        <w:t>29</w:t>
      </w:r>
      <w:r w:rsidR="00766492" w:rsidRPr="001A303E">
        <w:rPr>
          <w:b/>
        </w:rPr>
        <w:fldChar w:fldCharType="end"/>
      </w:r>
      <w:r w:rsidRPr="001A303E">
        <w:t xml:space="preserve"> </w:t>
      </w:r>
      <w:r w:rsidR="001350BE" w:rsidRPr="001A303E">
        <w:t>above</w:t>
      </w:r>
      <w:r w:rsidRPr="001A303E">
        <w:t>.</w:t>
      </w:r>
      <w:bookmarkStart w:id="1441" w:name="_Ref64963686"/>
      <w:bookmarkStart w:id="1442" w:name="_Ref64914496"/>
      <w:bookmarkEnd w:id="1440"/>
      <w:bookmarkEnd w:id="1441"/>
      <w:bookmarkEnd w:id="1442"/>
    </w:p>
    <w:p w14:paraId="241F7CE5" w14:textId="6A305928" w:rsidR="00945807" w:rsidRPr="001A303E" w:rsidRDefault="00945807" w:rsidP="00503740">
      <w:pPr>
        <w:pStyle w:val="ListParagraph"/>
        <w:numPr>
          <w:ilvl w:val="1"/>
          <w:numId w:val="28"/>
        </w:numPr>
        <w:spacing w:before="120" w:after="240" w:line="360" w:lineRule="auto"/>
        <w:ind w:left="709" w:hanging="709"/>
        <w:contextualSpacing w:val="0"/>
        <w:jc w:val="both"/>
      </w:pPr>
      <w:bookmarkStart w:id="1443" w:name="_Toc12416975"/>
      <w:r w:rsidRPr="001A303E">
        <w:rPr>
          <w:b/>
          <w:bCs/>
        </w:rPr>
        <w:t>Regulatory requirements</w:t>
      </w:r>
      <w:bookmarkEnd w:id="1443"/>
      <w:r w:rsidR="004B0ADB" w:rsidRPr="001A303E">
        <w:t>:</w:t>
      </w:r>
    </w:p>
    <w:p w14:paraId="67071E74" w14:textId="77777777" w:rsidR="00945807" w:rsidRPr="001A303E" w:rsidRDefault="00945807" w:rsidP="00503740">
      <w:pPr>
        <w:pStyle w:val="ListParagraph"/>
        <w:numPr>
          <w:ilvl w:val="2"/>
          <w:numId w:val="28"/>
        </w:numPr>
        <w:spacing w:before="120" w:after="240" w:line="360" w:lineRule="auto"/>
        <w:ind w:left="709" w:hanging="709"/>
        <w:contextualSpacing w:val="0"/>
        <w:jc w:val="both"/>
      </w:pPr>
      <w:bookmarkStart w:id="1444" w:name="_Toc12416976"/>
      <w:r w:rsidRPr="001A303E">
        <w:t>The Service Provider warrants that it is and will remain for the duration of this Agreement, fully cognisant of and compliant with any relevant legislative or regulatory requirements and/or rulings or codes of practice of any competent authority or industry body that has jurisdiction over the provision of or is relevant to the Services and/or Software. The Service Provider will be responsible for any fines and penalties arising from any non-compliance with any law, legislative enactment or regulatory requirement, code or ruling of any competent authority or industry body relating to the delivery or use of the Services.</w:t>
      </w:r>
      <w:bookmarkEnd w:id="1444"/>
    </w:p>
    <w:p w14:paraId="17282A00" w14:textId="1A601CD9" w:rsidR="00945807" w:rsidRPr="00BB3CB5" w:rsidRDefault="00945807" w:rsidP="00503740">
      <w:pPr>
        <w:pStyle w:val="ListParagraph"/>
        <w:numPr>
          <w:ilvl w:val="1"/>
          <w:numId w:val="28"/>
        </w:numPr>
        <w:spacing w:before="120" w:after="240" w:line="360" w:lineRule="auto"/>
        <w:ind w:left="709" w:hanging="709"/>
        <w:contextualSpacing w:val="0"/>
        <w:jc w:val="both"/>
      </w:pPr>
      <w:bookmarkStart w:id="1445" w:name="_Toc12416977"/>
      <w:r w:rsidRPr="001A303E">
        <w:rPr>
          <w:b/>
          <w:bCs/>
        </w:rPr>
        <w:t>Documentation</w:t>
      </w:r>
      <w:bookmarkEnd w:id="1445"/>
      <w:r w:rsidR="004B0ADB" w:rsidRPr="00BB3CB5">
        <w:t>:</w:t>
      </w:r>
    </w:p>
    <w:p w14:paraId="7ADFFE04" w14:textId="77777777" w:rsidR="00945807" w:rsidRPr="00BB3CB5" w:rsidRDefault="00945807" w:rsidP="00503740">
      <w:pPr>
        <w:pStyle w:val="ListParagraph"/>
        <w:numPr>
          <w:ilvl w:val="2"/>
          <w:numId w:val="28"/>
        </w:numPr>
        <w:spacing w:before="120" w:after="240" w:line="360" w:lineRule="auto"/>
        <w:ind w:left="709" w:hanging="709"/>
        <w:contextualSpacing w:val="0"/>
        <w:jc w:val="both"/>
      </w:pPr>
      <w:bookmarkStart w:id="1446" w:name="_Toc12416978"/>
      <w:r w:rsidRPr="00BB3CB5">
        <w:t xml:space="preserve">The Service Provider warrants that it will provide and maintain Documentation so that it: (i) accurately reflects the operations and capabilities of any and all Software and training courses; (ii) is accurate, complete and written in a manner easily understood by </w:t>
      </w:r>
      <w:r w:rsidR="00493D74" w:rsidRPr="00BB3CB5">
        <w:t>SARS</w:t>
      </w:r>
      <w:r w:rsidRPr="00BB3CB5">
        <w:t>; and (iii) is promptly updated from time to time to reflect any change.</w:t>
      </w:r>
      <w:bookmarkEnd w:id="1446"/>
    </w:p>
    <w:p w14:paraId="7E20CC3F" w14:textId="2549C75A" w:rsidR="002B5A54" w:rsidRPr="00170599" w:rsidRDefault="002B5A54" w:rsidP="00503740">
      <w:pPr>
        <w:pStyle w:val="ListParagraph"/>
        <w:numPr>
          <w:ilvl w:val="1"/>
          <w:numId w:val="28"/>
        </w:numPr>
        <w:spacing w:before="120" w:after="240" w:line="360" w:lineRule="auto"/>
        <w:ind w:left="709" w:hanging="709"/>
        <w:contextualSpacing w:val="0"/>
        <w:jc w:val="both"/>
        <w:rPr>
          <w:b/>
          <w:bCs/>
        </w:rPr>
      </w:pPr>
      <w:bookmarkStart w:id="1447" w:name="_Toc12416979"/>
      <w:r w:rsidRPr="00170599">
        <w:rPr>
          <w:b/>
          <w:bCs/>
        </w:rPr>
        <w:t>General Warranties</w:t>
      </w:r>
      <w:bookmarkEnd w:id="1447"/>
      <w:r w:rsidR="004B0ADB" w:rsidRPr="00170599">
        <w:t>:</w:t>
      </w:r>
    </w:p>
    <w:p w14:paraId="4B488333" w14:textId="77777777" w:rsidR="0057201C" w:rsidRPr="00170599" w:rsidRDefault="0057201C" w:rsidP="00503740">
      <w:pPr>
        <w:pStyle w:val="ListParagraph"/>
        <w:numPr>
          <w:ilvl w:val="2"/>
          <w:numId w:val="28"/>
        </w:numPr>
        <w:spacing w:before="120" w:after="240" w:line="360" w:lineRule="auto"/>
        <w:ind w:left="709" w:hanging="709"/>
        <w:contextualSpacing w:val="0"/>
        <w:jc w:val="both"/>
      </w:pPr>
      <w:bookmarkStart w:id="1448" w:name="_Toc12416980"/>
      <w:r w:rsidRPr="00170599">
        <w:t>The Service Provider hereby represents and warrants to SARS that-</w:t>
      </w:r>
      <w:bookmarkEnd w:id="1448"/>
    </w:p>
    <w:p w14:paraId="37DE0E2D" w14:textId="77777777" w:rsidR="0057201C" w:rsidRPr="00170599" w:rsidRDefault="0057201C" w:rsidP="00503740">
      <w:pPr>
        <w:pStyle w:val="ListParagraph"/>
        <w:numPr>
          <w:ilvl w:val="3"/>
          <w:numId w:val="28"/>
        </w:numPr>
        <w:spacing w:before="120" w:after="240" w:line="360" w:lineRule="auto"/>
        <w:ind w:left="1701" w:hanging="992"/>
        <w:contextualSpacing w:val="0"/>
        <w:jc w:val="both"/>
      </w:pPr>
      <w:bookmarkStart w:id="1449" w:name="_Toc12416981"/>
      <w:r w:rsidRPr="00170599">
        <w:t>this Agreement has been duly authorised and executed by it and constitutes a legal, valid and binding set of obligations on it;</w:t>
      </w:r>
      <w:bookmarkEnd w:id="1449"/>
    </w:p>
    <w:p w14:paraId="5CD2953C" w14:textId="77777777" w:rsidR="0057201C" w:rsidRPr="00170599" w:rsidRDefault="0057201C" w:rsidP="00503740">
      <w:pPr>
        <w:pStyle w:val="ListParagraph"/>
        <w:numPr>
          <w:ilvl w:val="3"/>
          <w:numId w:val="28"/>
        </w:numPr>
        <w:spacing w:before="120" w:after="240" w:line="360" w:lineRule="auto"/>
        <w:ind w:left="1701" w:hanging="992"/>
        <w:contextualSpacing w:val="0"/>
        <w:jc w:val="both"/>
      </w:pPr>
      <w:bookmarkStart w:id="1450" w:name="_Toc12416982"/>
      <w:r w:rsidRPr="00170599">
        <w:t>it is acting as a principal and not as an agent of an undisclosed principal;</w:t>
      </w:r>
      <w:bookmarkEnd w:id="1450"/>
    </w:p>
    <w:p w14:paraId="15B4042E" w14:textId="77777777" w:rsidR="0057201C" w:rsidRPr="00170599" w:rsidRDefault="0057201C" w:rsidP="00503740">
      <w:pPr>
        <w:pStyle w:val="ListParagraph"/>
        <w:numPr>
          <w:ilvl w:val="3"/>
          <w:numId w:val="28"/>
        </w:numPr>
        <w:spacing w:before="120" w:after="240" w:line="360" w:lineRule="auto"/>
        <w:ind w:left="1701" w:hanging="992"/>
        <w:contextualSpacing w:val="0"/>
        <w:jc w:val="both"/>
      </w:pPr>
      <w:bookmarkStart w:id="1451" w:name="_Toc12416983"/>
      <w:r w:rsidRPr="00170599">
        <w:t>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w:t>
      </w:r>
      <w:bookmarkEnd w:id="1451"/>
      <w:r w:rsidRPr="00170599">
        <w:t xml:space="preserve"> </w:t>
      </w:r>
    </w:p>
    <w:p w14:paraId="361102F9" w14:textId="77777777" w:rsidR="0057201C" w:rsidRPr="00170599" w:rsidRDefault="0057201C" w:rsidP="00503740">
      <w:pPr>
        <w:pStyle w:val="ListParagraph"/>
        <w:numPr>
          <w:ilvl w:val="3"/>
          <w:numId w:val="28"/>
        </w:numPr>
        <w:spacing w:before="120" w:after="240" w:line="360" w:lineRule="auto"/>
        <w:ind w:left="1701" w:hanging="992"/>
        <w:contextualSpacing w:val="0"/>
        <w:jc w:val="both"/>
      </w:pPr>
      <w:bookmarkStart w:id="1452" w:name="_Toc12416984"/>
      <w:r w:rsidRPr="00170599">
        <w:t>it will provide the Services in a cost-effective manner, thereby ensuring that no unnecessary or extraordinary costs are incurred and passed on to SARS;</w:t>
      </w:r>
      <w:bookmarkEnd w:id="1452"/>
      <w:r w:rsidRPr="00170599">
        <w:t xml:space="preserve"> </w:t>
      </w:r>
    </w:p>
    <w:p w14:paraId="45ABCF04" w14:textId="77777777" w:rsidR="0057201C" w:rsidRPr="00170599" w:rsidRDefault="0057201C" w:rsidP="00503740">
      <w:pPr>
        <w:pStyle w:val="ListParagraph"/>
        <w:numPr>
          <w:ilvl w:val="3"/>
          <w:numId w:val="28"/>
        </w:numPr>
        <w:spacing w:before="120" w:after="240" w:line="360" w:lineRule="auto"/>
        <w:ind w:left="1701" w:hanging="992"/>
        <w:contextualSpacing w:val="0"/>
        <w:jc w:val="both"/>
      </w:pPr>
      <w:bookmarkStart w:id="1453" w:name="_Toc12416985"/>
      <w:r w:rsidRPr="00170599">
        <w:t>it will have the requisite insurance to cover for professional liability claims (to the extent that it may be applicable), that may be instituted against it;</w:t>
      </w:r>
      <w:bookmarkEnd w:id="1453"/>
      <w:r w:rsidRPr="00170599">
        <w:t xml:space="preserve"> </w:t>
      </w:r>
    </w:p>
    <w:p w14:paraId="6B31AE02" w14:textId="77777777" w:rsidR="0057201C" w:rsidRPr="00170599" w:rsidRDefault="0057201C" w:rsidP="00503740">
      <w:pPr>
        <w:pStyle w:val="ListParagraph"/>
        <w:numPr>
          <w:ilvl w:val="3"/>
          <w:numId w:val="28"/>
        </w:numPr>
        <w:spacing w:before="120" w:after="240" w:line="360" w:lineRule="auto"/>
        <w:ind w:left="1701" w:hanging="992"/>
        <w:contextualSpacing w:val="0"/>
        <w:jc w:val="both"/>
      </w:pPr>
      <w:bookmarkStart w:id="1454" w:name="_Toc12416986"/>
      <w:r w:rsidRPr="00170599">
        <w:t>it has the necessary resources, skills and experience to render the Service and/or deliver the Deliverables to SARS; and</w:t>
      </w:r>
      <w:bookmarkEnd w:id="1454"/>
    </w:p>
    <w:p w14:paraId="17564281" w14:textId="77777777" w:rsidR="00547EFE" w:rsidRPr="00170599" w:rsidRDefault="008C7C0E" w:rsidP="00503740">
      <w:pPr>
        <w:pStyle w:val="ListParagraph"/>
        <w:numPr>
          <w:ilvl w:val="3"/>
          <w:numId w:val="28"/>
        </w:numPr>
        <w:spacing w:before="120" w:after="240" w:line="360" w:lineRule="auto"/>
        <w:ind w:left="1701" w:hanging="992"/>
        <w:contextualSpacing w:val="0"/>
        <w:jc w:val="both"/>
        <w:rPr>
          <w:b/>
          <w:bCs/>
          <w:iCs/>
        </w:rPr>
      </w:pPr>
      <w:bookmarkStart w:id="1455" w:name="_Toc12416987"/>
      <w:r w:rsidRPr="00170599">
        <w:t>i</w:t>
      </w:r>
      <w:r w:rsidR="0057201C" w:rsidRPr="00170599">
        <w:t>t is expressly agreed between the Parties that each warranty and representation given by the Service Provider in this Agreement is material to this Agreement and induced SARS to conclude this Agreement.</w:t>
      </w:r>
      <w:bookmarkEnd w:id="1455"/>
      <w:r w:rsidR="00547EFE" w:rsidRPr="00170599">
        <w:t xml:space="preserve"> </w:t>
      </w:r>
    </w:p>
    <w:p w14:paraId="0EDF1794" w14:textId="5A0AC574" w:rsidR="0057201C" w:rsidRPr="00936E89" w:rsidRDefault="0057201C" w:rsidP="00503740">
      <w:pPr>
        <w:pStyle w:val="ListParagraph"/>
        <w:numPr>
          <w:ilvl w:val="2"/>
          <w:numId w:val="28"/>
        </w:numPr>
        <w:spacing w:before="120" w:after="240" w:line="360" w:lineRule="auto"/>
        <w:ind w:left="709" w:hanging="709"/>
        <w:contextualSpacing w:val="0"/>
        <w:jc w:val="both"/>
        <w:rPr>
          <w:b/>
        </w:rPr>
      </w:pPr>
      <w:r w:rsidRPr="00170599">
        <w:rPr>
          <w:iCs/>
        </w:rPr>
        <w:t xml:space="preserve">The provisions of this </w:t>
      </w:r>
      <w:r w:rsidRPr="00170599">
        <w:rPr>
          <w:b/>
          <w:iCs/>
        </w:rPr>
        <w:t xml:space="preserve">Clause </w:t>
      </w:r>
      <w:r w:rsidR="00766492" w:rsidRPr="001A303E">
        <w:rPr>
          <w:b/>
          <w:iCs/>
        </w:rPr>
        <w:fldChar w:fldCharType="begin"/>
      </w:r>
      <w:r w:rsidR="00766492" w:rsidRPr="00170599">
        <w:rPr>
          <w:b/>
          <w:iCs/>
        </w:rPr>
        <w:instrText xml:space="preserve"> REF _Ref533021638 \r \h </w:instrText>
      </w:r>
      <w:r w:rsidR="00252202">
        <w:rPr>
          <w:b/>
          <w:iCs/>
        </w:rPr>
        <w:instrText xml:space="preserve"> \* MERGEFORMAT </w:instrText>
      </w:r>
      <w:r w:rsidR="00766492" w:rsidRPr="001A303E">
        <w:rPr>
          <w:b/>
          <w:iCs/>
        </w:rPr>
      </w:r>
      <w:r w:rsidR="00766492" w:rsidRPr="001A303E">
        <w:rPr>
          <w:b/>
          <w:iCs/>
        </w:rPr>
        <w:fldChar w:fldCharType="separate"/>
      </w:r>
      <w:r w:rsidR="00766492" w:rsidRPr="001A303E">
        <w:rPr>
          <w:b/>
          <w:iCs/>
        </w:rPr>
        <w:t>40</w:t>
      </w:r>
      <w:r w:rsidR="00766492" w:rsidRPr="001A303E">
        <w:rPr>
          <w:b/>
          <w:iCs/>
        </w:rPr>
        <w:fldChar w:fldCharType="end"/>
      </w:r>
      <w:r w:rsidR="008C7C0E" w:rsidRPr="001A303E">
        <w:rPr>
          <w:iCs/>
        </w:rPr>
        <w:t xml:space="preserve"> </w:t>
      </w:r>
      <w:r w:rsidRPr="001A303E">
        <w:rPr>
          <w:iCs/>
        </w:rPr>
        <w:t>shall survive the termination of this Agreement.</w:t>
      </w:r>
    </w:p>
    <w:p w14:paraId="6A45E6FA" w14:textId="1B85D19A" w:rsidR="00936E89" w:rsidRDefault="00936E89" w:rsidP="00936E89">
      <w:pPr>
        <w:pStyle w:val="ListParagraph"/>
        <w:spacing w:before="120" w:after="240" w:line="360" w:lineRule="auto"/>
        <w:ind w:left="792"/>
        <w:contextualSpacing w:val="0"/>
        <w:jc w:val="both"/>
        <w:rPr>
          <w:b/>
        </w:rPr>
      </w:pPr>
    </w:p>
    <w:p w14:paraId="77C6BC83" w14:textId="77777777" w:rsidR="00936E89" w:rsidRPr="00E377C5" w:rsidRDefault="00936E89" w:rsidP="00936E89">
      <w:pPr>
        <w:pStyle w:val="ListParagraph"/>
        <w:spacing w:before="120" w:after="240" w:line="360" w:lineRule="auto"/>
        <w:ind w:left="792"/>
        <w:contextualSpacing w:val="0"/>
        <w:jc w:val="both"/>
        <w:rPr>
          <w:b/>
        </w:rPr>
      </w:pPr>
    </w:p>
    <w:p w14:paraId="1F9837E6" w14:textId="77777777" w:rsidR="002B5A54" w:rsidRPr="001A303E" w:rsidRDefault="002B5A54" w:rsidP="00503740">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456" w:name="_Toc293325641"/>
      <w:bookmarkStart w:id="1457" w:name="_Toc65489858"/>
      <w:bookmarkStart w:id="1458" w:name="_Toc35047549"/>
      <w:bookmarkStart w:id="1459" w:name="_Ref35050000"/>
      <w:bookmarkStart w:id="1460" w:name="_Ref35050710"/>
      <w:bookmarkStart w:id="1461" w:name="_Ref35052627"/>
      <w:bookmarkStart w:id="1462" w:name="_Toc38248705"/>
      <w:bookmarkStart w:id="1463" w:name="_Ref253058253"/>
      <w:bookmarkStart w:id="1464" w:name="_Ref253132923"/>
      <w:bookmarkStart w:id="1465" w:name="_Ref253988655"/>
      <w:bookmarkStart w:id="1466" w:name="_Ref253988669"/>
      <w:bookmarkStart w:id="1467" w:name="_Ref253992563"/>
      <w:bookmarkStart w:id="1468" w:name="_Toc283110479"/>
      <w:r w:rsidRPr="001A303E">
        <w:rPr>
          <w:b/>
          <w:bCs/>
          <w:caps/>
          <w:lang w:val="en-ZA" w:eastAsia="en-US"/>
        </w:rPr>
        <w:t>PUBLICITY</w:t>
      </w:r>
      <w:bookmarkEnd w:id="1456"/>
      <w:bookmarkEnd w:id="1457"/>
    </w:p>
    <w:p w14:paraId="2DA52FB3" w14:textId="77777777" w:rsidR="002B5A54" w:rsidRPr="001A303E" w:rsidRDefault="002B5A54" w:rsidP="00503740">
      <w:pPr>
        <w:pStyle w:val="ListParagraph"/>
        <w:numPr>
          <w:ilvl w:val="1"/>
          <w:numId w:val="28"/>
        </w:numPr>
        <w:spacing w:before="120" w:after="240" w:line="360" w:lineRule="auto"/>
        <w:ind w:left="709" w:hanging="709"/>
        <w:contextualSpacing w:val="0"/>
        <w:jc w:val="both"/>
        <w:rPr>
          <w:b/>
          <w:bCs/>
        </w:rPr>
      </w:pPr>
      <w:bookmarkStart w:id="1469" w:name="_Toc12416989"/>
      <w:r w:rsidRPr="001A303E">
        <w:t>No announcements relating to this transaction and of any nature whatsoever will be made by or on behalf of a Party relating to this transaction without the prior consent of the other Party.</w:t>
      </w:r>
      <w:bookmarkEnd w:id="1469"/>
    </w:p>
    <w:p w14:paraId="3523A1E5" w14:textId="26A1CA57" w:rsidR="002B5A54" w:rsidRPr="001A303E" w:rsidRDefault="002B5A54" w:rsidP="00503740">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470" w:name="_Toc293325642"/>
      <w:bookmarkStart w:id="1471" w:name="_Toc65489859"/>
      <w:r w:rsidRPr="001A303E">
        <w:rPr>
          <w:b/>
          <w:bCs/>
          <w:caps/>
          <w:lang w:val="en-ZA" w:eastAsia="en-US"/>
        </w:rPr>
        <w:t>CO-OPERATION</w:t>
      </w:r>
      <w:bookmarkEnd w:id="1470"/>
      <w:bookmarkEnd w:id="1471"/>
    </w:p>
    <w:p w14:paraId="3306AD0D" w14:textId="77777777" w:rsidR="002B5A54" w:rsidRPr="001A303E" w:rsidRDefault="002B5A54" w:rsidP="00503740">
      <w:pPr>
        <w:pStyle w:val="ListParagraph"/>
        <w:spacing w:before="120" w:after="240" w:line="360" w:lineRule="auto"/>
        <w:ind w:left="709"/>
        <w:contextualSpacing w:val="0"/>
        <w:jc w:val="both"/>
        <w:rPr>
          <w:b/>
          <w:bCs/>
        </w:rPr>
      </w:pPr>
      <w:bookmarkStart w:id="1472" w:name="_Toc293325643"/>
      <w:bookmarkStart w:id="1473" w:name="_Toc12416991"/>
      <w:r w:rsidRPr="001A303E">
        <w:t>The Parties undertake at all times to co-operate with each other in good faith in order to carry out this Agreement.</w:t>
      </w:r>
      <w:bookmarkEnd w:id="1472"/>
      <w:bookmarkEnd w:id="1473"/>
      <w:r w:rsidRPr="001A303E">
        <w:t xml:space="preserve">  </w:t>
      </w:r>
    </w:p>
    <w:p w14:paraId="2229A3EA" w14:textId="77777777" w:rsidR="002B5A54" w:rsidRPr="00BB3CB5" w:rsidRDefault="002B5A54" w:rsidP="00503740">
      <w:pPr>
        <w:pStyle w:val="ListParagraph"/>
        <w:numPr>
          <w:ilvl w:val="0"/>
          <w:numId w:val="28"/>
        </w:numPr>
        <w:spacing w:before="120" w:after="240" w:line="360" w:lineRule="auto"/>
        <w:ind w:left="709" w:hanging="709"/>
        <w:contextualSpacing w:val="0"/>
        <w:jc w:val="both"/>
        <w:outlineLvl w:val="0"/>
        <w:rPr>
          <w:caps/>
          <w:lang w:val="en-ZA" w:eastAsia="en-US"/>
        </w:rPr>
      </w:pPr>
      <w:bookmarkStart w:id="1474" w:name="_Ref292884508"/>
      <w:bookmarkStart w:id="1475" w:name="_Ref292887914"/>
      <w:bookmarkStart w:id="1476" w:name="_Ref292887935"/>
      <w:bookmarkStart w:id="1477" w:name="_Ref292896583"/>
      <w:bookmarkStart w:id="1478" w:name="_Toc293325644"/>
      <w:bookmarkStart w:id="1479" w:name="_Toc65489860"/>
      <w:r w:rsidRPr="001A303E">
        <w:rPr>
          <w:b/>
          <w:bCs/>
          <w:caps/>
          <w:lang w:val="en-ZA" w:eastAsia="en-US"/>
        </w:rPr>
        <w:t>DISPUTES</w:t>
      </w:r>
      <w:bookmarkEnd w:id="1458"/>
      <w:bookmarkEnd w:id="1459"/>
      <w:bookmarkEnd w:id="1460"/>
      <w:bookmarkEnd w:id="1461"/>
      <w:bookmarkEnd w:id="1462"/>
      <w:bookmarkEnd w:id="1463"/>
      <w:bookmarkEnd w:id="1464"/>
      <w:bookmarkEnd w:id="1465"/>
      <w:bookmarkEnd w:id="1466"/>
      <w:bookmarkEnd w:id="1467"/>
      <w:bookmarkEnd w:id="1468"/>
      <w:bookmarkEnd w:id="1474"/>
      <w:bookmarkEnd w:id="1475"/>
      <w:bookmarkEnd w:id="1476"/>
      <w:bookmarkEnd w:id="1477"/>
      <w:bookmarkEnd w:id="1478"/>
      <w:bookmarkEnd w:id="1479"/>
    </w:p>
    <w:p w14:paraId="328219D5" w14:textId="77777777" w:rsidR="002B5A54" w:rsidRPr="00BB3CB5" w:rsidRDefault="002B5A54" w:rsidP="00503740">
      <w:pPr>
        <w:pStyle w:val="ListParagraph"/>
        <w:numPr>
          <w:ilvl w:val="1"/>
          <w:numId w:val="28"/>
        </w:numPr>
        <w:spacing w:before="120" w:after="240" w:line="360" w:lineRule="auto"/>
        <w:ind w:left="709" w:hanging="709"/>
        <w:contextualSpacing w:val="0"/>
        <w:jc w:val="both"/>
      </w:pPr>
      <w:bookmarkStart w:id="1480" w:name="_Ref35050452"/>
      <w:bookmarkStart w:id="1481" w:name="_Toc12416993"/>
      <w:r w:rsidRPr="00BB3CB5">
        <w:t>In the event of there being a dispute, but save where otherwise provided in this Agreement, such dispute will be resolved in accordance with the rules of the AFSA as provided for below</w:t>
      </w:r>
      <w:bookmarkEnd w:id="1480"/>
      <w:r w:rsidRPr="00BB3CB5">
        <w:t>.</w:t>
      </w:r>
      <w:bookmarkEnd w:id="1481"/>
    </w:p>
    <w:p w14:paraId="4425C158" w14:textId="77777777" w:rsidR="002B5A54" w:rsidRPr="00170599" w:rsidRDefault="002B5A54" w:rsidP="00503740">
      <w:pPr>
        <w:pStyle w:val="ListParagraph"/>
        <w:numPr>
          <w:ilvl w:val="1"/>
          <w:numId w:val="28"/>
        </w:numPr>
        <w:spacing w:before="120" w:after="240" w:line="360" w:lineRule="auto"/>
        <w:ind w:left="709" w:hanging="709"/>
        <w:contextualSpacing w:val="0"/>
        <w:jc w:val="both"/>
      </w:pPr>
      <w:bookmarkStart w:id="1482" w:name="_Toc12416994"/>
      <w:r w:rsidRPr="00BB3CB5">
        <w:t>In the event of any such dispute arising between the Parties relating to or arising out of this Agreement, including a dispute as to the validity, implementation, execution, interpretation, rectification, termination or cancellation of this Agreement, the Parties will forthwith meet to attempt to settle such dispute, and failing such settlement within a period of 14 (fourteen) days of first meeting, the said dispute will on written demand by either Party be submitted to arbitration in Johannesburg in accordance with the rules o</w:t>
      </w:r>
      <w:r w:rsidRPr="00170599">
        <w:t>f AFSA.</w:t>
      </w:r>
      <w:bookmarkEnd w:id="1482"/>
    </w:p>
    <w:p w14:paraId="777712F3" w14:textId="77777777" w:rsidR="002B5A54" w:rsidRPr="00170599" w:rsidRDefault="002B5A54" w:rsidP="00503740">
      <w:pPr>
        <w:pStyle w:val="ListParagraph"/>
        <w:numPr>
          <w:ilvl w:val="1"/>
          <w:numId w:val="28"/>
        </w:numPr>
        <w:spacing w:before="120" w:after="240" w:line="360" w:lineRule="auto"/>
        <w:ind w:left="709" w:hanging="709"/>
        <w:contextualSpacing w:val="0"/>
        <w:jc w:val="both"/>
      </w:pPr>
      <w:bookmarkStart w:id="1483" w:name="_Toc12416995"/>
      <w:r w:rsidRPr="00170599">
        <w:t>Should the Parties fail to agree in writing on an arbitrator within 10 (ten) days after arbitration has been demanded, the arbitrator will be nominated at the request of a disputant by AFSA.</w:t>
      </w:r>
      <w:bookmarkEnd w:id="1483"/>
    </w:p>
    <w:p w14:paraId="2E1EE725" w14:textId="5D659D63" w:rsidR="002B5A54" w:rsidRPr="001A303E" w:rsidRDefault="002B5A54" w:rsidP="00503740">
      <w:pPr>
        <w:pStyle w:val="ListParagraph"/>
        <w:numPr>
          <w:ilvl w:val="1"/>
          <w:numId w:val="28"/>
        </w:numPr>
        <w:spacing w:before="120" w:after="240" w:line="360" w:lineRule="auto"/>
        <w:ind w:left="709" w:hanging="709"/>
        <w:contextualSpacing w:val="0"/>
        <w:jc w:val="both"/>
      </w:pPr>
      <w:bookmarkStart w:id="1484" w:name="_Ref1358819"/>
      <w:bookmarkStart w:id="1485" w:name="_Toc12416996"/>
      <w:r w:rsidRPr="00170599">
        <w:t xml:space="preserve">The decision of the arbitrator will be binding on the Parties to the arbitration after the expiry of the period of 20 (twenty) days from the date of the arbitrator's ruling if no appeal has been lodged by any Party. A decision which becomes final and binding in terms of this </w:t>
      </w:r>
      <w:r w:rsidR="00E23CEB" w:rsidRPr="00170599">
        <w:rPr>
          <w:b/>
        </w:rPr>
        <w:t>Clause</w:t>
      </w:r>
      <w:r w:rsidRPr="00170599">
        <w:rPr>
          <w:b/>
        </w:rPr>
        <w:t xml:space="preserve"> </w:t>
      </w:r>
      <w:r w:rsidR="00766492" w:rsidRPr="001A303E">
        <w:rPr>
          <w:b/>
        </w:rPr>
        <w:fldChar w:fldCharType="begin"/>
      </w:r>
      <w:r w:rsidR="00766492" w:rsidRPr="00170599">
        <w:rPr>
          <w:b/>
        </w:rPr>
        <w:instrText xml:space="preserve"> REF _Ref292884508 \r \h </w:instrText>
      </w:r>
      <w:r w:rsidR="00252202">
        <w:rPr>
          <w:b/>
        </w:rPr>
        <w:instrText xml:space="preserve"> \* MERGEFORMAT </w:instrText>
      </w:r>
      <w:r w:rsidR="00766492" w:rsidRPr="001A303E">
        <w:rPr>
          <w:b/>
        </w:rPr>
      </w:r>
      <w:r w:rsidR="00766492" w:rsidRPr="001A303E">
        <w:rPr>
          <w:b/>
        </w:rPr>
        <w:fldChar w:fldCharType="separate"/>
      </w:r>
      <w:r w:rsidR="00766492" w:rsidRPr="001A303E">
        <w:rPr>
          <w:b/>
        </w:rPr>
        <w:t>43</w:t>
      </w:r>
      <w:r w:rsidR="00766492" w:rsidRPr="001A303E">
        <w:rPr>
          <w:b/>
        </w:rPr>
        <w:fldChar w:fldCharType="end"/>
      </w:r>
      <w:r w:rsidRPr="001A303E">
        <w:t xml:space="preserve"> may be made an order of court at the instance of any Party to the arbitration.</w:t>
      </w:r>
      <w:bookmarkEnd w:id="1484"/>
      <w:bookmarkEnd w:id="1485"/>
      <w:r w:rsidRPr="001A303E">
        <w:t xml:space="preserve"> </w:t>
      </w:r>
    </w:p>
    <w:p w14:paraId="72963B73" w14:textId="77777777" w:rsidR="002B5A54" w:rsidRPr="001A303E" w:rsidRDefault="002B5A54" w:rsidP="00503740">
      <w:pPr>
        <w:pStyle w:val="ListParagraph"/>
        <w:numPr>
          <w:ilvl w:val="1"/>
          <w:numId w:val="28"/>
        </w:numPr>
        <w:spacing w:before="120" w:after="240" w:line="360" w:lineRule="auto"/>
        <w:ind w:left="709" w:hanging="709"/>
        <w:contextualSpacing w:val="0"/>
        <w:jc w:val="both"/>
      </w:pPr>
      <w:bookmarkStart w:id="1486" w:name="_Toc12416997"/>
      <w:r w:rsidRPr="001A303E">
        <w:t>Nothing herein contained will be deemed to prevent or prohibit a disputant from applying to the appropriate Court for urgent relief or for judgment in relation to a liquidated claim.</w:t>
      </w:r>
      <w:bookmarkEnd w:id="1486"/>
    </w:p>
    <w:p w14:paraId="08738FC9" w14:textId="0D6CA26F" w:rsidR="002B5A54" w:rsidRPr="001A303E" w:rsidRDefault="002B5A54" w:rsidP="00503740">
      <w:pPr>
        <w:pStyle w:val="ListParagraph"/>
        <w:numPr>
          <w:ilvl w:val="1"/>
          <w:numId w:val="28"/>
        </w:numPr>
        <w:spacing w:before="120" w:after="240" w:line="360" w:lineRule="auto"/>
        <w:ind w:left="709" w:hanging="709"/>
        <w:contextualSpacing w:val="0"/>
        <w:jc w:val="both"/>
      </w:pPr>
      <w:bookmarkStart w:id="1487" w:name="_Toc12416998"/>
      <w:r w:rsidRPr="001A303E">
        <w:t xml:space="preserve">Any arbitration in terms of this </w:t>
      </w:r>
      <w:r w:rsidR="00E23CEB" w:rsidRPr="00170599">
        <w:rPr>
          <w:b/>
        </w:rPr>
        <w:t>Clause</w:t>
      </w:r>
      <w:r w:rsidRPr="00170599">
        <w:rPr>
          <w:b/>
        </w:rPr>
        <w:t xml:space="preserve"> </w:t>
      </w:r>
      <w:r w:rsidR="00766492" w:rsidRPr="001A303E">
        <w:rPr>
          <w:b/>
        </w:rPr>
        <w:fldChar w:fldCharType="begin"/>
      </w:r>
      <w:r w:rsidR="00766492" w:rsidRPr="00170599">
        <w:rPr>
          <w:b/>
        </w:rPr>
        <w:instrText xml:space="preserve"> REF _Ref292884508 \r \h </w:instrText>
      </w:r>
      <w:r w:rsidR="00252202">
        <w:rPr>
          <w:b/>
        </w:rPr>
        <w:instrText xml:space="preserve"> \* MERGEFORMAT </w:instrText>
      </w:r>
      <w:r w:rsidR="00766492" w:rsidRPr="001A303E">
        <w:rPr>
          <w:b/>
        </w:rPr>
      </w:r>
      <w:r w:rsidR="00766492" w:rsidRPr="001A303E">
        <w:rPr>
          <w:b/>
        </w:rPr>
        <w:fldChar w:fldCharType="separate"/>
      </w:r>
      <w:r w:rsidR="00766492" w:rsidRPr="001A303E">
        <w:rPr>
          <w:b/>
        </w:rPr>
        <w:t>43</w:t>
      </w:r>
      <w:r w:rsidR="00766492" w:rsidRPr="001A303E">
        <w:rPr>
          <w:b/>
        </w:rPr>
        <w:fldChar w:fldCharType="end"/>
      </w:r>
      <w:r w:rsidR="00766492" w:rsidRPr="001A303E">
        <w:rPr>
          <w:b/>
        </w:rPr>
        <w:t xml:space="preserve">  </w:t>
      </w:r>
      <w:r w:rsidRPr="001A303E">
        <w:t>will be conducted in camera and the Parties will treat as confidential and not disclose to any Third Party details of the dispute submitted to arbitration, the conduct of the arbitration proceedings or the outcome of the arbitration, without the written consent of all the disputants.</w:t>
      </w:r>
      <w:bookmarkEnd w:id="1487"/>
    </w:p>
    <w:p w14:paraId="545FBFCD" w14:textId="1BA02D7B" w:rsidR="002B5A54" w:rsidRPr="001A303E" w:rsidRDefault="002B5A54" w:rsidP="00503740">
      <w:pPr>
        <w:pStyle w:val="ListParagraph"/>
        <w:numPr>
          <w:ilvl w:val="1"/>
          <w:numId w:val="28"/>
        </w:numPr>
        <w:spacing w:before="120" w:after="240" w:line="360" w:lineRule="auto"/>
        <w:ind w:left="709" w:hanging="709"/>
        <w:contextualSpacing w:val="0"/>
        <w:jc w:val="both"/>
      </w:pPr>
      <w:bookmarkStart w:id="1488" w:name="_Toc12416999"/>
      <w:r w:rsidRPr="001A303E">
        <w:t xml:space="preserve">The provisions of this </w:t>
      </w:r>
      <w:r w:rsidR="00E23CEB" w:rsidRPr="00170599">
        <w:rPr>
          <w:b/>
        </w:rPr>
        <w:t>Clause</w:t>
      </w:r>
      <w:r w:rsidRPr="00170599">
        <w:rPr>
          <w:b/>
        </w:rPr>
        <w:t xml:space="preserve"> </w:t>
      </w:r>
      <w:r w:rsidR="00766492" w:rsidRPr="001A303E">
        <w:rPr>
          <w:b/>
        </w:rPr>
        <w:fldChar w:fldCharType="begin"/>
      </w:r>
      <w:r w:rsidR="00766492" w:rsidRPr="00170599">
        <w:rPr>
          <w:b/>
        </w:rPr>
        <w:instrText xml:space="preserve"> REF _Ref292884508 \r \h </w:instrText>
      </w:r>
      <w:r w:rsidR="00252202">
        <w:rPr>
          <w:b/>
        </w:rPr>
        <w:instrText xml:space="preserve"> \* MERGEFORMAT </w:instrText>
      </w:r>
      <w:r w:rsidR="00766492" w:rsidRPr="001A303E">
        <w:rPr>
          <w:b/>
        </w:rPr>
      </w:r>
      <w:r w:rsidR="00766492" w:rsidRPr="001A303E">
        <w:rPr>
          <w:b/>
        </w:rPr>
        <w:fldChar w:fldCharType="separate"/>
      </w:r>
      <w:r w:rsidR="00766492" w:rsidRPr="001A303E">
        <w:rPr>
          <w:b/>
        </w:rPr>
        <w:t>43</w:t>
      </w:r>
      <w:r w:rsidR="00766492" w:rsidRPr="001A303E">
        <w:rPr>
          <w:b/>
        </w:rPr>
        <w:fldChar w:fldCharType="end"/>
      </w:r>
      <w:r w:rsidRPr="001A303E">
        <w:t xml:space="preserve"> will continue to be binding on the Parties notwithstanding any termination or cancellation of the Agreement.</w:t>
      </w:r>
      <w:bookmarkEnd w:id="1488"/>
    </w:p>
    <w:p w14:paraId="784DF4A2" w14:textId="77777777" w:rsidR="002B5A54" w:rsidRPr="001A303E" w:rsidRDefault="002B5A54" w:rsidP="00503740">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489" w:name="_Toc12417000"/>
      <w:bookmarkStart w:id="1490" w:name="_Toc65489861"/>
      <w:r w:rsidRPr="001A303E">
        <w:rPr>
          <w:b/>
          <w:bCs/>
          <w:caps/>
          <w:lang w:val="en-ZA" w:eastAsia="en-US"/>
        </w:rPr>
        <w:t>Addresses</w:t>
      </w:r>
      <w:bookmarkEnd w:id="1489"/>
      <w:bookmarkEnd w:id="1490"/>
    </w:p>
    <w:p w14:paraId="61AEF0E6" w14:textId="77777777" w:rsidR="002B5A54" w:rsidRPr="001A303E" w:rsidRDefault="002B5A54" w:rsidP="00503740">
      <w:pPr>
        <w:pStyle w:val="ListParagraph"/>
        <w:numPr>
          <w:ilvl w:val="1"/>
          <w:numId w:val="28"/>
        </w:numPr>
        <w:spacing w:before="120" w:after="240" w:line="360" w:lineRule="auto"/>
        <w:ind w:left="709" w:hanging="709"/>
        <w:contextualSpacing w:val="0"/>
        <w:jc w:val="both"/>
      </w:pPr>
      <w:bookmarkStart w:id="1491" w:name="_Toc12417001"/>
      <w:r w:rsidRPr="001A303E">
        <w:t>Each Party chooses the addresses set out below its name as its addresses to which all notices and other communications must be delivered for the purposes of this Agreement and its domicilium citandi et executandi (“domicilium”) at which all documents in legal proceedings in connection with this Agreement must be served.</w:t>
      </w:r>
      <w:bookmarkEnd w:id="1491"/>
    </w:p>
    <w:p w14:paraId="0F5C7FC0" w14:textId="77777777" w:rsidR="002B5A54" w:rsidRPr="001A303E" w:rsidRDefault="002B5A54" w:rsidP="00503740">
      <w:pPr>
        <w:pStyle w:val="ListParagraph"/>
        <w:numPr>
          <w:ilvl w:val="1"/>
          <w:numId w:val="28"/>
        </w:numPr>
        <w:spacing w:before="120" w:after="240" w:line="360" w:lineRule="auto"/>
        <w:ind w:left="709" w:hanging="709"/>
        <w:contextualSpacing w:val="0"/>
        <w:jc w:val="both"/>
      </w:pPr>
      <w:bookmarkStart w:id="1492" w:name="_Toc12417002"/>
      <w:r w:rsidRPr="001A303E">
        <w:t>SARS’s physical address for service of notices and legal processes-</w:t>
      </w:r>
      <w:bookmarkEnd w:id="1492"/>
      <w:r w:rsidRPr="001A303E">
        <w:t xml:space="preserve"> </w:t>
      </w:r>
    </w:p>
    <w:p w14:paraId="6A9D9435" w14:textId="6AFD8127" w:rsidR="002B5A54" w:rsidRPr="00BB3CB5" w:rsidRDefault="007722C8" w:rsidP="00503740">
      <w:pPr>
        <w:pStyle w:val="ListParagraph"/>
        <w:spacing w:before="120" w:after="240" w:line="360" w:lineRule="auto"/>
        <w:ind w:left="709"/>
        <w:contextualSpacing w:val="0"/>
        <w:jc w:val="both"/>
        <w:rPr>
          <w:b/>
        </w:rPr>
      </w:pPr>
      <w:bookmarkStart w:id="1493" w:name="_Toc12417003"/>
      <w:r w:rsidRPr="001A303E">
        <w:rPr>
          <w:b/>
        </w:rPr>
        <w:t>Head</w:t>
      </w:r>
      <w:r w:rsidR="002B5A54" w:rsidRPr="001A303E">
        <w:rPr>
          <w:b/>
        </w:rPr>
        <w:t>:</w:t>
      </w:r>
      <w:r w:rsidR="00AC1C48" w:rsidRPr="001A303E">
        <w:rPr>
          <w:b/>
        </w:rPr>
        <w:t xml:space="preserve"> Corporate Legal Services</w:t>
      </w:r>
      <w:bookmarkEnd w:id="1493"/>
      <w:r w:rsidR="002B5A54" w:rsidRPr="00BB3CB5">
        <w:rPr>
          <w:b/>
        </w:rPr>
        <w:t xml:space="preserve"> </w:t>
      </w:r>
    </w:p>
    <w:p w14:paraId="3A4B9C95" w14:textId="77777777" w:rsidR="002B5A54" w:rsidRPr="00BB3CB5" w:rsidRDefault="002B5A54" w:rsidP="00503740">
      <w:pPr>
        <w:pStyle w:val="ListParagraph"/>
        <w:spacing w:before="120" w:after="240" w:line="360" w:lineRule="auto"/>
        <w:ind w:left="709"/>
        <w:contextualSpacing w:val="0"/>
        <w:jc w:val="both"/>
        <w:rPr>
          <w:b/>
        </w:rPr>
      </w:pPr>
      <w:bookmarkStart w:id="1494" w:name="_Toc12417004"/>
      <w:r w:rsidRPr="00BB3CB5">
        <w:rPr>
          <w:b/>
        </w:rPr>
        <w:t>299 Bronkhorst Street</w:t>
      </w:r>
      <w:bookmarkEnd w:id="1494"/>
      <w:r w:rsidRPr="00BB3CB5">
        <w:rPr>
          <w:b/>
        </w:rPr>
        <w:t xml:space="preserve"> </w:t>
      </w:r>
    </w:p>
    <w:p w14:paraId="01C2C61E" w14:textId="1A509B39" w:rsidR="002B5A54" w:rsidRPr="00BB3CB5" w:rsidRDefault="002B5A54" w:rsidP="00503740">
      <w:pPr>
        <w:pStyle w:val="ListParagraph"/>
        <w:spacing w:before="120" w:after="240" w:line="360" w:lineRule="auto"/>
        <w:ind w:left="709"/>
        <w:contextualSpacing w:val="0"/>
        <w:jc w:val="both"/>
        <w:rPr>
          <w:b/>
        </w:rPr>
      </w:pPr>
      <w:bookmarkStart w:id="1495" w:name="_Toc12417005"/>
      <w:r w:rsidRPr="00BB3CB5">
        <w:rPr>
          <w:b/>
        </w:rPr>
        <w:t xml:space="preserve">Block A, </w:t>
      </w:r>
      <w:r w:rsidR="00252202" w:rsidRPr="00BB3CB5">
        <w:rPr>
          <w:b/>
        </w:rPr>
        <w:t>Lehae</w:t>
      </w:r>
      <w:r w:rsidRPr="00BB3CB5">
        <w:rPr>
          <w:b/>
        </w:rPr>
        <w:t xml:space="preserve"> La SARS</w:t>
      </w:r>
      <w:bookmarkEnd w:id="1495"/>
    </w:p>
    <w:p w14:paraId="2837130A" w14:textId="77777777" w:rsidR="002B5A54" w:rsidRPr="00170599" w:rsidRDefault="002B5A54" w:rsidP="00503740">
      <w:pPr>
        <w:pStyle w:val="ListParagraph"/>
        <w:spacing w:before="120" w:after="240" w:line="360" w:lineRule="auto"/>
        <w:ind w:left="709"/>
        <w:contextualSpacing w:val="0"/>
        <w:jc w:val="both"/>
        <w:rPr>
          <w:b/>
        </w:rPr>
      </w:pPr>
      <w:bookmarkStart w:id="1496" w:name="_Toc12417006"/>
      <w:r w:rsidRPr="00170599">
        <w:rPr>
          <w:b/>
        </w:rPr>
        <w:t>Nieuw Muckleneuk</w:t>
      </w:r>
      <w:bookmarkEnd w:id="1496"/>
      <w:r w:rsidRPr="00170599">
        <w:rPr>
          <w:b/>
        </w:rPr>
        <w:t xml:space="preserve"> </w:t>
      </w:r>
    </w:p>
    <w:p w14:paraId="63E22B91" w14:textId="77777777" w:rsidR="002B5A54" w:rsidRPr="00170599" w:rsidRDefault="002B5A54" w:rsidP="00503740">
      <w:pPr>
        <w:pStyle w:val="ListParagraph"/>
        <w:spacing w:before="120" w:after="240" w:line="360" w:lineRule="auto"/>
        <w:ind w:left="709"/>
        <w:contextualSpacing w:val="0"/>
        <w:jc w:val="both"/>
        <w:rPr>
          <w:b/>
        </w:rPr>
      </w:pPr>
      <w:bookmarkStart w:id="1497" w:name="_Toc12417007"/>
      <w:r w:rsidRPr="00170599">
        <w:rPr>
          <w:b/>
        </w:rPr>
        <w:t>P</w:t>
      </w:r>
      <w:r w:rsidR="002830CA" w:rsidRPr="00170599">
        <w:rPr>
          <w:b/>
        </w:rPr>
        <w:t>retoria</w:t>
      </w:r>
      <w:bookmarkEnd w:id="1497"/>
    </w:p>
    <w:p w14:paraId="76AE4EB6" w14:textId="36437B79" w:rsidR="002B5A54" w:rsidRPr="001A303E" w:rsidRDefault="002B5A54" w:rsidP="00503740">
      <w:pPr>
        <w:pStyle w:val="ListParagraph"/>
        <w:numPr>
          <w:ilvl w:val="1"/>
          <w:numId w:val="28"/>
        </w:numPr>
        <w:spacing w:before="120" w:after="240" w:line="360" w:lineRule="auto"/>
        <w:ind w:left="709" w:hanging="709"/>
        <w:contextualSpacing w:val="0"/>
        <w:jc w:val="both"/>
        <w:rPr>
          <w:b/>
          <w:bCs/>
        </w:rPr>
      </w:pPr>
      <w:bookmarkStart w:id="1498" w:name="_Toc12417008"/>
      <w:r w:rsidRPr="00170599">
        <w:t>The Service Provider‘s physical address for service of notices and legal processes shall be as follows</w:t>
      </w:r>
      <w:r w:rsidR="007722C8" w:rsidRPr="00170599">
        <w:rPr>
          <w:b/>
        </w:rPr>
        <w:t>:[TO BE ADDED]</w:t>
      </w:r>
      <w:bookmarkEnd w:id="1498"/>
    </w:p>
    <w:p w14:paraId="180E91AF" w14:textId="181635F9" w:rsidR="002B5A54" w:rsidRPr="001A303E" w:rsidRDefault="002B5A54" w:rsidP="00503740">
      <w:pPr>
        <w:pStyle w:val="ListParagraph"/>
        <w:numPr>
          <w:ilvl w:val="1"/>
          <w:numId w:val="28"/>
        </w:numPr>
        <w:spacing w:before="120" w:after="240" w:line="360" w:lineRule="auto"/>
        <w:ind w:left="709" w:hanging="709"/>
        <w:contextualSpacing w:val="0"/>
        <w:jc w:val="both"/>
      </w:pPr>
      <w:r w:rsidRPr="00170599">
        <w:fldChar w:fldCharType="begin"/>
      </w:r>
      <w:r w:rsidRPr="00170599">
        <w:instrText xml:space="preserve">seq level2 \h \r0 </w:instrText>
      </w:r>
      <w:r w:rsidRPr="00170599">
        <w:fldChar w:fldCharType="end"/>
      </w:r>
      <w:bookmarkStart w:id="1499" w:name="_Toc12417009"/>
      <w:r w:rsidRPr="001A303E">
        <w:t>Any notice or communication required or permitted to be given to a Party pursuant to the provisions of this Agreement shall be valid and effective only if in writing and sent to a Party’s domicilium.</w:t>
      </w:r>
      <w:bookmarkEnd w:id="1499"/>
    </w:p>
    <w:p w14:paraId="01F799E7" w14:textId="77777777" w:rsidR="002B5A54" w:rsidRPr="001A303E" w:rsidRDefault="002B5A54" w:rsidP="00503740">
      <w:pPr>
        <w:pStyle w:val="ListParagraph"/>
        <w:numPr>
          <w:ilvl w:val="1"/>
          <w:numId w:val="28"/>
        </w:numPr>
        <w:spacing w:before="120" w:after="240" w:line="360" w:lineRule="auto"/>
        <w:ind w:left="709" w:hanging="709"/>
        <w:contextualSpacing w:val="0"/>
        <w:jc w:val="both"/>
      </w:pPr>
      <w:bookmarkStart w:id="1500" w:name="_Toc12417010"/>
      <w:r w:rsidRPr="001A303E">
        <w:t>Any Party may by written notice to the other Party, change its chosen address to another address, provided that-</w:t>
      </w:r>
      <w:bookmarkEnd w:id="1500"/>
    </w:p>
    <w:p w14:paraId="12D7F6A8" w14:textId="77777777" w:rsidR="002B5A54" w:rsidRPr="001A303E" w:rsidRDefault="002B5A54" w:rsidP="00503740">
      <w:pPr>
        <w:pStyle w:val="ListParagraph"/>
        <w:numPr>
          <w:ilvl w:val="2"/>
          <w:numId w:val="28"/>
        </w:numPr>
        <w:spacing w:before="120" w:after="240" w:line="360" w:lineRule="auto"/>
        <w:ind w:left="709" w:hanging="709"/>
        <w:contextualSpacing w:val="0"/>
        <w:jc w:val="both"/>
      </w:pPr>
      <w:bookmarkStart w:id="1501" w:name="_Toc12417011"/>
      <w:r w:rsidRPr="001A303E">
        <w:t>the change shall become effective on the tenth (10th) Business Day after the receipt or deemed receipt of the notice by the addressee; and</w:t>
      </w:r>
      <w:bookmarkEnd w:id="1501"/>
    </w:p>
    <w:p w14:paraId="021E464E" w14:textId="77777777" w:rsidR="002B5A54" w:rsidRPr="001A303E" w:rsidRDefault="002B5A54" w:rsidP="00503740">
      <w:pPr>
        <w:pStyle w:val="ListParagraph"/>
        <w:numPr>
          <w:ilvl w:val="2"/>
          <w:numId w:val="28"/>
        </w:numPr>
        <w:spacing w:before="120" w:after="240" w:line="360" w:lineRule="auto"/>
        <w:ind w:left="709" w:hanging="709"/>
        <w:contextualSpacing w:val="0"/>
        <w:jc w:val="both"/>
      </w:pPr>
      <w:bookmarkStart w:id="1502" w:name="_Toc12417012"/>
      <w:r w:rsidRPr="001A303E">
        <w:t>any change in a Party’s domicilium shall only be to an address in South Africa, which is not a post office box or a poste restante.</w:t>
      </w:r>
      <w:bookmarkEnd w:id="1502"/>
    </w:p>
    <w:p w14:paraId="5E7BDC73" w14:textId="7FAF8BAD" w:rsidR="002B5A54" w:rsidRPr="001A303E" w:rsidRDefault="002B5A54" w:rsidP="00503740">
      <w:pPr>
        <w:pStyle w:val="ListParagraph"/>
        <w:numPr>
          <w:ilvl w:val="1"/>
          <w:numId w:val="28"/>
        </w:numPr>
        <w:spacing w:before="120" w:after="240" w:line="360" w:lineRule="auto"/>
        <w:ind w:left="709" w:hanging="709"/>
        <w:contextualSpacing w:val="0"/>
        <w:jc w:val="both"/>
      </w:pPr>
      <w:bookmarkStart w:id="1503" w:name="_Toc12417013"/>
      <w:r w:rsidRPr="001A303E">
        <w:t>Any notice to a Party contained in a correctly addressed envelope and sent by prepaid registered post to it at a Party’s domicilium shall be deemed to have been received on the fifth (5th) Business Day after posting.</w:t>
      </w:r>
      <w:bookmarkEnd w:id="1503"/>
      <w:r w:rsidRPr="001A303E">
        <w:t xml:space="preserve"> </w:t>
      </w:r>
    </w:p>
    <w:p w14:paraId="0C8E68C2" w14:textId="4E54E5F2" w:rsidR="00503740" w:rsidRPr="001A303E" w:rsidRDefault="00503740" w:rsidP="00503740">
      <w:pPr>
        <w:pStyle w:val="ListParagraph"/>
        <w:numPr>
          <w:ilvl w:val="1"/>
          <w:numId w:val="28"/>
        </w:numPr>
        <w:spacing w:before="120" w:after="240" w:line="360" w:lineRule="auto"/>
        <w:ind w:left="709" w:hanging="709"/>
        <w:contextualSpacing w:val="0"/>
        <w:jc w:val="both"/>
      </w:pPr>
      <w:r w:rsidRPr="001A303E">
        <w:t>Any notice to a Party in a correctly addressed envelope and which is delivered by hand to a Party’s chosen address shall be deemed to have been received on the day of delivery unless the contrary is proved.</w:t>
      </w:r>
    </w:p>
    <w:p w14:paraId="3431ACAA" w14:textId="370674E5" w:rsidR="002B5A54" w:rsidRPr="00170599" w:rsidRDefault="002B5A54" w:rsidP="00503740">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504" w:name="_Toc531439721"/>
      <w:bookmarkStart w:id="1505" w:name="_Toc65489862"/>
      <w:r w:rsidRPr="00BB3CB5">
        <w:rPr>
          <w:b/>
          <w:bCs/>
          <w:caps/>
          <w:lang w:val="en-ZA" w:eastAsia="en-US"/>
        </w:rPr>
        <w:t>Broad-Based Black Economic Empowerment ("BBBEE")</w:t>
      </w:r>
      <w:bookmarkEnd w:id="1504"/>
      <w:bookmarkEnd w:id="1505"/>
    </w:p>
    <w:p w14:paraId="70B9C9C0" w14:textId="77777777" w:rsidR="002B5A54" w:rsidRPr="001A303E" w:rsidRDefault="002B5A54" w:rsidP="00503740">
      <w:pPr>
        <w:pStyle w:val="ListParagraph"/>
        <w:numPr>
          <w:ilvl w:val="1"/>
          <w:numId w:val="28"/>
        </w:numPr>
        <w:spacing w:before="120" w:after="240" w:line="360" w:lineRule="auto"/>
        <w:ind w:left="709" w:hanging="709"/>
        <w:contextualSpacing w:val="0"/>
        <w:jc w:val="both"/>
      </w:pPr>
      <w:bookmarkStart w:id="1506" w:name="_Toc12417016"/>
      <w:r w:rsidRPr="001A303E">
        <w:t>The Service Provider acknowledges that Broad-Based Black Economic Empowerment is a business and social imperative in order to achieve a non-racial, non-sexist and equitable society in South-Africa.</w:t>
      </w:r>
      <w:bookmarkEnd w:id="1506"/>
    </w:p>
    <w:p w14:paraId="227DBC58" w14:textId="2A446C31" w:rsidR="002B5A54" w:rsidRPr="001A303E" w:rsidRDefault="002B5A54" w:rsidP="00503740">
      <w:pPr>
        <w:pStyle w:val="ListParagraph"/>
        <w:numPr>
          <w:ilvl w:val="1"/>
          <w:numId w:val="28"/>
        </w:numPr>
        <w:spacing w:before="120" w:after="240" w:line="360" w:lineRule="auto"/>
        <w:ind w:left="709" w:hanging="709"/>
        <w:contextualSpacing w:val="0"/>
        <w:jc w:val="both"/>
      </w:pPr>
      <w:bookmarkStart w:id="1507" w:name="_Toc12417017"/>
      <w:r w:rsidRPr="001A303E">
        <w:t>In pursuance of this objective the Service Provider commits and warrants to comply in all respects with the requirements of the BBBEE and BBBEE Codes issued in terms of the BBBEE</w:t>
      </w:r>
      <w:r w:rsidR="00860A12" w:rsidRPr="001A303E">
        <w:t xml:space="preserve"> legislation</w:t>
      </w:r>
      <w:r w:rsidRPr="001A303E">
        <w:t>.</w:t>
      </w:r>
      <w:bookmarkEnd w:id="1507"/>
    </w:p>
    <w:p w14:paraId="4CAF3D88" w14:textId="77777777" w:rsidR="002B5A54" w:rsidRPr="001A303E" w:rsidRDefault="002B5A54" w:rsidP="00503740">
      <w:pPr>
        <w:pStyle w:val="ListParagraph"/>
        <w:numPr>
          <w:ilvl w:val="1"/>
          <w:numId w:val="28"/>
        </w:numPr>
        <w:spacing w:before="120" w:after="240" w:line="360" w:lineRule="auto"/>
        <w:ind w:left="709" w:hanging="709"/>
        <w:contextualSpacing w:val="0"/>
        <w:jc w:val="both"/>
      </w:pPr>
      <w:bookmarkStart w:id="1508" w:name="_Toc12417018"/>
      <w:r w:rsidRPr="001A303E">
        <w:t>Upon signature of this Agreement and one (1) calendar month after the expiry of a current certificate for a particular year, the Service Provider shall provide SARS with a certified copy of its BEE Status from an agency accredited by SANAS or IRBA.</w:t>
      </w:r>
      <w:bookmarkEnd w:id="1508"/>
    </w:p>
    <w:p w14:paraId="79D861C5" w14:textId="77777777" w:rsidR="002B5A54" w:rsidRPr="001A303E" w:rsidRDefault="002B5A54" w:rsidP="00503740">
      <w:pPr>
        <w:pStyle w:val="ListParagraph"/>
        <w:numPr>
          <w:ilvl w:val="1"/>
          <w:numId w:val="28"/>
        </w:numPr>
        <w:spacing w:before="120" w:after="240" w:line="360" w:lineRule="auto"/>
        <w:ind w:left="709" w:hanging="709"/>
        <w:contextualSpacing w:val="0"/>
        <w:jc w:val="both"/>
      </w:pPr>
      <w:bookmarkStart w:id="1509" w:name="_Toc12417019"/>
      <w:r w:rsidRPr="001A303E">
        <w:t>During the currency of this Agreement (including any extension or renewal hereof which may apply), the Service Provider shall use reasonable endeavours to maintain and improve its current BEE Status.</w:t>
      </w:r>
      <w:bookmarkEnd w:id="1509"/>
    </w:p>
    <w:p w14:paraId="7D2BBAD3" w14:textId="208D2572" w:rsidR="002B5A54" w:rsidRPr="00BB3CB5" w:rsidRDefault="002B5A54" w:rsidP="00503740">
      <w:pPr>
        <w:pStyle w:val="ListParagraph"/>
        <w:numPr>
          <w:ilvl w:val="1"/>
          <w:numId w:val="28"/>
        </w:numPr>
        <w:spacing w:before="120" w:after="240" w:line="360" w:lineRule="auto"/>
        <w:ind w:left="709" w:hanging="709"/>
        <w:contextualSpacing w:val="0"/>
        <w:jc w:val="both"/>
      </w:pPr>
      <w:bookmarkStart w:id="1510" w:name="_Toc12417020"/>
      <w:r w:rsidRPr="001A303E">
        <w:t>A failure to provide a certified copy of its BEE Status or a failure to comply with provisions of this Clause will entitle SARS to terminate the Agreement by giving the Service Provider one (1) month's written notice.</w:t>
      </w:r>
      <w:bookmarkEnd w:id="1510"/>
    </w:p>
    <w:p w14:paraId="11AB1F06" w14:textId="77777777" w:rsidR="002B5A54" w:rsidRPr="00BB3CB5" w:rsidRDefault="002B5A54" w:rsidP="00503740">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511" w:name="_Toc55933644"/>
      <w:bookmarkStart w:id="1512" w:name="_Toc531439722"/>
      <w:bookmarkStart w:id="1513" w:name="_Toc65489863"/>
      <w:bookmarkEnd w:id="1511"/>
      <w:r w:rsidRPr="00BB3CB5">
        <w:rPr>
          <w:b/>
          <w:bCs/>
          <w:caps/>
          <w:lang w:val="en-ZA" w:eastAsia="en-US"/>
        </w:rPr>
        <w:t>Tax Compliance</w:t>
      </w:r>
      <w:bookmarkEnd w:id="1512"/>
      <w:bookmarkEnd w:id="1513"/>
      <w:r w:rsidRPr="00BB3CB5">
        <w:rPr>
          <w:b/>
          <w:bCs/>
          <w:caps/>
          <w:lang w:val="en-ZA" w:eastAsia="en-US"/>
        </w:rPr>
        <w:t xml:space="preserve"> </w:t>
      </w:r>
    </w:p>
    <w:p w14:paraId="6CD1F215" w14:textId="77777777" w:rsidR="002B5A54" w:rsidRPr="00170599" w:rsidRDefault="002B5A54" w:rsidP="00503740">
      <w:pPr>
        <w:pStyle w:val="ListParagraph"/>
        <w:numPr>
          <w:ilvl w:val="1"/>
          <w:numId w:val="28"/>
        </w:numPr>
        <w:spacing w:before="120" w:after="240" w:line="360" w:lineRule="auto"/>
        <w:ind w:left="709" w:hanging="709"/>
        <w:contextualSpacing w:val="0"/>
        <w:jc w:val="both"/>
      </w:pPr>
      <w:bookmarkStart w:id="1514" w:name="_Ref531882815"/>
      <w:bookmarkStart w:id="1515" w:name="_Toc12417022"/>
      <w:r w:rsidRPr="00BB3CB5">
        <w:t xml:space="preserve">The Service Provider warrants that as of the </w:t>
      </w:r>
      <w:r w:rsidR="001350BE" w:rsidRPr="00BB3CB5">
        <w:t>Effective Date</w:t>
      </w:r>
      <w:r w:rsidRPr="00170599">
        <w:t xml:space="preserve"> it is in full compliance </w:t>
      </w:r>
      <w:r w:rsidR="00564B19" w:rsidRPr="00170599">
        <w:t>with and</w:t>
      </w:r>
      <w:r w:rsidRPr="00170599">
        <w:t xml:space="preserve"> </w:t>
      </w:r>
      <w:r w:rsidR="008C7C0E" w:rsidRPr="00170599">
        <w:t xml:space="preserve">shall </w:t>
      </w:r>
      <w:r w:rsidRPr="00170599">
        <w:t xml:space="preserve">throughout the </w:t>
      </w:r>
      <w:r w:rsidR="008C7C0E" w:rsidRPr="00170599">
        <w:t>T</w:t>
      </w:r>
      <w:r w:rsidRPr="00170599">
        <w:t>erm of this Agreement (including any Extended Period) shall remain in full compliance with Tax Act.</w:t>
      </w:r>
      <w:bookmarkEnd w:id="1514"/>
      <w:bookmarkEnd w:id="1515"/>
    </w:p>
    <w:p w14:paraId="4D4105B7" w14:textId="55E49EF5" w:rsidR="00AC1C48" w:rsidRPr="001A303E" w:rsidRDefault="002B5A54" w:rsidP="00503740">
      <w:pPr>
        <w:pStyle w:val="ListParagraph"/>
        <w:numPr>
          <w:ilvl w:val="1"/>
          <w:numId w:val="28"/>
        </w:numPr>
        <w:spacing w:before="120" w:after="240" w:line="360" w:lineRule="auto"/>
        <w:ind w:left="709" w:hanging="709"/>
        <w:contextualSpacing w:val="0"/>
        <w:jc w:val="both"/>
      </w:pPr>
      <w:bookmarkStart w:id="1516" w:name="_Toc12417023"/>
      <w:r w:rsidRPr="00170599">
        <w:t xml:space="preserve">Notwithstanding </w:t>
      </w:r>
      <w:r w:rsidRPr="00170599">
        <w:rPr>
          <w:b/>
        </w:rPr>
        <w:t xml:space="preserve">Clause </w:t>
      </w:r>
      <w:r w:rsidR="00766492" w:rsidRPr="001A303E">
        <w:rPr>
          <w:b/>
        </w:rPr>
        <w:fldChar w:fldCharType="begin"/>
      </w:r>
      <w:r w:rsidR="00766492" w:rsidRPr="00170599">
        <w:rPr>
          <w:b/>
        </w:rPr>
        <w:instrText xml:space="preserve"> REF _Ref531882815 \r \h </w:instrText>
      </w:r>
      <w:r w:rsidR="00252202">
        <w:rPr>
          <w:b/>
        </w:rPr>
        <w:instrText xml:space="preserve"> \* MERGEFORMAT </w:instrText>
      </w:r>
      <w:r w:rsidR="00766492" w:rsidRPr="001A303E">
        <w:rPr>
          <w:b/>
        </w:rPr>
      </w:r>
      <w:r w:rsidR="00766492" w:rsidRPr="001A303E">
        <w:rPr>
          <w:b/>
        </w:rPr>
        <w:fldChar w:fldCharType="separate"/>
      </w:r>
      <w:r w:rsidR="00766492" w:rsidRPr="001A303E">
        <w:rPr>
          <w:b/>
        </w:rPr>
        <w:t>46.1</w:t>
      </w:r>
      <w:r w:rsidR="00766492" w:rsidRPr="001A303E">
        <w:rPr>
          <w:b/>
        </w:rPr>
        <w:fldChar w:fldCharType="end"/>
      </w:r>
      <w:r w:rsidRPr="001A303E">
        <w:t xml:space="preserve"> above, the Service Provider acknowledges and agrees that to be appointed as the </w:t>
      </w:r>
      <w:r w:rsidR="008C7C0E" w:rsidRPr="001A303E">
        <w:t>p</w:t>
      </w:r>
      <w:r w:rsidRPr="001A303E">
        <w:t xml:space="preserve">referred </w:t>
      </w:r>
      <w:r w:rsidR="008C7C0E" w:rsidRPr="001A303E">
        <w:t>s</w:t>
      </w:r>
      <w:r w:rsidRPr="001A303E">
        <w:t xml:space="preserve">ervice </w:t>
      </w:r>
      <w:r w:rsidR="008C7C0E" w:rsidRPr="001A303E">
        <w:t>p</w:t>
      </w:r>
      <w:r w:rsidRPr="001A303E">
        <w:t>rovider, compliance with the Tax Act is required and as such, the Service Provider is encouraged to monitor and maintain its Tax Act compliance status during the Term.</w:t>
      </w:r>
      <w:bookmarkEnd w:id="1516"/>
      <w:r w:rsidRPr="001A303E">
        <w:t xml:space="preserve"> </w:t>
      </w:r>
    </w:p>
    <w:p w14:paraId="52852182" w14:textId="77777777" w:rsidR="002B5A54" w:rsidRPr="001A303E" w:rsidRDefault="002B5A54" w:rsidP="00503740">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517" w:name="_Toc531439723"/>
      <w:bookmarkStart w:id="1518" w:name="_Toc65489864"/>
      <w:r w:rsidRPr="001A303E">
        <w:rPr>
          <w:b/>
          <w:bCs/>
          <w:caps/>
          <w:lang w:val="en-ZA" w:eastAsia="en-US"/>
        </w:rPr>
        <w:t>Ethical Business Practices</w:t>
      </w:r>
      <w:bookmarkEnd w:id="1517"/>
      <w:bookmarkEnd w:id="1518"/>
    </w:p>
    <w:p w14:paraId="586364DF" w14:textId="77777777" w:rsidR="002B5A54" w:rsidRPr="00BB3CB5" w:rsidRDefault="002B5A54" w:rsidP="00503740">
      <w:pPr>
        <w:pStyle w:val="ListParagraph"/>
        <w:numPr>
          <w:ilvl w:val="1"/>
          <w:numId w:val="28"/>
        </w:numPr>
        <w:spacing w:before="120" w:after="240" w:line="360" w:lineRule="auto"/>
        <w:ind w:left="709" w:hanging="709"/>
        <w:contextualSpacing w:val="0"/>
        <w:jc w:val="both"/>
      </w:pPr>
      <w:bookmarkStart w:id="1519" w:name="_Toc12417025"/>
      <w:r w:rsidRPr="001A303E">
        <w:t>SARS has a policy of zero tolerance regarding corrupt activities. The Service Provider will promptly report to SARS or the relevant authorities any suspicion of corruption on the part of their personnel in relation t</w:t>
      </w:r>
      <w:r w:rsidRPr="00BB3CB5">
        <w:t>o the Services provided under this Agreement, as well as any behaviour in relation to the Services provided under this Agreement by any of those persons that is likely to constitute a contravention of the Prevention and Combating of Corrupt Activities Act, 2004 (Act No. 12 of 2004).</w:t>
      </w:r>
      <w:bookmarkEnd w:id="1519"/>
    </w:p>
    <w:p w14:paraId="7821A762" w14:textId="77777777" w:rsidR="002B5A54" w:rsidRPr="00BB3CB5" w:rsidRDefault="002B5A54" w:rsidP="00503740">
      <w:pPr>
        <w:pStyle w:val="ListParagraph"/>
        <w:numPr>
          <w:ilvl w:val="1"/>
          <w:numId w:val="28"/>
        </w:numPr>
        <w:spacing w:before="120" w:after="240" w:line="360" w:lineRule="auto"/>
        <w:ind w:left="709" w:hanging="709"/>
        <w:contextualSpacing w:val="0"/>
        <w:jc w:val="both"/>
      </w:pPr>
      <w:bookmarkStart w:id="1520" w:name="_Toc12417026"/>
      <w:r w:rsidRPr="00BB3CB5">
        <w:t>Neither Party will offer, promise or make any gift, payment, loan, reward, inducement benefit or other advantage to any of the other Party's personnel.</w:t>
      </w:r>
      <w:bookmarkEnd w:id="1520"/>
    </w:p>
    <w:p w14:paraId="3E1F5BC7" w14:textId="77777777" w:rsidR="002B5A54" w:rsidRPr="00170599" w:rsidRDefault="002B5A54" w:rsidP="00503740">
      <w:pPr>
        <w:pStyle w:val="ListParagraph"/>
        <w:numPr>
          <w:ilvl w:val="1"/>
          <w:numId w:val="28"/>
        </w:numPr>
        <w:spacing w:before="120" w:after="240" w:line="360" w:lineRule="auto"/>
        <w:ind w:left="709" w:hanging="709"/>
        <w:contextualSpacing w:val="0"/>
        <w:jc w:val="both"/>
        <w:rPr>
          <w:b/>
          <w:bCs/>
        </w:rPr>
      </w:pPr>
      <w:bookmarkStart w:id="1521" w:name="_Toc12417027"/>
      <w:r w:rsidRPr="00170599">
        <w:t>If the results of any audit of the Services conducted by or on behalf of SARS indicates the possibility of unethical conduct which includes amongst others, corrupt activities, improper or fraudulent practices or theft in relation to the Services provided under this Agreement,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In the event that an act of corruption, fraud or theft is proven, SARS will be entitled, on written notice to the Service Provider, to immediately terminate this Agreement.</w:t>
      </w:r>
      <w:bookmarkEnd w:id="1521"/>
    </w:p>
    <w:p w14:paraId="5410C0D3" w14:textId="58361112" w:rsidR="002B5A54" w:rsidRPr="00936E89" w:rsidRDefault="002B5A54" w:rsidP="00503740">
      <w:pPr>
        <w:pStyle w:val="ListParagraph"/>
        <w:numPr>
          <w:ilvl w:val="1"/>
          <w:numId w:val="28"/>
        </w:numPr>
        <w:spacing w:before="120" w:after="240" w:line="360" w:lineRule="auto"/>
        <w:ind w:left="709" w:hanging="709"/>
        <w:contextualSpacing w:val="0"/>
        <w:jc w:val="both"/>
        <w:rPr>
          <w:b/>
        </w:rPr>
      </w:pPr>
      <w:bookmarkStart w:id="1522" w:name="_Toc12417028"/>
      <w:r w:rsidRPr="00170599">
        <w:t>SARS reserves the right to withdraw an award or to cancel this Agreement should it be established, at any time, that the Service Provider, its personnel, its Subcontractor or the personnel of its Subcontractor has been blacklisted by National Treasury or by another government institution.</w:t>
      </w:r>
      <w:bookmarkEnd w:id="1522"/>
    </w:p>
    <w:p w14:paraId="2D39B183" w14:textId="1839EFC9" w:rsidR="00936E89" w:rsidRDefault="00936E89" w:rsidP="00936E89">
      <w:pPr>
        <w:pStyle w:val="ListParagraph"/>
        <w:spacing w:before="120" w:after="240" w:line="360" w:lineRule="auto"/>
        <w:ind w:left="709"/>
        <w:contextualSpacing w:val="0"/>
        <w:jc w:val="both"/>
      </w:pPr>
    </w:p>
    <w:p w14:paraId="01B0C33F" w14:textId="77777777" w:rsidR="00936E89" w:rsidRPr="0072701B" w:rsidRDefault="00936E89" w:rsidP="00936E89">
      <w:pPr>
        <w:pStyle w:val="ListParagraph"/>
        <w:spacing w:before="120" w:after="240" w:line="360" w:lineRule="auto"/>
        <w:ind w:left="709"/>
        <w:contextualSpacing w:val="0"/>
        <w:jc w:val="both"/>
        <w:rPr>
          <w:b/>
        </w:rPr>
      </w:pPr>
    </w:p>
    <w:p w14:paraId="78030616" w14:textId="77777777" w:rsidR="00606ADF" w:rsidRPr="005E1EBD" w:rsidRDefault="00606ADF" w:rsidP="0072701B">
      <w:pPr>
        <w:pStyle w:val="ListParagraph"/>
        <w:numPr>
          <w:ilvl w:val="0"/>
          <w:numId w:val="28"/>
        </w:numPr>
        <w:spacing w:before="120" w:after="240" w:line="360" w:lineRule="auto"/>
        <w:ind w:left="709" w:hanging="709"/>
        <w:contextualSpacing w:val="0"/>
        <w:jc w:val="both"/>
        <w:outlineLvl w:val="0"/>
      </w:pPr>
      <w:bookmarkStart w:id="1523" w:name="_Ref65087284"/>
      <w:bookmarkStart w:id="1524" w:name="_Toc65489865"/>
      <w:r w:rsidRPr="006D56F0">
        <w:rPr>
          <w:b/>
        </w:rPr>
        <w:t>DISASTER</w:t>
      </w:r>
      <w:r w:rsidRPr="005E1EBD">
        <w:rPr>
          <w:b/>
        </w:rPr>
        <w:t xml:space="preserve"> AND BUSINESS CONTINUITY SERVICES</w:t>
      </w:r>
      <w:bookmarkEnd w:id="1523"/>
      <w:bookmarkEnd w:id="1524"/>
      <w:r w:rsidRPr="005E1EBD">
        <w:rPr>
          <w:b/>
        </w:rPr>
        <w:fldChar w:fldCharType="begin"/>
      </w:r>
      <w:r w:rsidRPr="005E1EBD">
        <w:instrText xml:space="preserve"> TC "</w:instrText>
      </w:r>
      <w:bookmarkStart w:id="1525" w:name="_Toc508180116"/>
      <w:r w:rsidRPr="005E1EBD">
        <w:rPr>
          <w:b/>
        </w:rPr>
        <w:instrText>2</w:instrText>
      </w:r>
      <w:r>
        <w:rPr>
          <w:b/>
        </w:rPr>
        <w:instrText>4</w:instrText>
      </w:r>
      <w:r w:rsidRPr="005E1EBD">
        <w:rPr>
          <w:b/>
        </w:rPr>
        <w:instrText>.  DISASTER AND BUSINESS CONTINUITY SERVICES</w:instrText>
      </w:r>
      <w:bookmarkEnd w:id="1525"/>
      <w:r w:rsidRPr="005E1EBD">
        <w:instrText xml:space="preserve">" \f C \l "1" </w:instrText>
      </w:r>
      <w:r w:rsidRPr="005E1EBD">
        <w:rPr>
          <w:b/>
        </w:rPr>
        <w:fldChar w:fldCharType="end"/>
      </w:r>
    </w:p>
    <w:p w14:paraId="4B15A1E9" w14:textId="0E39273C" w:rsidR="00606ADF" w:rsidRPr="008C20E9" w:rsidRDefault="00606ADF" w:rsidP="0072701B">
      <w:pPr>
        <w:pStyle w:val="ListParagraph"/>
        <w:numPr>
          <w:ilvl w:val="1"/>
          <w:numId w:val="56"/>
        </w:numPr>
        <w:spacing w:line="360" w:lineRule="auto"/>
        <w:ind w:hanging="704"/>
        <w:jc w:val="both"/>
      </w:pPr>
      <w:r w:rsidRPr="006D56F0">
        <w:tab/>
      </w:r>
      <w:r w:rsidRPr="008C20E9">
        <w:t>The Service Provider shall develop a Business Continuity Plan and submit to SARS for approval within 10 days from Effective Date.</w:t>
      </w:r>
    </w:p>
    <w:p w14:paraId="17F14801" w14:textId="77777777" w:rsidR="00606ADF" w:rsidRPr="008C20E9" w:rsidRDefault="00606ADF" w:rsidP="00606ADF">
      <w:pPr>
        <w:spacing w:line="360" w:lineRule="auto"/>
        <w:ind w:left="1069"/>
        <w:contextualSpacing/>
        <w:jc w:val="both"/>
        <w:rPr>
          <w:rFonts w:ascii="Arial" w:hAnsi="Arial" w:cs="Arial"/>
        </w:rPr>
      </w:pPr>
    </w:p>
    <w:p w14:paraId="1E641878" w14:textId="77777777" w:rsidR="00606ADF" w:rsidRPr="008C20E9" w:rsidRDefault="00606ADF" w:rsidP="0072701B">
      <w:pPr>
        <w:pStyle w:val="ListParagraph"/>
        <w:numPr>
          <w:ilvl w:val="1"/>
          <w:numId w:val="56"/>
        </w:numPr>
        <w:spacing w:line="360" w:lineRule="auto"/>
        <w:ind w:hanging="704"/>
        <w:jc w:val="both"/>
      </w:pPr>
      <w:r w:rsidRPr="008C20E9">
        <w:tab/>
        <w:t>The Service Provider shall comply with the provisions of the approved Business Continuity Plan and may not vary the plan without the prior written approval of SARS.</w:t>
      </w:r>
    </w:p>
    <w:p w14:paraId="010B7FBA" w14:textId="77777777" w:rsidR="00606ADF" w:rsidRPr="008C20E9" w:rsidRDefault="00606ADF" w:rsidP="00606ADF">
      <w:pPr>
        <w:ind w:left="709" w:hanging="709"/>
        <w:contextualSpacing/>
        <w:rPr>
          <w:rFonts w:ascii="Arial" w:hAnsi="Arial" w:cs="Arial"/>
        </w:rPr>
      </w:pPr>
    </w:p>
    <w:p w14:paraId="312FA4AA" w14:textId="77777777" w:rsidR="00606ADF" w:rsidRPr="008C20E9" w:rsidRDefault="00606ADF" w:rsidP="00161845">
      <w:pPr>
        <w:pStyle w:val="ListParagraph"/>
        <w:numPr>
          <w:ilvl w:val="1"/>
          <w:numId w:val="56"/>
        </w:numPr>
        <w:spacing w:line="360" w:lineRule="auto"/>
        <w:ind w:hanging="704"/>
        <w:jc w:val="both"/>
      </w:pPr>
      <w:r w:rsidRPr="008C20E9">
        <w:t xml:space="preserve">The Service Provider warrants that should a Disaster occur, it shall carry out the Business Continuity Services seamlessly and without disruption to the Services. </w:t>
      </w:r>
    </w:p>
    <w:p w14:paraId="21C24F32" w14:textId="77777777" w:rsidR="002B5A54" w:rsidRPr="00170599" w:rsidRDefault="002B5A54" w:rsidP="00161845">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526" w:name="_Toc531439724"/>
      <w:bookmarkStart w:id="1527" w:name="_Toc65489866"/>
      <w:r w:rsidRPr="00170599">
        <w:rPr>
          <w:b/>
          <w:bCs/>
          <w:caps/>
          <w:lang w:val="en-ZA" w:eastAsia="en-US"/>
        </w:rPr>
        <w:t>Conflict of Interest</w:t>
      </w:r>
      <w:bookmarkEnd w:id="1526"/>
      <w:bookmarkEnd w:id="1527"/>
    </w:p>
    <w:p w14:paraId="36650443" w14:textId="7BA465F5" w:rsidR="00572F3E" w:rsidRPr="00170599" w:rsidRDefault="00572F3E" w:rsidP="00503740">
      <w:pPr>
        <w:pStyle w:val="ListParagraph"/>
        <w:numPr>
          <w:ilvl w:val="1"/>
          <w:numId w:val="28"/>
        </w:numPr>
        <w:spacing w:before="120" w:after="240" w:line="360" w:lineRule="auto"/>
        <w:ind w:left="709" w:hanging="709"/>
        <w:contextualSpacing w:val="0"/>
        <w:jc w:val="both"/>
      </w:pPr>
      <w:bookmarkStart w:id="1528" w:name="_Toc12417030"/>
      <w:r w:rsidRPr="00170599">
        <w:t xml:space="preserve">The Service Provider undertakes to immediately notify SARS in the event that a conflict of interest is identified, </w:t>
      </w:r>
      <w:r w:rsidR="001C011E" w:rsidRPr="00170599">
        <w:t xml:space="preserve">upon entering of the Agreement by SARS and </w:t>
      </w:r>
      <w:r w:rsidRPr="00170599">
        <w:t>the Service Provider.</w:t>
      </w:r>
      <w:bookmarkEnd w:id="1528"/>
    </w:p>
    <w:p w14:paraId="5C6142AC" w14:textId="77777777" w:rsidR="002B5A54" w:rsidRPr="00170599" w:rsidRDefault="002B5A54" w:rsidP="00503740">
      <w:pPr>
        <w:pStyle w:val="ListParagraph"/>
        <w:numPr>
          <w:ilvl w:val="1"/>
          <w:numId w:val="28"/>
        </w:numPr>
        <w:spacing w:before="120" w:after="240" w:line="360" w:lineRule="auto"/>
        <w:ind w:left="709" w:hanging="709"/>
        <w:contextualSpacing w:val="0"/>
        <w:jc w:val="both"/>
      </w:pPr>
      <w:bookmarkStart w:id="1529" w:name="_Toc12417031"/>
      <w:r w:rsidRPr="00170599">
        <w:t>The Service Provider further warrants that it will not disclose any Confidential Information it obtained in rendering the Services to SARS to any client or third party unless required by law.</w:t>
      </w:r>
      <w:bookmarkEnd w:id="1529"/>
    </w:p>
    <w:p w14:paraId="1A47B380" w14:textId="77777777" w:rsidR="002B5A54" w:rsidRPr="00170599" w:rsidRDefault="002B5A54" w:rsidP="00503740">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530" w:name="_Toc50887210"/>
      <w:bookmarkStart w:id="1531" w:name="_Toc51045395"/>
      <w:bookmarkStart w:id="1532" w:name="_Toc207473939"/>
      <w:bookmarkStart w:id="1533" w:name="_Ref223401599"/>
      <w:bookmarkStart w:id="1534" w:name="_Ref280705618"/>
      <w:bookmarkStart w:id="1535" w:name="_Toc322941073"/>
      <w:bookmarkStart w:id="1536" w:name="_Toc352764147"/>
      <w:bookmarkStart w:id="1537" w:name="_Toc65489867"/>
      <w:r w:rsidRPr="00170599">
        <w:rPr>
          <w:b/>
          <w:bCs/>
          <w:caps/>
          <w:lang w:val="en-ZA" w:eastAsia="en-US"/>
        </w:rPr>
        <w:t>new laws and inability to perform</w:t>
      </w:r>
      <w:bookmarkEnd w:id="1530"/>
      <w:bookmarkEnd w:id="1531"/>
      <w:bookmarkEnd w:id="1532"/>
      <w:bookmarkEnd w:id="1533"/>
      <w:bookmarkEnd w:id="1534"/>
      <w:bookmarkEnd w:id="1535"/>
      <w:bookmarkEnd w:id="1536"/>
      <w:bookmarkEnd w:id="1537"/>
    </w:p>
    <w:p w14:paraId="4BBE085F" w14:textId="65977D62" w:rsidR="002B5A54" w:rsidRDefault="002B5A54" w:rsidP="00503740">
      <w:pPr>
        <w:pStyle w:val="ListParagraph"/>
        <w:numPr>
          <w:ilvl w:val="1"/>
          <w:numId w:val="28"/>
        </w:numPr>
        <w:spacing w:before="120" w:after="240" w:line="360" w:lineRule="auto"/>
        <w:ind w:left="709" w:hanging="709"/>
        <w:contextualSpacing w:val="0"/>
        <w:jc w:val="both"/>
      </w:pPr>
      <w:bookmarkStart w:id="1538" w:name="_Ref280699073"/>
      <w:bookmarkStart w:id="1539" w:name="_Toc12417033"/>
      <w:r w:rsidRPr="00170599">
        <w:t>It is recorded that the Parties are aware of various new Bills that are to be presented to Parliament which, if passed into law, may have an effect on the provisions of this Agreement and the Services. Therefore, the Parties record and agree that, if any law comes into operation subsequent to the signature of this Agreement which law affects any aspect or matter or issue contained in this Agreement, the Parties undertake to comply with such laws as if they had been in force on the Effective Date; provided that if such compliance renders it impossible to comply with the letter and spirit of this Agreement, the Parties undertake to enter into negotiations in good faith regarding a variation of this Agreement in order to ensure that neither this Agreement nor its implementation constitutes a contravention of such law.</w:t>
      </w:r>
      <w:bookmarkEnd w:id="1538"/>
      <w:bookmarkEnd w:id="1539"/>
    </w:p>
    <w:p w14:paraId="7FB202C5" w14:textId="6C7DF5E1" w:rsidR="00936E89" w:rsidRDefault="00936E89" w:rsidP="00936E89">
      <w:pPr>
        <w:pStyle w:val="ListParagraph"/>
        <w:spacing w:before="120" w:after="240" w:line="360" w:lineRule="auto"/>
        <w:ind w:left="709"/>
        <w:contextualSpacing w:val="0"/>
        <w:jc w:val="both"/>
      </w:pPr>
    </w:p>
    <w:p w14:paraId="374EA875" w14:textId="77777777" w:rsidR="00936E89" w:rsidRPr="00170599" w:rsidRDefault="00936E89" w:rsidP="00936E89">
      <w:pPr>
        <w:pStyle w:val="ListParagraph"/>
        <w:spacing w:before="120" w:after="240" w:line="360" w:lineRule="auto"/>
        <w:ind w:left="709"/>
        <w:contextualSpacing w:val="0"/>
        <w:jc w:val="both"/>
      </w:pPr>
    </w:p>
    <w:p w14:paraId="5453FA4E" w14:textId="77777777" w:rsidR="0057201C" w:rsidRPr="00170599" w:rsidRDefault="0057201C" w:rsidP="00503740">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540" w:name="_Toc65489868"/>
      <w:r w:rsidRPr="00170599">
        <w:rPr>
          <w:b/>
          <w:bCs/>
          <w:caps/>
          <w:lang w:val="en-ZA" w:eastAsia="en-US"/>
        </w:rPr>
        <w:t>Relationship between the Parties</w:t>
      </w:r>
      <w:bookmarkEnd w:id="1413"/>
      <w:bookmarkEnd w:id="1540"/>
    </w:p>
    <w:p w14:paraId="34B65B5A" w14:textId="77777777" w:rsidR="0057201C" w:rsidRPr="00170599" w:rsidRDefault="0057201C" w:rsidP="00503740">
      <w:pPr>
        <w:pStyle w:val="ListParagraph"/>
        <w:numPr>
          <w:ilvl w:val="1"/>
          <w:numId w:val="28"/>
        </w:numPr>
        <w:spacing w:before="120" w:after="240" w:line="360" w:lineRule="auto"/>
        <w:ind w:left="709" w:hanging="709"/>
        <w:contextualSpacing w:val="0"/>
        <w:jc w:val="both"/>
      </w:pPr>
      <w:bookmarkStart w:id="1541" w:name="_Toc12417035"/>
      <w:r w:rsidRPr="00170599">
        <w:t>The Service Provider is an independent contractor and under no circumstances will it be a partner, joint venture partner, agent, or employee of SARS in the performance of its duties and responsibilities pursuant to the Agreement.</w:t>
      </w:r>
      <w:bookmarkEnd w:id="1541"/>
      <w:r w:rsidRPr="00170599">
        <w:t xml:space="preserve">  </w:t>
      </w:r>
    </w:p>
    <w:p w14:paraId="52DB5D71" w14:textId="60E53090" w:rsidR="0057201C" w:rsidRDefault="0057201C" w:rsidP="00503740">
      <w:pPr>
        <w:pStyle w:val="ListParagraph"/>
        <w:numPr>
          <w:ilvl w:val="1"/>
          <w:numId w:val="28"/>
        </w:numPr>
        <w:spacing w:before="120" w:after="240" w:line="360" w:lineRule="auto"/>
        <w:ind w:left="709" w:hanging="709"/>
        <w:contextualSpacing w:val="0"/>
        <w:jc w:val="both"/>
      </w:pPr>
      <w:bookmarkStart w:id="1542" w:name="_Toc12417036"/>
      <w:r w:rsidRPr="00170599">
        <w:t>All personnel used by the Service Provider will be the Service Provider’s employees, contractors, Subcontractors or agents, and the entire management, direction, and control of all such persons will be and remain the responsibility of the Service Provider.</w:t>
      </w:r>
      <w:bookmarkEnd w:id="1542"/>
    </w:p>
    <w:p w14:paraId="449C9869" w14:textId="77777777" w:rsidR="0057201C" w:rsidRPr="00170599" w:rsidRDefault="0057201C" w:rsidP="00503740">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543" w:name="_Toc65489869"/>
      <w:r w:rsidRPr="00170599">
        <w:rPr>
          <w:b/>
          <w:bCs/>
          <w:caps/>
          <w:lang w:val="en-ZA" w:eastAsia="en-US"/>
        </w:rPr>
        <w:t>General</w:t>
      </w:r>
      <w:bookmarkEnd w:id="1414"/>
      <w:bookmarkEnd w:id="1543"/>
    </w:p>
    <w:p w14:paraId="468FBE40" w14:textId="77777777" w:rsidR="0057201C" w:rsidRPr="00170599" w:rsidRDefault="0057201C" w:rsidP="00503740">
      <w:pPr>
        <w:pStyle w:val="ListParagraph"/>
        <w:numPr>
          <w:ilvl w:val="1"/>
          <w:numId w:val="28"/>
        </w:numPr>
        <w:spacing w:before="120" w:after="240" w:line="360" w:lineRule="auto"/>
        <w:ind w:left="709" w:hanging="709"/>
        <w:contextualSpacing w:val="0"/>
        <w:jc w:val="both"/>
      </w:pPr>
      <w:bookmarkStart w:id="1544" w:name="_Toc531425289"/>
      <w:bookmarkStart w:id="1545" w:name="_Toc531437272"/>
      <w:bookmarkStart w:id="1546" w:name="_Toc531437565"/>
      <w:bookmarkStart w:id="1547" w:name="_Toc531438504"/>
      <w:bookmarkStart w:id="1548" w:name="_Toc531439007"/>
      <w:bookmarkStart w:id="1549" w:name="_Toc531439718"/>
      <w:bookmarkStart w:id="1550" w:name="_Toc12417038"/>
      <w:bookmarkEnd w:id="1544"/>
      <w:bookmarkEnd w:id="1545"/>
      <w:bookmarkEnd w:id="1546"/>
      <w:bookmarkEnd w:id="1547"/>
      <w:bookmarkEnd w:id="1548"/>
      <w:r w:rsidRPr="00170599">
        <w:rPr>
          <w:b/>
          <w:bCs/>
        </w:rPr>
        <w:t>Whole Agreement and Amendment</w:t>
      </w:r>
      <w:bookmarkEnd w:id="1549"/>
      <w:bookmarkEnd w:id="1550"/>
    </w:p>
    <w:p w14:paraId="13826961" w14:textId="77777777" w:rsidR="0057201C" w:rsidRPr="00170599" w:rsidRDefault="0057201C" w:rsidP="00503740">
      <w:pPr>
        <w:pStyle w:val="ListParagraph"/>
        <w:numPr>
          <w:ilvl w:val="2"/>
          <w:numId w:val="28"/>
        </w:numPr>
        <w:spacing w:before="120" w:after="240" w:line="360" w:lineRule="auto"/>
        <w:ind w:left="709" w:hanging="709"/>
        <w:contextualSpacing w:val="0"/>
        <w:jc w:val="both"/>
        <w:rPr>
          <w:b/>
        </w:rPr>
      </w:pPr>
      <w:bookmarkStart w:id="1551" w:name="_Toc527377246"/>
      <w:bookmarkStart w:id="1552" w:name="_Toc527379323"/>
      <w:bookmarkStart w:id="1553" w:name="_Toc12417039"/>
      <w:r w:rsidRPr="00170599">
        <w:t>This Agreement constitutes the whole of the Agreement between the Parties relating to the subject matter hereof and no amendment, alteration, addition, variation or consensual cancellation will be of any force or effect unless reduced to writing and signed by the Parties hereto or their duly Authorised Representatives. Any document executed by the Parties purporting to amend, substitute or revoke this Agreement or any part hereof, shall be titled an "Addendum" to the applicable Service Agreement and assigned a sequential letter to be included in the title.</w:t>
      </w:r>
      <w:bookmarkEnd w:id="1551"/>
      <w:bookmarkEnd w:id="1552"/>
      <w:bookmarkEnd w:id="1553"/>
      <w:r w:rsidRPr="00170599">
        <w:t xml:space="preserve"> </w:t>
      </w:r>
    </w:p>
    <w:p w14:paraId="0D1176B3" w14:textId="77777777" w:rsidR="0057201C" w:rsidRPr="00170599" w:rsidRDefault="0057201C" w:rsidP="00503740">
      <w:pPr>
        <w:pStyle w:val="ListParagraph"/>
        <w:numPr>
          <w:ilvl w:val="1"/>
          <w:numId w:val="28"/>
        </w:numPr>
        <w:spacing w:before="120" w:after="240" w:line="360" w:lineRule="auto"/>
        <w:ind w:left="709" w:hanging="709"/>
        <w:contextualSpacing w:val="0"/>
        <w:jc w:val="both"/>
        <w:rPr>
          <w:b/>
          <w:bCs/>
        </w:rPr>
      </w:pPr>
      <w:bookmarkStart w:id="1554" w:name="_Toc12417040"/>
      <w:r w:rsidRPr="00170599">
        <w:rPr>
          <w:b/>
          <w:bCs/>
        </w:rPr>
        <w:t>No Assignment Without Consent</w:t>
      </w:r>
      <w:bookmarkEnd w:id="1554"/>
      <w:r w:rsidRPr="00170599">
        <w:rPr>
          <w:b/>
          <w:bCs/>
        </w:rPr>
        <w:t xml:space="preserve"> </w:t>
      </w:r>
    </w:p>
    <w:p w14:paraId="720356F0" w14:textId="17D70B8C" w:rsidR="0057201C" w:rsidRPr="00170599" w:rsidRDefault="00583AC8" w:rsidP="00503740">
      <w:pPr>
        <w:pStyle w:val="ListParagraph"/>
        <w:numPr>
          <w:ilvl w:val="2"/>
          <w:numId w:val="28"/>
        </w:numPr>
        <w:spacing w:before="120" w:after="240" w:line="360" w:lineRule="auto"/>
        <w:ind w:left="709" w:hanging="709"/>
        <w:contextualSpacing w:val="0"/>
        <w:jc w:val="both"/>
        <w:rPr>
          <w:b/>
        </w:rPr>
      </w:pPr>
      <w:bookmarkStart w:id="1555" w:name="_Toc527377241"/>
      <w:bookmarkStart w:id="1556" w:name="_Toc527379316"/>
      <w:bookmarkStart w:id="1557" w:name="_Toc12417041"/>
      <w:r w:rsidRPr="00170599">
        <w:t>The Service Provider</w:t>
      </w:r>
      <w:r w:rsidR="0057201C" w:rsidRPr="00170599">
        <w:t xml:space="preserve"> shall </w:t>
      </w:r>
      <w:r w:rsidRPr="00170599">
        <w:t xml:space="preserve">not </w:t>
      </w:r>
      <w:r w:rsidR="0057201C" w:rsidRPr="00170599">
        <w:t xml:space="preserve">be entitled to assign, cede, sub-contract, delegate or in any other manner transfer any benefit, rights and/or obligations in terms of this Agreement, without the prior written consent of </w:t>
      </w:r>
      <w:r w:rsidRPr="00170599">
        <w:t>SARS</w:t>
      </w:r>
      <w:r w:rsidR="0057201C" w:rsidRPr="00170599">
        <w:t xml:space="preserve"> which consent shall </w:t>
      </w:r>
      <w:r w:rsidR="00CF06D5" w:rsidRPr="00170599">
        <w:t xml:space="preserve">if approved by SARS in its sole discretion, be in </w:t>
      </w:r>
      <w:r w:rsidRPr="00170599">
        <w:t>complian</w:t>
      </w:r>
      <w:r w:rsidR="00E32C8F" w:rsidRPr="00170599">
        <w:t>ce</w:t>
      </w:r>
      <w:r w:rsidRPr="00170599">
        <w:t xml:space="preserve"> with the </w:t>
      </w:r>
      <w:r w:rsidR="00E32C8F" w:rsidRPr="00170599">
        <w:t xml:space="preserve">provisions of the </w:t>
      </w:r>
      <w:r w:rsidRPr="00170599">
        <w:t>PFMA and SARS’s procurement policies and procedures</w:t>
      </w:r>
      <w:r w:rsidR="0057201C" w:rsidRPr="00170599">
        <w:t>.</w:t>
      </w:r>
      <w:bookmarkEnd w:id="1555"/>
      <w:bookmarkEnd w:id="1556"/>
      <w:bookmarkEnd w:id="1557"/>
    </w:p>
    <w:p w14:paraId="052B31F2" w14:textId="77777777" w:rsidR="0057201C" w:rsidRPr="001A303E" w:rsidRDefault="0057201C" w:rsidP="00503740">
      <w:pPr>
        <w:pStyle w:val="ListParagraph"/>
        <w:numPr>
          <w:ilvl w:val="1"/>
          <w:numId w:val="28"/>
        </w:numPr>
        <w:spacing w:before="120" w:after="240" w:line="360" w:lineRule="auto"/>
        <w:ind w:left="709" w:hanging="709"/>
        <w:contextualSpacing w:val="0"/>
        <w:jc w:val="both"/>
        <w:rPr>
          <w:b/>
          <w:bCs/>
        </w:rPr>
      </w:pPr>
      <w:bookmarkStart w:id="1558" w:name="_Toc12417042"/>
      <w:r w:rsidRPr="001A303E">
        <w:rPr>
          <w:b/>
          <w:bCs/>
        </w:rPr>
        <w:t>Severability</w:t>
      </w:r>
      <w:bookmarkEnd w:id="1558"/>
    </w:p>
    <w:p w14:paraId="6527D506" w14:textId="77777777" w:rsidR="0057201C" w:rsidRPr="001A303E" w:rsidRDefault="0057201C" w:rsidP="00503740">
      <w:pPr>
        <w:pStyle w:val="ListParagraph"/>
        <w:numPr>
          <w:ilvl w:val="2"/>
          <w:numId w:val="28"/>
        </w:numPr>
        <w:spacing w:before="120" w:after="240" w:line="360" w:lineRule="auto"/>
        <w:ind w:left="709" w:hanging="709"/>
        <w:contextualSpacing w:val="0"/>
        <w:jc w:val="both"/>
        <w:rPr>
          <w:b/>
        </w:rPr>
      </w:pPr>
      <w:bookmarkStart w:id="1559" w:name="_Toc527377242"/>
      <w:bookmarkStart w:id="1560" w:name="_Toc527379317"/>
      <w:bookmarkStart w:id="1561" w:name="_Toc12417043"/>
      <w:r w:rsidRPr="001A303E">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1559"/>
      <w:bookmarkEnd w:id="1560"/>
      <w:bookmarkEnd w:id="1561"/>
    </w:p>
    <w:p w14:paraId="4424254A" w14:textId="77777777" w:rsidR="0057201C" w:rsidRPr="001A303E" w:rsidRDefault="0057201C" w:rsidP="00503740">
      <w:pPr>
        <w:pStyle w:val="ListParagraph"/>
        <w:numPr>
          <w:ilvl w:val="1"/>
          <w:numId w:val="28"/>
        </w:numPr>
        <w:spacing w:before="120" w:after="240" w:line="360" w:lineRule="auto"/>
        <w:ind w:left="709" w:hanging="709"/>
        <w:contextualSpacing w:val="0"/>
        <w:jc w:val="both"/>
        <w:rPr>
          <w:b/>
          <w:bCs/>
        </w:rPr>
      </w:pPr>
      <w:bookmarkStart w:id="1562" w:name="_Toc12417044"/>
      <w:r w:rsidRPr="001A303E">
        <w:rPr>
          <w:b/>
          <w:bCs/>
        </w:rPr>
        <w:t>Advertising and Marketing</w:t>
      </w:r>
      <w:bookmarkEnd w:id="1562"/>
    </w:p>
    <w:p w14:paraId="6B721E65" w14:textId="5556EB7F" w:rsidR="00AC1C48" w:rsidRDefault="0057201C" w:rsidP="00170599">
      <w:pPr>
        <w:pStyle w:val="ListParagraph"/>
        <w:numPr>
          <w:ilvl w:val="2"/>
          <w:numId w:val="28"/>
        </w:numPr>
        <w:spacing w:before="120" w:after="240" w:line="360" w:lineRule="auto"/>
        <w:ind w:left="709" w:hanging="709"/>
        <w:contextualSpacing w:val="0"/>
        <w:jc w:val="both"/>
      </w:pPr>
      <w:bookmarkStart w:id="1563" w:name="_Toc527377243"/>
      <w:bookmarkStart w:id="1564" w:name="_Toc527379318"/>
      <w:bookmarkStart w:id="1565" w:name="_Toc12417045"/>
      <w:r w:rsidRPr="001A303E">
        <w:t xml:space="preserve">The </w:t>
      </w:r>
      <w:r w:rsidR="00CF06D5" w:rsidRPr="001A303E">
        <w:t>Service Provider</w:t>
      </w:r>
      <w:r w:rsidRPr="001A303E">
        <w:t xml:space="preserve"> shall not make or issue any formal or informal announcement (with the exception of </w:t>
      </w:r>
      <w:r w:rsidR="006B0A29" w:rsidRPr="001A303E">
        <w:t>Authority</w:t>
      </w:r>
      <w:r w:rsidRPr="001A303E">
        <w:t xml:space="preserve"> announcements), advertisement or statement to the press in connection with this Agreement or otherwise disclose the existence of this Agreement or the subject matter thereof to any oth</w:t>
      </w:r>
      <w:r w:rsidRPr="00BB3CB5">
        <w:t>er person without the prior written consent of SARS.</w:t>
      </w:r>
      <w:bookmarkEnd w:id="1563"/>
      <w:bookmarkEnd w:id="1564"/>
      <w:bookmarkEnd w:id="1565"/>
    </w:p>
    <w:p w14:paraId="4BFBBE91" w14:textId="13AC4800" w:rsidR="0057201C" w:rsidRPr="00BB3CB5" w:rsidRDefault="0057201C" w:rsidP="00503740">
      <w:pPr>
        <w:pStyle w:val="ListParagraph"/>
        <w:numPr>
          <w:ilvl w:val="1"/>
          <w:numId w:val="28"/>
        </w:numPr>
        <w:spacing w:before="120" w:after="240" w:line="360" w:lineRule="auto"/>
        <w:ind w:left="709" w:hanging="709"/>
        <w:contextualSpacing w:val="0"/>
        <w:jc w:val="both"/>
        <w:rPr>
          <w:b/>
          <w:bCs/>
        </w:rPr>
      </w:pPr>
      <w:bookmarkStart w:id="1566" w:name="_Toc12417046"/>
      <w:r w:rsidRPr="00BB3CB5">
        <w:rPr>
          <w:b/>
          <w:bCs/>
        </w:rPr>
        <w:t>Waiver</w:t>
      </w:r>
      <w:bookmarkEnd w:id="1566"/>
    </w:p>
    <w:p w14:paraId="13CAA442" w14:textId="77777777" w:rsidR="0057201C" w:rsidRPr="00170599" w:rsidRDefault="0057201C" w:rsidP="00503740">
      <w:pPr>
        <w:pStyle w:val="ListParagraph"/>
        <w:numPr>
          <w:ilvl w:val="2"/>
          <w:numId w:val="28"/>
        </w:numPr>
        <w:spacing w:before="120" w:after="240" w:line="360" w:lineRule="auto"/>
        <w:ind w:left="709" w:hanging="709"/>
        <w:contextualSpacing w:val="0"/>
        <w:jc w:val="both"/>
        <w:rPr>
          <w:b/>
        </w:rPr>
      </w:pPr>
      <w:bookmarkStart w:id="1567" w:name="_Toc527377244"/>
      <w:bookmarkStart w:id="1568" w:name="_Toc527379319"/>
      <w:bookmarkStart w:id="1569" w:name="_Toc12417047"/>
      <w:r w:rsidRPr="00170599">
        <w:t>No change, waiver or discharge of the terms and conditions of this Agreement shall be valid unless in writing and signed on behalf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1567"/>
      <w:bookmarkEnd w:id="1568"/>
      <w:bookmarkEnd w:id="1569"/>
    </w:p>
    <w:p w14:paraId="600C3AD0" w14:textId="77777777" w:rsidR="00922D35" w:rsidRPr="00170599" w:rsidRDefault="00922D35" w:rsidP="00503740">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570" w:name="_Toc65489870"/>
      <w:r w:rsidRPr="00170599">
        <w:rPr>
          <w:b/>
          <w:bCs/>
          <w:caps/>
          <w:lang w:val="en-ZA" w:eastAsia="en-US"/>
        </w:rPr>
        <w:t>Covenant of Good Faith</w:t>
      </w:r>
      <w:bookmarkEnd w:id="1415"/>
      <w:bookmarkEnd w:id="1570"/>
    </w:p>
    <w:p w14:paraId="5039184D" w14:textId="77777777" w:rsidR="00922D35" w:rsidRPr="00170599" w:rsidRDefault="00922D35" w:rsidP="00503740">
      <w:pPr>
        <w:pStyle w:val="ListParagraph"/>
        <w:numPr>
          <w:ilvl w:val="1"/>
          <w:numId w:val="28"/>
        </w:numPr>
        <w:spacing w:before="120" w:after="240" w:line="360" w:lineRule="auto"/>
        <w:ind w:left="709" w:hanging="709"/>
        <w:contextualSpacing w:val="0"/>
        <w:jc w:val="both"/>
        <w:rPr>
          <w:b/>
          <w:bCs/>
        </w:rPr>
      </w:pPr>
      <w:bookmarkStart w:id="1571" w:name="_Toc527377247"/>
      <w:bookmarkStart w:id="1572" w:name="_Toc527379325"/>
      <w:bookmarkStart w:id="1573" w:name="_Toc12417049"/>
      <w:r w:rsidRPr="00170599">
        <w:t>Each Party agrees that, in its respective dealings with the other Party under or in connection with this Agreement, it shall act in good faith.</w:t>
      </w:r>
      <w:bookmarkEnd w:id="1571"/>
      <w:bookmarkEnd w:id="1572"/>
      <w:bookmarkEnd w:id="1573"/>
    </w:p>
    <w:p w14:paraId="39661A8A" w14:textId="77777777" w:rsidR="00922D35" w:rsidRPr="00170599" w:rsidRDefault="00922D35" w:rsidP="00503740">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574" w:name="_Toc531439720"/>
      <w:bookmarkStart w:id="1575" w:name="_Toc65489871"/>
      <w:r w:rsidRPr="00170599">
        <w:rPr>
          <w:b/>
          <w:bCs/>
          <w:caps/>
          <w:lang w:val="en-ZA" w:eastAsia="en-US"/>
        </w:rPr>
        <w:t>Costs</w:t>
      </w:r>
      <w:bookmarkEnd w:id="1574"/>
      <w:bookmarkEnd w:id="1575"/>
    </w:p>
    <w:p w14:paraId="1D14EE6F" w14:textId="1BC04BF8" w:rsidR="00922D35" w:rsidRPr="00170599" w:rsidRDefault="00922D35" w:rsidP="00503740">
      <w:pPr>
        <w:pStyle w:val="ListParagraph"/>
        <w:numPr>
          <w:ilvl w:val="1"/>
          <w:numId w:val="28"/>
        </w:numPr>
        <w:spacing w:before="120" w:after="240" w:line="360" w:lineRule="auto"/>
        <w:ind w:left="709" w:hanging="709"/>
        <w:contextualSpacing w:val="0"/>
        <w:jc w:val="both"/>
        <w:rPr>
          <w:b/>
          <w:bCs/>
        </w:rPr>
      </w:pPr>
      <w:bookmarkStart w:id="1576" w:name="_Toc527377248"/>
      <w:bookmarkStart w:id="1577" w:name="_Toc527379327"/>
      <w:bookmarkStart w:id="1578" w:name="_Toc12417051"/>
      <w:r w:rsidRPr="00170599">
        <w:t>Each Party shall bear and pay its own costs of or incidental to the drafting, preparation and execution of this Agreement.</w:t>
      </w:r>
      <w:bookmarkEnd w:id="1576"/>
      <w:bookmarkEnd w:id="1577"/>
      <w:bookmarkEnd w:id="1578"/>
    </w:p>
    <w:p w14:paraId="470BEB0C" w14:textId="77777777" w:rsidR="00922D35" w:rsidRPr="001A303E" w:rsidRDefault="00922D35" w:rsidP="00503740">
      <w:pPr>
        <w:pStyle w:val="ListParagraph"/>
        <w:numPr>
          <w:ilvl w:val="0"/>
          <w:numId w:val="28"/>
        </w:numPr>
        <w:spacing w:before="120" w:after="240" w:line="360" w:lineRule="auto"/>
        <w:ind w:left="709" w:hanging="709"/>
        <w:contextualSpacing w:val="0"/>
        <w:jc w:val="both"/>
        <w:outlineLvl w:val="0"/>
        <w:rPr>
          <w:b/>
          <w:bCs/>
          <w:caps/>
          <w:lang w:val="en-ZA" w:eastAsia="en-US"/>
        </w:rPr>
      </w:pPr>
      <w:bookmarkStart w:id="1579" w:name="_Toc65489872"/>
      <w:r w:rsidRPr="001A303E">
        <w:rPr>
          <w:b/>
          <w:bCs/>
          <w:caps/>
          <w:lang w:val="en-ZA" w:eastAsia="en-US"/>
        </w:rPr>
        <w:t>Authorised Signatories</w:t>
      </w:r>
      <w:bookmarkEnd w:id="1579"/>
    </w:p>
    <w:p w14:paraId="2F44F338" w14:textId="77777777" w:rsidR="00922D35" w:rsidRPr="001A303E" w:rsidRDefault="00922D35" w:rsidP="00503740">
      <w:pPr>
        <w:pStyle w:val="ListParagraph"/>
        <w:numPr>
          <w:ilvl w:val="1"/>
          <w:numId w:val="28"/>
        </w:numPr>
        <w:spacing w:before="120" w:after="240" w:line="360" w:lineRule="auto"/>
        <w:ind w:left="709" w:hanging="709"/>
        <w:contextualSpacing w:val="0"/>
        <w:jc w:val="both"/>
      </w:pPr>
      <w:bookmarkStart w:id="1580" w:name="_Toc527377245"/>
      <w:bookmarkStart w:id="1581" w:name="_Toc527379320"/>
      <w:bookmarkStart w:id="1582" w:name="_Toc12417053"/>
      <w:r w:rsidRPr="001A303E">
        <w:t>The Parties agree that this Agreement and any contract document concluded in terms hereof shall not be valid unless signed by all authorised signatories of SARS.</w:t>
      </w:r>
      <w:bookmarkEnd w:id="1580"/>
      <w:bookmarkEnd w:id="1581"/>
      <w:bookmarkEnd w:id="1582"/>
      <w:r w:rsidRPr="001A303E">
        <w:t xml:space="preserve"> </w:t>
      </w:r>
    </w:p>
    <w:p w14:paraId="0333663E" w14:textId="77777777" w:rsidR="00534FC4" w:rsidRPr="001A303E" w:rsidRDefault="00534FC4" w:rsidP="00503740">
      <w:pPr>
        <w:pStyle w:val="ListParagraph"/>
        <w:numPr>
          <w:ilvl w:val="1"/>
          <w:numId w:val="28"/>
        </w:numPr>
        <w:spacing w:before="120" w:after="240" w:line="360" w:lineRule="auto"/>
        <w:ind w:left="709" w:hanging="709"/>
        <w:contextualSpacing w:val="0"/>
        <w:jc w:val="both"/>
      </w:pPr>
      <w:bookmarkStart w:id="1583" w:name="_Toc12417054"/>
      <w:r w:rsidRPr="001A303E">
        <w:t>This Agreement is signed by the Parties on the dates and at the places indicated below.</w:t>
      </w:r>
      <w:bookmarkEnd w:id="1583"/>
    </w:p>
    <w:p w14:paraId="65E60328" w14:textId="6C43413F" w:rsidR="00534FC4" w:rsidRDefault="00534FC4" w:rsidP="00503740">
      <w:pPr>
        <w:pStyle w:val="ListParagraph"/>
        <w:numPr>
          <w:ilvl w:val="1"/>
          <w:numId w:val="28"/>
        </w:numPr>
        <w:spacing w:before="120" w:after="240" w:line="360" w:lineRule="auto"/>
        <w:ind w:left="709" w:hanging="709"/>
        <w:contextualSpacing w:val="0"/>
        <w:jc w:val="both"/>
      </w:pPr>
      <w:bookmarkStart w:id="1584" w:name="_Toc12417055"/>
      <w:r w:rsidRPr="001A303E">
        <w:t>This Agreement may be executed in counterparts, each of which shall be deemed an original, and all of which together shall constitute one and the same Agreement as at the date of signature of the Party last signing one of the counterparts.</w:t>
      </w:r>
      <w:bookmarkEnd w:id="1584"/>
    </w:p>
    <w:p w14:paraId="4413FCEF" w14:textId="77777777" w:rsidR="00534FC4" w:rsidRPr="001A303E" w:rsidRDefault="00534FC4" w:rsidP="00E0301F">
      <w:pPr>
        <w:pStyle w:val="ListParagraph"/>
        <w:numPr>
          <w:ilvl w:val="1"/>
          <w:numId w:val="28"/>
        </w:numPr>
        <w:spacing w:before="120" w:after="240" w:line="360" w:lineRule="auto"/>
        <w:ind w:left="709" w:hanging="709"/>
        <w:contextualSpacing w:val="0"/>
        <w:jc w:val="both"/>
      </w:pPr>
      <w:bookmarkStart w:id="1585" w:name="_Toc12417056"/>
      <w:r w:rsidRPr="001A303E">
        <w:t>The persons signing this Agreement in a representative capacity warrant their authority to do so.</w:t>
      </w:r>
      <w:bookmarkEnd w:id="1585"/>
    </w:p>
    <w:p w14:paraId="1045D198" w14:textId="4287F12A" w:rsidR="00534FC4" w:rsidRPr="00BB3CB5" w:rsidRDefault="00534FC4" w:rsidP="004B0ADB">
      <w:pPr>
        <w:spacing w:before="120" w:after="240" w:line="360" w:lineRule="auto"/>
        <w:jc w:val="both"/>
        <w:rPr>
          <w:rFonts w:ascii="Arial" w:hAnsi="Arial" w:cs="Arial"/>
          <w:b/>
          <w:bCs/>
          <w:i/>
          <w:iCs/>
          <w:sz w:val="22"/>
          <w:szCs w:val="22"/>
        </w:rPr>
      </w:pPr>
      <w:bookmarkStart w:id="1586" w:name="_Toc26766403"/>
      <w:bookmarkStart w:id="1587" w:name="_Ref52077275"/>
      <w:bookmarkStart w:id="1588" w:name="_Toc52082443"/>
      <w:bookmarkStart w:id="1589" w:name="_Toc102463487"/>
      <w:bookmarkStart w:id="1590" w:name="_Toc456577745"/>
      <w:bookmarkStart w:id="1591" w:name="_Toc456671377"/>
      <w:bookmarkStart w:id="1592" w:name="_Toc456692212"/>
      <w:bookmarkStart w:id="1593" w:name="_Toc456747580"/>
      <w:bookmarkStart w:id="1594" w:name="_Toc456748398"/>
      <w:bookmarkStart w:id="1595" w:name="_Toc456748930"/>
      <w:bookmarkStart w:id="1596" w:name="_Hlk534865182"/>
      <w:r w:rsidRPr="00BB3CB5">
        <w:rPr>
          <w:rFonts w:ascii="Arial" w:hAnsi="Arial" w:cs="Arial"/>
          <w:b/>
          <w:bCs/>
          <w:sz w:val="22"/>
          <w:szCs w:val="22"/>
        </w:rPr>
        <w:t>SIGNED at_________________________</w:t>
      </w:r>
      <w:r w:rsidR="00C23DEC" w:rsidRPr="00BB3CB5">
        <w:rPr>
          <w:rFonts w:ascii="Arial" w:hAnsi="Arial" w:cs="Arial"/>
          <w:b/>
          <w:bCs/>
          <w:sz w:val="22"/>
          <w:szCs w:val="22"/>
        </w:rPr>
        <w:t xml:space="preserve"> </w:t>
      </w:r>
      <w:r w:rsidRPr="00BB3CB5">
        <w:rPr>
          <w:rFonts w:ascii="Arial" w:hAnsi="Arial" w:cs="Arial"/>
          <w:b/>
          <w:bCs/>
          <w:sz w:val="22"/>
          <w:szCs w:val="22"/>
        </w:rPr>
        <w:t>on _______________________20</w:t>
      </w:r>
      <w:r w:rsidR="004B0ADB" w:rsidRPr="00BB3CB5">
        <w:rPr>
          <w:rFonts w:ascii="Arial" w:hAnsi="Arial" w:cs="Arial"/>
          <w:b/>
          <w:bCs/>
          <w:sz w:val="22"/>
          <w:szCs w:val="22"/>
        </w:rPr>
        <w:t>20</w:t>
      </w:r>
      <w:r w:rsidRPr="00BB3CB5">
        <w:rPr>
          <w:rFonts w:ascii="Arial" w:hAnsi="Arial" w:cs="Arial"/>
          <w:b/>
          <w:bCs/>
          <w:sz w:val="22"/>
          <w:szCs w:val="22"/>
        </w:rPr>
        <w:t xml:space="preserve"> </w:t>
      </w:r>
    </w:p>
    <w:p w14:paraId="7C5BE84C" w14:textId="77777777" w:rsidR="00534FC4" w:rsidRPr="00170599" w:rsidRDefault="00534FC4" w:rsidP="004B0ADB">
      <w:pPr>
        <w:spacing w:before="120" w:after="240" w:line="360" w:lineRule="auto"/>
        <w:jc w:val="both"/>
        <w:rPr>
          <w:rFonts w:ascii="Arial" w:hAnsi="Arial" w:cs="Arial"/>
          <w:sz w:val="22"/>
          <w:szCs w:val="22"/>
        </w:rPr>
      </w:pPr>
      <w:r w:rsidRPr="00170599">
        <w:rPr>
          <w:rFonts w:ascii="Arial" w:hAnsi="Arial" w:cs="Arial"/>
          <w:sz w:val="22"/>
          <w:szCs w:val="22"/>
        </w:rPr>
        <w:t>For and on behalf of</w:t>
      </w:r>
    </w:p>
    <w:p w14:paraId="6CEBB0C1" w14:textId="77777777" w:rsidR="00534FC4" w:rsidRPr="00170599" w:rsidRDefault="00534FC4" w:rsidP="004B0ADB">
      <w:pPr>
        <w:spacing w:before="120" w:after="240" w:line="360" w:lineRule="auto"/>
        <w:jc w:val="both"/>
        <w:rPr>
          <w:rFonts w:ascii="Arial" w:hAnsi="Arial" w:cs="Arial"/>
          <w:b/>
          <w:bCs/>
          <w:sz w:val="22"/>
          <w:szCs w:val="22"/>
        </w:rPr>
      </w:pPr>
      <w:r w:rsidRPr="00170599">
        <w:rPr>
          <w:rFonts w:ascii="Arial" w:hAnsi="Arial" w:cs="Arial"/>
          <w:b/>
          <w:bCs/>
          <w:sz w:val="22"/>
          <w:szCs w:val="22"/>
        </w:rPr>
        <w:t>SOUTH AFRICAN REVENUE SERVICE</w:t>
      </w:r>
    </w:p>
    <w:tbl>
      <w:tblPr>
        <w:tblW w:w="0" w:type="auto"/>
        <w:tblInd w:w="4428" w:type="dxa"/>
        <w:tblLook w:val="01E0" w:firstRow="1" w:lastRow="1" w:firstColumn="1" w:lastColumn="1" w:noHBand="0" w:noVBand="0"/>
      </w:tblPr>
      <w:tblGrid>
        <w:gridCol w:w="3834"/>
      </w:tblGrid>
      <w:tr w:rsidR="00E377C5" w:rsidRPr="00170599" w14:paraId="0F3AF6A1" w14:textId="77777777" w:rsidTr="00FC2981">
        <w:trPr>
          <w:trHeight w:val="615"/>
        </w:trPr>
        <w:tc>
          <w:tcPr>
            <w:tcW w:w="3834" w:type="dxa"/>
            <w:tcBorders>
              <w:top w:val="single" w:sz="4" w:space="0" w:color="auto"/>
              <w:bottom w:val="single" w:sz="4" w:space="0" w:color="auto"/>
            </w:tcBorders>
          </w:tcPr>
          <w:bookmarkEnd w:id="1586"/>
          <w:bookmarkEnd w:id="1587"/>
          <w:bookmarkEnd w:id="1588"/>
          <w:bookmarkEnd w:id="1589"/>
          <w:bookmarkEnd w:id="1590"/>
          <w:bookmarkEnd w:id="1591"/>
          <w:bookmarkEnd w:id="1592"/>
          <w:bookmarkEnd w:id="1593"/>
          <w:bookmarkEnd w:id="1594"/>
          <w:bookmarkEnd w:id="1595"/>
          <w:p w14:paraId="4844B75B" w14:textId="77777777" w:rsidR="00E377C5" w:rsidRPr="00170599" w:rsidRDefault="00E377C5" w:rsidP="00FC2981">
            <w:pPr>
              <w:spacing w:before="120" w:after="240" w:line="360" w:lineRule="auto"/>
              <w:jc w:val="both"/>
              <w:rPr>
                <w:rFonts w:ascii="Arial" w:hAnsi="Arial" w:cs="Arial"/>
                <w:sz w:val="22"/>
                <w:szCs w:val="22"/>
              </w:rPr>
            </w:pPr>
            <w:r w:rsidRPr="00170599">
              <w:rPr>
                <w:rFonts w:ascii="Arial" w:hAnsi="Arial" w:cs="Arial"/>
                <w:sz w:val="22"/>
                <w:szCs w:val="22"/>
              </w:rPr>
              <w:t>Signature</w:t>
            </w:r>
          </w:p>
        </w:tc>
      </w:tr>
      <w:tr w:rsidR="00E377C5" w:rsidRPr="00170599" w14:paraId="7412F651" w14:textId="77777777" w:rsidTr="00FC2981">
        <w:trPr>
          <w:trHeight w:val="615"/>
        </w:trPr>
        <w:tc>
          <w:tcPr>
            <w:tcW w:w="3834" w:type="dxa"/>
            <w:tcBorders>
              <w:top w:val="single" w:sz="4" w:space="0" w:color="auto"/>
              <w:bottom w:val="single" w:sz="4" w:space="0" w:color="auto"/>
            </w:tcBorders>
          </w:tcPr>
          <w:p w14:paraId="6414266C" w14:textId="77777777" w:rsidR="00E377C5" w:rsidRPr="00170599" w:rsidRDefault="00E377C5" w:rsidP="00FC2981">
            <w:pPr>
              <w:spacing w:before="120" w:after="240" w:line="360" w:lineRule="auto"/>
              <w:jc w:val="both"/>
              <w:rPr>
                <w:rFonts w:ascii="Arial" w:hAnsi="Arial" w:cs="Arial"/>
                <w:sz w:val="22"/>
                <w:szCs w:val="22"/>
              </w:rPr>
            </w:pPr>
            <w:r w:rsidRPr="00170599">
              <w:rPr>
                <w:rFonts w:ascii="Arial" w:hAnsi="Arial" w:cs="Arial"/>
                <w:sz w:val="22"/>
                <w:szCs w:val="22"/>
              </w:rPr>
              <w:t>Name of Signatory</w:t>
            </w:r>
          </w:p>
        </w:tc>
      </w:tr>
      <w:tr w:rsidR="00E377C5" w:rsidRPr="00170599" w14:paraId="5847EE46" w14:textId="77777777" w:rsidTr="00FC2981">
        <w:trPr>
          <w:trHeight w:val="615"/>
        </w:trPr>
        <w:tc>
          <w:tcPr>
            <w:tcW w:w="3834" w:type="dxa"/>
            <w:tcBorders>
              <w:top w:val="single" w:sz="4" w:space="0" w:color="auto"/>
            </w:tcBorders>
          </w:tcPr>
          <w:p w14:paraId="16806FA6" w14:textId="77777777" w:rsidR="00E377C5" w:rsidRPr="00170599" w:rsidRDefault="00E377C5" w:rsidP="00FC2981">
            <w:pPr>
              <w:spacing w:before="120" w:after="240" w:line="360" w:lineRule="auto"/>
              <w:jc w:val="both"/>
              <w:rPr>
                <w:rFonts w:ascii="Arial" w:hAnsi="Arial" w:cs="Arial"/>
                <w:b/>
                <w:bCs/>
                <w:i/>
                <w:iCs/>
              </w:rPr>
            </w:pPr>
            <w:r w:rsidRPr="00170599">
              <w:rPr>
                <w:rFonts w:ascii="Arial" w:hAnsi="Arial" w:cs="Arial"/>
              </w:rPr>
              <w:t>Designation of Signatory</w:t>
            </w:r>
          </w:p>
        </w:tc>
      </w:tr>
    </w:tbl>
    <w:p w14:paraId="5A8CCB65" w14:textId="77777777" w:rsidR="00E377C5" w:rsidRPr="00170599" w:rsidRDefault="00E377C5" w:rsidP="00E377C5">
      <w:pPr>
        <w:spacing w:before="120" w:after="240" w:line="360" w:lineRule="auto"/>
        <w:jc w:val="both"/>
        <w:rPr>
          <w:rFonts w:ascii="Arial" w:hAnsi="Arial" w:cs="Arial"/>
          <w:b/>
          <w:bCs/>
          <w:sz w:val="22"/>
          <w:szCs w:val="22"/>
        </w:rPr>
      </w:pPr>
    </w:p>
    <w:tbl>
      <w:tblPr>
        <w:tblW w:w="0" w:type="auto"/>
        <w:tblInd w:w="4428" w:type="dxa"/>
        <w:tblLook w:val="01E0" w:firstRow="1" w:lastRow="1" w:firstColumn="1" w:lastColumn="1" w:noHBand="0" w:noVBand="0"/>
      </w:tblPr>
      <w:tblGrid>
        <w:gridCol w:w="3834"/>
      </w:tblGrid>
      <w:tr w:rsidR="00E377C5" w:rsidRPr="00170599" w14:paraId="1C8851C9" w14:textId="77777777" w:rsidTr="00FC2981">
        <w:trPr>
          <w:trHeight w:val="615"/>
        </w:trPr>
        <w:tc>
          <w:tcPr>
            <w:tcW w:w="3834" w:type="dxa"/>
            <w:tcBorders>
              <w:top w:val="single" w:sz="4" w:space="0" w:color="auto"/>
              <w:bottom w:val="single" w:sz="4" w:space="0" w:color="auto"/>
            </w:tcBorders>
          </w:tcPr>
          <w:p w14:paraId="6663C4F8" w14:textId="77777777" w:rsidR="00E377C5" w:rsidRPr="00170599" w:rsidRDefault="00E377C5" w:rsidP="00FC2981">
            <w:pPr>
              <w:spacing w:before="120" w:after="240" w:line="360" w:lineRule="auto"/>
              <w:jc w:val="both"/>
              <w:rPr>
                <w:rFonts w:ascii="Arial" w:hAnsi="Arial" w:cs="Arial"/>
                <w:sz w:val="22"/>
                <w:szCs w:val="22"/>
              </w:rPr>
            </w:pPr>
            <w:r w:rsidRPr="00170599">
              <w:rPr>
                <w:rFonts w:ascii="Arial" w:hAnsi="Arial" w:cs="Arial"/>
                <w:sz w:val="22"/>
                <w:szCs w:val="22"/>
              </w:rPr>
              <w:t>Signature</w:t>
            </w:r>
          </w:p>
        </w:tc>
      </w:tr>
      <w:tr w:rsidR="00E377C5" w:rsidRPr="00170599" w14:paraId="51499ECE" w14:textId="77777777" w:rsidTr="00FC2981">
        <w:trPr>
          <w:trHeight w:val="615"/>
        </w:trPr>
        <w:tc>
          <w:tcPr>
            <w:tcW w:w="3834" w:type="dxa"/>
            <w:tcBorders>
              <w:top w:val="single" w:sz="4" w:space="0" w:color="auto"/>
              <w:bottom w:val="single" w:sz="4" w:space="0" w:color="auto"/>
            </w:tcBorders>
          </w:tcPr>
          <w:p w14:paraId="34B650E1" w14:textId="77777777" w:rsidR="00E377C5" w:rsidRPr="00170599" w:rsidRDefault="00E377C5" w:rsidP="00FC2981">
            <w:pPr>
              <w:spacing w:before="120" w:after="240" w:line="360" w:lineRule="auto"/>
              <w:jc w:val="both"/>
              <w:rPr>
                <w:rFonts w:ascii="Arial" w:hAnsi="Arial" w:cs="Arial"/>
                <w:sz w:val="22"/>
                <w:szCs w:val="22"/>
              </w:rPr>
            </w:pPr>
            <w:r w:rsidRPr="00170599">
              <w:rPr>
                <w:rFonts w:ascii="Arial" w:hAnsi="Arial" w:cs="Arial"/>
                <w:sz w:val="22"/>
                <w:szCs w:val="22"/>
              </w:rPr>
              <w:t>Name of Signatory</w:t>
            </w:r>
          </w:p>
        </w:tc>
      </w:tr>
      <w:tr w:rsidR="00E377C5" w:rsidRPr="00170599" w14:paraId="062D6020" w14:textId="77777777" w:rsidTr="00FC2981">
        <w:trPr>
          <w:trHeight w:val="615"/>
        </w:trPr>
        <w:tc>
          <w:tcPr>
            <w:tcW w:w="3834" w:type="dxa"/>
            <w:tcBorders>
              <w:top w:val="single" w:sz="4" w:space="0" w:color="auto"/>
            </w:tcBorders>
          </w:tcPr>
          <w:p w14:paraId="105E213A" w14:textId="77777777" w:rsidR="00E377C5" w:rsidRPr="00170599" w:rsidRDefault="00E377C5" w:rsidP="00FC2981">
            <w:pPr>
              <w:spacing w:before="120" w:after="240" w:line="360" w:lineRule="auto"/>
              <w:jc w:val="both"/>
              <w:rPr>
                <w:rFonts w:ascii="Arial" w:hAnsi="Arial" w:cs="Arial"/>
                <w:sz w:val="22"/>
                <w:szCs w:val="22"/>
              </w:rPr>
            </w:pPr>
            <w:r w:rsidRPr="00170599">
              <w:rPr>
                <w:rFonts w:ascii="Arial" w:hAnsi="Arial" w:cs="Arial"/>
                <w:sz w:val="22"/>
                <w:szCs w:val="22"/>
              </w:rPr>
              <w:t>Designation of Signatory</w:t>
            </w:r>
          </w:p>
        </w:tc>
      </w:tr>
    </w:tbl>
    <w:p w14:paraId="51B962CF" w14:textId="311DDB67" w:rsidR="004B0ADB" w:rsidRPr="00170599" w:rsidRDefault="004B0ADB" w:rsidP="004B0ADB">
      <w:pPr>
        <w:spacing w:before="120" w:after="240" w:line="360" w:lineRule="auto"/>
        <w:jc w:val="both"/>
        <w:rPr>
          <w:rFonts w:ascii="Arial" w:hAnsi="Arial" w:cs="Arial"/>
          <w:b/>
          <w:bCs/>
          <w:i/>
          <w:iCs/>
          <w:sz w:val="22"/>
          <w:szCs w:val="22"/>
        </w:rPr>
      </w:pPr>
      <w:r w:rsidRPr="00170599">
        <w:rPr>
          <w:rFonts w:ascii="Arial" w:hAnsi="Arial" w:cs="Arial"/>
          <w:b/>
          <w:bCs/>
          <w:sz w:val="22"/>
          <w:szCs w:val="22"/>
        </w:rPr>
        <w:t>SIGNED at_________________________</w:t>
      </w:r>
      <w:r w:rsidR="00C23DEC" w:rsidRPr="00170599">
        <w:rPr>
          <w:rFonts w:ascii="Arial" w:hAnsi="Arial" w:cs="Arial"/>
          <w:b/>
          <w:bCs/>
          <w:sz w:val="22"/>
          <w:szCs w:val="22"/>
        </w:rPr>
        <w:t xml:space="preserve"> </w:t>
      </w:r>
      <w:r w:rsidRPr="00170599">
        <w:rPr>
          <w:rFonts w:ascii="Arial" w:hAnsi="Arial" w:cs="Arial"/>
          <w:b/>
          <w:bCs/>
          <w:sz w:val="22"/>
          <w:szCs w:val="22"/>
        </w:rPr>
        <w:t xml:space="preserve">on _______________________2020 </w:t>
      </w:r>
    </w:p>
    <w:p w14:paraId="47620910" w14:textId="77777777" w:rsidR="00534FC4" w:rsidRPr="00170599" w:rsidRDefault="00534FC4" w:rsidP="004B0ADB">
      <w:pPr>
        <w:spacing w:before="120" w:after="240" w:line="360" w:lineRule="auto"/>
        <w:jc w:val="both"/>
        <w:rPr>
          <w:rFonts w:ascii="Arial" w:hAnsi="Arial" w:cs="Arial"/>
          <w:sz w:val="22"/>
          <w:szCs w:val="22"/>
        </w:rPr>
      </w:pPr>
      <w:r w:rsidRPr="00170599">
        <w:rPr>
          <w:rFonts w:ascii="Arial" w:hAnsi="Arial" w:cs="Arial"/>
          <w:sz w:val="22"/>
          <w:szCs w:val="22"/>
        </w:rPr>
        <w:t>For and on behalf of</w:t>
      </w:r>
    </w:p>
    <w:p w14:paraId="17027B70" w14:textId="63148C8C" w:rsidR="00534FC4" w:rsidRPr="00170599" w:rsidRDefault="00534FC4" w:rsidP="004B0ADB">
      <w:pPr>
        <w:spacing w:before="120" w:after="240" w:line="360" w:lineRule="auto"/>
        <w:jc w:val="both"/>
        <w:rPr>
          <w:rFonts w:ascii="Arial" w:hAnsi="Arial" w:cs="Arial"/>
          <w:b/>
          <w:bCs/>
          <w:sz w:val="22"/>
          <w:szCs w:val="22"/>
        </w:rPr>
      </w:pPr>
      <w:r w:rsidRPr="00170599">
        <w:rPr>
          <w:rFonts w:ascii="Arial" w:hAnsi="Arial" w:cs="Arial"/>
          <w:b/>
          <w:bCs/>
          <w:sz w:val="22"/>
          <w:szCs w:val="22"/>
        </w:rPr>
        <w:t>SERVICE PROVIDER</w:t>
      </w:r>
    </w:p>
    <w:tbl>
      <w:tblPr>
        <w:tblW w:w="0" w:type="auto"/>
        <w:tblInd w:w="4428" w:type="dxa"/>
        <w:tblLook w:val="01E0" w:firstRow="1" w:lastRow="1" w:firstColumn="1" w:lastColumn="1" w:noHBand="0" w:noVBand="0"/>
      </w:tblPr>
      <w:tblGrid>
        <w:gridCol w:w="3834"/>
      </w:tblGrid>
      <w:tr w:rsidR="00763294" w:rsidRPr="00170599" w14:paraId="4DDA51A7" w14:textId="4A59D22A" w:rsidTr="003734B1">
        <w:trPr>
          <w:trHeight w:val="615"/>
        </w:trPr>
        <w:tc>
          <w:tcPr>
            <w:tcW w:w="3834" w:type="dxa"/>
            <w:tcBorders>
              <w:top w:val="single" w:sz="4" w:space="0" w:color="auto"/>
              <w:bottom w:val="single" w:sz="4" w:space="0" w:color="auto"/>
            </w:tcBorders>
          </w:tcPr>
          <w:p w14:paraId="54D6C1EC" w14:textId="663996C4" w:rsidR="00534FC4" w:rsidRPr="00170599" w:rsidRDefault="00534FC4" w:rsidP="004B0ADB">
            <w:pPr>
              <w:spacing w:before="120" w:after="240" w:line="360" w:lineRule="auto"/>
              <w:jc w:val="both"/>
              <w:rPr>
                <w:rFonts w:ascii="Arial" w:hAnsi="Arial" w:cs="Arial"/>
                <w:sz w:val="22"/>
                <w:szCs w:val="22"/>
              </w:rPr>
            </w:pPr>
            <w:r w:rsidRPr="00170599">
              <w:rPr>
                <w:rFonts w:ascii="Arial" w:hAnsi="Arial" w:cs="Arial"/>
                <w:sz w:val="22"/>
                <w:szCs w:val="22"/>
              </w:rPr>
              <w:t>Signature</w:t>
            </w:r>
          </w:p>
        </w:tc>
      </w:tr>
      <w:tr w:rsidR="00763294" w:rsidRPr="00170599" w14:paraId="5616D1DA" w14:textId="6CE8D04A" w:rsidTr="003734B1">
        <w:trPr>
          <w:trHeight w:val="615"/>
        </w:trPr>
        <w:tc>
          <w:tcPr>
            <w:tcW w:w="3834" w:type="dxa"/>
            <w:tcBorders>
              <w:top w:val="single" w:sz="4" w:space="0" w:color="auto"/>
              <w:bottom w:val="single" w:sz="4" w:space="0" w:color="auto"/>
            </w:tcBorders>
          </w:tcPr>
          <w:p w14:paraId="4B7B591F" w14:textId="2A2F1FEF" w:rsidR="00534FC4" w:rsidRPr="00170599" w:rsidRDefault="00534FC4" w:rsidP="004B0ADB">
            <w:pPr>
              <w:spacing w:before="120" w:after="240" w:line="360" w:lineRule="auto"/>
              <w:jc w:val="both"/>
              <w:rPr>
                <w:rFonts w:ascii="Arial" w:hAnsi="Arial" w:cs="Arial"/>
                <w:sz w:val="22"/>
                <w:szCs w:val="22"/>
              </w:rPr>
            </w:pPr>
            <w:r w:rsidRPr="00170599">
              <w:rPr>
                <w:rFonts w:ascii="Arial" w:hAnsi="Arial" w:cs="Arial"/>
                <w:sz w:val="22"/>
                <w:szCs w:val="22"/>
              </w:rPr>
              <w:t>Name of Signatory</w:t>
            </w:r>
          </w:p>
        </w:tc>
      </w:tr>
      <w:tr w:rsidR="00BD7738" w:rsidRPr="00170599" w14:paraId="1D7DDE92" w14:textId="3EAFA02E" w:rsidTr="003734B1">
        <w:trPr>
          <w:trHeight w:val="615"/>
        </w:trPr>
        <w:tc>
          <w:tcPr>
            <w:tcW w:w="3834" w:type="dxa"/>
            <w:tcBorders>
              <w:top w:val="single" w:sz="4" w:space="0" w:color="auto"/>
            </w:tcBorders>
          </w:tcPr>
          <w:p w14:paraId="447D7EFF" w14:textId="1831845D" w:rsidR="00534FC4" w:rsidRPr="00170599" w:rsidRDefault="00534FC4" w:rsidP="004B0ADB">
            <w:pPr>
              <w:spacing w:before="120" w:after="240" w:line="360" w:lineRule="auto"/>
              <w:jc w:val="both"/>
              <w:rPr>
                <w:rFonts w:ascii="Arial" w:hAnsi="Arial" w:cs="Arial"/>
                <w:sz w:val="22"/>
                <w:szCs w:val="22"/>
              </w:rPr>
            </w:pPr>
            <w:r w:rsidRPr="00170599">
              <w:rPr>
                <w:rFonts w:ascii="Arial" w:hAnsi="Arial" w:cs="Arial"/>
                <w:sz w:val="22"/>
                <w:szCs w:val="22"/>
              </w:rPr>
              <w:t>Designation of Signatory</w:t>
            </w:r>
          </w:p>
        </w:tc>
      </w:tr>
    </w:tbl>
    <w:p w14:paraId="2ED68013" w14:textId="164C52CF" w:rsidR="00B255F1" w:rsidRDefault="00B255F1">
      <w:pPr>
        <w:spacing w:before="120" w:after="240" w:line="360" w:lineRule="auto"/>
        <w:jc w:val="both"/>
        <w:rPr>
          <w:rFonts w:ascii="Arial" w:hAnsi="Arial"/>
          <w:sz w:val="22"/>
        </w:rPr>
      </w:pPr>
      <w:bookmarkStart w:id="1597" w:name="_Toc403394335"/>
      <w:bookmarkStart w:id="1598" w:name="_Toc403395232"/>
      <w:bookmarkStart w:id="1599" w:name="_Toc403395439"/>
      <w:bookmarkStart w:id="1600" w:name="_Toc403395677"/>
      <w:bookmarkStart w:id="1601" w:name="_Toc222906967"/>
      <w:bookmarkStart w:id="1602" w:name="_Toc222906966"/>
      <w:bookmarkStart w:id="1603" w:name="_Toc222906965"/>
      <w:bookmarkStart w:id="1604" w:name="_Toc222906964"/>
      <w:bookmarkStart w:id="1605" w:name="_Toc222906963"/>
      <w:bookmarkStart w:id="1606" w:name="_Toc222906962"/>
      <w:bookmarkStart w:id="1607" w:name="_Toc222906961"/>
      <w:bookmarkStart w:id="1608" w:name="_Toc222906960"/>
      <w:bookmarkStart w:id="1609" w:name="_Toc248808817"/>
      <w:bookmarkStart w:id="1610" w:name="_Toc248823762"/>
      <w:bookmarkStart w:id="1611" w:name="_Toc248824200"/>
      <w:bookmarkStart w:id="1612" w:name="_Toc251074738"/>
      <w:bookmarkStart w:id="1613" w:name="_Toc251154317"/>
      <w:bookmarkStart w:id="1614" w:name="_Toc248645503"/>
      <w:bookmarkStart w:id="1615" w:name="_Toc248808821"/>
      <w:bookmarkStart w:id="1616" w:name="_Toc248823766"/>
      <w:bookmarkStart w:id="1617" w:name="_Toc248824204"/>
      <w:bookmarkStart w:id="1618" w:name="_Toc251074742"/>
      <w:bookmarkStart w:id="1619" w:name="_Toc251154322"/>
      <w:bookmarkStart w:id="1620" w:name="_DV_M208"/>
      <w:bookmarkStart w:id="1621" w:name="_DV_M209"/>
      <w:bookmarkStart w:id="1622" w:name="_DV_M210"/>
      <w:bookmarkStart w:id="1623" w:name="_DV_M211"/>
      <w:bookmarkStart w:id="1624" w:name="_DV_M396"/>
      <w:bookmarkStart w:id="1625" w:name="_DV_M398"/>
      <w:bookmarkStart w:id="1626" w:name="_DV_M401"/>
      <w:bookmarkStart w:id="1627" w:name="_DV_M403"/>
      <w:bookmarkStart w:id="1628" w:name="_DV_M404"/>
      <w:bookmarkStart w:id="1629" w:name="_Toc248645507"/>
      <w:bookmarkStart w:id="1630" w:name="_Toc248808825"/>
      <w:bookmarkStart w:id="1631" w:name="_Toc248823770"/>
      <w:bookmarkStart w:id="1632" w:name="_Toc248824208"/>
      <w:bookmarkStart w:id="1633" w:name="_Toc251074746"/>
      <w:bookmarkStart w:id="1634" w:name="_Toc251154326"/>
      <w:bookmarkStart w:id="1635" w:name="_Toc253136929"/>
      <w:bookmarkStart w:id="1636" w:name="_Toc253137064"/>
      <w:bookmarkStart w:id="1637" w:name="_Toc253137168"/>
      <w:bookmarkStart w:id="1638" w:name="_Toc253137303"/>
      <w:bookmarkStart w:id="1639" w:name="_Toc253137439"/>
      <w:bookmarkStart w:id="1640" w:name="_Toc253137575"/>
      <w:bookmarkStart w:id="1641" w:name="_Toc253137711"/>
      <w:bookmarkStart w:id="1642" w:name="_Toc251074751"/>
      <w:bookmarkStart w:id="1643" w:name="_Toc251154331"/>
      <w:bookmarkStart w:id="1644" w:name="_Toc254326897"/>
      <w:bookmarkStart w:id="1645" w:name="_Toc254327060"/>
      <w:bookmarkStart w:id="1646" w:name="_Toc254327171"/>
      <w:bookmarkStart w:id="1647" w:name="_Toc254327284"/>
      <w:bookmarkStart w:id="1648" w:name="_Toc254337764"/>
      <w:bookmarkStart w:id="1649" w:name="_Toc254339574"/>
      <w:bookmarkStart w:id="1650" w:name="_Toc248823775"/>
      <w:bookmarkStart w:id="1651" w:name="_Toc248824213"/>
      <w:bookmarkStart w:id="1652" w:name="_Toc251074753"/>
      <w:bookmarkStart w:id="1653" w:name="_Toc251154333"/>
      <w:bookmarkStart w:id="1654" w:name="_Toc248823776"/>
      <w:bookmarkStart w:id="1655" w:name="_Toc248824214"/>
      <w:bookmarkStart w:id="1656" w:name="_Toc251074754"/>
      <w:bookmarkStart w:id="1657" w:name="_Toc251154334"/>
      <w:bookmarkStart w:id="1658" w:name="_Toc248823777"/>
      <w:bookmarkStart w:id="1659" w:name="_Toc248824215"/>
      <w:bookmarkStart w:id="1660" w:name="_Toc251074755"/>
      <w:bookmarkStart w:id="1661" w:name="_Toc251154335"/>
      <w:bookmarkStart w:id="1662" w:name="_Toc248823778"/>
      <w:bookmarkStart w:id="1663" w:name="_Toc248824216"/>
      <w:bookmarkStart w:id="1664" w:name="_Toc251074756"/>
      <w:bookmarkStart w:id="1665" w:name="_Toc251154336"/>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p>
    <w:p w14:paraId="09117BA3" w14:textId="0F577E0A" w:rsidR="0072701B" w:rsidRDefault="0072701B">
      <w:pPr>
        <w:spacing w:before="120" w:after="240" w:line="360" w:lineRule="auto"/>
        <w:jc w:val="both"/>
        <w:rPr>
          <w:rFonts w:ascii="Arial" w:hAnsi="Arial"/>
          <w:sz w:val="22"/>
        </w:rPr>
      </w:pPr>
    </w:p>
    <w:p w14:paraId="2A8B107D" w14:textId="1AA14DC4" w:rsidR="0072701B" w:rsidRDefault="0072701B">
      <w:pPr>
        <w:spacing w:before="120" w:after="240" w:line="360" w:lineRule="auto"/>
        <w:jc w:val="both"/>
        <w:rPr>
          <w:rFonts w:ascii="Arial" w:hAnsi="Arial"/>
          <w:sz w:val="22"/>
        </w:rPr>
      </w:pPr>
    </w:p>
    <w:p w14:paraId="3931145F" w14:textId="33237342" w:rsidR="0072701B" w:rsidRDefault="0072701B">
      <w:pPr>
        <w:spacing w:before="120" w:after="240" w:line="360" w:lineRule="auto"/>
        <w:jc w:val="both"/>
        <w:rPr>
          <w:rFonts w:ascii="Arial" w:hAnsi="Arial"/>
          <w:sz w:val="22"/>
        </w:rPr>
      </w:pPr>
    </w:p>
    <w:p w14:paraId="720978D3" w14:textId="48B18817" w:rsidR="0072701B" w:rsidRDefault="0072701B">
      <w:pPr>
        <w:spacing w:before="120" w:after="240" w:line="360" w:lineRule="auto"/>
        <w:jc w:val="both"/>
        <w:rPr>
          <w:rFonts w:ascii="Arial" w:hAnsi="Arial"/>
          <w:sz w:val="22"/>
        </w:rPr>
      </w:pPr>
    </w:p>
    <w:p w14:paraId="5DBEA369" w14:textId="6307DDDD" w:rsidR="0072701B" w:rsidRDefault="0072701B">
      <w:pPr>
        <w:spacing w:before="120" w:after="240" w:line="360" w:lineRule="auto"/>
        <w:jc w:val="both"/>
        <w:rPr>
          <w:rFonts w:ascii="Arial" w:hAnsi="Arial"/>
          <w:sz w:val="22"/>
        </w:rPr>
      </w:pPr>
    </w:p>
    <w:p w14:paraId="3FD74A91" w14:textId="28D37A39" w:rsidR="0072701B" w:rsidRDefault="0072701B">
      <w:pPr>
        <w:spacing w:before="120" w:after="240" w:line="360" w:lineRule="auto"/>
        <w:jc w:val="both"/>
        <w:rPr>
          <w:rFonts w:ascii="Arial" w:hAnsi="Arial"/>
          <w:sz w:val="22"/>
        </w:rPr>
      </w:pPr>
    </w:p>
    <w:p w14:paraId="5404B5A5" w14:textId="19D8E255" w:rsidR="0072701B" w:rsidRDefault="0072701B">
      <w:pPr>
        <w:spacing w:before="120" w:after="240" w:line="360" w:lineRule="auto"/>
        <w:jc w:val="both"/>
        <w:rPr>
          <w:rFonts w:ascii="Arial" w:hAnsi="Arial"/>
          <w:sz w:val="22"/>
        </w:rPr>
      </w:pPr>
    </w:p>
    <w:p w14:paraId="306F9419" w14:textId="548F53A6" w:rsidR="0072701B" w:rsidRDefault="0072701B">
      <w:pPr>
        <w:spacing w:before="120" w:after="240" w:line="360" w:lineRule="auto"/>
        <w:jc w:val="both"/>
        <w:rPr>
          <w:rFonts w:ascii="Arial" w:hAnsi="Arial"/>
          <w:sz w:val="22"/>
        </w:rPr>
      </w:pPr>
    </w:p>
    <w:p w14:paraId="1988E8CA" w14:textId="2275E78C" w:rsidR="0072701B" w:rsidRDefault="0072701B">
      <w:pPr>
        <w:spacing w:before="120" w:after="240" w:line="360" w:lineRule="auto"/>
        <w:jc w:val="both"/>
        <w:rPr>
          <w:rFonts w:ascii="Arial" w:hAnsi="Arial"/>
          <w:sz w:val="22"/>
        </w:rPr>
      </w:pPr>
    </w:p>
    <w:p w14:paraId="2040A075" w14:textId="1057E159" w:rsidR="0072701B" w:rsidRDefault="0072701B">
      <w:pPr>
        <w:spacing w:before="120" w:after="240" w:line="360" w:lineRule="auto"/>
        <w:jc w:val="both"/>
        <w:rPr>
          <w:rFonts w:ascii="Arial" w:hAnsi="Arial"/>
          <w:sz w:val="22"/>
        </w:rPr>
      </w:pPr>
    </w:p>
    <w:p w14:paraId="166CC4B6" w14:textId="1743E690" w:rsidR="0072701B" w:rsidRDefault="0072701B">
      <w:pPr>
        <w:spacing w:before="120" w:after="240" w:line="360" w:lineRule="auto"/>
        <w:jc w:val="both"/>
        <w:rPr>
          <w:rFonts w:ascii="Arial" w:hAnsi="Arial"/>
          <w:sz w:val="22"/>
        </w:rPr>
      </w:pPr>
    </w:p>
    <w:p w14:paraId="22F0D1F8" w14:textId="16FE03B7" w:rsidR="0072701B" w:rsidRDefault="0072701B">
      <w:pPr>
        <w:spacing w:before="120" w:after="240" w:line="360" w:lineRule="auto"/>
        <w:jc w:val="both"/>
        <w:rPr>
          <w:rFonts w:ascii="Arial" w:hAnsi="Arial"/>
          <w:sz w:val="22"/>
        </w:rPr>
      </w:pPr>
    </w:p>
    <w:p w14:paraId="29E14365" w14:textId="2F9A3027" w:rsidR="0072701B" w:rsidRDefault="0072701B">
      <w:pPr>
        <w:spacing w:before="120" w:after="240" w:line="360" w:lineRule="auto"/>
        <w:jc w:val="both"/>
        <w:rPr>
          <w:rFonts w:ascii="Arial" w:hAnsi="Arial"/>
          <w:sz w:val="22"/>
        </w:rPr>
      </w:pPr>
    </w:p>
    <w:p w14:paraId="493601CA" w14:textId="4C396DD6" w:rsidR="00161845" w:rsidRDefault="00161845">
      <w:pPr>
        <w:spacing w:before="120" w:after="240" w:line="360" w:lineRule="auto"/>
        <w:jc w:val="both"/>
        <w:rPr>
          <w:rFonts w:ascii="Arial" w:hAnsi="Arial"/>
          <w:sz w:val="22"/>
        </w:rPr>
      </w:pPr>
    </w:p>
    <w:p w14:paraId="52378268" w14:textId="58C6B8CD" w:rsidR="00161845" w:rsidRDefault="00161845">
      <w:pPr>
        <w:spacing w:before="120" w:after="240" w:line="360" w:lineRule="auto"/>
        <w:jc w:val="both"/>
        <w:rPr>
          <w:rFonts w:ascii="Arial" w:hAnsi="Arial"/>
          <w:sz w:val="22"/>
        </w:rPr>
      </w:pPr>
    </w:p>
    <w:p w14:paraId="5AAC6AC3" w14:textId="76AF41C4" w:rsidR="00161845" w:rsidRDefault="00161845">
      <w:pPr>
        <w:spacing w:before="120" w:after="240" w:line="360" w:lineRule="auto"/>
        <w:jc w:val="both"/>
        <w:rPr>
          <w:rFonts w:ascii="Arial" w:hAnsi="Arial"/>
          <w:sz w:val="22"/>
        </w:rPr>
      </w:pPr>
    </w:p>
    <w:p w14:paraId="3C7AF118" w14:textId="296C5D12" w:rsidR="00C21D89" w:rsidRDefault="00C21D89">
      <w:pPr>
        <w:spacing w:before="120" w:after="240" w:line="360" w:lineRule="auto"/>
        <w:jc w:val="both"/>
        <w:rPr>
          <w:rFonts w:ascii="Arial" w:hAnsi="Arial"/>
          <w:sz w:val="22"/>
        </w:rPr>
      </w:pPr>
    </w:p>
    <w:p w14:paraId="3D3B38AE" w14:textId="62149F5C" w:rsidR="00C21D89" w:rsidRDefault="00C21D89">
      <w:pPr>
        <w:spacing w:before="120" w:after="240" w:line="360" w:lineRule="auto"/>
        <w:jc w:val="both"/>
        <w:rPr>
          <w:rFonts w:ascii="Arial" w:hAnsi="Arial"/>
          <w:sz w:val="22"/>
        </w:rPr>
      </w:pPr>
    </w:p>
    <w:p w14:paraId="4C328581" w14:textId="77777777" w:rsidR="00C21D89" w:rsidRDefault="00C21D89">
      <w:pPr>
        <w:spacing w:before="120" w:after="240" w:line="360" w:lineRule="auto"/>
        <w:jc w:val="both"/>
        <w:rPr>
          <w:rFonts w:ascii="Arial" w:hAnsi="Arial"/>
          <w:sz w:val="22"/>
        </w:rPr>
      </w:pPr>
    </w:p>
    <w:p w14:paraId="58E29FFF" w14:textId="6D072A0F" w:rsidR="002F233B" w:rsidRDefault="002F233B">
      <w:pPr>
        <w:spacing w:before="120" w:after="240" w:line="360" w:lineRule="auto"/>
        <w:jc w:val="both"/>
        <w:rPr>
          <w:rFonts w:ascii="Arial" w:hAnsi="Arial"/>
          <w:sz w:val="22"/>
        </w:rPr>
      </w:pPr>
    </w:p>
    <w:p w14:paraId="3736001B" w14:textId="2F861A6F" w:rsidR="00084488" w:rsidRDefault="00084488" w:rsidP="002F233B">
      <w:pPr>
        <w:spacing w:before="120" w:after="240" w:line="360" w:lineRule="auto"/>
        <w:jc w:val="center"/>
        <w:outlineLvl w:val="0"/>
        <w:rPr>
          <w:rFonts w:ascii="Arial" w:hAnsi="Arial" w:cs="Arial"/>
          <w:b/>
          <w:bCs/>
          <w:caps/>
          <w:sz w:val="22"/>
          <w:szCs w:val="22"/>
          <w:lang w:val="en-ZA" w:eastAsia="en-US"/>
        </w:rPr>
      </w:pPr>
      <w:bookmarkStart w:id="1666" w:name="_Toc65489873"/>
      <w:bookmarkStart w:id="1667" w:name="_Toc36711178"/>
      <w:r>
        <w:rPr>
          <w:rFonts w:ascii="Arial" w:hAnsi="Arial" w:cs="Arial"/>
          <w:b/>
          <w:bCs/>
          <w:caps/>
          <w:sz w:val="22"/>
          <w:szCs w:val="22"/>
          <w:lang w:val="en-ZA" w:eastAsia="en-US"/>
        </w:rPr>
        <w:t>ANNEXURE a</w:t>
      </w:r>
      <w:bookmarkEnd w:id="1666"/>
    </w:p>
    <w:p w14:paraId="46B0ECBD" w14:textId="34D67198" w:rsidR="00084488" w:rsidRDefault="00084488" w:rsidP="002F233B">
      <w:pPr>
        <w:spacing w:before="120" w:after="240" w:line="360" w:lineRule="auto"/>
        <w:jc w:val="center"/>
        <w:outlineLvl w:val="0"/>
        <w:rPr>
          <w:rFonts w:ascii="Arial" w:hAnsi="Arial" w:cs="Arial"/>
          <w:b/>
          <w:bCs/>
          <w:caps/>
          <w:sz w:val="22"/>
          <w:szCs w:val="22"/>
          <w:lang w:val="en-ZA" w:eastAsia="en-US"/>
        </w:rPr>
      </w:pPr>
      <w:bookmarkStart w:id="1668" w:name="_Toc65489874"/>
      <w:r>
        <w:rPr>
          <w:rFonts w:ascii="Arial" w:hAnsi="Arial" w:cs="Arial"/>
          <w:b/>
          <w:bCs/>
          <w:caps/>
          <w:sz w:val="22"/>
          <w:szCs w:val="22"/>
          <w:lang w:val="en-ZA" w:eastAsia="en-US"/>
        </w:rPr>
        <w:t>rfp</w:t>
      </w:r>
      <w:bookmarkEnd w:id="1668"/>
    </w:p>
    <w:p w14:paraId="21D0B4A7" w14:textId="4A2D2B73"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41E8BD88" w14:textId="5AED10DA"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53AC7241" w14:textId="129F6490"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07E19473" w14:textId="2DD34D0B"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1E3F7923" w14:textId="096395D2"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4C774A11" w14:textId="7C019E53"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6523D11C" w14:textId="2B38A116"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36889C8A" w14:textId="6E20D03E"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7BE1D10F" w14:textId="45A52AEE"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6C6CBBBC" w14:textId="6F59E9F9"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6771D8BC" w14:textId="0BF37426"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15BB96EC" w14:textId="3F75B748"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220523A5" w14:textId="788617D6"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4B4D6946" w14:textId="45589720"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72AA8DA6" w14:textId="10E8D2BE"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4EE98FF9" w14:textId="5B0E19FE"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4707FCA4" w14:textId="3F1168D0"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19EECF34" w14:textId="4ECD201C"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2E55BDC5" w14:textId="43479C67"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2D47F9FB" w14:textId="77777777" w:rsidR="00084488" w:rsidRDefault="00084488" w:rsidP="002F233B">
      <w:pPr>
        <w:spacing w:before="120" w:after="240" w:line="360" w:lineRule="auto"/>
        <w:jc w:val="center"/>
        <w:outlineLvl w:val="0"/>
        <w:rPr>
          <w:rFonts w:ascii="Arial" w:hAnsi="Arial" w:cs="Arial"/>
          <w:b/>
          <w:bCs/>
          <w:caps/>
          <w:sz w:val="22"/>
          <w:szCs w:val="22"/>
          <w:lang w:val="en-ZA" w:eastAsia="en-US"/>
        </w:rPr>
      </w:pPr>
    </w:p>
    <w:p w14:paraId="3C1C7EFE" w14:textId="7E69AD9B" w:rsidR="002F233B" w:rsidRPr="00763294" w:rsidRDefault="002F233B" w:rsidP="002F233B">
      <w:pPr>
        <w:spacing w:before="120" w:after="240" w:line="360" w:lineRule="auto"/>
        <w:jc w:val="center"/>
        <w:outlineLvl w:val="0"/>
        <w:rPr>
          <w:rFonts w:ascii="Arial" w:hAnsi="Arial" w:cs="Arial"/>
          <w:b/>
          <w:bCs/>
          <w:caps/>
          <w:sz w:val="22"/>
          <w:szCs w:val="22"/>
          <w:lang w:val="en-ZA" w:eastAsia="en-US"/>
        </w:rPr>
      </w:pPr>
      <w:bookmarkStart w:id="1669" w:name="_Toc65489875"/>
      <w:r w:rsidRPr="00763294">
        <w:rPr>
          <w:rFonts w:ascii="Arial" w:hAnsi="Arial" w:cs="Arial"/>
          <w:b/>
          <w:bCs/>
          <w:caps/>
          <w:sz w:val="22"/>
          <w:szCs w:val="22"/>
          <w:lang w:val="en-ZA" w:eastAsia="en-US"/>
        </w:rPr>
        <w:t>annexure B</w:t>
      </w:r>
      <w:bookmarkEnd w:id="1667"/>
      <w:bookmarkEnd w:id="1669"/>
    </w:p>
    <w:p w14:paraId="46E57AC2" w14:textId="4487BABF" w:rsidR="002F233B" w:rsidRDefault="002F233B" w:rsidP="00084488">
      <w:pPr>
        <w:spacing w:before="120" w:after="240" w:line="360" w:lineRule="auto"/>
        <w:jc w:val="center"/>
        <w:rPr>
          <w:rFonts w:ascii="Arial" w:hAnsi="Arial" w:cs="Arial"/>
          <w:b/>
          <w:bCs/>
          <w:caps/>
          <w:sz w:val="22"/>
          <w:szCs w:val="22"/>
          <w:lang w:val="en-ZA" w:eastAsia="en-US"/>
        </w:rPr>
      </w:pPr>
      <w:bookmarkStart w:id="1670" w:name="_Toc36711179"/>
      <w:r w:rsidRPr="00763294">
        <w:rPr>
          <w:rFonts w:ascii="Arial" w:hAnsi="Arial" w:cs="Arial"/>
          <w:b/>
          <w:bCs/>
          <w:caps/>
          <w:sz w:val="22"/>
          <w:szCs w:val="22"/>
          <w:lang w:val="en-ZA" w:eastAsia="en-US"/>
        </w:rPr>
        <w:t>fees</w:t>
      </w:r>
      <w:bookmarkEnd w:id="1670"/>
    </w:p>
    <w:p w14:paraId="2614180A" w14:textId="3EBAB981" w:rsidR="002F233B" w:rsidRDefault="002F233B" w:rsidP="00084488">
      <w:pPr>
        <w:spacing w:before="120" w:after="240" w:line="360" w:lineRule="auto"/>
        <w:jc w:val="center"/>
        <w:rPr>
          <w:rFonts w:ascii="Arial" w:hAnsi="Arial" w:cs="Arial"/>
          <w:b/>
          <w:bCs/>
          <w:caps/>
          <w:sz w:val="22"/>
          <w:szCs w:val="22"/>
          <w:lang w:val="en-ZA" w:eastAsia="en-US"/>
        </w:rPr>
      </w:pPr>
    </w:p>
    <w:p w14:paraId="1C6B6A86" w14:textId="7ACCC756" w:rsidR="002F233B" w:rsidRDefault="002F233B" w:rsidP="00084488">
      <w:pPr>
        <w:spacing w:before="120" w:after="240" w:line="360" w:lineRule="auto"/>
        <w:jc w:val="center"/>
        <w:rPr>
          <w:rFonts w:ascii="Arial" w:hAnsi="Arial" w:cs="Arial"/>
          <w:b/>
          <w:bCs/>
          <w:caps/>
          <w:sz w:val="22"/>
          <w:szCs w:val="22"/>
          <w:lang w:val="en-ZA" w:eastAsia="en-US"/>
        </w:rPr>
      </w:pPr>
    </w:p>
    <w:p w14:paraId="1D082F0C" w14:textId="4206755C" w:rsidR="002F233B" w:rsidRDefault="002F233B" w:rsidP="00084488">
      <w:pPr>
        <w:spacing w:before="120" w:after="240" w:line="360" w:lineRule="auto"/>
        <w:jc w:val="center"/>
        <w:rPr>
          <w:rFonts w:ascii="Arial" w:hAnsi="Arial" w:cs="Arial"/>
          <w:b/>
          <w:bCs/>
          <w:caps/>
          <w:sz w:val="22"/>
          <w:szCs w:val="22"/>
          <w:lang w:val="en-ZA" w:eastAsia="en-US"/>
        </w:rPr>
      </w:pPr>
    </w:p>
    <w:p w14:paraId="0CD12C5B" w14:textId="1A231F8F" w:rsidR="002F233B" w:rsidRDefault="002F233B" w:rsidP="00084488">
      <w:pPr>
        <w:spacing w:before="120" w:after="240" w:line="360" w:lineRule="auto"/>
        <w:jc w:val="center"/>
        <w:rPr>
          <w:rFonts w:ascii="Arial" w:hAnsi="Arial" w:cs="Arial"/>
          <w:b/>
          <w:bCs/>
          <w:caps/>
          <w:sz w:val="22"/>
          <w:szCs w:val="22"/>
          <w:lang w:val="en-ZA" w:eastAsia="en-US"/>
        </w:rPr>
      </w:pPr>
    </w:p>
    <w:p w14:paraId="507E7309" w14:textId="6A2FBA75" w:rsidR="002F233B" w:rsidRDefault="002F233B" w:rsidP="00084488">
      <w:pPr>
        <w:spacing w:before="120" w:after="240" w:line="360" w:lineRule="auto"/>
        <w:jc w:val="center"/>
        <w:rPr>
          <w:rFonts w:ascii="Arial" w:hAnsi="Arial" w:cs="Arial"/>
          <w:b/>
          <w:bCs/>
          <w:caps/>
          <w:sz w:val="22"/>
          <w:szCs w:val="22"/>
          <w:lang w:val="en-ZA" w:eastAsia="en-US"/>
        </w:rPr>
      </w:pPr>
    </w:p>
    <w:p w14:paraId="4410FE76" w14:textId="5A554DA1" w:rsidR="002F233B" w:rsidRDefault="002F233B" w:rsidP="00084488">
      <w:pPr>
        <w:spacing w:before="120" w:after="240" w:line="360" w:lineRule="auto"/>
        <w:jc w:val="center"/>
        <w:rPr>
          <w:rFonts w:ascii="Arial" w:hAnsi="Arial" w:cs="Arial"/>
          <w:b/>
          <w:bCs/>
          <w:caps/>
          <w:sz w:val="22"/>
          <w:szCs w:val="22"/>
          <w:lang w:val="en-ZA" w:eastAsia="en-US"/>
        </w:rPr>
      </w:pPr>
    </w:p>
    <w:p w14:paraId="158FECD0" w14:textId="75C32D5C" w:rsidR="002F233B" w:rsidRDefault="002F233B" w:rsidP="00084488">
      <w:pPr>
        <w:spacing w:before="120" w:after="240" w:line="360" w:lineRule="auto"/>
        <w:jc w:val="center"/>
        <w:rPr>
          <w:rFonts w:ascii="Arial" w:hAnsi="Arial" w:cs="Arial"/>
          <w:b/>
          <w:bCs/>
          <w:caps/>
          <w:sz w:val="22"/>
          <w:szCs w:val="22"/>
          <w:lang w:val="en-ZA" w:eastAsia="en-US"/>
        </w:rPr>
      </w:pPr>
    </w:p>
    <w:p w14:paraId="5BB01669" w14:textId="33BC63BE" w:rsidR="002F233B" w:rsidRDefault="002F233B" w:rsidP="00084488">
      <w:pPr>
        <w:spacing w:before="120" w:after="240" w:line="360" w:lineRule="auto"/>
        <w:jc w:val="center"/>
        <w:rPr>
          <w:rFonts w:ascii="Arial" w:hAnsi="Arial" w:cs="Arial"/>
          <w:b/>
          <w:bCs/>
          <w:caps/>
          <w:sz w:val="22"/>
          <w:szCs w:val="22"/>
          <w:lang w:val="en-ZA" w:eastAsia="en-US"/>
        </w:rPr>
      </w:pPr>
    </w:p>
    <w:p w14:paraId="5D4B36AE" w14:textId="04507D05" w:rsidR="002F233B" w:rsidRDefault="002F233B" w:rsidP="00084488">
      <w:pPr>
        <w:spacing w:before="120" w:after="240" w:line="360" w:lineRule="auto"/>
        <w:jc w:val="center"/>
        <w:rPr>
          <w:rFonts w:ascii="Arial" w:hAnsi="Arial" w:cs="Arial"/>
          <w:b/>
          <w:bCs/>
          <w:caps/>
          <w:sz w:val="22"/>
          <w:szCs w:val="22"/>
          <w:lang w:val="en-ZA" w:eastAsia="en-US"/>
        </w:rPr>
      </w:pPr>
    </w:p>
    <w:p w14:paraId="1ED8D733" w14:textId="67C54D0B" w:rsidR="002F233B" w:rsidRDefault="002F233B" w:rsidP="00084488">
      <w:pPr>
        <w:spacing w:before="120" w:after="240" w:line="360" w:lineRule="auto"/>
        <w:jc w:val="center"/>
        <w:rPr>
          <w:rFonts w:ascii="Arial" w:hAnsi="Arial" w:cs="Arial"/>
          <w:b/>
          <w:bCs/>
          <w:caps/>
          <w:sz w:val="22"/>
          <w:szCs w:val="22"/>
          <w:lang w:val="en-ZA" w:eastAsia="en-US"/>
        </w:rPr>
      </w:pPr>
    </w:p>
    <w:p w14:paraId="1729A08D" w14:textId="28A52E9D" w:rsidR="002F233B" w:rsidRDefault="002F233B" w:rsidP="00084488">
      <w:pPr>
        <w:spacing w:before="120" w:after="240" w:line="360" w:lineRule="auto"/>
        <w:jc w:val="center"/>
        <w:rPr>
          <w:rFonts w:ascii="Arial" w:hAnsi="Arial" w:cs="Arial"/>
          <w:b/>
          <w:bCs/>
          <w:caps/>
          <w:sz w:val="22"/>
          <w:szCs w:val="22"/>
          <w:lang w:val="en-ZA" w:eastAsia="en-US"/>
        </w:rPr>
      </w:pPr>
    </w:p>
    <w:p w14:paraId="63FA087C" w14:textId="4F702A36" w:rsidR="002F233B" w:rsidRDefault="002F233B" w:rsidP="00084488">
      <w:pPr>
        <w:spacing w:before="120" w:after="240" w:line="360" w:lineRule="auto"/>
        <w:jc w:val="center"/>
        <w:rPr>
          <w:rFonts w:ascii="Arial" w:hAnsi="Arial" w:cs="Arial"/>
          <w:b/>
          <w:bCs/>
          <w:caps/>
          <w:sz w:val="22"/>
          <w:szCs w:val="22"/>
          <w:lang w:val="en-ZA" w:eastAsia="en-US"/>
        </w:rPr>
      </w:pPr>
    </w:p>
    <w:p w14:paraId="1D1027EB" w14:textId="7163EAE6" w:rsidR="002F233B" w:rsidRDefault="002F233B" w:rsidP="00084488">
      <w:pPr>
        <w:spacing w:before="120" w:after="240" w:line="360" w:lineRule="auto"/>
        <w:jc w:val="center"/>
        <w:rPr>
          <w:rFonts w:ascii="Arial" w:hAnsi="Arial" w:cs="Arial"/>
          <w:b/>
          <w:bCs/>
          <w:caps/>
          <w:sz w:val="22"/>
          <w:szCs w:val="22"/>
          <w:lang w:val="en-ZA" w:eastAsia="en-US"/>
        </w:rPr>
      </w:pPr>
    </w:p>
    <w:p w14:paraId="213771AB" w14:textId="2862E67A" w:rsidR="002F233B" w:rsidRDefault="002F233B" w:rsidP="00084488">
      <w:pPr>
        <w:spacing w:before="120" w:after="240" w:line="360" w:lineRule="auto"/>
        <w:jc w:val="center"/>
        <w:rPr>
          <w:rFonts w:ascii="Arial" w:hAnsi="Arial" w:cs="Arial"/>
          <w:b/>
          <w:bCs/>
          <w:caps/>
          <w:sz w:val="22"/>
          <w:szCs w:val="22"/>
          <w:lang w:val="en-ZA" w:eastAsia="en-US"/>
        </w:rPr>
      </w:pPr>
    </w:p>
    <w:p w14:paraId="753097CE" w14:textId="4114D256" w:rsidR="002F233B" w:rsidRDefault="002F233B" w:rsidP="00084488">
      <w:pPr>
        <w:spacing w:before="120" w:after="240" w:line="360" w:lineRule="auto"/>
        <w:jc w:val="center"/>
        <w:rPr>
          <w:rFonts w:ascii="Arial" w:hAnsi="Arial" w:cs="Arial"/>
          <w:b/>
          <w:bCs/>
          <w:caps/>
          <w:sz w:val="22"/>
          <w:szCs w:val="22"/>
          <w:lang w:val="en-ZA" w:eastAsia="en-US"/>
        </w:rPr>
      </w:pPr>
    </w:p>
    <w:p w14:paraId="56D60B0D" w14:textId="06FB4D06" w:rsidR="002F233B" w:rsidRDefault="002F233B" w:rsidP="00084488">
      <w:pPr>
        <w:spacing w:before="120" w:after="240" w:line="360" w:lineRule="auto"/>
        <w:jc w:val="center"/>
        <w:rPr>
          <w:rFonts w:ascii="Arial" w:hAnsi="Arial" w:cs="Arial"/>
          <w:b/>
          <w:bCs/>
          <w:caps/>
          <w:sz w:val="22"/>
          <w:szCs w:val="22"/>
          <w:lang w:val="en-ZA" w:eastAsia="en-US"/>
        </w:rPr>
      </w:pPr>
    </w:p>
    <w:p w14:paraId="71C6A1CA" w14:textId="418D2CA7" w:rsidR="002F233B" w:rsidRDefault="002F233B" w:rsidP="00084488">
      <w:pPr>
        <w:spacing w:before="120" w:after="240" w:line="360" w:lineRule="auto"/>
        <w:jc w:val="center"/>
        <w:rPr>
          <w:rFonts w:ascii="Arial" w:hAnsi="Arial" w:cs="Arial"/>
          <w:b/>
          <w:bCs/>
          <w:caps/>
          <w:sz w:val="22"/>
          <w:szCs w:val="22"/>
          <w:lang w:val="en-ZA" w:eastAsia="en-US"/>
        </w:rPr>
      </w:pPr>
    </w:p>
    <w:p w14:paraId="5FF6D47D" w14:textId="7C74FF39" w:rsidR="002F233B" w:rsidRDefault="002F233B" w:rsidP="00084488">
      <w:pPr>
        <w:spacing w:before="120" w:after="240" w:line="360" w:lineRule="auto"/>
        <w:jc w:val="center"/>
        <w:rPr>
          <w:rFonts w:ascii="Arial" w:hAnsi="Arial" w:cs="Arial"/>
          <w:b/>
          <w:bCs/>
          <w:caps/>
          <w:sz w:val="22"/>
          <w:szCs w:val="22"/>
          <w:lang w:val="en-ZA" w:eastAsia="en-US"/>
        </w:rPr>
      </w:pPr>
    </w:p>
    <w:p w14:paraId="2F70181B" w14:textId="1C7B1DF9" w:rsidR="002F233B" w:rsidRDefault="002F233B" w:rsidP="00084488">
      <w:pPr>
        <w:spacing w:before="120" w:after="240" w:line="360" w:lineRule="auto"/>
        <w:jc w:val="center"/>
        <w:rPr>
          <w:rFonts w:ascii="Arial" w:hAnsi="Arial" w:cs="Arial"/>
          <w:b/>
          <w:bCs/>
          <w:caps/>
          <w:sz w:val="22"/>
          <w:szCs w:val="22"/>
          <w:lang w:val="en-ZA" w:eastAsia="en-US"/>
        </w:rPr>
      </w:pPr>
    </w:p>
    <w:p w14:paraId="3A39A283" w14:textId="77777777" w:rsidR="002F233B" w:rsidRDefault="002F233B" w:rsidP="00084488">
      <w:pPr>
        <w:spacing w:before="120" w:after="240" w:line="360" w:lineRule="auto"/>
        <w:jc w:val="center"/>
        <w:rPr>
          <w:rFonts w:ascii="Arial" w:hAnsi="Arial" w:cs="Arial"/>
          <w:b/>
          <w:bCs/>
          <w:caps/>
          <w:sz w:val="22"/>
          <w:szCs w:val="22"/>
          <w:lang w:val="en-ZA" w:eastAsia="en-US"/>
        </w:rPr>
      </w:pPr>
    </w:p>
    <w:p w14:paraId="708CDBB3" w14:textId="77777777" w:rsidR="002F233B" w:rsidRPr="00763294" w:rsidRDefault="002F233B" w:rsidP="002F233B">
      <w:pPr>
        <w:spacing w:before="120" w:after="240" w:line="360" w:lineRule="auto"/>
        <w:jc w:val="center"/>
        <w:outlineLvl w:val="0"/>
        <w:rPr>
          <w:rFonts w:ascii="Arial" w:hAnsi="Arial" w:cs="Arial"/>
          <w:b/>
          <w:bCs/>
          <w:caps/>
          <w:sz w:val="22"/>
          <w:szCs w:val="22"/>
          <w:lang w:val="en-ZA" w:eastAsia="en-US"/>
        </w:rPr>
      </w:pPr>
      <w:bookmarkStart w:id="1671" w:name="_Toc36711180"/>
      <w:bookmarkStart w:id="1672" w:name="_Toc65489876"/>
      <w:bookmarkStart w:id="1673" w:name="_Toc206989991"/>
      <w:r w:rsidRPr="00763294">
        <w:rPr>
          <w:rFonts w:ascii="Arial" w:hAnsi="Arial" w:cs="Arial"/>
          <w:b/>
          <w:bCs/>
          <w:caps/>
          <w:sz w:val="22"/>
          <w:szCs w:val="22"/>
          <w:lang w:val="en-ZA" w:eastAsia="en-US"/>
        </w:rPr>
        <w:t>annexure C</w:t>
      </w:r>
      <w:bookmarkEnd w:id="1671"/>
      <w:bookmarkEnd w:id="1672"/>
    </w:p>
    <w:p w14:paraId="66D56753" w14:textId="77777777" w:rsidR="002F233B" w:rsidRPr="00763294" w:rsidRDefault="002F233B" w:rsidP="002F233B">
      <w:pPr>
        <w:spacing w:before="120" w:after="240" w:line="360" w:lineRule="auto"/>
        <w:jc w:val="center"/>
        <w:outlineLvl w:val="0"/>
        <w:rPr>
          <w:rFonts w:ascii="Arial" w:hAnsi="Arial" w:cs="Arial"/>
          <w:b/>
          <w:bCs/>
          <w:caps/>
          <w:sz w:val="22"/>
          <w:szCs w:val="22"/>
          <w:lang w:val="en-ZA" w:eastAsia="en-US"/>
        </w:rPr>
      </w:pPr>
      <w:bookmarkStart w:id="1674" w:name="_Toc36711181"/>
      <w:bookmarkStart w:id="1675" w:name="_Toc65489877"/>
      <w:r w:rsidRPr="00763294">
        <w:rPr>
          <w:rFonts w:ascii="Arial" w:hAnsi="Arial" w:cs="Arial"/>
          <w:b/>
          <w:bCs/>
          <w:caps/>
          <w:sz w:val="22"/>
          <w:szCs w:val="22"/>
          <w:lang w:val="en-ZA" w:eastAsia="en-US"/>
        </w:rPr>
        <w:t>Software</w:t>
      </w:r>
      <w:r>
        <w:rPr>
          <w:rFonts w:ascii="Arial" w:hAnsi="Arial" w:cs="Arial"/>
          <w:b/>
          <w:bCs/>
          <w:caps/>
          <w:sz w:val="22"/>
          <w:szCs w:val="22"/>
          <w:lang w:val="en-ZA" w:eastAsia="en-US"/>
        </w:rPr>
        <w:t>,</w:t>
      </w:r>
      <w:r w:rsidRPr="00763294">
        <w:rPr>
          <w:rFonts w:ascii="Arial" w:hAnsi="Arial" w:cs="Arial"/>
          <w:b/>
          <w:bCs/>
          <w:caps/>
          <w:sz w:val="22"/>
          <w:szCs w:val="22"/>
          <w:lang w:val="en-ZA" w:eastAsia="en-US"/>
        </w:rPr>
        <w:t xml:space="preserve"> licence AND LIST OF DOCUMENTS</w:t>
      </w:r>
      <w:bookmarkEnd w:id="1674"/>
      <w:bookmarkEnd w:id="1675"/>
    </w:p>
    <w:p w14:paraId="23E9BA63" w14:textId="77777777" w:rsidR="002F233B" w:rsidRPr="0093366A" w:rsidRDefault="002F233B" w:rsidP="002F233B">
      <w:pPr>
        <w:pStyle w:val="ListParagraph"/>
        <w:numPr>
          <w:ilvl w:val="0"/>
          <w:numId w:val="33"/>
        </w:numPr>
        <w:spacing w:before="120" w:after="240" w:line="360" w:lineRule="auto"/>
        <w:ind w:left="357" w:hanging="357"/>
        <w:contextualSpacing w:val="0"/>
        <w:jc w:val="both"/>
      </w:pPr>
      <w:r w:rsidRPr="0093366A">
        <w:t>Software</w:t>
      </w:r>
    </w:p>
    <w:p w14:paraId="58A03CA2" w14:textId="16AFD09F" w:rsidR="002F233B" w:rsidRPr="0093366A" w:rsidRDefault="002F233B" w:rsidP="002F233B">
      <w:pPr>
        <w:pStyle w:val="ListParagraph"/>
        <w:numPr>
          <w:ilvl w:val="1"/>
          <w:numId w:val="33"/>
        </w:numPr>
        <w:spacing w:before="120" w:after="240" w:line="360" w:lineRule="auto"/>
        <w:contextualSpacing w:val="0"/>
        <w:jc w:val="both"/>
      </w:pPr>
      <w:r w:rsidRPr="0093366A">
        <w:t xml:space="preserve">The Software is </w:t>
      </w:r>
      <w:r w:rsidR="006034EE">
        <w:t>S</w:t>
      </w:r>
      <w:r w:rsidR="009E449A">
        <w:t>SA-</w:t>
      </w:r>
      <w:r w:rsidR="006034EE">
        <w:t>Name3</w:t>
      </w:r>
      <w:r w:rsidRPr="0093366A">
        <w:t xml:space="preserve"> implemented by SARS since 200</w:t>
      </w:r>
      <w:r w:rsidR="006034EE">
        <w:t>0</w:t>
      </w:r>
      <w:r w:rsidRPr="0093366A">
        <w:t xml:space="preserve"> </w:t>
      </w:r>
      <w:r w:rsidR="00084488">
        <w:t>together with its</w:t>
      </w:r>
      <w:r w:rsidRPr="0093366A">
        <w:t xml:space="preserve"> Upgrades</w:t>
      </w:r>
      <w:r w:rsidR="00084488">
        <w:t>,</w:t>
      </w:r>
      <w:r w:rsidRPr="0093366A">
        <w:t xml:space="preserve"> Subscription Licenses thereto, as renewed in terms of the RFP, </w:t>
      </w:r>
      <w:r w:rsidR="00084488">
        <w:t xml:space="preserve">and </w:t>
      </w:r>
      <w:r w:rsidRPr="0093366A">
        <w:t>which is as fully described in the RFP Document.</w:t>
      </w:r>
    </w:p>
    <w:p w14:paraId="1642F66F" w14:textId="77777777" w:rsidR="002F233B" w:rsidRPr="0093366A" w:rsidRDefault="002F233B" w:rsidP="002F233B">
      <w:pPr>
        <w:pStyle w:val="ListParagraph"/>
        <w:numPr>
          <w:ilvl w:val="1"/>
          <w:numId w:val="33"/>
        </w:numPr>
        <w:spacing w:before="120" w:after="240" w:line="360" w:lineRule="auto"/>
        <w:contextualSpacing w:val="0"/>
        <w:jc w:val="both"/>
      </w:pPr>
      <w:r w:rsidRPr="0093366A">
        <w:t>The Additional Software Upgrades has been procured in line with the RPF and proof thereof is attached hereto.</w:t>
      </w:r>
    </w:p>
    <w:p w14:paraId="21F4C32A" w14:textId="77777777" w:rsidR="002F233B" w:rsidRPr="00EA18E1" w:rsidRDefault="002F233B" w:rsidP="002F233B">
      <w:pPr>
        <w:pStyle w:val="ListParagraph"/>
        <w:numPr>
          <w:ilvl w:val="0"/>
          <w:numId w:val="33"/>
        </w:numPr>
        <w:spacing w:before="120" w:after="240" w:line="360" w:lineRule="auto"/>
        <w:ind w:left="357" w:hanging="357"/>
        <w:contextualSpacing w:val="0"/>
        <w:jc w:val="both"/>
        <w:rPr>
          <w:b/>
          <w:bCs/>
        </w:rPr>
      </w:pPr>
      <w:r w:rsidRPr="0093366A">
        <w:t>Software Deployed and Licenses</w:t>
      </w:r>
    </w:p>
    <w:p w14:paraId="45EFD6A2" w14:textId="77777777" w:rsidR="002F233B" w:rsidRDefault="002F233B" w:rsidP="002F233B">
      <w:pPr>
        <w:spacing w:before="120" w:after="240" w:line="360" w:lineRule="auto"/>
        <w:jc w:val="both"/>
        <w:rPr>
          <w:b/>
          <w:bCs/>
        </w:rPr>
      </w:pPr>
    </w:p>
    <w:tbl>
      <w:tblPr>
        <w:tblStyle w:val="TableGrid"/>
        <w:tblW w:w="0" w:type="auto"/>
        <w:tblLook w:val="04A0" w:firstRow="1" w:lastRow="0" w:firstColumn="1" w:lastColumn="0" w:noHBand="0" w:noVBand="1"/>
      </w:tblPr>
      <w:tblGrid>
        <w:gridCol w:w="4247"/>
        <w:gridCol w:w="4247"/>
      </w:tblGrid>
      <w:tr w:rsidR="002F233B" w:rsidRPr="0093366A" w14:paraId="345F0AB5" w14:textId="77777777" w:rsidTr="002F233B">
        <w:tc>
          <w:tcPr>
            <w:tcW w:w="4247" w:type="dxa"/>
          </w:tcPr>
          <w:p w14:paraId="1D09DD6B" w14:textId="77777777" w:rsidR="002F233B" w:rsidRPr="00EA18E1" w:rsidRDefault="002F233B" w:rsidP="002F233B">
            <w:pPr>
              <w:spacing w:before="120" w:after="120"/>
              <w:jc w:val="both"/>
              <w:rPr>
                <w:rFonts w:ascii="Arial" w:hAnsi="Arial" w:cs="Arial"/>
                <w:b/>
                <w:bCs/>
              </w:rPr>
            </w:pPr>
            <w:r w:rsidRPr="00EA18E1">
              <w:rPr>
                <w:rFonts w:ascii="Arial" w:hAnsi="Arial" w:cs="Arial"/>
                <w:b/>
                <w:bCs/>
              </w:rPr>
              <w:t xml:space="preserve">SOFTWARE </w:t>
            </w:r>
          </w:p>
        </w:tc>
        <w:tc>
          <w:tcPr>
            <w:tcW w:w="4247" w:type="dxa"/>
          </w:tcPr>
          <w:p w14:paraId="1E80202C" w14:textId="77777777" w:rsidR="002F233B" w:rsidRPr="00EA18E1" w:rsidRDefault="002F233B" w:rsidP="002F233B">
            <w:pPr>
              <w:spacing w:before="120" w:after="120"/>
              <w:jc w:val="both"/>
              <w:rPr>
                <w:rFonts w:ascii="Arial" w:hAnsi="Arial" w:cs="Arial"/>
                <w:b/>
                <w:bCs/>
              </w:rPr>
            </w:pPr>
            <w:r w:rsidRPr="00EA18E1">
              <w:rPr>
                <w:rFonts w:ascii="Arial" w:hAnsi="Arial" w:cs="Arial"/>
                <w:b/>
                <w:bCs/>
              </w:rPr>
              <w:t>QUANTITY</w:t>
            </w:r>
          </w:p>
        </w:tc>
      </w:tr>
      <w:tr w:rsidR="002F233B" w:rsidRPr="0093366A" w14:paraId="7CED953B" w14:textId="77777777" w:rsidTr="002F233B">
        <w:tc>
          <w:tcPr>
            <w:tcW w:w="4247" w:type="dxa"/>
          </w:tcPr>
          <w:p w14:paraId="7D8CA974" w14:textId="38350FDC" w:rsidR="002F233B" w:rsidRPr="0072701B" w:rsidRDefault="00144E17" w:rsidP="002F233B">
            <w:pPr>
              <w:spacing w:before="120" w:after="120"/>
              <w:jc w:val="both"/>
              <w:rPr>
                <w:rFonts w:ascii="Arial" w:hAnsi="Arial" w:cs="Arial"/>
                <w:b/>
                <w:bCs/>
                <w:sz w:val="22"/>
                <w:szCs w:val="22"/>
              </w:rPr>
            </w:pPr>
            <w:r w:rsidRPr="0072701B">
              <w:rPr>
                <w:rFonts w:ascii="Arial" w:hAnsi="Arial" w:cs="Arial"/>
                <w:color w:val="000000"/>
                <w:sz w:val="22"/>
                <w:szCs w:val="22"/>
                <w:lang w:val="en-ZA"/>
              </w:rPr>
              <w:t>Upgrade of on premise SSA-Name3 tool from 32-bit version to the latest 64-bit version</w:t>
            </w:r>
          </w:p>
        </w:tc>
        <w:tc>
          <w:tcPr>
            <w:tcW w:w="4247" w:type="dxa"/>
          </w:tcPr>
          <w:p w14:paraId="184DD4E8" w14:textId="1571E435" w:rsidR="002F233B" w:rsidRPr="0072701B" w:rsidRDefault="00144E17" w:rsidP="002F233B">
            <w:pPr>
              <w:spacing w:before="120" w:after="120"/>
              <w:jc w:val="both"/>
              <w:rPr>
                <w:rFonts w:ascii="Arial" w:hAnsi="Arial" w:cs="Arial"/>
                <w:b/>
                <w:bCs/>
                <w:sz w:val="22"/>
                <w:szCs w:val="22"/>
              </w:rPr>
            </w:pPr>
            <w:r w:rsidRPr="0072701B">
              <w:rPr>
                <w:rFonts w:ascii="Arial" w:hAnsi="Arial" w:cs="Arial"/>
                <w:color w:val="000000"/>
                <w:sz w:val="22"/>
                <w:szCs w:val="22"/>
                <w:lang w:val="en-ZA"/>
              </w:rPr>
              <w:t>8 Cores Production</w:t>
            </w:r>
          </w:p>
        </w:tc>
      </w:tr>
      <w:tr w:rsidR="002F233B" w:rsidRPr="0093366A" w14:paraId="5E6C4352" w14:textId="77777777" w:rsidTr="002F233B">
        <w:tc>
          <w:tcPr>
            <w:tcW w:w="4247" w:type="dxa"/>
          </w:tcPr>
          <w:p w14:paraId="55EB952B" w14:textId="00EEFA11" w:rsidR="002F233B" w:rsidRPr="00EA18E1" w:rsidRDefault="002F233B" w:rsidP="002F233B">
            <w:pPr>
              <w:spacing w:before="120" w:after="120"/>
              <w:jc w:val="both"/>
              <w:rPr>
                <w:rFonts w:ascii="Arial" w:hAnsi="Arial" w:cs="Arial"/>
                <w:b/>
                <w:bCs/>
              </w:rPr>
            </w:pPr>
          </w:p>
        </w:tc>
        <w:tc>
          <w:tcPr>
            <w:tcW w:w="4247" w:type="dxa"/>
          </w:tcPr>
          <w:p w14:paraId="49C67B12" w14:textId="70668A24" w:rsidR="002F233B" w:rsidRPr="0072701B" w:rsidRDefault="00144E17" w:rsidP="009E4B02">
            <w:pPr>
              <w:spacing w:before="120" w:after="120"/>
              <w:jc w:val="both"/>
              <w:rPr>
                <w:rFonts w:ascii="Arial" w:hAnsi="Arial" w:cs="Arial"/>
                <w:b/>
                <w:bCs/>
                <w:sz w:val="22"/>
                <w:szCs w:val="22"/>
              </w:rPr>
            </w:pPr>
            <w:r w:rsidRPr="009E4B02">
              <w:rPr>
                <w:rFonts w:ascii="Arial" w:hAnsi="Arial" w:cs="Arial"/>
                <w:color w:val="000000"/>
                <w:sz w:val="22"/>
                <w:szCs w:val="22"/>
                <w:lang w:val="en-ZA"/>
              </w:rPr>
              <w:t xml:space="preserve">8 </w:t>
            </w:r>
            <w:r w:rsidR="009E4B02">
              <w:rPr>
                <w:rFonts w:ascii="Arial" w:hAnsi="Arial" w:cs="Arial"/>
                <w:color w:val="000000"/>
                <w:sz w:val="22"/>
                <w:szCs w:val="22"/>
                <w:lang w:val="en-ZA"/>
              </w:rPr>
              <w:t>C</w:t>
            </w:r>
            <w:r w:rsidRPr="0072701B">
              <w:rPr>
                <w:rFonts w:ascii="Arial" w:hAnsi="Arial" w:cs="Arial"/>
                <w:color w:val="000000"/>
                <w:sz w:val="22"/>
                <w:szCs w:val="22"/>
                <w:lang w:val="en-ZA"/>
              </w:rPr>
              <w:t>ores QA and Development</w:t>
            </w:r>
          </w:p>
        </w:tc>
      </w:tr>
      <w:bookmarkEnd w:id="1673"/>
    </w:tbl>
    <w:p w14:paraId="0F3E3576" w14:textId="77777777" w:rsidR="002F233B" w:rsidRPr="00763294" w:rsidRDefault="002F233B" w:rsidP="002F233B">
      <w:pPr>
        <w:pStyle w:val="ListParagraph"/>
        <w:numPr>
          <w:ilvl w:val="0"/>
          <w:numId w:val="33"/>
        </w:numPr>
        <w:spacing w:before="120" w:after="240" w:line="360" w:lineRule="auto"/>
        <w:contextualSpacing w:val="0"/>
        <w:jc w:val="both"/>
      </w:pPr>
      <w:r w:rsidRPr="00763294">
        <w:rPr>
          <w:b/>
          <w:bCs/>
        </w:rPr>
        <w:br w:type="page"/>
      </w:r>
    </w:p>
    <w:p w14:paraId="53812AFD" w14:textId="77777777" w:rsidR="002F233B" w:rsidRPr="00763294" w:rsidRDefault="002F233B" w:rsidP="002F233B">
      <w:pPr>
        <w:spacing w:before="120" w:after="240" w:line="360" w:lineRule="auto"/>
        <w:jc w:val="center"/>
        <w:outlineLvl w:val="0"/>
        <w:rPr>
          <w:rFonts w:ascii="Arial" w:hAnsi="Arial" w:cs="Arial"/>
          <w:b/>
          <w:bCs/>
          <w:caps/>
          <w:sz w:val="22"/>
          <w:szCs w:val="22"/>
          <w:lang w:val="en-ZA" w:eastAsia="en-US"/>
        </w:rPr>
      </w:pPr>
      <w:bookmarkStart w:id="1676" w:name="_Toc36711182"/>
      <w:bookmarkStart w:id="1677" w:name="_Toc65489878"/>
      <w:r w:rsidRPr="00763294">
        <w:rPr>
          <w:rFonts w:ascii="Arial" w:hAnsi="Arial" w:cs="Arial"/>
          <w:b/>
          <w:bCs/>
          <w:caps/>
          <w:sz w:val="22"/>
          <w:szCs w:val="22"/>
          <w:lang w:val="en-ZA" w:eastAsia="en-US"/>
        </w:rPr>
        <w:t>annexure d</w:t>
      </w:r>
      <w:bookmarkEnd w:id="1676"/>
      <w:bookmarkEnd w:id="1677"/>
    </w:p>
    <w:p w14:paraId="1D5B1B7B" w14:textId="0ABB0DC3" w:rsidR="002F233B" w:rsidRPr="00763294" w:rsidRDefault="002F233B" w:rsidP="002F233B">
      <w:pPr>
        <w:spacing w:before="120" w:after="240" w:line="360" w:lineRule="auto"/>
        <w:jc w:val="center"/>
        <w:outlineLvl w:val="0"/>
        <w:rPr>
          <w:rFonts w:ascii="Arial" w:hAnsi="Arial" w:cs="Arial"/>
          <w:b/>
          <w:bCs/>
          <w:caps/>
          <w:sz w:val="22"/>
          <w:szCs w:val="22"/>
          <w:lang w:val="en-ZA" w:eastAsia="en-US"/>
        </w:rPr>
      </w:pPr>
      <w:bookmarkStart w:id="1678" w:name="_Toc65489879"/>
      <w:bookmarkStart w:id="1679" w:name="_Toc36711183"/>
      <w:r w:rsidRPr="00763294">
        <w:rPr>
          <w:rFonts w:ascii="Arial" w:hAnsi="Arial" w:cs="Arial"/>
          <w:b/>
          <w:bCs/>
          <w:caps/>
          <w:sz w:val="22"/>
          <w:szCs w:val="22"/>
          <w:lang w:val="en-ZA" w:eastAsia="en-US"/>
        </w:rPr>
        <w:t>Service level</w:t>
      </w:r>
      <w:r w:rsidR="006034EE">
        <w:rPr>
          <w:rFonts w:ascii="Arial" w:hAnsi="Arial" w:cs="Arial"/>
          <w:b/>
          <w:bCs/>
          <w:caps/>
          <w:sz w:val="22"/>
          <w:szCs w:val="22"/>
          <w:lang w:val="en-ZA" w:eastAsia="en-US"/>
        </w:rPr>
        <w:t>s</w:t>
      </w:r>
      <w:bookmarkEnd w:id="1678"/>
      <w:r w:rsidRPr="00763294">
        <w:rPr>
          <w:rFonts w:ascii="Arial" w:hAnsi="Arial" w:cs="Arial"/>
          <w:b/>
          <w:bCs/>
          <w:caps/>
          <w:sz w:val="22"/>
          <w:szCs w:val="22"/>
          <w:lang w:val="en-ZA" w:eastAsia="en-US"/>
        </w:rPr>
        <w:t xml:space="preserve"> </w:t>
      </w:r>
      <w:bookmarkEnd w:id="1679"/>
    </w:p>
    <w:p w14:paraId="4B3A02EB" w14:textId="77777777" w:rsidR="002F233B" w:rsidRPr="00763294" w:rsidRDefault="002F233B" w:rsidP="002F233B">
      <w:pPr>
        <w:pStyle w:val="ListParagraph"/>
        <w:numPr>
          <w:ilvl w:val="0"/>
          <w:numId w:val="29"/>
        </w:numPr>
        <w:spacing w:before="120" w:after="240" w:line="360" w:lineRule="auto"/>
        <w:ind w:left="720" w:hanging="720"/>
        <w:contextualSpacing w:val="0"/>
        <w:jc w:val="both"/>
        <w:rPr>
          <w:b/>
        </w:rPr>
      </w:pPr>
      <w:r w:rsidRPr="00763294">
        <w:rPr>
          <w:b/>
        </w:rPr>
        <w:t>PURPOSE</w:t>
      </w:r>
    </w:p>
    <w:p w14:paraId="0B8EC4EB" w14:textId="4CE97AA6" w:rsidR="002F233B" w:rsidRPr="00763294" w:rsidRDefault="002F233B" w:rsidP="002F233B">
      <w:pPr>
        <w:pStyle w:val="ListParagraph"/>
        <w:numPr>
          <w:ilvl w:val="1"/>
          <w:numId w:val="29"/>
        </w:numPr>
        <w:spacing w:before="120" w:after="240" w:line="360" w:lineRule="auto"/>
        <w:ind w:left="1440" w:hanging="720"/>
        <w:contextualSpacing w:val="0"/>
        <w:jc w:val="both"/>
      </w:pPr>
      <w:r w:rsidRPr="00763294">
        <w:t>The purpose of th</w:t>
      </w:r>
      <w:r w:rsidR="006034EE">
        <w:t>ese</w:t>
      </w:r>
      <w:r w:rsidRPr="00763294">
        <w:t xml:space="preserve"> </w:t>
      </w:r>
      <w:r w:rsidR="006034EE">
        <w:t>Service Levels</w:t>
      </w:r>
      <w:r w:rsidRPr="00763294">
        <w:t xml:space="preserve"> is to provide a frame work against </w:t>
      </w:r>
      <w:r w:rsidR="00084488">
        <w:t>the S</w:t>
      </w:r>
      <w:r w:rsidRPr="00763294">
        <w:t>oftware support and subscription (SnS) on all licenses.</w:t>
      </w:r>
    </w:p>
    <w:p w14:paraId="7F253326" w14:textId="77777777" w:rsidR="002F233B" w:rsidRPr="00763294" w:rsidRDefault="002F233B" w:rsidP="002F233B">
      <w:pPr>
        <w:pStyle w:val="ListParagraph"/>
        <w:numPr>
          <w:ilvl w:val="0"/>
          <w:numId w:val="29"/>
        </w:numPr>
        <w:spacing w:before="120" w:after="240" w:line="360" w:lineRule="auto"/>
        <w:ind w:left="720" w:hanging="720"/>
        <w:contextualSpacing w:val="0"/>
        <w:jc w:val="both"/>
        <w:rPr>
          <w:b/>
          <w:caps/>
        </w:rPr>
      </w:pPr>
      <w:bookmarkStart w:id="1680" w:name="_Toc483313288"/>
      <w:r w:rsidRPr="00763294">
        <w:rPr>
          <w:b/>
        </w:rPr>
        <w:t>Glossary</w:t>
      </w:r>
      <w:r w:rsidRPr="00763294">
        <w:rPr>
          <w:b/>
          <w:caps/>
        </w:rPr>
        <w:t xml:space="preserve"> Table</w:t>
      </w:r>
      <w:bookmarkEnd w:id="1680"/>
    </w:p>
    <w:p w14:paraId="51283975" w14:textId="77777777" w:rsidR="002F233B" w:rsidRPr="00763294" w:rsidRDefault="002F233B" w:rsidP="002F233B">
      <w:pPr>
        <w:pStyle w:val="ListParagraph"/>
        <w:numPr>
          <w:ilvl w:val="1"/>
          <w:numId w:val="29"/>
        </w:numPr>
        <w:spacing w:before="120" w:after="240" w:line="360" w:lineRule="auto"/>
        <w:ind w:left="1440" w:hanging="720"/>
        <w:contextualSpacing w:val="0"/>
        <w:jc w:val="both"/>
      </w:pPr>
      <w:r w:rsidRPr="00763294">
        <w:t>The capitalised terms in this document appearing in the glossary table below will have their corresponding meanings.</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5183"/>
      </w:tblGrid>
      <w:tr w:rsidR="002F233B" w:rsidRPr="00763294" w14:paraId="6F3633BE" w14:textId="77777777" w:rsidTr="002F233B">
        <w:tc>
          <w:tcPr>
            <w:tcW w:w="2210" w:type="dxa"/>
            <w:shd w:val="clear" w:color="auto" w:fill="D9D9D9"/>
            <w:vAlign w:val="center"/>
          </w:tcPr>
          <w:p w14:paraId="0F3112B3"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Term</w:t>
            </w:r>
          </w:p>
        </w:tc>
        <w:tc>
          <w:tcPr>
            <w:tcW w:w="5183" w:type="dxa"/>
            <w:shd w:val="clear" w:color="auto" w:fill="D9D9D9"/>
            <w:vAlign w:val="center"/>
          </w:tcPr>
          <w:p w14:paraId="68A724A8"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Meaning</w:t>
            </w:r>
          </w:p>
        </w:tc>
      </w:tr>
      <w:tr w:rsidR="002F233B" w:rsidRPr="00763294" w14:paraId="2804BD04" w14:textId="77777777" w:rsidTr="002F233B">
        <w:tc>
          <w:tcPr>
            <w:tcW w:w="2210" w:type="dxa"/>
            <w:shd w:val="clear" w:color="auto" w:fill="auto"/>
            <w:vAlign w:val="center"/>
          </w:tcPr>
          <w:p w14:paraId="0D6C03C0"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Business Day</w:t>
            </w:r>
          </w:p>
        </w:tc>
        <w:tc>
          <w:tcPr>
            <w:tcW w:w="5183" w:type="dxa"/>
            <w:shd w:val="clear" w:color="auto" w:fill="auto"/>
            <w:vAlign w:val="center"/>
          </w:tcPr>
          <w:p w14:paraId="03D89CD1"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All days that are not Saturdays, Sundays or public holidays.</w:t>
            </w:r>
          </w:p>
        </w:tc>
      </w:tr>
      <w:tr w:rsidR="002F233B" w:rsidRPr="00763294" w14:paraId="53F6BA0A" w14:textId="77777777" w:rsidTr="002F233B">
        <w:tc>
          <w:tcPr>
            <w:tcW w:w="2210" w:type="dxa"/>
            <w:shd w:val="clear" w:color="auto" w:fill="auto"/>
            <w:vAlign w:val="center"/>
          </w:tcPr>
          <w:p w14:paraId="58D41A0B"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Business Hours</w:t>
            </w:r>
          </w:p>
        </w:tc>
        <w:tc>
          <w:tcPr>
            <w:tcW w:w="5183" w:type="dxa"/>
            <w:shd w:val="clear" w:color="auto" w:fill="auto"/>
            <w:vAlign w:val="center"/>
          </w:tcPr>
          <w:p w14:paraId="5BF7FECC"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8:00-17:00 on Business Days.</w:t>
            </w:r>
          </w:p>
        </w:tc>
      </w:tr>
      <w:tr w:rsidR="002F233B" w:rsidRPr="00763294" w14:paraId="287F633F" w14:textId="77777777" w:rsidTr="002F233B">
        <w:tc>
          <w:tcPr>
            <w:tcW w:w="2210" w:type="dxa"/>
            <w:shd w:val="clear" w:color="auto" w:fill="auto"/>
            <w:vAlign w:val="center"/>
          </w:tcPr>
          <w:p w14:paraId="3B4BFAFC"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SARS PPS&amp;G</w:t>
            </w:r>
          </w:p>
        </w:tc>
        <w:tc>
          <w:tcPr>
            <w:tcW w:w="5183" w:type="dxa"/>
            <w:shd w:val="clear" w:color="auto" w:fill="auto"/>
            <w:vAlign w:val="center"/>
          </w:tcPr>
          <w:p w14:paraId="6CE857DB"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SARS Policies, Procedures, Standards and Guidelines</w:t>
            </w:r>
          </w:p>
        </w:tc>
      </w:tr>
      <w:tr w:rsidR="002F233B" w:rsidRPr="00763294" w14:paraId="537FE9A8" w14:textId="77777777" w:rsidTr="002F233B">
        <w:tc>
          <w:tcPr>
            <w:tcW w:w="2210" w:type="dxa"/>
            <w:shd w:val="clear" w:color="auto" w:fill="auto"/>
            <w:vAlign w:val="center"/>
          </w:tcPr>
          <w:p w14:paraId="3A0F36F0"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SDM</w:t>
            </w:r>
          </w:p>
        </w:tc>
        <w:tc>
          <w:tcPr>
            <w:tcW w:w="5183" w:type="dxa"/>
            <w:shd w:val="clear" w:color="auto" w:fill="auto"/>
            <w:vAlign w:val="center"/>
          </w:tcPr>
          <w:p w14:paraId="74BB60DD"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Service Delivery Manager</w:t>
            </w:r>
          </w:p>
        </w:tc>
      </w:tr>
      <w:tr w:rsidR="002F233B" w:rsidRPr="00763294" w14:paraId="6CED2D90" w14:textId="77777777" w:rsidTr="002F233B">
        <w:trPr>
          <w:trHeight w:val="451"/>
        </w:trPr>
        <w:tc>
          <w:tcPr>
            <w:tcW w:w="2210" w:type="dxa"/>
            <w:shd w:val="clear" w:color="auto" w:fill="auto"/>
            <w:vAlign w:val="center"/>
          </w:tcPr>
          <w:p w14:paraId="6D33B71B"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Services</w:t>
            </w:r>
          </w:p>
        </w:tc>
        <w:tc>
          <w:tcPr>
            <w:tcW w:w="5183" w:type="dxa"/>
            <w:shd w:val="clear" w:color="auto" w:fill="auto"/>
            <w:vAlign w:val="center"/>
          </w:tcPr>
          <w:p w14:paraId="74048848"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 xml:space="preserve">The services to be delivered by the Service Provider as per this Annex </w:t>
            </w:r>
          </w:p>
        </w:tc>
      </w:tr>
      <w:tr w:rsidR="002F233B" w:rsidRPr="00763294" w14:paraId="3330542F" w14:textId="77777777" w:rsidTr="002F233B">
        <w:tc>
          <w:tcPr>
            <w:tcW w:w="2210" w:type="dxa"/>
            <w:shd w:val="clear" w:color="auto" w:fill="auto"/>
            <w:vAlign w:val="center"/>
          </w:tcPr>
          <w:p w14:paraId="61F9CD72"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SP</w:t>
            </w:r>
          </w:p>
        </w:tc>
        <w:tc>
          <w:tcPr>
            <w:tcW w:w="5183" w:type="dxa"/>
            <w:shd w:val="clear" w:color="auto" w:fill="auto"/>
            <w:vAlign w:val="center"/>
          </w:tcPr>
          <w:p w14:paraId="474B6A0D"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Service Provider</w:t>
            </w:r>
          </w:p>
        </w:tc>
      </w:tr>
      <w:tr w:rsidR="002F233B" w:rsidRPr="00763294" w14:paraId="0B8AC3A0" w14:textId="77777777" w:rsidTr="002F233B">
        <w:tc>
          <w:tcPr>
            <w:tcW w:w="2210" w:type="dxa"/>
            <w:shd w:val="clear" w:color="auto" w:fill="auto"/>
            <w:vAlign w:val="center"/>
          </w:tcPr>
          <w:p w14:paraId="601A5249"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SnS</w:t>
            </w:r>
          </w:p>
        </w:tc>
        <w:tc>
          <w:tcPr>
            <w:tcW w:w="5183" w:type="dxa"/>
            <w:shd w:val="clear" w:color="auto" w:fill="auto"/>
            <w:vAlign w:val="center"/>
          </w:tcPr>
          <w:p w14:paraId="6CD391BC"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Support and Subscription</w:t>
            </w:r>
          </w:p>
        </w:tc>
      </w:tr>
      <w:tr w:rsidR="002F233B" w:rsidRPr="00763294" w14:paraId="798A69C8" w14:textId="77777777" w:rsidTr="002F233B">
        <w:tc>
          <w:tcPr>
            <w:tcW w:w="2210" w:type="dxa"/>
            <w:shd w:val="clear" w:color="auto" w:fill="auto"/>
            <w:vAlign w:val="center"/>
          </w:tcPr>
          <w:p w14:paraId="657F7B02"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Standard Defined Services</w:t>
            </w:r>
          </w:p>
        </w:tc>
        <w:tc>
          <w:tcPr>
            <w:tcW w:w="5183" w:type="dxa"/>
            <w:shd w:val="clear" w:color="auto" w:fill="auto"/>
            <w:vAlign w:val="center"/>
          </w:tcPr>
          <w:p w14:paraId="669EEA2B"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Defined packages of work that are performed by the Service Provider on request by SARS at a fixed charge. For example: the installation of a Device</w:t>
            </w:r>
          </w:p>
        </w:tc>
      </w:tr>
      <w:tr w:rsidR="002F233B" w:rsidRPr="00763294" w14:paraId="01555B8E" w14:textId="77777777" w:rsidTr="002F233B">
        <w:trPr>
          <w:trHeight w:val="499"/>
        </w:trPr>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4E0908A7"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Term</w:t>
            </w:r>
          </w:p>
        </w:tc>
        <w:tc>
          <w:tcPr>
            <w:tcW w:w="5183" w:type="dxa"/>
            <w:tcBorders>
              <w:top w:val="single" w:sz="4" w:space="0" w:color="auto"/>
              <w:left w:val="single" w:sz="4" w:space="0" w:color="auto"/>
              <w:bottom w:val="single" w:sz="4" w:space="0" w:color="auto"/>
              <w:right w:val="single" w:sz="4" w:space="0" w:color="auto"/>
            </w:tcBorders>
            <w:shd w:val="clear" w:color="auto" w:fill="auto"/>
            <w:vAlign w:val="center"/>
          </w:tcPr>
          <w:p w14:paraId="4B9DD731" w14:textId="68508A3D" w:rsidR="002F233B" w:rsidRPr="00763294" w:rsidRDefault="002F233B" w:rsidP="006034EE">
            <w:pPr>
              <w:spacing w:before="120" w:after="240" w:line="360" w:lineRule="auto"/>
              <w:jc w:val="both"/>
              <w:rPr>
                <w:rFonts w:ascii="Arial" w:hAnsi="Arial" w:cs="Arial"/>
                <w:sz w:val="22"/>
                <w:szCs w:val="22"/>
              </w:rPr>
            </w:pPr>
            <w:r w:rsidRPr="0072701B">
              <w:rPr>
                <w:rFonts w:ascii="Arial" w:hAnsi="Arial" w:cs="Arial"/>
                <w:sz w:val="22"/>
                <w:szCs w:val="22"/>
              </w:rPr>
              <w:t xml:space="preserve">The term of the Renewal of </w:t>
            </w:r>
            <w:r w:rsidR="006034EE" w:rsidRPr="0072701B">
              <w:rPr>
                <w:rFonts w:ascii="Arial" w:hAnsi="Arial" w:cs="Arial"/>
                <w:sz w:val="22"/>
                <w:szCs w:val="22"/>
              </w:rPr>
              <w:t>SSA Name 3</w:t>
            </w:r>
            <w:r w:rsidRPr="0072701B">
              <w:rPr>
                <w:rFonts w:ascii="Arial" w:hAnsi="Arial" w:cs="Arial"/>
                <w:sz w:val="22"/>
                <w:szCs w:val="22"/>
              </w:rPr>
              <w:t xml:space="preserve"> Licences, software support and subscription (SnS) license Agreement</w:t>
            </w:r>
          </w:p>
        </w:tc>
      </w:tr>
      <w:tr w:rsidR="002F233B" w:rsidRPr="00763294" w14:paraId="6C363E9E" w14:textId="77777777" w:rsidTr="002F233B">
        <w:trPr>
          <w:trHeight w:val="499"/>
        </w:trPr>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14:paraId="42A60784"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OEM</w:t>
            </w:r>
          </w:p>
        </w:tc>
        <w:tc>
          <w:tcPr>
            <w:tcW w:w="5183" w:type="dxa"/>
            <w:tcBorders>
              <w:top w:val="single" w:sz="4" w:space="0" w:color="auto"/>
              <w:left w:val="single" w:sz="4" w:space="0" w:color="auto"/>
              <w:bottom w:val="single" w:sz="4" w:space="0" w:color="auto"/>
              <w:right w:val="single" w:sz="4" w:space="0" w:color="auto"/>
            </w:tcBorders>
            <w:shd w:val="clear" w:color="auto" w:fill="auto"/>
            <w:vAlign w:val="center"/>
          </w:tcPr>
          <w:p w14:paraId="767B1DE1"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Original Equipment Manufacturer</w:t>
            </w:r>
          </w:p>
        </w:tc>
      </w:tr>
    </w:tbl>
    <w:p w14:paraId="780D133B" w14:textId="77777777" w:rsidR="002F233B" w:rsidRPr="00763294" w:rsidRDefault="002F233B" w:rsidP="002F233B">
      <w:pPr>
        <w:spacing w:before="120" w:after="240" w:line="360" w:lineRule="auto"/>
        <w:jc w:val="both"/>
        <w:rPr>
          <w:rFonts w:ascii="Arial" w:hAnsi="Arial" w:cs="Arial"/>
          <w:sz w:val="22"/>
          <w:szCs w:val="22"/>
        </w:rPr>
      </w:pPr>
    </w:p>
    <w:p w14:paraId="1C2F7FC7" w14:textId="77777777" w:rsidR="002F233B" w:rsidRPr="00763294" w:rsidRDefault="002F233B" w:rsidP="002F233B">
      <w:pPr>
        <w:pStyle w:val="ListParagraph"/>
        <w:numPr>
          <w:ilvl w:val="0"/>
          <w:numId w:val="29"/>
        </w:numPr>
        <w:spacing w:before="120" w:after="240" w:line="360" w:lineRule="auto"/>
        <w:ind w:left="720" w:hanging="720"/>
        <w:contextualSpacing w:val="0"/>
        <w:jc w:val="both"/>
        <w:rPr>
          <w:b/>
          <w:caps/>
        </w:rPr>
      </w:pPr>
      <w:bookmarkStart w:id="1681" w:name="_Ref426621217"/>
      <w:bookmarkStart w:id="1682" w:name="_Toc483313297"/>
      <w:r w:rsidRPr="00763294">
        <w:rPr>
          <w:rFonts w:ascii="Arial Bold" w:hAnsi="Arial Bold"/>
          <w:b/>
          <w:caps/>
        </w:rPr>
        <w:t>Training</w:t>
      </w:r>
      <w:bookmarkEnd w:id="1681"/>
      <w:bookmarkEnd w:id="1682"/>
    </w:p>
    <w:p w14:paraId="6545B01C" w14:textId="2A692750" w:rsidR="002F233B" w:rsidRPr="00763294" w:rsidRDefault="002F233B" w:rsidP="002F233B">
      <w:pPr>
        <w:pStyle w:val="ListParagraph"/>
        <w:numPr>
          <w:ilvl w:val="1"/>
          <w:numId w:val="29"/>
        </w:numPr>
        <w:spacing w:before="120" w:after="240" w:line="360" w:lineRule="auto"/>
        <w:ind w:left="1440" w:hanging="720"/>
        <w:contextualSpacing w:val="0"/>
        <w:jc w:val="both"/>
      </w:pPr>
      <w:r w:rsidRPr="00763294">
        <w:t xml:space="preserve">The SP will not be required to provide formal training to SARS staff unless there is an introduction of new technology to the current </w:t>
      </w:r>
      <w:r w:rsidR="006034EE">
        <w:t>SSA</w:t>
      </w:r>
      <w:r w:rsidR="009E449A">
        <w:t>-</w:t>
      </w:r>
      <w:r w:rsidR="006034EE">
        <w:t>Name3</w:t>
      </w:r>
      <w:r w:rsidRPr="00763294">
        <w:t xml:space="preserve"> environment.  </w:t>
      </w:r>
    </w:p>
    <w:p w14:paraId="3D821291" w14:textId="77777777" w:rsidR="002F233B" w:rsidRPr="00763294" w:rsidRDefault="002F233B" w:rsidP="002F233B">
      <w:pPr>
        <w:pStyle w:val="ListParagraph"/>
        <w:numPr>
          <w:ilvl w:val="0"/>
          <w:numId w:val="29"/>
        </w:numPr>
        <w:spacing w:before="120" w:after="240" w:line="360" w:lineRule="auto"/>
        <w:ind w:left="720" w:hanging="720"/>
        <w:contextualSpacing w:val="0"/>
        <w:jc w:val="both"/>
        <w:rPr>
          <w:b/>
          <w:caps/>
        </w:rPr>
      </w:pPr>
      <w:bookmarkStart w:id="1683" w:name="_Ref426621219"/>
      <w:bookmarkStart w:id="1684" w:name="_Toc483313298"/>
      <w:r w:rsidRPr="00763294">
        <w:rPr>
          <w:rFonts w:ascii="Arial Bold" w:hAnsi="Arial Bold"/>
          <w:b/>
          <w:caps/>
        </w:rPr>
        <w:t>Consulting</w:t>
      </w:r>
      <w:bookmarkEnd w:id="1683"/>
      <w:bookmarkEnd w:id="1684"/>
    </w:p>
    <w:p w14:paraId="420F09D6" w14:textId="77777777" w:rsidR="002F233B" w:rsidRPr="00763294" w:rsidRDefault="002F233B" w:rsidP="002F233B">
      <w:pPr>
        <w:pStyle w:val="ListParagraph"/>
        <w:numPr>
          <w:ilvl w:val="1"/>
          <w:numId w:val="29"/>
        </w:numPr>
        <w:spacing w:before="120" w:after="240" w:line="360" w:lineRule="auto"/>
        <w:ind w:left="1440" w:hanging="720"/>
        <w:contextualSpacing w:val="0"/>
        <w:jc w:val="both"/>
      </w:pPr>
      <w:r w:rsidRPr="00763294">
        <w:t>The Service Provider will be required to provide SARS with ad hoc advisory services related to the services, including advising and recommending continuous improvements and possible technological enhancements to SARS at no additional cost.</w:t>
      </w:r>
    </w:p>
    <w:p w14:paraId="55F92351" w14:textId="600408EA" w:rsidR="002F233B" w:rsidRPr="00763294" w:rsidRDefault="002F233B" w:rsidP="002F233B">
      <w:pPr>
        <w:pStyle w:val="ListParagraph"/>
        <w:numPr>
          <w:ilvl w:val="1"/>
          <w:numId w:val="29"/>
        </w:numPr>
        <w:spacing w:before="120" w:after="240" w:line="360" w:lineRule="auto"/>
        <w:ind w:left="1440" w:hanging="720"/>
        <w:contextualSpacing w:val="0"/>
        <w:jc w:val="both"/>
      </w:pPr>
      <w:r w:rsidRPr="00763294">
        <w:t>Formal consulting assignments may be engaged on a paid-for basis. Formal paid-for consulting assignments will only be provided on written authorisation by SARS to the Service Provider</w:t>
      </w:r>
      <w:r w:rsidR="00FF24F4">
        <w:t xml:space="preserve"> and will subject to SARS policies and procedures</w:t>
      </w:r>
      <w:r w:rsidRPr="00763294">
        <w:t>.</w:t>
      </w:r>
    </w:p>
    <w:p w14:paraId="51CCCCB1" w14:textId="77777777" w:rsidR="002F233B" w:rsidRPr="00763294" w:rsidRDefault="002F233B" w:rsidP="002F233B">
      <w:pPr>
        <w:pStyle w:val="ListParagraph"/>
        <w:numPr>
          <w:ilvl w:val="0"/>
          <w:numId w:val="29"/>
        </w:numPr>
        <w:spacing w:before="120" w:after="240" w:line="360" w:lineRule="auto"/>
        <w:ind w:left="720" w:hanging="720"/>
        <w:contextualSpacing w:val="0"/>
        <w:jc w:val="both"/>
        <w:rPr>
          <w:b/>
        </w:rPr>
      </w:pPr>
      <w:r w:rsidRPr="00763294">
        <w:rPr>
          <w:b/>
        </w:rPr>
        <w:t>RESPONSIBILITIES OF THE PARTIES</w:t>
      </w:r>
    </w:p>
    <w:p w14:paraId="38D57C37" w14:textId="77777777" w:rsidR="002F233B" w:rsidRPr="00763294" w:rsidRDefault="002F233B" w:rsidP="002F233B">
      <w:pPr>
        <w:pStyle w:val="ListParagraph"/>
        <w:numPr>
          <w:ilvl w:val="1"/>
          <w:numId w:val="29"/>
        </w:numPr>
        <w:spacing w:before="120" w:after="240" w:line="360" w:lineRule="auto"/>
        <w:ind w:left="1440" w:hanging="720"/>
        <w:contextualSpacing w:val="0"/>
        <w:jc w:val="both"/>
      </w:pPr>
      <w:r w:rsidRPr="00763294">
        <w:rPr>
          <w:b/>
          <w:bCs/>
        </w:rPr>
        <w:t>The Service Provider’s Responsibilities</w:t>
      </w:r>
      <w:r w:rsidRPr="00763294">
        <w:t>:</w:t>
      </w:r>
    </w:p>
    <w:p w14:paraId="710B229E" w14:textId="7C77BF1A" w:rsidR="002F233B" w:rsidRPr="00763294" w:rsidRDefault="002F233B" w:rsidP="002F233B">
      <w:pPr>
        <w:pStyle w:val="ListParagraph"/>
        <w:numPr>
          <w:ilvl w:val="2"/>
          <w:numId w:val="29"/>
        </w:numPr>
        <w:spacing w:before="120" w:after="240" w:line="360" w:lineRule="auto"/>
        <w:ind w:left="1860" w:hanging="1140"/>
        <w:contextualSpacing w:val="0"/>
        <w:jc w:val="both"/>
      </w:pPr>
      <w:r w:rsidRPr="00763294">
        <w:t xml:space="preserve">The Service Provider will with effect from the Effective Date, render the necessary support on all aspects of the </w:t>
      </w:r>
      <w:r w:rsidR="006034EE">
        <w:t>SSA</w:t>
      </w:r>
      <w:r w:rsidR="009E449A">
        <w:t>-</w:t>
      </w:r>
      <w:r w:rsidR="006034EE">
        <w:t>Name3</w:t>
      </w:r>
      <w:r w:rsidRPr="00763294">
        <w:t xml:space="preserve"> software in terms of this Agreement including the provision of this </w:t>
      </w:r>
      <w:r w:rsidRPr="00763294">
        <w:rPr>
          <w:b/>
        </w:rPr>
        <w:t>Annexure D</w:t>
      </w:r>
      <w:r w:rsidRPr="00763294">
        <w:t>.</w:t>
      </w:r>
    </w:p>
    <w:p w14:paraId="533C0307" w14:textId="19E44A39" w:rsidR="002F233B" w:rsidRPr="00763294" w:rsidRDefault="002F233B" w:rsidP="002F233B">
      <w:pPr>
        <w:pStyle w:val="ListParagraph"/>
        <w:numPr>
          <w:ilvl w:val="2"/>
          <w:numId w:val="29"/>
        </w:numPr>
        <w:spacing w:before="120" w:after="240" w:line="360" w:lineRule="auto"/>
        <w:ind w:left="1860" w:hanging="1140"/>
        <w:contextualSpacing w:val="0"/>
        <w:jc w:val="both"/>
      </w:pPr>
      <w:r w:rsidRPr="00763294">
        <w:t>The Ser</w:t>
      </w:r>
      <w:r w:rsidR="00FF24F4">
        <w:t>vice Provider will deliver the S</w:t>
      </w:r>
      <w:r w:rsidRPr="00763294">
        <w:t xml:space="preserve">oftware support within the required service levels which refers to the hours during which </w:t>
      </w:r>
      <w:r w:rsidR="000A62ED">
        <w:t>SARS</w:t>
      </w:r>
      <w:r w:rsidRPr="00763294">
        <w:t xml:space="preserve"> will be provided with the Service including the necessary response and turnaround times for such Service.</w:t>
      </w:r>
    </w:p>
    <w:p w14:paraId="404D18A8" w14:textId="77777777" w:rsidR="002F233B" w:rsidRPr="00763294" w:rsidRDefault="002F233B" w:rsidP="002F233B">
      <w:pPr>
        <w:pStyle w:val="ListParagraph"/>
        <w:numPr>
          <w:ilvl w:val="1"/>
          <w:numId w:val="29"/>
        </w:numPr>
        <w:spacing w:before="120" w:after="240" w:line="360" w:lineRule="auto"/>
        <w:ind w:left="1440" w:hanging="720"/>
        <w:contextualSpacing w:val="0"/>
        <w:jc w:val="both"/>
      </w:pPr>
      <w:r w:rsidRPr="00763294">
        <w:rPr>
          <w:b/>
          <w:bCs/>
        </w:rPr>
        <w:t>The Service Provider undertakes to</w:t>
      </w:r>
      <w:r w:rsidRPr="00763294">
        <w:t>:</w:t>
      </w:r>
    </w:p>
    <w:p w14:paraId="68B7BB32" w14:textId="417CF899" w:rsidR="002F233B" w:rsidRPr="00763294" w:rsidRDefault="002F233B" w:rsidP="002F233B">
      <w:pPr>
        <w:pStyle w:val="ListParagraph"/>
        <w:numPr>
          <w:ilvl w:val="2"/>
          <w:numId w:val="29"/>
        </w:numPr>
        <w:spacing w:before="120" w:after="240" w:line="360" w:lineRule="auto"/>
        <w:ind w:left="1860" w:hanging="1140"/>
        <w:contextualSpacing w:val="0"/>
        <w:jc w:val="both"/>
      </w:pPr>
      <w:r w:rsidRPr="00763294">
        <w:t xml:space="preserve">qualify a call for assistance within 30 (thirty) minutes of receipt thereof from </w:t>
      </w:r>
      <w:r w:rsidR="000A62ED">
        <w:t>SARS</w:t>
      </w:r>
      <w:r w:rsidRPr="00763294">
        <w:t>.  A Severity 1 call must be escalated via phone call and email.</w:t>
      </w:r>
    </w:p>
    <w:p w14:paraId="6B956905" w14:textId="6F2C3C17" w:rsidR="002F233B" w:rsidRPr="00763294" w:rsidRDefault="002F233B" w:rsidP="002F233B">
      <w:pPr>
        <w:pStyle w:val="ListParagraph"/>
        <w:numPr>
          <w:ilvl w:val="2"/>
          <w:numId w:val="29"/>
        </w:numPr>
        <w:spacing w:before="120" w:after="240" w:line="360" w:lineRule="auto"/>
        <w:ind w:left="1860" w:hanging="1140"/>
        <w:contextualSpacing w:val="0"/>
        <w:jc w:val="both"/>
      </w:pPr>
      <w:r w:rsidRPr="00763294">
        <w:t xml:space="preserve">Respond to all incidents raised by </w:t>
      </w:r>
      <w:r w:rsidR="000A62ED">
        <w:t>SARS</w:t>
      </w:r>
      <w:r w:rsidRPr="00763294">
        <w:t xml:space="preserve"> to the satisfaction of </w:t>
      </w:r>
      <w:r w:rsidR="000A62ED">
        <w:t xml:space="preserve">SARS </w:t>
      </w:r>
      <w:r w:rsidRPr="00763294">
        <w:t>and within the response times specified in the table below.</w:t>
      </w:r>
    </w:p>
    <w:p w14:paraId="5DEAC852" w14:textId="77777777" w:rsidR="002F233B" w:rsidRPr="00763294" w:rsidRDefault="002F233B" w:rsidP="002F233B">
      <w:pPr>
        <w:pStyle w:val="ListParagraph"/>
        <w:numPr>
          <w:ilvl w:val="2"/>
          <w:numId w:val="29"/>
        </w:numPr>
        <w:spacing w:before="120" w:after="240" w:line="360" w:lineRule="auto"/>
        <w:ind w:left="1860" w:hanging="1140"/>
        <w:contextualSpacing w:val="0"/>
        <w:jc w:val="both"/>
      </w:pPr>
      <w:r w:rsidRPr="00763294">
        <w:t>Adhere to all SARS Policies, Procedures, Standards and Guidelines</w:t>
      </w:r>
    </w:p>
    <w:p w14:paraId="1313D406" w14:textId="7B39CE38" w:rsidR="002F233B" w:rsidRPr="00763294" w:rsidRDefault="000A62ED" w:rsidP="002F233B">
      <w:pPr>
        <w:pStyle w:val="ListParagraph"/>
        <w:numPr>
          <w:ilvl w:val="1"/>
          <w:numId w:val="29"/>
        </w:numPr>
        <w:spacing w:before="120" w:after="240" w:line="360" w:lineRule="auto"/>
        <w:ind w:left="1440" w:hanging="720"/>
        <w:contextualSpacing w:val="0"/>
        <w:jc w:val="both"/>
      </w:pPr>
      <w:r>
        <w:rPr>
          <w:b/>
          <w:bCs/>
        </w:rPr>
        <w:t>SARS</w:t>
      </w:r>
      <w:r w:rsidR="002F233B" w:rsidRPr="00763294">
        <w:rPr>
          <w:b/>
          <w:bCs/>
        </w:rPr>
        <w:t>’s Responsibilities</w:t>
      </w:r>
      <w:r w:rsidR="002F233B" w:rsidRPr="00763294">
        <w:t>:</w:t>
      </w:r>
    </w:p>
    <w:p w14:paraId="7AB9A2AC" w14:textId="032464EE" w:rsidR="002F233B" w:rsidRPr="00763294" w:rsidRDefault="002F233B" w:rsidP="002F233B">
      <w:pPr>
        <w:pStyle w:val="ListParagraph"/>
        <w:numPr>
          <w:ilvl w:val="2"/>
          <w:numId w:val="29"/>
        </w:numPr>
        <w:spacing w:before="120" w:after="240" w:line="360" w:lineRule="auto"/>
        <w:ind w:left="1860" w:hanging="1140"/>
        <w:contextualSpacing w:val="0"/>
        <w:jc w:val="both"/>
      </w:pPr>
      <w:r w:rsidRPr="00763294">
        <w:t xml:space="preserve">In order to ensure effective performance of the Service by the Service Provider, </w:t>
      </w:r>
      <w:r w:rsidR="000A62ED">
        <w:t xml:space="preserve">SARS </w:t>
      </w:r>
      <w:r w:rsidRPr="00763294">
        <w:t xml:space="preserve">will provide the Service Provider’s technical Staff with reasonable access to the </w:t>
      </w:r>
      <w:r>
        <w:t>l</w:t>
      </w:r>
      <w:r w:rsidRPr="00763294">
        <w:t>ocation during business hours and/or hours agreed upon by the Parties.</w:t>
      </w:r>
    </w:p>
    <w:p w14:paraId="3EA29F0A" w14:textId="066B0DFC" w:rsidR="002F233B" w:rsidRPr="00763294" w:rsidRDefault="000A62ED" w:rsidP="002F233B">
      <w:pPr>
        <w:pStyle w:val="ListParagraph"/>
        <w:numPr>
          <w:ilvl w:val="2"/>
          <w:numId w:val="29"/>
        </w:numPr>
        <w:spacing w:before="120" w:after="240" w:line="360" w:lineRule="auto"/>
        <w:ind w:left="1860" w:hanging="1140"/>
        <w:contextualSpacing w:val="0"/>
        <w:jc w:val="both"/>
      </w:pPr>
      <w:r>
        <w:t>SARS</w:t>
      </w:r>
      <w:r w:rsidR="002F233B" w:rsidRPr="00763294">
        <w:t xml:space="preserve"> will maintain the physical environment of the Hardware including the software component thereof which includes without being limited thereto:</w:t>
      </w:r>
    </w:p>
    <w:p w14:paraId="7FBC1487" w14:textId="77777777" w:rsidR="002F233B" w:rsidRPr="00763294" w:rsidRDefault="002F233B" w:rsidP="002F233B">
      <w:pPr>
        <w:pStyle w:val="ListParagraph"/>
        <w:numPr>
          <w:ilvl w:val="3"/>
          <w:numId w:val="29"/>
        </w:numPr>
        <w:spacing w:before="120" w:after="240" w:line="360" w:lineRule="auto"/>
        <w:ind w:left="2580" w:hanging="1440"/>
        <w:contextualSpacing w:val="0"/>
        <w:jc w:val="both"/>
      </w:pPr>
      <w:r w:rsidRPr="00763294">
        <w:t>adequate stable power supply to meet the operating specifications of the hardware;</w:t>
      </w:r>
    </w:p>
    <w:p w14:paraId="6D6C6D56" w14:textId="77777777" w:rsidR="002F233B" w:rsidRPr="00763294" w:rsidRDefault="002F233B" w:rsidP="002F233B">
      <w:pPr>
        <w:pStyle w:val="ListParagraph"/>
        <w:numPr>
          <w:ilvl w:val="3"/>
          <w:numId w:val="29"/>
        </w:numPr>
        <w:spacing w:before="120" w:after="240" w:line="360" w:lineRule="auto"/>
        <w:ind w:left="2580" w:hanging="1440"/>
        <w:contextualSpacing w:val="0"/>
        <w:jc w:val="both"/>
      </w:pPr>
      <w:r w:rsidRPr="00763294">
        <w:t>adequate capacity to run the applications on a stable hardware.</w:t>
      </w:r>
    </w:p>
    <w:p w14:paraId="113A1C8C" w14:textId="77777777" w:rsidR="002F233B" w:rsidRPr="00763294" w:rsidRDefault="002F233B" w:rsidP="002F233B">
      <w:pPr>
        <w:pStyle w:val="ListParagraph"/>
        <w:numPr>
          <w:ilvl w:val="0"/>
          <w:numId w:val="29"/>
        </w:numPr>
        <w:spacing w:before="120" w:after="240" w:line="360" w:lineRule="auto"/>
        <w:ind w:left="720" w:hanging="720"/>
        <w:contextualSpacing w:val="0"/>
        <w:jc w:val="both"/>
        <w:rPr>
          <w:b/>
        </w:rPr>
      </w:pPr>
      <w:r w:rsidRPr="00763294">
        <w:rPr>
          <w:b/>
        </w:rPr>
        <w:t>SERVICE REQUESTS, CALL LOGGING PROCEDURE AND PROCESS</w:t>
      </w:r>
    </w:p>
    <w:p w14:paraId="7D65EF50" w14:textId="3C0F118F" w:rsidR="002F233B" w:rsidRPr="00763294" w:rsidRDefault="002F233B" w:rsidP="002F233B">
      <w:pPr>
        <w:pStyle w:val="ListParagraph"/>
        <w:numPr>
          <w:ilvl w:val="1"/>
          <w:numId w:val="29"/>
        </w:numPr>
        <w:spacing w:before="120" w:after="240" w:line="360" w:lineRule="auto"/>
        <w:ind w:left="1440" w:hanging="720"/>
        <w:contextualSpacing w:val="0"/>
        <w:jc w:val="both"/>
      </w:pPr>
      <w:r w:rsidRPr="00763294">
        <w:t xml:space="preserve">All </w:t>
      </w:r>
      <w:r>
        <w:t>s</w:t>
      </w:r>
      <w:r w:rsidRPr="00763294">
        <w:t>ervice request</w:t>
      </w:r>
      <w:r w:rsidR="00FF24F4">
        <w:t>s</w:t>
      </w:r>
      <w:r w:rsidRPr="00763294">
        <w:t xml:space="preserve"> and/or quer</w:t>
      </w:r>
      <w:r w:rsidR="00FF24F4">
        <w:t>ies</w:t>
      </w:r>
      <w:r w:rsidRPr="00763294">
        <w:t xml:space="preserve"> including technical support will be logged by </w:t>
      </w:r>
      <w:r w:rsidR="000A62ED">
        <w:t xml:space="preserve">SARS </w:t>
      </w:r>
      <w:r w:rsidRPr="00763294">
        <w:t xml:space="preserve">via the Service Provider’s Helpdesk, </w:t>
      </w:r>
    </w:p>
    <w:p w14:paraId="4A9AC2B4" w14:textId="0531B837" w:rsidR="002F233B" w:rsidRPr="00763294" w:rsidRDefault="002F233B" w:rsidP="002F233B">
      <w:pPr>
        <w:pStyle w:val="ListParagraph"/>
        <w:numPr>
          <w:ilvl w:val="1"/>
          <w:numId w:val="29"/>
        </w:numPr>
        <w:spacing w:before="120" w:after="240" w:line="360" w:lineRule="auto"/>
        <w:ind w:left="1440" w:hanging="720"/>
        <w:contextualSpacing w:val="0"/>
        <w:jc w:val="both"/>
      </w:pPr>
      <w:r w:rsidRPr="00763294">
        <w:t xml:space="preserve">The following procedures must be followed by </w:t>
      </w:r>
      <w:r w:rsidR="000A62ED">
        <w:t>SARS</w:t>
      </w:r>
      <w:r w:rsidR="00FF24F4">
        <w:t xml:space="preserve"> in</w:t>
      </w:r>
      <w:r w:rsidRPr="00763294">
        <w:t xml:space="preserve"> logging a call for </w:t>
      </w:r>
      <w:r w:rsidR="00FF24F4">
        <w:t xml:space="preserve">a </w:t>
      </w:r>
      <w:r>
        <w:t>s</w:t>
      </w:r>
      <w:r w:rsidRPr="00763294">
        <w:t>ervice request. Adherence to these procedures will ensure the best possible response and timeous response.</w:t>
      </w:r>
    </w:p>
    <w:p w14:paraId="2E2C49EF" w14:textId="77777777" w:rsidR="002F233B" w:rsidRPr="00763294" w:rsidRDefault="002F233B" w:rsidP="002F233B">
      <w:pPr>
        <w:pStyle w:val="ListParagraph"/>
        <w:numPr>
          <w:ilvl w:val="1"/>
          <w:numId w:val="29"/>
        </w:numPr>
        <w:spacing w:before="120" w:after="240" w:line="360" w:lineRule="auto"/>
        <w:ind w:left="1440" w:hanging="720"/>
        <w:contextualSpacing w:val="0"/>
        <w:jc w:val="both"/>
      </w:pPr>
      <w:bookmarkStart w:id="1685" w:name="_Hlk25746094"/>
      <w:r w:rsidRPr="00763294">
        <w:t>SARS shall contact the Service Provider’s Helpdesk support by means of any of the following methods:</w:t>
      </w:r>
    </w:p>
    <w:p w14:paraId="741D27CB" w14:textId="19F7F1B5" w:rsidR="002F233B" w:rsidRPr="00763294" w:rsidRDefault="002F233B" w:rsidP="002F233B">
      <w:pPr>
        <w:pStyle w:val="ListParagraph"/>
        <w:spacing w:before="120" w:after="240" w:line="360" w:lineRule="auto"/>
        <w:ind w:left="1080" w:firstLine="360"/>
        <w:contextualSpacing w:val="0"/>
        <w:jc w:val="both"/>
      </w:pPr>
      <w:r w:rsidRPr="00763294">
        <w:t xml:space="preserve">By telephone on: </w:t>
      </w:r>
      <w:r w:rsidR="000A62ED">
        <w:t>…</w:t>
      </w:r>
    </w:p>
    <w:p w14:paraId="1D8C8C03" w14:textId="4AB1D932" w:rsidR="002F233B" w:rsidRPr="00763294" w:rsidRDefault="002F233B" w:rsidP="002F233B">
      <w:pPr>
        <w:pStyle w:val="ListParagraph"/>
        <w:spacing w:before="120" w:after="240" w:line="360" w:lineRule="auto"/>
        <w:ind w:firstLine="720"/>
        <w:contextualSpacing w:val="0"/>
        <w:jc w:val="both"/>
      </w:pPr>
      <w:r w:rsidRPr="00763294">
        <w:t xml:space="preserve">By email to </w:t>
      </w:r>
      <w:bookmarkEnd w:id="1685"/>
      <w:r w:rsidR="000A62ED">
        <w:t>…</w:t>
      </w:r>
    </w:p>
    <w:p w14:paraId="33E40CE8" w14:textId="2A109B3C" w:rsidR="002F233B" w:rsidRPr="00763294" w:rsidRDefault="002F233B" w:rsidP="002F233B">
      <w:pPr>
        <w:pStyle w:val="ListParagraph"/>
        <w:spacing w:before="120" w:after="240" w:line="360" w:lineRule="auto"/>
        <w:ind w:left="1440"/>
        <w:contextualSpacing w:val="0"/>
        <w:jc w:val="both"/>
      </w:pPr>
      <w:r w:rsidRPr="00763294">
        <w:t xml:space="preserve">The Service Provider will require the following Standard information from </w:t>
      </w:r>
      <w:r w:rsidR="000A62ED">
        <w:t xml:space="preserve">SARS </w:t>
      </w:r>
      <w:r w:rsidRPr="00763294">
        <w:t>in order to expedite the call:</w:t>
      </w:r>
    </w:p>
    <w:p w14:paraId="4ECFF480" w14:textId="77777777" w:rsidR="002F233B" w:rsidRPr="00763294" w:rsidRDefault="002F233B" w:rsidP="002F233B">
      <w:pPr>
        <w:pStyle w:val="ListParagraph"/>
        <w:numPr>
          <w:ilvl w:val="2"/>
          <w:numId w:val="29"/>
        </w:numPr>
        <w:spacing w:before="120" w:after="240" w:line="360" w:lineRule="auto"/>
        <w:ind w:left="1860" w:hanging="1140"/>
        <w:contextualSpacing w:val="0"/>
        <w:jc w:val="both"/>
        <w:rPr>
          <w:rFonts w:eastAsia="Calibri"/>
          <w:lang w:eastAsia="en-US"/>
        </w:rPr>
      </w:pPr>
      <w:r w:rsidRPr="00763294">
        <w:rPr>
          <w:rFonts w:eastAsia="Calibri"/>
          <w:lang w:eastAsia="en-US"/>
        </w:rPr>
        <w:t>Company name</w:t>
      </w:r>
    </w:p>
    <w:p w14:paraId="1AE3B2A3" w14:textId="77777777" w:rsidR="002F233B" w:rsidRPr="00763294" w:rsidRDefault="002F233B" w:rsidP="002F233B">
      <w:pPr>
        <w:pStyle w:val="ListParagraph"/>
        <w:numPr>
          <w:ilvl w:val="2"/>
          <w:numId w:val="29"/>
        </w:numPr>
        <w:spacing w:before="120" w:after="240" w:line="360" w:lineRule="auto"/>
        <w:ind w:left="1860" w:hanging="1140"/>
        <w:contextualSpacing w:val="0"/>
        <w:jc w:val="both"/>
        <w:rPr>
          <w:rFonts w:eastAsia="Calibri"/>
          <w:lang w:eastAsia="en-US"/>
        </w:rPr>
      </w:pPr>
      <w:r w:rsidRPr="00763294">
        <w:rPr>
          <w:rFonts w:eastAsia="Calibri"/>
          <w:lang w:eastAsia="en-US"/>
        </w:rPr>
        <w:t>Contact Name &amp; E Mail</w:t>
      </w:r>
    </w:p>
    <w:p w14:paraId="2C48CC6A" w14:textId="77777777" w:rsidR="002F233B" w:rsidRPr="00763294" w:rsidRDefault="002F233B" w:rsidP="002F233B">
      <w:pPr>
        <w:pStyle w:val="ListParagraph"/>
        <w:numPr>
          <w:ilvl w:val="2"/>
          <w:numId w:val="29"/>
        </w:numPr>
        <w:spacing w:before="120" w:after="240" w:line="360" w:lineRule="auto"/>
        <w:ind w:left="1860" w:hanging="1140"/>
        <w:contextualSpacing w:val="0"/>
        <w:jc w:val="both"/>
        <w:rPr>
          <w:rFonts w:eastAsia="Calibri"/>
          <w:lang w:eastAsia="en-US"/>
        </w:rPr>
      </w:pPr>
      <w:r w:rsidRPr="00763294">
        <w:rPr>
          <w:rFonts w:eastAsia="Calibri"/>
          <w:lang w:eastAsia="en-US"/>
        </w:rPr>
        <w:t>Severity</w:t>
      </w:r>
    </w:p>
    <w:p w14:paraId="7FD6D6FF" w14:textId="77777777" w:rsidR="002F233B" w:rsidRPr="00763294" w:rsidRDefault="002F233B" w:rsidP="002F233B">
      <w:pPr>
        <w:pStyle w:val="ListParagraph"/>
        <w:numPr>
          <w:ilvl w:val="2"/>
          <w:numId w:val="29"/>
        </w:numPr>
        <w:spacing w:before="120" w:after="240" w:line="360" w:lineRule="auto"/>
        <w:ind w:left="1860" w:hanging="1140"/>
        <w:contextualSpacing w:val="0"/>
        <w:jc w:val="both"/>
        <w:rPr>
          <w:rFonts w:eastAsia="Calibri"/>
          <w:lang w:eastAsia="en-US"/>
        </w:rPr>
      </w:pPr>
      <w:r w:rsidRPr="00763294">
        <w:rPr>
          <w:rFonts w:eastAsia="Calibri"/>
          <w:lang w:eastAsia="en-US"/>
        </w:rPr>
        <w:t>Brief description of support request</w:t>
      </w:r>
    </w:p>
    <w:p w14:paraId="7002E254" w14:textId="42EC7C28" w:rsidR="002F233B" w:rsidRPr="00763294" w:rsidRDefault="002F233B" w:rsidP="002F233B">
      <w:pPr>
        <w:pStyle w:val="ListParagraph"/>
        <w:numPr>
          <w:ilvl w:val="0"/>
          <w:numId w:val="29"/>
        </w:numPr>
        <w:spacing w:before="120" w:after="240" w:line="360" w:lineRule="auto"/>
        <w:contextualSpacing w:val="0"/>
        <w:jc w:val="both"/>
        <w:rPr>
          <w:b/>
        </w:rPr>
      </w:pPr>
      <w:r w:rsidRPr="00763294">
        <w:rPr>
          <w:b/>
        </w:rPr>
        <w:t>Please note</w:t>
      </w:r>
    </w:p>
    <w:p w14:paraId="39B1ADB9" w14:textId="32B287A8" w:rsidR="002F233B" w:rsidRPr="00763294" w:rsidRDefault="002F233B" w:rsidP="002F233B">
      <w:pPr>
        <w:spacing w:before="120" w:after="240" w:line="360" w:lineRule="auto"/>
        <w:ind w:left="360"/>
        <w:jc w:val="both"/>
        <w:rPr>
          <w:rFonts w:ascii="Arial" w:eastAsia="Calibri" w:hAnsi="Arial" w:cs="Arial"/>
          <w:sz w:val="22"/>
          <w:szCs w:val="22"/>
          <w:lang w:eastAsia="en-US"/>
        </w:rPr>
      </w:pPr>
      <w:r w:rsidRPr="00763294">
        <w:rPr>
          <w:rFonts w:ascii="Arial" w:eastAsia="Calibri" w:hAnsi="Arial" w:cs="Arial"/>
          <w:sz w:val="22"/>
          <w:szCs w:val="22"/>
          <w:lang w:eastAsia="en-US"/>
        </w:rPr>
        <w:t xml:space="preserve">Incidents and problems are to be logged </w:t>
      </w:r>
      <w:r w:rsidR="00FF24F4">
        <w:rPr>
          <w:rFonts w:ascii="Arial" w:eastAsia="Calibri" w:hAnsi="Arial" w:cs="Arial"/>
          <w:sz w:val="22"/>
          <w:szCs w:val="22"/>
          <w:lang w:eastAsia="en-US"/>
        </w:rPr>
        <w:t xml:space="preserve">on the Service Provider’s Helpdesk </w:t>
      </w:r>
      <w:r w:rsidRPr="00763294">
        <w:rPr>
          <w:rFonts w:ascii="Arial" w:eastAsia="Calibri" w:hAnsi="Arial" w:cs="Arial"/>
          <w:sz w:val="22"/>
          <w:szCs w:val="22"/>
          <w:lang w:eastAsia="en-US"/>
        </w:rPr>
        <w:t>and classified into the Original Equipment Manufacturer (OEM) production support categories:</w:t>
      </w:r>
    </w:p>
    <w:p w14:paraId="706259C3" w14:textId="77777777" w:rsidR="002F233B" w:rsidRPr="00763294" w:rsidRDefault="002F233B" w:rsidP="002F233B">
      <w:pPr>
        <w:pStyle w:val="ListParagraph"/>
        <w:numPr>
          <w:ilvl w:val="0"/>
          <w:numId w:val="29"/>
        </w:numPr>
        <w:spacing w:before="120" w:after="240" w:line="360" w:lineRule="auto"/>
        <w:ind w:left="720" w:hanging="720"/>
        <w:contextualSpacing w:val="0"/>
        <w:jc w:val="both"/>
        <w:rPr>
          <w:b/>
        </w:rPr>
      </w:pPr>
      <w:r w:rsidRPr="00763294">
        <w:rPr>
          <w:b/>
        </w:rPr>
        <w:t>AVAILABILITY</w:t>
      </w:r>
    </w:p>
    <w:p w14:paraId="081A7997" w14:textId="77777777" w:rsidR="002F233B" w:rsidRPr="00763294" w:rsidRDefault="002F233B" w:rsidP="002F233B">
      <w:pPr>
        <w:pStyle w:val="ListParagraph"/>
        <w:numPr>
          <w:ilvl w:val="1"/>
          <w:numId w:val="29"/>
        </w:numPr>
        <w:spacing w:before="120" w:after="240" w:line="360" w:lineRule="auto"/>
        <w:ind w:left="1440" w:hanging="720"/>
        <w:contextualSpacing w:val="0"/>
        <w:jc w:val="both"/>
      </w:pPr>
      <w:r w:rsidRPr="00763294">
        <w:t>The Service Provider will ensure that the service is available 24x7.</w:t>
      </w:r>
    </w:p>
    <w:p w14:paraId="7AB7511F" w14:textId="5A14977D" w:rsidR="002F233B" w:rsidRPr="00763294" w:rsidRDefault="002F233B" w:rsidP="002F233B">
      <w:pPr>
        <w:pStyle w:val="ListParagraph"/>
        <w:numPr>
          <w:ilvl w:val="0"/>
          <w:numId w:val="29"/>
        </w:numPr>
        <w:spacing w:before="120" w:after="240" w:line="360" w:lineRule="auto"/>
        <w:ind w:left="720" w:hanging="720"/>
        <w:contextualSpacing w:val="0"/>
        <w:jc w:val="both"/>
        <w:rPr>
          <w:b/>
        </w:rPr>
      </w:pPr>
      <w:r w:rsidRPr="00763294">
        <w:rPr>
          <w:b/>
        </w:rPr>
        <w:t>SEVERITY LEVEL (</w:t>
      </w:r>
      <w:r w:rsidR="000A62ED">
        <w:rPr>
          <w:b/>
        </w:rPr>
        <w:t>SSA Name 3</w:t>
      </w:r>
      <w:r w:rsidRPr="00763294">
        <w:t xml:space="preserve"> Original Equipment Manufacturer (OEM) production support categories)</w:t>
      </w:r>
    </w:p>
    <w:p w14:paraId="7B8E8B15" w14:textId="77777777" w:rsidR="00144E17" w:rsidRDefault="00144E17" w:rsidP="00BF306A">
      <w:pPr>
        <w:pStyle w:val="ListParagraph"/>
        <w:numPr>
          <w:ilvl w:val="1"/>
          <w:numId w:val="29"/>
        </w:numPr>
        <w:spacing w:before="120" w:after="240" w:line="360" w:lineRule="auto"/>
        <w:ind w:left="1440" w:hanging="720"/>
        <w:contextualSpacing w:val="0"/>
        <w:jc w:val="both"/>
      </w:pPr>
      <w:r w:rsidRPr="0072701B">
        <w:t>Low: incident / problem to be received in 5 workings days and resolution in 3</w:t>
      </w:r>
      <w:r>
        <w:t xml:space="preserve"> weeks</w:t>
      </w:r>
    </w:p>
    <w:p w14:paraId="267A9180" w14:textId="77777777" w:rsidR="00144E17" w:rsidRDefault="00144E17" w:rsidP="00BF306A">
      <w:pPr>
        <w:pStyle w:val="ListParagraph"/>
        <w:numPr>
          <w:ilvl w:val="1"/>
          <w:numId w:val="29"/>
        </w:numPr>
        <w:spacing w:before="120" w:after="240" w:line="360" w:lineRule="auto"/>
        <w:ind w:left="1440" w:hanging="720"/>
        <w:contextualSpacing w:val="0"/>
        <w:jc w:val="both"/>
      </w:pPr>
      <w:r>
        <w:t>Medium: incident / problem to be received in 3 working days and resolution in 2 weeks</w:t>
      </w:r>
    </w:p>
    <w:p w14:paraId="472CB27E" w14:textId="77777777" w:rsidR="00144E17" w:rsidRDefault="00144E17" w:rsidP="00BF306A">
      <w:pPr>
        <w:pStyle w:val="ListParagraph"/>
        <w:numPr>
          <w:ilvl w:val="1"/>
          <w:numId w:val="29"/>
        </w:numPr>
        <w:spacing w:before="120" w:after="240" w:line="360" w:lineRule="auto"/>
        <w:ind w:left="1440" w:hanging="720"/>
        <w:contextualSpacing w:val="0"/>
        <w:jc w:val="both"/>
      </w:pPr>
      <w:r>
        <w:t>High: incident / problem to be received in 1 working day and resolution in 1 week</w:t>
      </w:r>
    </w:p>
    <w:p w14:paraId="6FCF135E" w14:textId="77777777" w:rsidR="002F233B" w:rsidRPr="00763294" w:rsidRDefault="002F233B" w:rsidP="002F233B">
      <w:pPr>
        <w:pStyle w:val="ListParagraph"/>
        <w:numPr>
          <w:ilvl w:val="0"/>
          <w:numId w:val="29"/>
        </w:numPr>
        <w:spacing w:before="120" w:after="240" w:line="360" w:lineRule="auto"/>
        <w:ind w:left="720" w:hanging="720"/>
        <w:contextualSpacing w:val="0"/>
        <w:jc w:val="both"/>
        <w:rPr>
          <w:b/>
        </w:rPr>
      </w:pPr>
      <w:r w:rsidRPr="00763294">
        <w:rPr>
          <w:b/>
        </w:rPr>
        <w:t>SERVICE PERFORMANCE</w:t>
      </w:r>
    </w:p>
    <w:p w14:paraId="76270058" w14:textId="51306306" w:rsidR="002F233B" w:rsidRPr="00763294" w:rsidRDefault="002F233B" w:rsidP="002F233B">
      <w:pPr>
        <w:pStyle w:val="ListParagraph"/>
        <w:numPr>
          <w:ilvl w:val="1"/>
          <w:numId w:val="29"/>
        </w:numPr>
        <w:spacing w:before="120" w:after="240" w:line="360" w:lineRule="auto"/>
        <w:ind w:left="1440" w:hanging="720"/>
        <w:contextualSpacing w:val="0"/>
        <w:jc w:val="both"/>
      </w:pPr>
      <w:r w:rsidRPr="00763294">
        <w:t xml:space="preserve">All incidents logged </w:t>
      </w:r>
      <w:bookmarkStart w:id="1686" w:name="Text9"/>
      <w:r w:rsidRPr="00763294">
        <w:t xml:space="preserve">with the Service Provider’s </w:t>
      </w:r>
      <w:bookmarkEnd w:id="1686"/>
      <w:r w:rsidRPr="00763294">
        <w:t xml:space="preserve">Service Desk will first be evaluated according to </w:t>
      </w:r>
      <w:r w:rsidR="000A62ED">
        <w:t xml:space="preserve">SARS’s </w:t>
      </w:r>
      <w:r w:rsidRPr="00763294">
        <w:t xml:space="preserve">selected severity levels for each specific incident as set out in this Annexure D. The severity level may also be reassigned by mutual agreement with the support personnel and will be communicated to the relevant role players. </w:t>
      </w:r>
    </w:p>
    <w:p w14:paraId="51453245" w14:textId="1E652871" w:rsidR="002F233B" w:rsidRPr="00763294" w:rsidRDefault="002F233B" w:rsidP="002F233B">
      <w:pPr>
        <w:pStyle w:val="ListParagraph"/>
        <w:numPr>
          <w:ilvl w:val="1"/>
          <w:numId w:val="29"/>
        </w:numPr>
        <w:spacing w:before="120" w:after="240" w:line="360" w:lineRule="auto"/>
        <w:ind w:left="1440" w:hanging="720"/>
        <w:contextualSpacing w:val="0"/>
        <w:jc w:val="both"/>
      </w:pPr>
      <w:r w:rsidRPr="00763294">
        <w:t>The Service Provider will ensure that a qualified person will be available, contactable via telephone and/or email 24 (</w:t>
      </w:r>
      <w:r w:rsidR="000A62ED" w:rsidRPr="00763294">
        <w:t>twenty-four</w:t>
      </w:r>
      <w:r w:rsidRPr="00763294">
        <w:t xml:space="preserve">) hours per day, Monday to Friday (Including Saturdays, Sundays and Public holidays), to provide corrective support and urgent assistance to </w:t>
      </w:r>
      <w:r w:rsidR="000A62ED">
        <w:t>SARS</w:t>
      </w:r>
      <w:r w:rsidRPr="00763294">
        <w:t>.</w:t>
      </w:r>
    </w:p>
    <w:p w14:paraId="66A6561C" w14:textId="0EB2484A" w:rsidR="002F233B" w:rsidRPr="00763294" w:rsidRDefault="002F233B" w:rsidP="002F233B">
      <w:pPr>
        <w:pStyle w:val="ListParagraph"/>
        <w:numPr>
          <w:ilvl w:val="1"/>
          <w:numId w:val="29"/>
        </w:numPr>
        <w:spacing w:before="120" w:after="240" w:line="360" w:lineRule="auto"/>
        <w:ind w:left="1440" w:hanging="720"/>
        <w:contextualSpacing w:val="0"/>
        <w:jc w:val="both"/>
      </w:pPr>
      <w:r w:rsidRPr="00763294">
        <w:t xml:space="preserve">The </w:t>
      </w:r>
      <w:r w:rsidR="000A62ED">
        <w:t xml:space="preserve">Service Provider </w:t>
      </w:r>
      <w:r w:rsidRPr="00763294">
        <w:t xml:space="preserve">technical support will be notified immediately following initial investigation of a </w:t>
      </w:r>
      <w:r w:rsidR="00BF306A">
        <w:t>high severity</w:t>
      </w:r>
      <w:r w:rsidRPr="00763294">
        <w:t xml:space="preserve"> problem.</w:t>
      </w:r>
    </w:p>
    <w:p w14:paraId="1642503C" w14:textId="0EEFEFF6" w:rsidR="002F233B" w:rsidRPr="00763294" w:rsidRDefault="002F233B" w:rsidP="002F233B">
      <w:pPr>
        <w:pStyle w:val="ListParagraph"/>
        <w:numPr>
          <w:ilvl w:val="1"/>
          <w:numId w:val="29"/>
        </w:numPr>
        <w:spacing w:before="120" w:after="240" w:line="360" w:lineRule="auto"/>
        <w:ind w:left="1440" w:hanging="720"/>
        <w:contextualSpacing w:val="0"/>
        <w:jc w:val="both"/>
      </w:pPr>
      <w:r w:rsidRPr="00763294">
        <w:t xml:space="preserve">The Service Provider will keep </w:t>
      </w:r>
      <w:r w:rsidR="00ED33C1">
        <w:t xml:space="preserve">SARS </w:t>
      </w:r>
      <w:r w:rsidRPr="00763294">
        <w:t>informed of the progress of the Problem resolution and endeavour to adhere to the following times with regard to response:</w:t>
      </w:r>
    </w:p>
    <w:tbl>
      <w:tblPr>
        <w:tblStyle w:val="TableGrid"/>
        <w:tblW w:w="0" w:type="auto"/>
        <w:tblLook w:val="04A0" w:firstRow="1" w:lastRow="0" w:firstColumn="1" w:lastColumn="0" w:noHBand="0" w:noVBand="1"/>
      </w:tblPr>
      <w:tblGrid>
        <w:gridCol w:w="2831"/>
        <w:gridCol w:w="2831"/>
        <w:gridCol w:w="2832"/>
      </w:tblGrid>
      <w:tr w:rsidR="00EC43AC" w14:paraId="1109BF90" w14:textId="77777777" w:rsidTr="00AD4AA8">
        <w:tc>
          <w:tcPr>
            <w:tcW w:w="2831" w:type="dxa"/>
          </w:tcPr>
          <w:p w14:paraId="1D6E5384" w14:textId="2ACB7B01" w:rsidR="00EC43AC" w:rsidRDefault="00EC43AC" w:rsidP="002F233B">
            <w:pPr>
              <w:spacing w:before="120" w:after="240" w:line="360" w:lineRule="auto"/>
              <w:jc w:val="both"/>
              <w:rPr>
                <w:rFonts w:ascii="Arial" w:hAnsi="Arial" w:cs="Arial"/>
                <w:b/>
                <w:sz w:val="22"/>
                <w:szCs w:val="22"/>
              </w:rPr>
            </w:pPr>
            <w:r w:rsidRPr="00763294">
              <w:rPr>
                <w:rFonts w:ascii="Arial" w:hAnsi="Arial" w:cs="Arial"/>
                <w:b/>
                <w:sz w:val="22"/>
                <w:szCs w:val="22"/>
              </w:rPr>
              <w:t>SEVERITY LEVEL (</w:t>
            </w:r>
            <w:r>
              <w:rPr>
                <w:rFonts w:ascii="Arial" w:hAnsi="Arial" w:cs="Arial"/>
                <w:b/>
                <w:sz w:val="22"/>
                <w:szCs w:val="22"/>
              </w:rPr>
              <w:t xml:space="preserve">SSA Name 3 </w:t>
            </w:r>
            <w:r w:rsidRPr="00763294">
              <w:rPr>
                <w:rFonts w:ascii="Arial" w:eastAsia="Calibri" w:hAnsi="Arial" w:cs="Arial"/>
                <w:sz w:val="22"/>
                <w:szCs w:val="22"/>
                <w:lang w:eastAsia="en-US"/>
              </w:rPr>
              <w:t>Original Equipment Manufacturer (OEM) production support categories)</w:t>
            </w:r>
          </w:p>
        </w:tc>
        <w:tc>
          <w:tcPr>
            <w:tcW w:w="2831" w:type="dxa"/>
          </w:tcPr>
          <w:p w14:paraId="2C86AFEB" w14:textId="003800CE" w:rsidR="00EC43AC" w:rsidRDefault="00F67535" w:rsidP="002F233B">
            <w:pPr>
              <w:spacing w:before="120" w:after="240" w:line="360" w:lineRule="auto"/>
              <w:jc w:val="both"/>
              <w:rPr>
                <w:rFonts w:ascii="Arial" w:hAnsi="Arial" w:cs="Arial"/>
                <w:b/>
                <w:sz w:val="22"/>
                <w:szCs w:val="22"/>
              </w:rPr>
            </w:pPr>
            <w:r>
              <w:rPr>
                <w:rFonts w:ascii="Arial" w:hAnsi="Arial" w:cs="Arial"/>
                <w:b/>
                <w:sz w:val="22"/>
                <w:szCs w:val="22"/>
              </w:rPr>
              <w:t>Description</w:t>
            </w:r>
          </w:p>
        </w:tc>
        <w:tc>
          <w:tcPr>
            <w:tcW w:w="2832" w:type="dxa"/>
          </w:tcPr>
          <w:p w14:paraId="4617905B" w14:textId="5BDDFE23" w:rsidR="00EC43AC" w:rsidRDefault="00EC43AC" w:rsidP="002F233B">
            <w:pPr>
              <w:spacing w:before="120" w:after="240" w:line="360" w:lineRule="auto"/>
              <w:jc w:val="both"/>
              <w:rPr>
                <w:rFonts w:ascii="Arial" w:hAnsi="Arial" w:cs="Arial"/>
                <w:b/>
                <w:sz w:val="22"/>
                <w:szCs w:val="22"/>
              </w:rPr>
            </w:pPr>
            <w:r w:rsidRPr="00EC43AC">
              <w:rPr>
                <w:rFonts w:ascii="Arial" w:hAnsi="Arial" w:cs="Arial"/>
                <w:b/>
                <w:sz w:val="22"/>
                <w:szCs w:val="22"/>
              </w:rPr>
              <w:t>Response Time</w:t>
            </w:r>
          </w:p>
        </w:tc>
      </w:tr>
      <w:tr w:rsidR="00EC43AC" w14:paraId="7EAF60C9" w14:textId="77777777" w:rsidTr="00AD4AA8">
        <w:tc>
          <w:tcPr>
            <w:tcW w:w="2831" w:type="dxa"/>
          </w:tcPr>
          <w:p w14:paraId="3E06BC3F" w14:textId="03D6B7B8" w:rsidR="00EC43AC" w:rsidRDefault="00EC43AC" w:rsidP="002F233B">
            <w:pPr>
              <w:spacing w:before="120" w:after="240" w:line="360" w:lineRule="auto"/>
              <w:jc w:val="both"/>
              <w:rPr>
                <w:rFonts w:ascii="Arial" w:hAnsi="Arial" w:cs="Arial"/>
                <w:b/>
                <w:sz w:val="22"/>
                <w:szCs w:val="22"/>
              </w:rPr>
            </w:pPr>
            <w:r>
              <w:rPr>
                <w:rFonts w:ascii="Arial" w:hAnsi="Arial" w:cs="Arial"/>
                <w:b/>
                <w:sz w:val="22"/>
                <w:szCs w:val="22"/>
              </w:rPr>
              <w:t xml:space="preserve">Low </w:t>
            </w:r>
            <w:r w:rsidRPr="00763294">
              <w:rPr>
                <w:rFonts w:ascii="Arial" w:hAnsi="Arial" w:cs="Arial"/>
                <w:b/>
                <w:sz w:val="22"/>
                <w:szCs w:val="22"/>
              </w:rPr>
              <w:t>Severity</w:t>
            </w:r>
          </w:p>
        </w:tc>
        <w:tc>
          <w:tcPr>
            <w:tcW w:w="2831" w:type="dxa"/>
          </w:tcPr>
          <w:p w14:paraId="23709AEC" w14:textId="1DC4D790" w:rsidR="00EC43AC" w:rsidRDefault="00EC43AC" w:rsidP="002F233B">
            <w:pPr>
              <w:spacing w:before="120" w:after="240" w:line="360" w:lineRule="auto"/>
              <w:jc w:val="both"/>
              <w:rPr>
                <w:rFonts w:ascii="Arial" w:hAnsi="Arial" w:cs="Arial"/>
                <w:b/>
                <w:sz w:val="22"/>
                <w:szCs w:val="22"/>
              </w:rPr>
            </w:pPr>
            <w:r w:rsidRPr="00B10561">
              <w:rPr>
                <w:rFonts w:ascii="Arial" w:hAnsi="Arial" w:cs="Arial"/>
                <w:sz w:val="22"/>
                <w:szCs w:val="22"/>
              </w:rPr>
              <w:t>Response target- incident / problem to be received in 5 workings days</w:t>
            </w:r>
          </w:p>
        </w:tc>
        <w:tc>
          <w:tcPr>
            <w:tcW w:w="2832" w:type="dxa"/>
          </w:tcPr>
          <w:p w14:paraId="31F42800" w14:textId="19C67502" w:rsidR="00EC43AC" w:rsidRDefault="00EC43AC" w:rsidP="002F233B">
            <w:pPr>
              <w:spacing w:before="120" w:after="240" w:line="360" w:lineRule="auto"/>
              <w:jc w:val="both"/>
              <w:rPr>
                <w:rFonts w:ascii="Arial" w:hAnsi="Arial" w:cs="Arial"/>
                <w:b/>
                <w:sz w:val="22"/>
                <w:szCs w:val="22"/>
              </w:rPr>
            </w:pPr>
            <w:r w:rsidRPr="00BF306A">
              <w:rPr>
                <w:rFonts w:ascii="Arial" w:hAnsi="Arial" w:cs="Arial"/>
                <w:sz w:val="22"/>
                <w:szCs w:val="22"/>
              </w:rPr>
              <w:t>3 weeks</w:t>
            </w:r>
          </w:p>
        </w:tc>
      </w:tr>
      <w:tr w:rsidR="00EC43AC" w14:paraId="0F74E936" w14:textId="77777777" w:rsidTr="00AD4AA8">
        <w:tc>
          <w:tcPr>
            <w:tcW w:w="2831" w:type="dxa"/>
          </w:tcPr>
          <w:p w14:paraId="29210897" w14:textId="7E0AC89F" w:rsidR="00EC43AC" w:rsidRDefault="00EC43AC" w:rsidP="002F233B">
            <w:pPr>
              <w:spacing w:before="120" w:after="240" w:line="360" w:lineRule="auto"/>
              <w:jc w:val="both"/>
              <w:rPr>
                <w:rFonts w:ascii="Arial" w:hAnsi="Arial" w:cs="Arial"/>
                <w:b/>
                <w:sz w:val="22"/>
                <w:szCs w:val="22"/>
              </w:rPr>
            </w:pPr>
            <w:r>
              <w:rPr>
                <w:rFonts w:ascii="Arial" w:hAnsi="Arial" w:cs="Arial"/>
                <w:b/>
                <w:sz w:val="22"/>
                <w:szCs w:val="22"/>
              </w:rPr>
              <w:t>Medium S</w:t>
            </w:r>
            <w:r w:rsidRPr="00763294">
              <w:rPr>
                <w:rFonts w:ascii="Arial" w:hAnsi="Arial" w:cs="Arial"/>
                <w:b/>
                <w:sz w:val="22"/>
                <w:szCs w:val="22"/>
              </w:rPr>
              <w:t>everity</w:t>
            </w:r>
          </w:p>
        </w:tc>
        <w:tc>
          <w:tcPr>
            <w:tcW w:w="2831" w:type="dxa"/>
          </w:tcPr>
          <w:p w14:paraId="73534F36" w14:textId="57FE3957" w:rsidR="00EC43AC" w:rsidRDefault="00EC43AC" w:rsidP="002F233B">
            <w:pPr>
              <w:spacing w:before="120" w:after="240" w:line="360" w:lineRule="auto"/>
              <w:jc w:val="both"/>
              <w:rPr>
                <w:rFonts w:ascii="Arial" w:hAnsi="Arial" w:cs="Arial"/>
                <w:b/>
                <w:sz w:val="22"/>
                <w:szCs w:val="22"/>
              </w:rPr>
            </w:pPr>
            <w:r w:rsidRPr="00B10561">
              <w:rPr>
                <w:rFonts w:ascii="Arial" w:hAnsi="Arial" w:cs="Arial"/>
                <w:sz w:val="22"/>
                <w:szCs w:val="22"/>
              </w:rPr>
              <w:t>Response target- incident / problem to be received in 3 workings days</w:t>
            </w:r>
          </w:p>
        </w:tc>
        <w:tc>
          <w:tcPr>
            <w:tcW w:w="2832" w:type="dxa"/>
          </w:tcPr>
          <w:p w14:paraId="5E12B9F6" w14:textId="7AF5224D" w:rsidR="00EC43AC" w:rsidRDefault="00EC43AC" w:rsidP="002F233B">
            <w:pPr>
              <w:spacing w:before="120" w:after="240" w:line="360" w:lineRule="auto"/>
              <w:jc w:val="both"/>
              <w:rPr>
                <w:rFonts w:ascii="Arial" w:hAnsi="Arial" w:cs="Arial"/>
                <w:b/>
                <w:sz w:val="22"/>
                <w:szCs w:val="22"/>
              </w:rPr>
            </w:pPr>
            <w:r w:rsidRPr="00BF306A">
              <w:rPr>
                <w:rFonts w:ascii="Arial" w:hAnsi="Arial" w:cs="Arial"/>
                <w:sz w:val="22"/>
                <w:szCs w:val="22"/>
              </w:rPr>
              <w:t>2 weeks</w:t>
            </w:r>
          </w:p>
        </w:tc>
      </w:tr>
      <w:tr w:rsidR="00EC43AC" w14:paraId="59D0D235" w14:textId="77777777" w:rsidTr="00AD4AA8">
        <w:tc>
          <w:tcPr>
            <w:tcW w:w="2831" w:type="dxa"/>
          </w:tcPr>
          <w:p w14:paraId="1323841A" w14:textId="1385B196" w:rsidR="00EC43AC" w:rsidRDefault="00EC43AC" w:rsidP="002F233B">
            <w:pPr>
              <w:spacing w:before="120" w:after="240" w:line="360" w:lineRule="auto"/>
              <w:jc w:val="both"/>
              <w:rPr>
                <w:rFonts w:ascii="Arial" w:hAnsi="Arial" w:cs="Arial"/>
                <w:b/>
                <w:sz w:val="22"/>
                <w:szCs w:val="22"/>
              </w:rPr>
            </w:pPr>
            <w:r>
              <w:rPr>
                <w:rFonts w:ascii="Arial" w:hAnsi="Arial" w:cs="Arial"/>
                <w:b/>
                <w:sz w:val="22"/>
                <w:szCs w:val="22"/>
              </w:rPr>
              <w:t xml:space="preserve">High </w:t>
            </w:r>
            <w:r w:rsidRPr="00763294">
              <w:rPr>
                <w:rFonts w:ascii="Arial" w:hAnsi="Arial" w:cs="Arial"/>
                <w:b/>
                <w:sz w:val="22"/>
                <w:szCs w:val="22"/>
              </w:rPr>
              <w:t>Severity</w:t>
            </w:r>
          </w:p>
        </w:tc>
        <w:tc>
          <w:tcPr>
            <w:tcW w:w="2831" w:type="dxa"/>
          </w:tcPr>
          <w:p w14:paraId="548F97DC" w14:textId="07AA546D" w:rsidR="00EC43AC" w:rsidRDefault="00EC43AC" w:rsidP="002F233B">
            <w:pPr>
              <w:spacing w:before="120" w:after="240" w:line="360" w:lineRule="auto"/>
              <w:jc w:val="both"/>
              <w:rPr>
                <w:rFonts w:ascii="Arial" w:hAnsi="Arial" w:cs="Arial"/>
                <w:b/>
                <w:sz w:val="22"/>
                <w:szCs w:val="22"/>
              </w:rPr>
            </w:pPr>
            <w:r w:rsidRPr="00B10561">
              <w:rPr>
                <w:rFonts w:ascii="Arial" w:hAnsi="Arial" w:cs="Arial"/>
                <w:sz w:val="22"/>
                <w:szCs w:val="22"/>
              </w:rPr>
              <w:t>Response target- incident / problem to be received in 1 workings days</w:t>
            </w:r>
          </w:p>
        </w:tc>
        <w:tc>
          <w:tcPr>
            <w:tcW w:w="2832" w:type="dxa"/>
          </w:tcPr>
          <w:p w14:paraId="23C1B887" w14:textId="4372E50A" w:rsidR="00EC43AC" w:rsidRDefault="00EC43AC" w:rsidP="002F233B">
            <w:pPr>
              <w:spacing w:before="120" w:after="240" w:line="360" w:lineRule="auto"/>
              <w:jc w:val="both"/>
              <w:rPr>
                <w:rFonts w:ascii="Arial" w:hAnsi="Arial" w:cs="Arial"/>
                <w:b/>
                <w:sz w:val="22"/>
                <w:szCs w:val="22"/>
              </w:rPr>
            </w:pPr>
            <w:r w:rsidRPr="00BF306A">
              <w:rPr>
                <w:rFonts w:ascii="Arial" w:hAnsi="Arial" w:cs="Arial"/>
                <w:sz w:val="22"/>
                <w:szCs w:val="22"/>
              </w:rPr>
              <w:t>1 weeks</w:t>
            </w:r>
          </w:p>
        </w:tc>
      </w:tr>
    </w:tbl>
    <w:p w14:paraId="1EAF7A2F" w14:textId="52F93182" w:rsidR="00144E17" w:rsidRDefault="00144E17" w:rsidP="002F233B">
      <w:pPr>
        <w:spacing w:before="120" w:after="240" w:line="360" w:lineRule="auto"/>
        <w:jc w:val="both"/>
        <w:rPr>
          <w:rFonts w:ascii="Arial" w:hAnsi="Arial" w:cs="Arial"/>
          <w:b/>
          <w:sz w:val="22"/>
          <w:szCs w:val="22"/>
        </w:rPr>
      </w:pPr>
    </w:p>
    <w:p w14:paraId="3CED1B2C" w14:textId="53AFC282" w:rsidR="00B10561" w:rsidRDefault="00B10561" w:rsidP="002F233B">
      <w:pPr>
        <w:spacing w:before="120" w:after="240" w:line="360" w:lineRule="auto"/>
        <w:jc w:val="both"/>
        <w:rPr>
          <w:rFonts w:ascii="Arial" w:hAnsi="Arial" w:cs="Arial"/>
          <w:b/>
          <w:sz w:val="22"/>
          <w:szCs w:val="22"/>
        </w:rPr>
      </w:pPr>
    </w:p>
    <w:p w14:paraId="18C5E82B" w14:textId="77777777" w:rsidR="00B10561" w:rsidRPr="00763294" w:rsidRDefault="00B10561" w:rsidP="002F233B">
      <w:pPr>
        <w:spacing w:before="120" w:after="240" w:line="360" w:lineRule="auto"/>
        <w:jc w:val="both"/>
        <w:rPr>
          <w:rFonts w:ascii="Arial" w:hAnsi="Arial" w:cs="Arial"/>
          <w:b/>
          <w:sz w:val="22"/>
          <w:szCs w:val="22"/>
        </w:rPr>
      </w:pPr>
    </w:p>
    <w:p w14:paraId="3DC1DDDB" w14:textId="77777777" w:rsidR="002F233B" w:rsidRPr="00763294" w:rsidRDefault="002F233B" w:rsidP="002F233B">
      <w:pPr>
        <w:spacing w:before="120" w:after="240" w:line="360" w:lineRule="auto"/>
        <w:jc w:val="both"/>
        <w:rPr>
          <w:rFonts w:ascii="Arial" w:hAnsi="Arial" w:cs="Arial"/>
          <w:b/>
          <w:sz w:val="22"/>
          <w:szCs w:val="22"/>
        </w:rPr>
      </w:pPr>
      <w:r w:rsidRPr="00763294">
        <w:rPr>
          <w:rFonts w:ascii="Arial" w:hAnsi="Arial" w:cs="Arial"/>
          <w:b/>
          <w:sz w:val="22"/>
          <w:szCs w:val="22"/>
        </w:rPr>
        <w:t>SERVICE MEASUREMENTS</w:t>
      </w:r>
    </w:p>
    <w:p w14:paraId="5168F4D9" w14:textId="27F216D8"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 xml:space="preserve">The Service performance will be measured by </w:t>
      </w:r>
      <w:r w:rsidR="00ED33C1">
        <w:rPr>
          <w:rFonts w:ascii="Arial" w:hAnsi="Arial" w:cs="Arial"/>
          <w:sz w:val="22"/>
          <w:szCs w:val="22"/>
        </w:rPr>
        <w:t xml:space="preserve">SARS </w:t>
      </w:r>
      <w:r w:rsidRPr="00763294">
        <w:rPr>
          <w:rFonts w:ascii="Arial" w:hAnsi="Arial" w:cs="Arial"/>
          <w:sz w:val="22"/>
          <w:szCs w:val="22"/>
        </w:rPr>
        <w:t xml:space="preserve">using </w:t>
      </w:r>
      <w:r w:rsidR="00B10561">
        <w:rPr>
          <w:rFonts w:ascii="Arial" w:hAnsi="Arial" w:cs="Arial"/>
          <w:sz w:val="22"/>
          <w:szCs w:val="22"/>
        </w:rPr>
        <w:t>a record of logged issues  that will be kept by SARS</w:t>
      </w:r>
      <w:r w:rsidRPr="00763294">
        <w:rPr>
          <w:rFonts w:ascii="Arial" w:hAnsi="Arial" w:cs="Arial"/>
          <w:sz w:val="22"/>
          <w:szCs w:val="22"/>
        </w:rPr>
        <w:t xml:space="preserve">. </w:t>
      </w:r>
      <w:r w:rsidR="00ED33C1">
        <w:rPr>
          <w:rFonts w:ascii="Arial" w:hAnsi="Arial" w:cs="Arial"/>
          <w:sz w:val="22"/>
          <w:szCs w:val="22"/>
        </w:rPr>
        <w:t>Further, t</w:t>
      </w:r>
      <w:r w:rsidRPr="00763294">
        <w:rPr>
          <w:rFonts w:ascii="Arial" w:hAnsi="Arial" w:cs="Arial"/>
          <w:sz w:val="22"/>
          <w:szCs w:val="22"/>
        </w:rPr>
        <w:t xml:space="preserve">he Service Provider will make monthly performance reports available to </w:t>
      </w:r>
      <w:r w:rsidR="00ED33C1">
        <w:rPr>
          <w:rFonts w:ascii="Arial" w:hAnsi="Arial" w:cs="Arial"/>
          <w:sz w:val="22"/>
          <w:szCs w:val="22"/>
        </w:rPr>
        <w:t xml:space="preserve">SARS </w:t>
      </w:r>
      <w:r w:rsidRPr="00763294">
        <w:rPr>
          <w:rFonts w:ascii="Arial" w:hAnsi="Arial" w:cs="Arial"/>
          <w:sz w:val="22"/>
          <w:szCs w:val="22"/>
        </w:rPr>
        <w:t>on request.</w:t>
      </w:r>
    </w:p>
    <w:p w14:paraId="4285FDF3" w14:textId="79B20186"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The Parties will hold three monthly service review meeting</w:t>
      </w:r>
      <w:r w:rsidR="00ED33C1">
        <w:rPr>
          <w:rFonts w:ascii="Arial" w:hAnsi="Arial" w:cs="Arial"/>
          <w:sz w:val="22"/>
          <w:szCs w:val="22"/>
        </w:rPr>
        <w:t>s</w:t>
      </w:r>
      <w:r w:rsidRPr="00763294">
        <w:rPr>
          <w:rFonts w:ascii="Arial" w:hAnsi="Arial" w:cs="Arial"/>
          <w:sz w:val="22"/>
          <w:szCs w:val="22"/>
        </w:rPr>
        <w:t xml:space="preserve"> to discuss the overall Service performance.</w:t>
      </w:r>
    </w:p>
    <w:p w14:paraId="296C3A4E" w14:textId="77777777" w:rsidR="002F233B" w:rsidRPr="00763294" w:rsidRDefault="002F233B" w:rsidP="002F233B">
      <w:pPr>
        <w:spacing w:before="120" w:after="240" w:line="360" w:lineRule="auto"/>
        <w:jc w:val="both"/>
        <w:rPr>
          <w:rFonts w:ascii="Arial" w:hAnsi="Arial" w:cs="Arial"/>
          <w:b/>
          <w:sz w:val="22"/>
          <w:szCs w:val="22"/>
        </w:rPr>
      </w:pPr>
      <w:r w:rsidRPr="00763294">
        <w:rPr>
          <w:rFonts w:ascii="Arial" w:hAnsi="Arial" w:cs="Arial"/>
          <w:b/>
          <w:sz w:val="22"/>
          <w:szCs w:val="22"/>
        </w:rPr>
        <w:t>SERVICE LEVEL MANAGEMENT</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844"/>
        <w:gridCol w:w="2727"/>
        <w:gridCol w:w="2519"/>
      </w:tblGrid>
      <w:tr w:rsidR="002F233B" w:rsidRPr="00763294" w14:paraId="19830556" w14:textId="77777777" w:rsidTr="002F233B">
        <w:tc>
          <w:tcPr>
            <w:tcW w:w="2660" w:type="dxa"/>
            <w:tcBorders>
              <w:top w:val="single" w:sz="4" w:space="0" w:color="auto"/>
              <w:left w:val="single" w:sz="4" w:space="0" w:color="auto"/>
              <w:bottom w:val="single" w:sz="4" w:space="0" w:color="auto"/>
              <w:right w:val="single" w:sz="4" w:space="0" w:color="auto"/>
            </w:tcBorders>
            <w:hideMark/>
          </w:tcPr>
          <w:p w14:paraId="380592CF" w14:textId="77777777" w:rsidR="002F233B" w:rsidRPr="00763294" w:rsidRDefault="002F233B" w:rsidP="002F233B">
            <w:pPr>
              <w:spacing w:before="120" w:after="240" w:line="360" w:lineRule="auto"/>
              <w:jc w:val="both"/>
              <w:rPr>
                <w:rFonts w:ascii="Arial" w:hAnsi="Arial" w:cs="Arial"/>
                <w:b/>
                <w:bCs/>
                <w:kern w:val="32"/>
                <w:sz w:val="22"/>
                <w:szCs w:val="22"/>
              </w:rPr>
            </w:pPr>
            <w:r w:rsidRPr="00763294">
              <w:rPr>
                <w:rFonts w:ascii="Arial" w:hAnsi="Arial" w:cs="Arial"/>
                <w:b/>
                <w:sz w:val="22"/>
                <w:szCs w:val="22"/>
              </w:rPr>
              <w:t>Meeting</w:t>
            </w:r>
          </w:p>
        </w:tc>
        <w:tc>
          <w:tcPr>
            <w:tcW w:w="1843" w:type="dxa"/>
            <w:tcBorders>
              <w:top w:val="single" w:sz="4" w:space="0" w:color="auto"/>
              <w:left w:val="single" w:sz="4" w:space="0" w:color="auto"/>
              <w:bottom w:val="single" w:sz="4" w:space="0" w:color="auto"/>
              <w:right w:val="single" w:sz="4" w:space="0" w:color="auto"/>
            </w:tcBorders>
            <w:hideMark/>
          </w:tcPr>
          <w:p w14:paraId="48DDEC2F" w14:textId="77777777" w:rsidR="002F233B" w:rsidRPr="00763294" w:rsidRDefault="002F233B" w:rsidP="002F233B">
            <w:pPr>
              <w:spacing w:before="120" w:after="240" w:line="360" w:lineRule="auto"/>
              <w:jc w:val="both"/>
              <w:rPr>
                <w:rFonts w:ascii="Arial" w:hAnsi="Arial" w:cs="Arial"/>
                <w:b/>
                <w:bCs/>
                <w:kern w:val="32"/>
                <w:sz w:val="22"/>
                <w:szCs w:val="22"/>
              </w:rPr>
            </w:pPr>
            <w:r w:rsidRPr="00763294">
              <w:rPr>
                <w:rFonts w:ascii="Arial" w:hAnsi="Arial" w:cs="Arial"/>
                <w:b/>
                <w:sz w:val="22"/>
                <w:szCs w:val="22"/>
              </w:rPr>
              <w:t>Frequency</w:t>
            </w:r>
          </w:p>
        </w:tc>
        <w:tc>
          <w:tcPr>
            <w:tcW w:w="2726" w:type="dxa"/>
            <w:tcBorders>
              <w:top w:val="single" w:sz="4" w:space="0" w:color="auto"/>
              <w:left w:val="single" w:sz="4" w:space="0" w:color="auto"/>
              <w:bottom w:val="single" w:sz="4" w:space="0" w:color="auto"/>
              <w:right w:val="single" w:sz="4" w:space="0" w:color="auto"/>
            </w:tcBorders>
            <w:hideMark/>
          </w:tcPr>
          <w:p w14:paraId="04BAB0E0" w14:textId="77777777" w:rsidR="002F233B" w:rsidRPr="00763294" w:rsidRDefault="002F233B" w:rsidP="002F233B">
            <w:pPr>
              <w:spacing w:before="120" w:after="240" w:line="360" w:lineRule="auto"/>
              <w:jc w:val="both"/>
              <w:rPr>
                <w:rFonts w:ascii="Arial" w:hAnsi="Arial" w:cs="Arial"/>
                <w:b/>
                <w:sz w:val="22"/>
                <w:szCs w:val="22"/>
              </w:rPr>
            </w:pPr>
            <w:r w:rsidRPr="00763294">
              <w:rPr>
                <w:rFonts w:ascii="Arial" w:hAnsi="Arial" w:cs="Arial"/>
                <w:b/>
                <w:sz w:val="22"/>
                <w:szCs w:val="22"/>
              </w:rPr>
              <w:t xml:space="preserve">SARS </w:t>
            </w:r>
          </w:p>
          <w:p w14:paraId="09204723" w14:textId="77777777" w:rsidR="002F233B" w:rsidRPr="00763294" w:rsidRDefault="002F233B" w:rsidP="002F233B">
            <w:pPr>
              <w:spacing w:before="120" w:after="240" w:line="360" w:lineRule="auto"/>
              <w:jc w:val="both"/>
              <w:rPr>
                <w:rFonts w:ascii="Arial" w:hAnsi="Arial" w:cs="Arial"/>
                <w:b/>
                <w:sz w:val="22"/>
                <w:szCs w:val="22"/>
              </w:rPr>
            </w:pPr>
            <w:r w:rsidRPr="00763294">
              <w:rPr>
                <w:rFonts w:ascii="Arial" w:hAnsi="Arial" w:cs="Arial"/>
                <w:b/>
                <w:sz w:val="22"/>
                <w:szCs w:val="22"/>
              </w:rPr>
              <w:t>Representative</w:t>
            </w:r>
          </w:p>
        </w:tc>
        <w:tc>
          <w:tcPr>
            <w:tcW w:w="2518" w:type="dxa"/>
            <w:tcBorders>
              <w:top w:val="single" w:sz="4" w:space="0" w:color="auto"/>
              <w:left w:val="single" w:sz="4" w:space="0" w:color="auto"/>
              <w:bottom w:val="single" w:sz="4" w:space="0" w:color="auto"/>
              <w:right w:val="single" w:sz="4" w:space="0" w:color="auto"/>
            </w:tcBorders>
            <w:hideMark/>
          </w:tcPr>
          <w:p w14:paraId="3655C150" w14:textId="77777777" w:rsidR="002F233B" w:rsidRPr="00763294" w:rsidRDefault="002F233B" w:rsidP="002F233B">
            <w:pPr>
              <w:spacing w:before="120" w:after="240" w:line="360" w:lineRule="auto"/>
              <w:jc w:val="both"/>
              <w:rPr>
                <w:rFonts w:ascii="Arial" w:hAnsi="Arial" w:cs="Arial"/>
                <w:b/>
                <w:sz w:val="22"/>
                <w:szCs w:val="22"/>
              </w:rPr>
            </w:pPr>
            <w:r w:rsidRPr="00763294">
              <w:rPr>
                <w:rFonts w:ascii="Arial" w:hAnsi="Arial" w:cs="Arial"/>
                <w:b/>
                <w:sz w:val="22"/>
                <w:szCs w:val="22"/>
              </w:rPr>
              <w:t>The Supplier</w:t>
            </w:r>
          </w:p>
          <w:p w14:paraId="12E5EB5D" w14:textId="77777777" w:rsidR="002F233B" w:rsidRPr="00763294" w:rsidRDefault="002F233B" w:rsidP="002F233B">
            <w:pPr>
              <w:spacing w:before="120" w:after="240" w:line="360" w:lineRule="auto"/>
              <w:jc w:val="both"/>
              <w:rPr>
                <w:rFonts w:ascii="Arial" w:hAnsi="Arial" w:cs="Arial"/>
                <w:b/>
                <w:sz w:val="22"/>
                <w:szCs w:val="22"/>
              </w:rPr>
            </w:pPr>
            <w:r w:rsidRPr="00763294">
              <w:rPr>
                <w:rFonts w:ascii="Arial" w:hAnsi="Arial" w:cs="Arial"/>
                <w:b/>
                <w:sz w:val="22"/>
                <w:szCs w:val="22"/>
              </w:rPr>
              <w:t>Representative</w:t>
            </w:r>
          </w:p>
        </w:tc>
      </w:tr>
      <w:tr w:rsidR="002F233B" w:rsidRPr="00763294" w14:paraId="62967732" w14:textId="77777777" w:rsidTr="0072701B">
        <w:tc>
          <w:tcPr>
            <w:tcW w:w="2660" w:type="dxa"/>
            <w:tcBorders>
              <w:top w:val="single" w:sz="4" w:space="0" w:color="auto"/>
              <w:left w:val="single" w:sz="4" w:space="0" w:color="auto"/>
              <w:bottom w:val="single" w:sz="4" w:space="0" w:color="auto"/>
              <w:right w:val="single" w:sz="4" w:space="0" w:color="auto"/>
            </w:tcBorders>
            <w:hideMark/>
          </w:tcPr>
          <w:p w14:paraId="527070B5"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Service Relationship</w:t>
            </w:r>
          </w:p>
          <w:p w14:paraId="3EA0BFFF" w14:textId="77777777" w:rsidR="002F233B" w:rsidRPr="00763294" w:rsidRDefault="002F233B" w:rsidP="002F233B">
            <w:pPr>
              <w:spacing w:before="120" w:after="240" w:line="360" w:lineRule="auto"/>
              <w:jc w:val="both"/>
              <w:rPr>
                <w:rFonts w:ascii="Arial" w:hAnsi="Arial" w:cs="Arial"/>
                <w:bCs/>
                <w:smallCaps/>
                <w:kern w:val="32"/>
                <w:sz w:val="22"/>
                <w:szCs w:val="22"/>
              </w:rPr>
            </w:pPr>
            <w:r w:rsidRPr="00763294">
              <w:rPr>
                <w:rFonts w:ascii="Arial" w:hAnsi="Arial" w:cs="Arial"/>
                <w:sz w:val="22"/>
                <w:szCs w:val="22"/>
              </w:rPr>
              <w:t>Review</w:t>
            </w:r>
          </w:p>
        </w:tc>
        <w:tc>
          <w:tcPr>
            <w:tcW w:w="1843" w:type="dxa"/>
            <w:tcBorders>
              <w:top w:val="single" w:sz="4" w:space="0" w:color="auto"/>
              <w:left w:val="single" w:sz="4" w:space="0" w:color="auto"/>
              <w:bottom w:val="single" w:sz="4" w:space="0" w:color="auto"/>
              <w:right w:val="single" w:sz="4" w:space="0" w:color="auto"/>
            </w:tcBorders>
          </w:tcPr>
          <w:p w14:paraId="37F27739" w14:textId="4B173B42" w:rsidR="002F233B" w:rsidRPr="00763294" w:rsidRDefault="00B10561" w:rsidP="002F233B">
            <w:pPr>
              <w:spacing w:before="120" w:after="240" w:line="360" w:lineRule="auto"/>
              <w:jc w:val="both"/>
              <w:rPr>
                <w:rFonts w:ascii="Arial" w:hAnsi="Arial" w:cs="Arial"/>
                <w:sz w:val="22"/>
                <w:szCs w:val="22"/>
              </w:rPr>
            </w:pPr>
            <w:r>
              <w:rPr>
                <w:rFonts w:ascii="Arial" w:hAnsi="Arial" w:cs="Arial"/>
                <w:sz w:val="22"/>
                <w:szCs w:val="22"/>
              </w:rPr>
              <w:t>Bi-annually</w:t>
            </w:r>
          </w:p>
        </w:tc>
        <w:tc>
          <w:tcPr>
            <w:tcW w:w="2726" w:type="dxa"/>
            <w:tcBorders>
              <w:top w:val="single" w:sz="4" w:space="0" w:color="auto"/>
              <w:left w:val="single" w:sz="4" w:space="0" w:color="auto"/>
              <w:bottom w:val="single" w:sz="4" w:space="0" w:color="auto"/>
              <w:right w:val="single" w:sz="4" w:space="0" w:color="auto"/>
            </w:tcBorders>
          </w:tcPr>
          <w:p w14:paraId="6BD49A86" w14:textId="0253531D" w:rsidR="002F233B" w:rsidRPr="00763294" w:rsidRDefault="005E1B31" w:rsidP="007A4404">
            <w:pPr>
              <w:spacing w:before="120" w:after="240" w:line="360" w:lineRule="auto"/>
              <w:jc w:val="both"/>
              <w:rPr>
                <w:rFonts w:ascii="Arial" w:hAnsi="Arial" w:cs="Arial"/>
                <w:sz w:val="22"/>
                <w:szCs w:val="22"/>
              </w:rPr>
            </w:pPr>
            <w:r>
              <w:rPr>
                <w:rFonts w:ascii="Arial" w:hAnsi="Arial" w:cs="Arial"/>
                <w:sz w:val="22"/>
                <w:szCs w:val="22"/>
              </w:rPr>
              <w:t>Senior Manager: Information Integrity</w:t>
            </w:r>
          </w:p>
        </w:tc>
        <w:tc>
          <w:tcPr>
            <w:tcW w:w="2518" w:type="dxa"/>
            <w:tcBorders>
              <w:top w:val="single" w:sz="4" w:space="0" w:color="auto"/>
              <w:left w:val="single" w:sz="4" w:space="0" w:color="auto"/>
              <w:bottom w:val="single" w:sz="4" w:space="0" w:color="auto"/>
              <w:right w:val="single" w:sz="4" w:space="0" w:color="auto"/>
            </w:tcBorders>
          </w:tcPr>
          <w:p w14:paraId="5638F832" w14:textId="4FB33B15" w:rsidR="002F233B" w:rsidRPr="00763294" w:rsidRDefault="002F233B" w:rsidP="002F233B">
            <w:pPr>
              <w:spacing w:before="120" w:after="240" w:line="360" w:lineRule="auto"/>
              <w:jc w:val="both"/>
              <w:rPr>
                <w:rFonts w:ascii="Arial" w:hAnsi="Arial" w:cs="Arial"/>
                <w:bCs/>
                <w:smallCaps/>
                <w:kern w:val="32"/>
                <w:sz w:val="22"/>
                <w:szCs w:val="22"/>
              </w:rPr>
            </w:pPr>
          </w:p>
        </w:tc>
      </w:tr>
      <w:tr w:rsidR="002F233B" w:rsidRPr="00763294" w14:paraId="24E978F3" w14:textId="77777777" w:rsidTr="0072701B">
        <w:tc>
          <w:tcPr>
            <w:tcW w:w="2660" w:type="dxa"/>
            <w:tcBorders>
              <w:top w:val="single" w:sz="4" w:space="0" w:color="auto"/>
              <w:left w:val="single" w:sz="4" w:space="0" w:color="auto"/>
              <w:bottom w:val="single" w:sz="4" w:space="0" w:color="auto"/>
              <w:right w:val="single" w:sz="4" w:space="0" w:color="auto"/>
            </w:tcBorders>
            <w:hideMark/>
          </w:tcPr>
          <w:p w14:paraId="41679B9F"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Service Review</w:t>
            </w:r>
          </w:p>
        </w:tc>
        <w:tc>
          <w:tcPr>
            <w:tcW w:w="1843" w:type="dxa"/>
            <w:tcBorders>
              <w:top w:val="single" w:sz="4" w:space="0" w:color="auto"/>
              <w:left w:val="single" w:sz="4" w:space="0" w:color="auto"/>
              <w:bottom w:val="single" w:sz="4" w:space="0" w:color="auto"/>
              <w:right w:val="single" w:sz="4" w:space="0" w:color="auto"/>
            </w:tcBorders>
          </w:tcPr>
          <w:p w14:paraId="3EC9F02A" w14:textId="30B50CED" w:rsidR="002F233B" w:rsidRPr="00763294" w:rsidRDefault="00BC4189" w:rsidP="002F233B">
            <w:pPr>
              <w:spacing w:before="120" w:after="240" w:line="360" w:lineRule="auto"/>
              <w:jc w:val="both"/>
              <w:rPr>
                <w:rFonts w:ascii="Arial" w:hAnsi="Arial" w:cs="Arial"/>
                <w:sz w:val="22"/>
                <w:szCs w:val="22"/>
              </w:rPr>
            </w:pPr>
            <w:r>
              <w:rPr>
                <w:rFonts w:ascii="Arial" w:hAnsi="Arial" w:cs="Arial"/>
                <w:sz w:val="22"/>
                <w:szCs w:val="22"/>
              </w:rPr>
              <w:t>Quarterly</w:t>
            </w:r>
          </w:p>
        </w:tc>
        <w:tc>
          <w:tcPr>
            <w:tcW w:w="2726" w:type="dxa"/>
            <w:tcBorders>
              <w:top w:val="single" w:sz="4" w:space="0" w:color="auto"/>
              <w:left w:val="single" w:sz="4" w:space="0" w:color="auto"/>
              <w:bottom w:val="single" w:sz="4" w:space="0" w:color="auto"/>
              <w:right w:val="single" w:sz="4" w:space="0" w:color="auto"/>
            </w:tcBorders>
          </w:tcPr>
          <w:p w14:paraId="640F4715" w14:textId="155E84DB" w:rsidR="002F233B" w:rsidRPr="00763294" w:rsidRDefault="009E4B02" w:rsidP="009E4B02">
            <w:pPr>
              <w:spacing w:before="120" w:after="240" w:line="360" w:lineRule="auto"/>
              <w:jc w:val="both"/>
              <w:rPr>
                <w:rFonts w:ascii="Arial" w:hAnsi="Arial" w:cs="Arial"/>
                <w:sz w:val="22"/>
                <w:szCs w:val="22"/>
              </w:rPr>
            </w:pPr>
            <w:r>
              <w:rPr>
                <w:rFonts w:ascii="Arial" w:hAnsi="Arial" w:cs="Arial"/>
                <w:sz w:val="22"/>
                <w:szCs w:val="22"/>
              </w:rPr>
              <w:t>Manager: Monitoring Analysis</w:t>
            </w:r>
          </w:p>
        </w:tc>
        <w:tc>
          <w:tcPr>
            <w:tcW w:w="2518" w:type="dxa"/>
            <w:tcBorders>
              <w:top w:val="single" w:sz="4" w:space="0" w:color="auto"/>
              <w:left w:val="single" w:sz="4" w:space="0" w:color="auto"/>
              <w:bottom w:val="single" w:sz="4" w:space="0" w:color="auto"/>
              <w:right w:val="single" w:sz="4" w:space="0" w:color="auto"/>
            </w:tcBorders>
          </w:tcPr>
          <w:p w14:paraId="3926E9F0" w14:textId="29EE6CAC" w:rsidR="002F233B" w:rsidRPr="00763294" w:rsidRDefault="002F233B" w:rsidP="002F233B">
            <w:pPr>
              <w:spacing w:before="120" w:after="240" w:line="360" w:lineRule="auto"/>
              <w:jc w:val="both"/>
              <w:rPr>
                <w:rFonts w:ascii="Arial" w:hAnsi="Arial" w:cs="Arial"/>
                <w:bCs/>
                <w:smallCaps/>
                <w:kern w:val="32"/>
                <w:sz w:val="22"/>
                <w:szCs w:val="22"/>
              </w:rPr>
            </w:pPr>
          </w:p>
        </w:tc>
      </w:tr>
      <w:tr w:rsidR="002F233B" w:rsidRPr="00763294" w14:paraId="03818ED7" w14:textId="77777777" w:rsidTr="0072701B">
        <w:tc>
          <w:tcPr>
            <w:tcW w:w="2660" w:type="dxa"/>
            <w:tcBorders>
              <w:top w:val="single" w:sz="4" w:space="0" w:color="auto"/>
              <w:left w:val="single" w:sz="4" w:space="0" w:color="auto"/>
              <w:bottom w:val="single" w:sz="4" w:space="0" w:color="auto"/>
              <w:right w:val="single" w:sz="4" w:space="0" w:color="auto"/>
            </w:tcBorders>
            <w:hideMark/>
          </w:tcPr>
          <w:p w14:paraId="2BD1D72C"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Ad hoc</w:t>
            </w:r>
          </w:p>
        </w:tc>
        <w:tc>
          <w:tcPr>
            <w:tcW w:w="1843" w:type="dxa"/>
            <w:tcBorders>
              <w:top w:val="single" w:sz="4" w:space="0" w:color="auto"/>
              <w:left w:val="single" w:sz="4" w:space="0" w:color="auto"/>
              <w:bottom w:val="single" w:sz="4" w:space="0" w:color="auto"/>
              <w:right w:val="single" w:sz="4" w:space="0" w:color="auto"/>
            </w:tcBorders>
          </w:tcPr>
          <w:p w14:paraId="2C38851B" w14:textId="0D4E62E2" w:rsidR="002F233B" w:rsidRPr="00763294" w:rsidRDefault="00B10561" w:rsidP="002F233B">
            <w:pPr>
              <w:spacing w:before="120" w:after="240" w:line="360" w:lineRule="auto"/>
              <w:jc w:val="both"/>
              <w:rPr>
                <w:rFonts w:ascii="Arial" w:hAnsi="Arial" w:cs="Arial"/>
                <w:sz w:val="22"/>
                <w:szCs w:val="22"/>
              </w:rPr>
            </w:pPr>
            <w:r>
              <w:rPr>
                <w:rFonts w:ascii="Arial" w:hAnsi="Arial" w:cs="Arial"/>
                <w:sz w:val="22"/>
                <w:szCs w:val="22"/>
              </w:rPr>
              <w:t>As and when required</w:t>
            </w:r>
          </w:p>
        </w:tc>
        <w:tc>
          <w:tcPr>
            <w:tcW w:w="2726" w:type="dxa"/>
            <w:tcBorders>
              <w:top w:val="single" w:sz="4" w:space="0" w:color="auto"/>
              <w:left w:val="single" w:sz="4" w:space="0" w:color="auto"/>
              <w:bottom w:val="single" w:sz="4" w:space="0" w:color="auto"/>
              <w:right w:val="single" w:sz="4" w:space="0" w:color="auto"/>
            </w:tcBorders>
          </w:tcPr>
          <w:p w14:paraId="0F5739A6" w14:textId="682D68EF" w:rsidR="002F233B" w:rsidRPr="00763294" w:rsidRDefault="009E4B02" w:rsidP="009E4B02">
            <w:pPr>
              <w:spacing w:before="120" w:after="240" w:line="360" w:lineRule="auto"/>
              <w:jc w:val="both"/>
              <w:rPr>
                <w:rFonts w:ascii="Arial" w:hAnsi="Arial" w:cs="Arial"/>
                <w:sz w:val="22"/>
                <w:szCs w:val="22"/>
              </w:rPr>
            </w:pPr>
            <w:r>
              <w:rPr>
                <w:rFonts w:ascii="Arial" w:hAnsi="Arial" w:cs="Arial"/>
                <w:sz w:val="22"/>
                <w:szCs w:val="22"/>
              </w:rPr>
              <w:t>Manager: Monitoring Analysis</w:t>
            </w:r>
          </w:p>
        </w:tc>
        <w:tc>
          <w:tcPr>
            <w:tcW w:w="2518" w:type="dxa"/>
            <w:tcBorders>
              <w:top w:val="single" w:sz="4" w:space="0" w:color="auto"/>
              <w:left w:val="single" w:sz="4" w:space="0" w:color="auto"/>
              <w:bottom w:val="single" w:sz="4" w:space="0" w:color="auto"/>
              <w:right w:val="single" w:sz="4" w:space="0" w:color="auto"/>
            </w:tcBorders>
          </w:tcPr>
          <w:p w14:paraId="204B4ACE" w14:textId="3685F3B8" w:rsidR="002F233B" w:rsidRPr="00763294" w:rsidRDefault="002F233B" w:rsidP="002F233B">
            <w:pPr>
              <w:spacing w:before="120" w:after="240" w:line="360" w:lineRule="auto"/>
              <w:jc w:val="both"/>
              <w:rPr>
                <w:rFonts w:ascii="Arial" w:hAnsi="Arial" w:cs="Arial"/>
                <w:bCs/>
                <w:smallCaps/>
                <w:kern w:val="32"/>
                <w:sz w:val="22"/>
                <w:szCs w:val="22"/>
              </w:rPr>
            </w:pPr>
          </w:p>
        </w:tc>
      </w:tr>
    </w:tbl>
    <w:p w14:paraId="1C5184F5" w14:textId="77777777" w:rsidR="002F233B" w:rsidRPr="00763294" w:rsidRDefault="002F233B" w:rsidP="002F233B">
      <w:pPr>
        <w:spacing w:before="120" w:after="240" w:line="360" w:lineRule="auto"/>
        <w:jc w:val="both"/>
        <w:rPr>
          <w:rFonts w:ascii="Arial" w:hAnsi="Arial" w:cs="Arial"/>
          <w:spacing w:val="-3"/>
          <w:sz w:val="22"/>
          <w:szCs w:val="22"/>
        </w:rPr>
      </w:pPr>
    </w:p>
    <w:p w14:paraId="7E665CFA" w14:textId="77777777" w:rsidR="002F233B" w:rsidRPr="00763294" w:rsidRDefault="002F233B" w:rsidP="002F233B">
      <w:pPr>
        <w:pStyle w:val="ListParagraph"/>
        <w:numPr>
          <w:ilvl w:val="0"/>
          <w:numId w:val="29"/>
        </w:numPr>
        <w:spacing w:before="120" w:after="240" w:line="360" w:lineRule="auto"/>
        <w:ind w:left="720" w:hanging="720"/>
        <w:contextualSpacing w:val="0"/>
        <w:jc w:val="both"/>
        <w:rPr>
          <w:b/>
        </w:rPr>
      </w:pPr>
      <w:r w:rsidRPr="00763294">
        <w:rPr>
          <w:b/>
        </w:rPr>
        <w:t>CONTACT DETAILS</w:t>
      </w:r>
    </w:p>
    <w:p w14:paraId="3809E8F1" w14:textId="77777777" w:rsidR="002F233B" w:rsidRPr="00763294" w:rsidRDefault="002F233B" w:rsidP="002F233B">
      <w:pPr>
        <w:pStyle w:val="ListParagraph"/>
        <w:numPr>
          <w:ilvl w:val="1"/>
          <w:numId w:val="29"/>
        </w:numPr>
        <w:spacing w:before="120" w:after="240" w:line="360" w:lineRule="auto"/>
        <w:ind w:left="1440" w:hanging="720"/>
        <w:contextualSpacing w:val="0"/>
        <w:jc w:val="both"/>
        <w:rPr>
          <w:b/>
        </w:rPr>
      </w:pPr>
      <w:bookmarkStart w:id="1687" w:name="_Hlk34682172"/>
      <w:r w:rsidRPr="00763294">
        <w:rPr>
          <w:b/>
        </w:rPr>
        <w:t>Service Provider’s Helpdesk details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693"/>
        <w:gridCol w:w="4208"/>
      </w:tblGrid>
      <w:tr w:rsidR="002F233B" w:rsidRPr="00763294" w14:paraId="60BEE6E4" w14:textId="77777777" w:rsidTr="002F233B">
        <w:tc>
          <w:tcPr>
            <w:tcW w:w="2880" w:type="dxa"/>
            <w:tcBorders>
              <w:top w:val="single" w:sz="4" w:space="0" w:color="auto"/>
              <w:left w:val="single" w:sz="4" w:space="0" w:color="auto"/>
              <w:bottom w:val="single" w:sz="4" w:space="0" w:color="auto"/>
              <w:right w:val="single" w:sz="4" w:space="0" w:color="auto"/>
            </w:tcBorders>
            <w:hideMark/>
          </w:tcPr>
          <w:p w14:paraId="6F3A44C8" w14:textId="77777777" w:rsidR="002F233B" w:rsidRPr="00763294" w:rsidRDefault="002F233B" w:rsidP="002F233B">
            <w:pPr>
              <w:spacing w:before="120" w:after="240" w:line="360" w:lineRule="auto"/>
              <w:jc w:val="both"/>
              <w:rPr>
                <w:rFonts w:ascii="Arial" w:hAnsi="Arial" w:cs="Arial"/>
                <w:b/>
                <w:smallCaps/>
                <w:sz w:val="22"/>
                <w:szCs w:val="22"/>
              </w:rPr>
            </w:pPr>
            <w:r w:rsidRPr="00763294">
              <w:rPr>
                <w:rFonts w:ascii="Arial" w:hAnsi="Arial" w:cs="Arial"/>
                <w:b/>
                <w:sz w:val="22"/>
                <w:szCs w:val="22"/>
              </w:rPr>
              <w:t xml:space="preserve">Helpdesk details </w:t>
            </w:r>
          </w:p>
        </w:tc>
        <w:tc>
          <w:tcPr>
            <w:tcW w:w="2693" w:type="dxa"/>
            <w:tcBorders>
              <w:top w:val="single" w:sz="4" w:space="0" w:color="auto"/>
              <w:left w:val="single" w:sz="4" w:space="0" w:color="auto"/>
              <w:bottom w:val="single" w:sz="4" w:space="0" w:color="auto"/>
              <w:right w:val="single" w:sz="4" w:space="0" w:color="auto"/>
            </w:tcBorders>
            <w:hideMark/>
          </w:tcPr>
          <w:p w14:paraId="296DA7B1" w14:textId="77777777" w:rsidR="002F233B" w:rsidRPr="00763294" w:rsidRDefault="002F233B" w:rsidP="002F233B">
            <w:pPr>
              <w:spacing w:before="120" w:after="240" w:line="360" w:lineRule="auto"/>
              <w:jc w:val="both"/>
              <w:rPr>
                <w:rFonts w:ascii="Arial" w:hAnsi="Arial" w:cs="Arial"/>
                <w:b/>
                <w:sz w:val="22"/>
                <w:szCs w:val="22"/>
              </w:rPr>
            </w:pPr>
            <w:r w:rsidRPr="00763294">
              <w:rPr>
                <w:rFonts w:ascii="Arial" w:hAnsi="Arial" w:cs="Arial"/>
                <w:b/>
                <w:sz w:val="22"/>
                <w:szCs w:val="22"/>
              </w:rPr>
              <w:t>Primary Number</w:t>
            </w:r>
          </w:p>
        </w:tc>
        <w:tc>
          <w:tcPr>
            <w:tcW w:w="4208" w:type="dxa"/>
            <w:tcBorders>
              <w:top w:val="single" w:sz="4" w:space="0" w:color="auto"/>
              <w:left w:val="single" w:sz="4" w:space="0" w:color="auto"/>
              <w:bottom w:val="single" w:sz="4" w:space="0" w:color="auto"/>
              <w:right w:val="single" w:sz="4" w:space="0" w:color="auto"/>
            </w:tcBorders>
            <w:hideMark/>
          </w:tcPr>
          <w:p w14:paraId="6EC6EEAA" w14:textId="77777777" w:rsidR="002F233B" w:rsidRPr="00763294" w:rsidRDefault="002F233B" w:rsidP="002F233B">
            <w:pPr>
              <w:spacing w:before="120" w:after="240" w:line="360" w:lineRule="auto"/>
              <w:jc w:val="both"/>
              <w:rPr>
                <w:rFonts w:ascii="Arial" w:hAnsi="Arial" w:cs="Arial"/>
                <w:b/>
                <w:sz w:val="22"/>
                <w:szCs w:val="22"/>
              </w:rPr>
            </w:pPr>
            <w:r w:rsidRPr="00763294">
              <w:rPr>
                <w:rFonts w:ascii="Arial" w:hAnsi="Arial" w:cs="Arial"/>
                <w:b/>
                <w:sz w:val="22"/>
                <w:szCs w:val="22"/>
              </w:rPr>
              <w:t>Alternative Number</w:t>
            </w:r>
          </w:p>
        </w:tc>
      </w:tr>
      <w:tr w:rsidR="002F233B" w:rsidRPr="00763294" w14:paraId="5D15055D" w14:textId="77777777" w:rsidTr="00ED33C1">
        <w:tc>
          <w:tcPr>
            <w:tcW w:w="2880" w:type="dxa"/>
            <w:tcBorders>
              <w:top w:val="single" w:sz="4" w:space="0" w:color="auto"/>
              <w:left w:val="single" w:sz="4" w:space="0" w:color="auto"/>
              <w:bottom w:val="single" w:sz="4" w:space="0" w:color="auto"/>
              <w:right w:val="single" w:sz="4" w:space="0" w:color="auto"/>
            </w:tcBorders>
            <w:hideMark/>
          </w:tcPr>
          <w:p w14:paraId="16ACB1D7"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Helpdesk Number</w:t>
            </w:r>
          </w:p>
        </w:tc>
        <w:tc>
          <w:tcPr>
            <w:tcW w:w="2693" w:type="dxa"/>
            <w:tcBorders>
              <w:top w:val="single" w:sz="4" w:space="0" w:color="auto"/>
              <w:left w:val="single" w:sz="4" w:space="0" w:color="auto"/>
              <w:bottom w:val="single" w:sz="4" w:space="0" w:color="auto"/>
              <w:right w:val="single" w:sz="4" w:space="0" w:color="auto"/>
            </w:tcBorders>
          </w:tcPr>
          <w:p w14:paraId="7A2F45FD" w14:textId="34432161" w:rsidR="002F233B" w:rsidRPr="00763294" w:rsidRDefault="002F233B" w:rsidP="002F233B">
            <w:pPr>
              <w:spacing w:before="120" w:after="240" w:line="360" w:lineRule="auto"/>
              <w:jc w:val="both"/>
              <w:rPr>
                <w:rFonts w:ascii="Arial" w:hAnsi="Arial" w:cs="Arial"/>
                <w:sz w:val="22"/>
                <w:szCs w:val="22"/>
              </w:rPr>
            </w:pPr>
          </w:p>
        </w:tc>
        <w:tc>
          <w:tcPr>
            <w:tcW w:w="4208" w:type="dxa"/>
            <w:tcBorders>
              <w:top w:val="single" w:sz="4" w:space="0" w:color="auto"/>
              <w:left w:val="single" w:sz="4" w:space="0" w:color="auto"/>
              <w:bottom w:val="single" w:sz="4" w:space="0" w:color="auto"/>
              <w:right w:val="single" w:sz="4" w:space="0" w:color="auto"/>
            </w:tcBorders>
          </w:tcPr>
          <w:p w14:paraId="029D06A8" w14:textId="67F05192" w:rsidR="002F233B" w:rsidRPr="00763294" w:rsidRDefault="002F233B" w:rsidP="002F233B">
            <w:pPr>
              <w:spacing w:before="120" w:after="240" w:line="360" w:lineRule="auto"/>
              <w:jc w:val="both"/>
              <w:rPr>
                <w:rFonts w:ascii="Arial" w:hAnsi="Arial" w:cs="Arial"/>
                <w:sz w:val="22"/>
                <w:szCs w:val="22"/>
              </w:rPr>
            </w:pPr>
          </w:p>
        </w:tc>
      </w:tr>
      <w:tr w:rsidR="002F233B" w:rsidRPr="00763294" w14:paraId="6E65CE3F" w14:textId="77777777" w:rsidTr="00ED33C1">
        <w:tc>
          <w:tcPr>
            <w:tcW w:w="2880" w:type="dxa"/>
            <w:tcBorders>
              <w:top w:val="single" w:sz="4" w:space="0" w:color="auto"/>
              <w:left w:val="single" w:sz="4" w:space="0" w:color="auto"/>
              <w:bottom w:val="single" w:sz="4" w:space="0" w:color="auto"/>
              <w:right w:val="single" w:sz="4" w:space="0" w:color="auto"/>
            </w:tcBorders>
            <w:hideMark/>
          </w:tcPr>
          <w:p w14:paraId="0A7BB2AF"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Helpdesk e-mail address</w:t>
            </w:r>
          </w:p>
        </w:tc>
        <w:tc>
          <w:tcPr>
            <w:tcW w:w="2693" w:type="dxa"/>
            <w:tcBorders>
              <w:top w:val="single" w:sz="4" w:space="0" w:color="auto"/>
              <w:left w:val="single" w:sz="4" w:space="0" w:color="auto"/>
              <w:bottom w:val="single" w:sz="4" w:space="0" w:color="auto"/>
              <w:right w:val="single" w:sz="4" w:space="0" w:color="auto"/>
            </w:tcBorders>
          </w:tcPr>
          <w:p w14:paraId="46828B49" w14:textId="0E64433C" w:rsidR="002F233B" w:rsidRPr="00763294" w:rsidRDefault="002F233B" w:rsidP="002F233B">
            <w:pPr>
              <w:spacing w:before="120" w:after="240" w:line="360" w:lineRule="auto"/>
              <w:jc w:val="both"/>
              <w:rPr>
                <w:rFonts w:ascii="Arial" w:hAnsi="Arial" w:cs="Arial"/>
                <w:sz w:val="22"/>
                <w:szCs w:val="22"/>
              </w:rPr>
            </w:pPr>
          </w:p>
        </w:tc>
        <w:tc>
          <w:tcPr>
            <w:tcW w:w="4208" w:type="dxa"/>
            <w:tcBorders>
              <w:top w:val="single" w:sz="4" w:space="0" w:color="auto"/>
              <w:left w:val="single" w:sz="4" w:space="0" w:color="auto"/>
              <w:bottom w:val="single" w:sz="4" w:space="0" w:color="auto"/>
              <w:right w:val="single" w:sz="4" w:space="0" w:color="auto"/>
            </w:tcBorders>
          </w:tcPr>
          <w:p w14:paraId="192653B4" w14:textId="77777777" w:rsidR="002F233B" w:rsidRPr="00763294" w:rsidRDefault="002F233B" w:rsidP="002F233B">
            <w:pPr>
              <w:spacing w:before="120" w:after="240" w:line="360" w:lineRule="auto"/>
              <w:jc w:val="both"/>
              <w:rPr>
                <w:rFonts w:ascii="Arial" w:hAnsi="Arial" w:cs="Arial"/>
                <w:sz w:val="22"/>
                <w:szCs w:val="22"/>
              </w:rPr>
            </w:pPr>
          </w:p>
        </w:tc>
      </w:tr>
      <w:tr w:rsidR="002F233B" w:rsidRPr="00763294" w14:paraId="0572D7C0" w14:textId="77777777" w:rsidTr="00ED33C1">
        <w:tc>
          <w:tcPr>
            <w:tcW w:w="2880" w:type="dxa"/>
            <w:tcBorders>
              <w:top w:val="single" w:sz="4" w:space="0" w:color="auto"/>
              <w:left w:val="single" w:sz="4" w:space="0" w:color="auto"/>
              <w:bottom w:val="single" w:sz="4" w:space="0" w:color="auto"/>
              <w:right w:val="single" w:sz="4" w:space="0" w:color="auto"/>
            </w:tcBorders>
            <w:hideMark/>
          </w:tcPr>
          <w:p w14:paraId="52A62705"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Helpdesk standby number</w:t>
            </w:r>
          </w:p>
          <w:p w14:paraId="4B33C674"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(after hours)</w:t>
            </w:r>
          </w:p>
        </w:tc>
        <w:tc>
          <w:tcPr>
            <w:tcW w:w="2693" w:type="dxa"/>
            <w:tcBorders>
              <w:top w:val="single" w:sz="4" w:space="0" w:color="auto"/>
              <w:left w:val="single" w:sz="4" w:space="0" w:color="auto"/>
              <w:bottom w:val="single" w:sz="4" w:space="0" w:color="auto"/>
              <w:right w:val="single" w:sz="4" w:space="0" w:color="auto"/>
            </w:tcBorders>
          </w:tcPr>
          <w:p w14:paraId="1C512F9A" w14:textId="377402BB" w:rsidR="002F233B" w:rsidRPr="00763294" w:rsidRDefault="002F233B" w:rsidP="002F233B">
            <w:pPr>
              <w:spacing w:before="120" w:after="240" w:line="360" w:lineRule="auto"/>
              <w:jc w:val="both"/>
              <w:rPr>
                <w:rFonts w:ascii="Arial" w:hAnsi="Arial" w:cs="Arial"/>
                <w:sz w:val="22"/>
                <w:szCs w:val="22"/>
              </w:rPr>
            </w:pPr>
          </w:p>
        </w:tc>
        <w:tc>
          <w:tcPr>
            <w:tcW w:w="4208" w:type="dxa"/>
            <w:tcBorders>
              <w:top w:val="single" w:sz="4" w:space="0" w:color="auto"/>
              <w:left w:val="single" w:sz="4" w:space="0" w:color="auto"/>
              <w:bottom w:val="single" w:sz="4" w:space="0" w:color="auto"/>
              <w:right w:val="single" w:sz="4" w:space="0" w:color="auto"/>
            </w:tcBorders>
          </w:tcPr>
          <w:p w14:paraId="719BEA27" w14:textId="1A53F5D2" w:rsidR="002F233B" w:rsidRPr="00763294" w:rsidRDefault="002F233B" w:rsidP="002F233B">
            <w:pPr>
              <w:spacing w:before="120" w:after="240" w:line="360" w:lineRule="auto"/>
              <w:jc w:val="both"/>
              <w:rPr>
                <w:rFonts w:ascii="Arial" w:hAnsi="Arial" w:cs="Arial"/>
                <w:sz w:val="22"/>
                <w:szCs w:val="22"/>
              </w:rPr>
            </w:pPr>
          </w:p>
        </w:tc>
      </w:tr>
      <w:tr w:rsidR="002F233B" w:rsidRPr="00763294" w14:paraId="44575D57" w14:textId="77777777" w:rsidTr="002F233B">
        <w:tc>
          <w:tcPr>
            <w:tcW w:w="2880" w:type="dxa"/>
            <w:tcBorders>
              <w:top w:val="single" w:sz="4" w:space="0" w:color="auto"/>
              <w:left w:val="single" w:sz="4" w:space="0" w:color="auto"/>
              <w:bottom w:val="single" w:sz="4" w:space="0" w:color="auto"/>
              <w:right w:val="single" w:sz="4" w:space="0" w:color="auto"/>
            </w:tcBorders>
            <w:hideMark/>
          </w:tcPr>
          <w:p w14:paraId="21CBA4B6"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 xml:space="preserve">Other </w:t>
            </w:r>
          </w:p>
        </w:tc>
        <w:tc>
          <w:tcPr>
            <w:tcW w:w="2693" w:type="dxa"/>
            <w:tcBorders>
              <w:top w:val="single" w:sz="4" w:space="0" w:color="auto"/>
              <w:left w:val="single" w:sz="4" w:space="0" w:color="auto"/>
              <w:bottom w:val="single" w:sz="4" w:space="0" w:color="auto"/>
              <w:right w:val="single" w:sz="4" w:space="0" w:color="auto"/>
            </w:tcBorders>
          </w:tcPr>
          <w:p w14:paraId="1C7AAA4B" w14:textId="789980AB" w:rsidR="002F233B" w:rsidRPr="00763294" w:rsidRDefault="002F233B" w:rsidP="002F233B">
            <w:pPr>
              <w:spacing w:before="120" w:after="240" w:line="360" w:lineRule="auto"/>
              <w:jc w:val="both"/>
              <w:rPr>
                <w:rFonts w:ascii="Arial" w:hAnsi="Arial" w:cs="Arial"/>
                <w:smallCaps/>
                <w:sz w:val="22"/>
                <w:szCs w:val="22"/>
              </w:rPr>
            </w:pPr>
          </w:p>
        </w:tc>
        <w:tc>
          <w:tcPr>
            <w:tcW w:w="4208" w:type="dxa"/>
            <w:tcBorders>
              <w:top w:val="single" w:sz="4" w:space="0" w:color="auto"/>
              <w:left w:val="single" w:sz="4" w:space="0" w:color="auto"/>
              <w:bottom w:val="single" w:sz="4" w:space="0" w:color="auto"/>
              <w:right w:val="single" w:sz="4" w:space="0" w:color="auto"/>
            </w:tcBorders>
          </w:tcPr>
          <w:p w14:paraId="28E3C05C" w14:textId="77777777" w:rsidR="002F233B" w:rsidRPr="00763294" w:rsidRDefault="002F233B" w:rsidP="002F233B">
            <w:pPr>
              <w:spacing w:before="120" w:after="240" w:line="360" w:lineRule="auto"/>
              <w:jc w:val="both"/>
              <w:rPr>
                <w:rFonts w:ascii="Arial" w:hAnsi="Arial" w:cs="Arial"/>
                <w:b/>
                <w:smallCaps/>
                <w:sz w:val="22"/>
                <w:szCs w:val="22"/>
              </w:rPr>
            </w:pPr>
          </w:p>
        </w:tc>
      </w:tr>
      <w:tr w:rsidR="002F233B" w:rsidRPr="00763294" w14:paraId="5AD9D73F" w14:textId="77777777" w:rsidTr="002F233B">
        <w:tc>
          <w:tcPr>
            <w:tcW w:w="2880" w:type="dxa"/>
            <w:tcBorders>
              <w:top w:val="single" w:sz="4" w:space="0" w:color="auto"/>
              <w:left w:val="single" w:sz="4" w:space="0" w:color="auto"/>
              <w:bottom w:val="single" w:sz="4" w:space="0" w:color="auto"/>
              <w:right w:val="single" w:sz="4" w:space="0" w:color="auto"/>
            </w:tcBorders>
          </w:tcPr>
          <w:p w14:paraId="66A4BD3A" w14:textId="77777777" w:rsidR="002F233B" w:rsidRPr="00763294" w:rsidRDefault="002F233B" w:rsidP="002F233B">
            <w:pPr>
              <w:spacing w:before="120" w:after="240" w:line="360" w:lineRule="auto"/>
              <w:jc w:val="both"/>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tcPr>
          <w:p w14:paraId="58FC461E" w14:textId="77777777" w:rsidR="002F233B" w:rsidRPr="00763294" w:rsidRDefault="002F233B" w:rsidP="002F233B">
            <w:pPr>
              <w:spacing w:before="120" w:after="240" w:line="360" w:lineRule="auto"/>
              <w:jc w:val="both"/>
              <w:rPr>
                <w:rFonts w:ascii="Arial" w:hAnsi="Arial" w:cs="Arial"/>
                <w:sz w:val="22"/>
                <w:szCs w:val="22"/>
              </w:rPr>
            </w:pPr>
          </w:p>
        </w:tc>
        <w:tc>
          <w:tcPr>
            <w:tcW w:w="4208" w:type="dxa"/>
            <w:tcBorders>
              <w:top w:val="single" w:sz="4" w:space="0" w:color="auto"/>
              <w:left w:val="single" w:sz="4" w:space="0" w:color="auto"/>
              <w:bottom w:val="single" w:sz="4" w:space="0" w:color="auto"/>
              <w:right w:val="single" w:sz="4" w:space="0" w:color="auto"/>
            </w:tcBorders>
          </w:tcPr>
          <w:p w14:paraId="611AC3E3" w14:textId="77777777" w:rsidR="002F233B" w:rsidRPr="00763294" w:rsidRDefault="002F233B" w:rsidP="002F233B">
            <w:pPr>
              <w:spacing w:before="120" w:after="240" w:line="360" w:lineRule="auto"/>
              <w:jc w:val="both"/>
              <w:rPr>
                <w:rFonts w:ascii="Arial" w:hAnsi="Arial" w:cs="Arial"/>
                <w:b/>
                <w:smallCaps/>
                <w:sz w:val="22"/>
                <w:szCs w:val="22"/>
              </w:rPr>
            </w:pPr>
          </w:p>
        </w:tc>
      </w:tr>
      <w:bookmarkEnd w:id="1687"/>
    </w:tbl>
    <w:p w14:paraId="10B3DF55" w14:textId="77777777" w:rsidR="00ED33C1" w:rsidRPr="00763294" w:rsidRDefault="00ED33C1" w:rsidP="002F233B">
      <w:pPr>
        <w:spacing w:before="120" w:after="240" w:line="360" w:lineRule="auto"/>
        <w:jc w:val="both"/>
        <w:rPr>
          <w:rFonts w:ascii="Arial" w:hAnsi="Arial" w:cs="Arial"/>
          <w:spacing w:val="-3"/>
          <w:sz w:val="22"/>
          <w:szCs w:val="22"/>
        </w:rPr>
      </w:pPr>
    </w:p>
    <w:p w14:paraId="5369DD96" w14:textId="7818FFDC" w:rsidR="002F233B" w:rsidRPr="00763294" w:rsidRDefault="00ED33C1" w:rsidP="002F233B">
      <w:pPr>
        <w:pStyle w:val="ListParagraph"/>
        <w:numPr>
          <w:ilvl w:val="1"/>
          <w:numId w:val="29"/>
        </w:numPr>
        <w:spacing w:before="120" w:after="240" w:line="360" w:lineRule="auto"/>
        <w:ind w:left="1440" w:hanging="720"/>
        <w:contextualSpacing w:val="0"/>
        <w:jc w:val="both"/>
        <w:rPr>
          <w:b/>
        </w:rPr>
      </w:pPr>
      <w:r>
        <w:rPr>
          <w:b/>
        </w:rPr>
        <w:t>SARS</w:t>
      </w:r>
      <w:r w:rsidR="002F233B" w:rsidRPr="00763294">
        <w:rPr>
          <w:b/>
        </w:rPr>
        <w:t>’s Helpdesk details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6"/>
        <w:gridCol w:w="2864"/>
        <w:gridCol w:w="4101"/>
      </w:tblGrid>
      <w:tr w:rsidR="002F233B" w:rsidRPr="00763294" w14:paraId="1A3BC33D" w14:textId="77777777" w:rsidTr="002F233B">
        <w:tc>
          <w:tcPr>
            <w:tcW w:w="2880" w:type="dxa"/>
            <w:tcBorders>
              <w:top w:val="single" w:sz="4" w:space="0" w:color="auto"/>
              <w:left w:val="single" w:sz="4" w:space="0" w:color="auto"/>
              <w:bottom w:val="single" w:sz="4" w:space="0" w:color="auto"/>
              <w:right w:val="single" w:sz="4" w:space="0" w:color="auto"/>
            </w:tcBorders>
          </w:tcPr>
          <w:p w14:paraId="1F66A221" w14:textId="77777777" w:rsidR="002F233B" w:rsidRPr="00763294" w:rsidRDefault="002F233B" w:rsidP="002F233B">
            <w:pPr>
              <w:spacing w:before="120" w:after="240" w:line="360" w:lineRule="auto"/>
              <w:jc w:val="both"/>
              <w:rPr>
                <w:rFonts w:ascii="Arial" w:hAnsi="Arial" w:cs="Arial"/>
                <w:b/>
                <w:smallCaps/>
                <w:sz w:val="22"/>
                <w:szCs w:val="22"/>
              </w:rPr>
            </w:pPr>
          </w:p>
        </w:tc>
        <w:tc>
          <w:tcPr>
            <w:tcW w:w="2693" w:type="dxa"/>
            <w:tcBorders>
              <w:top w:val="single" w:sz="4" w:space="0" w:color="auto"/>
              <w:left w:val="single" w:sz="4" w:space="0" w:color="auto"/>
              <w:bottom w:val="single" w:sz="4" w:space="0" w:color="auto"/>
              <w:right w:val="single" w:sz="4" w:space="0" w:color="auto"/>
            </w:tcBorders>
            <w:hideMark/>
          </w:tcPr>
          <w:p w14:paraId="3F668F46" w14:textId="77777777" w:rsidR="002F233B" w:rsidRPr="00763294" w:rsidRDefault="002F233B" w:rsidP="002F233B">
            <w:pPr>
              <w:spacing w:before="120" w:after="240" w:line="360" w:lineRule="auto"/>
              <w:jc w:val="both"/>
              <w:rPr>
                <w:rFonts w:ascii="Arial" w:hAnsi="Arial" w:cs="Arial"/>
                <w:b/>
                <w:smallCaps/>
                <w:sz w:val="22"/>
                <w:szCs w:val="22"/>
              </w:rPr>
            </w:pPr>
            <w:r w:rsidRPr="00763294">
              <w:rPr>
                <w:rFonts w:ascii="Arial" w:hAnsi="Arial" w:cs="Arial"/>
                <w:sz w:val="22"/>
                <w:szCs w:val="22"/>
              </w:rPr>
              <w:t>Primary Number</w:t>
            </w:r>
          </w:p>
        </w:tc>
        <w:tc>
          <w:tcPr>
            <w:tcW w:w="4208" w:type="dxa"/>
            <w:tcBorders>
              <w:top w:val="single" w:sz="4" w:space="0" w:color="auto"/>
              <w:left w:val="single" w:sz="4" w:space="0" w:color="auto"/>
              <w:bottom w:val="single" w:sz="4" w:space="0" w:color="auto"/>
              <w:right w:val="single" w:sz="4" w:space="0" w:color="auto"/>
            </w:tcBorders>
            <w:hideMark/>
          </w:tcPr>
          <w:p w14:paraId="5C934E9D" w14:textId="77777777" w:rsidR="002F233B" w:rsidRPr="00763294" w:rsidRDefault="002F233B" w:rsidP="002F233B">
            <w:pPr>
              <w:spacing w:before="120" w:after="240" w:line="360" w:lineRule="auto"/>
              <w:jc w:val="both"/>
              <w:rPr>
                <w:rFonts w:ascii="Arial" w:hAnsi="Arial" w:cs="Arial"/>
                <w:b/>
                <w:smallCaps/>
                <w:sz w:val="22"/>
                <w:szCs w:val="22"/>
              </w:rPr>
            </w:pPr>
            <w:r w:rsidRPr="00763294">
              <w:rPr>
                <w:rFonts w:ascii="Arial" w:hAnsi="Arial" w:cs="Arial"/>
                <w:sz w:val="22"/>
                <w:szCs w:val="22"/>
              </w:rPr>
              <w:t>Alternative Number</w:t>
            </w:r>
          </w:p>
        </w:tc>
      </w:tr>
      <w:tr w:rsidR="002F233B" w:rsidRPr="00763294" w14:paraId="2353A276" w14:textId="77777777" w:rsidTr="00ED33C1">
        <w:tc>
          <w:tcPr>
            <w:tcW w:w="2880" w:type="dxa"/>
            <w:tcBorders>
              <w:top w:val="single" w:sz="4" w:space="0" w:color="auto"/>
              <w:left w:val="single" w:sz="4" w:space="0" w:color="auto"/>
              <w:bottom w:val="single" w:sz="4" w:space="0" w:color="auto"/>
              <w:right w:val="single" w:sz="4" w:space="0" w:color="auto"/>
            </w:tcBorders>
            <w:hideMark/>
          </w:tcPr>
          <w:p w14:paraId="01BDCBB6"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Helpdesk Number</w:t>
            </w:r>
          </w:p>
        </w:tc>
        <w:tc>
          <w:tcPr>
            <w:tcW w:w="2693" w:type="dxa"/>
            <w:tcBorders>
              <w:top w:val="single" w:sz="4" w:space="0" w:color="auto"/>
              <w:left w:val="single" w:sz="4" w:space="0" w:color="auto"/>
              <w:bottom w:val="single" w:sz="4" w:space="0" w:color="auto"/>
              <w:right w:val="single" w:sz="4" w:space="0" w:color="auto"/>
            </w:tcBorders>
          </w:tcPr>
          <w:p w14:paraId="693CC2B5" w14:textId="3081E5FF" w:rsidR="002F233B" w:rsidRPr="00763294" w:rsidRDefault="00BC4189" w:rsidP="002F233B">
            <w:pPr>
              <w:spacing w:before="120" w:after="240" w:line="360" w:lineRule="auto"/>
              <w:jc w:val="both"/>
              <w:rPr>
                <w:rFonts w:ascii="Arial" w:hAnsi="Arial" w:cs="Arial"/>
                <w:smallCaps/>
                <w:sz w:val="22"/>
                <w:szCs w:val="22"/>
              </w:rPr>
            </w:pPr>
            <w:r>
              <w:rPr>
                <w:rFonts w:ascii="Arial" w:hAnsi="Arial" w:cs="Arial"/>
              </w:rPr>
              <w:t>0828837790</w:t>
            </w:r>
          </w:p>
        </w:tc>
        <w:tc>
          <w:tcPr>
            <w:tcW w:w="4208" w:type="dxa"/>
            <w:tcBorders>
              <w:top w:val="single" w:sz="4" w:space="0" w:color="auto"/>
              <w:left w:val="single" w:sz="4" w:space="0" w:color="auto"/>
              <w:bottom w:val="single" w:sz="4" w:space="0" w:color="auto"/>
              <w:right w:val="single" w:sz="4" w:space="0" w:color="auto"/>
            </w:tcBorders>
          </w:tcPr>
          <w:p w14:paraId="5B067F6F" w14:textId="5ED471F5" w:rsidR="002F233B" w:rsidRPr="00763294" w:rsidRDefault="002F233B" w:rsidP="002F233B">
            <w:pPr>
              <w:spacing w:before="120" w:after="240" w:line="360" w:lineRule="auto"/>
              <w:jc w:val="both"/>
              <w:rPr>
                <w:rFonts w:ascii="Arial" w:hAnsi="Arial" w:cs="Arial"/>
                <w:b/>
                <w:smallCaps/>
                <w:sz w:val="22"/>
                <w:szCs w:val="22"/>
              </w:rPr>
            </w:pPr>
          </w:p>
        </w:tc>
      </w:tr>
      <w:tr w:rsidR="002F233B" w:rsidRPr="00763294" w14:paraId="2A882A39" w14:textId="77777777" w:rsidTr="002F233B">
        <w:tc>
          <w:tcPr>
            <w:tcW w:w="2880" w:type="dxa"/>
            <w:tcBorders>
              <w:top w:val="single" w:sz="4" w:space="0" w:color="auto"/>
              <w:left w:val="single" w:sz="4" w:space="0" w:color="auto"/>
              <w:bottom w:val="single" w:sz="4" w:space="0" w:color="auto"/>
              <w:right w:val="single" w:sz="4" w:space="0" w:color="auto"/>
            </w:tcBorders>
            <w:hideMark/>
          </w:tcPr>
          <w:p w14:paraId="5A8C5A3D"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Helpdesk e-mail address</w:t>
            </w:r>
          </w:p>
        </w:tc>
        <w:tc>
          <w:tcPr>
            <w:tcW w:w="2693" w:type="dxa"/>
            <w:tcBorders>
              <w:top w:val="single" w:sz="4" w:space="0" w:color="auto"/>
              <w:left w:val="single" w:sz="4" w:space="0" w:color="auto"/>
              <w:bottom w:val="single" w:sz="4" w:space="0" w:color="auto"/>
              <w:right w:val="single" w:sz="4" w:space="0" w:color="auto"/>
            </w:tcBorders>
          </w:tcPr>
          <w:p w14:paraId="556EBA0A" w14:textId="736BF81D" w:rsidR="002F233B" w:rsidRPr="00763294" w:rsidRDefault="00BC4189" w:rsidP="002F233B">
            <w:pPr>
              <w:spacing w:before="120" w:after="240" w:line="360" w:lineRule="auto"/>
              <w:jc w:val="both"/>
              <w:rPr>
                <w:rFonts w:ascii="Arial" w:hAnsi="Arial" w:cs="Arial"/>
                <w:b/>
                <w:smallCaps/>
                <w:sz w:val="22"/>
                <w:szCs w:val="22"/>
              </w:rPr>
            </w:pPr>
            <w:r>
              <w:rPr>
                <w:rFonts w:ascii="Arial" w:hAnsi="Arial" w:cs="Arial"/>
                <w:b/>
                <w:smallCaps/>
                <w:sz w:val="22"/>
                <w:szCs w:val="22"/>
              </w:rPr>
              <w:t>mmathopa@SARS.gov.za</w:t>
            </w:r>
          </w:p>
        </w:tc>
        <w:tc>
          <w:tcPr>
            <w:tcW w:w="4208" w:type="dxa"/>
            <w:tcBorders>
              <w:top w:val="single" w:sz="4" w:space="0" w:color="auto"/>
              <w:left w:val="single" w:sz="4" w:space="0" w:color="auto"/>
              <w:bottom w:val="single" w:sz="4" w:space="0" w:color="auto"/>
              <w:right w:val="single" w:sz="4" w:space="0" w:color="auto"/>
            </w:tcBorders>
          </w:tcPr>
          <w:p w14:paraId="13E3F058" w14:textId="1724B872" w:rsidR="002F233B" w:rsidRPr="00763294" w:rsidRDefault="002F233B" w:rsidP="002F233B">
            <w:pPr>
              <w:spacing w:before="120" w:after="240" w:line="360" w:lineRule="auto"/>
              <w:jc w:val="both"/>
              <w:rPr>
                <w:rFonts w:ascii="Arial" w:hAnsi="Arial" w:cs="Arial"/>
                <w:b/>
                <w:smallCaps/>
                <w:sz w:val="22"/>
                <w:szCs w:val="22"/>
              </w:rPr>
            </w:pPr>
          </w:p>
        </w:tc>
      </w:tr>
      <w:tr w:rsidR="002F233B" w:rsidRPr="00763294" w14:paraId="4E89211A" w14:textId="77777777" w:rsidTr="00ED33C1">
        <w:tc>
          <w:tcPr>
            <w:tcW w:w="2880" w:type="dxa"/>
            <w:tcBorders>
              <w:top w:val="single" w:sz="4" w:space="0" w:color="auto"/>
              <w:left w:val="single" w:sz="4" w:space="0" w:color="auto"/>
              <w:bottom w:val="single" w:sz="4" w:space="0" w:color="auto"/>
              <w:right w:val="single" w:sz="4" w:space="0" w:color="auto"/>
            </w:tcBorders>
            <w:hideMark/>
          </w:tcPr>
          <w:p w14:paraId="44C8A6C5"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Helpdesk standby number</w:t>
            </w:r>
          </w:p>
          <w:p w14:paraId="60B2BA24"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(after hours)</w:t>
            </w:r>
          </w:p>
        </w:tc>
        <w:tc>
          <w:tcPr>
            <w:tcW w:w="2693" w:type="dxa"/>
            <w:tcBorders>
              <w:top w:val="single" w:sz="4" w:space="0" w:color="auto"/>
              <w:left w:val="single" w:sz="4" w:space="0" w:color="auto"/>
              <w:bottom w:val="single" w:sz="4" w:space="0" w:color="auto"/>
              <w:right w:val="single" w:sz="4" w:space="0" w:color="auto"/>
            </w:tcBorders>
          </w:tcPr>
          <w:p w14:paraId="439BEA78" w14:textId="5C508250" w:rsidR="002F233B" w:rsidRPr="00763294" w:rsidRDefault="00BC4189" w:rsidP="002F233B">
            <w:pPr>
              <w:spacing w:before="120" w:after="240" w:line="360" w:lineRule="auto"/>
              <w:jc w:val="both"/>
              <w:rPr>
                <w:rFonts w:ascii="Arial" w:hAnsi="Arial" w:cs="Arial"/>
                <w:smallCaps/>
                <w:sz w:val="22"/>
                <w:szCs w:val="22"/>
              </w:rPr>
            </w:pPr>
            <w:r>
              <w:rPr>
                <w:rFonts w:ascii="Arial" w:hAnsi="Arial" w:cs="Arial"/>
              </w:rPr>
              <w:t>0828837790</w:t>
            </w:r>
          </w:p>
        </w:tc>
        <w:tc>
          <w:tcPr>
            <w:tcW w:w="4208" w:type="dxa"/>
            <w:tcBorders>
              <w:top w:val="single" w:sz="4" w:space="0" w:color="auto"/>
              <w:left w:val="single" w:sz="4" w:space="0" w:color="auto"/>
              <w:bottom w:val="single" w:sz="4" w:space="0" w:color="auto"/>
              <w:right w:val="single" w:sz="4" w:space="0" w:color="auto"/>
            </w:tcBorders>
          </w:tcPr>
          <w:p w14:paraId="4F7ECCF1" w14:textId="76C4AB3A" w:rsidR="002F233B" w:rsidRPr="00763294" w:rsidRDefault="002F233B" w:rsidP="002F233B">
            <w:pPr>
              <w:spacing w:before="120" w:after="240" w:line="360" w:lineRule="auto"/>
              <w:jc w:val="both"/>
              <w:rPr>
                <w:rFonts w:ascii="Arial" w:hAnsi="Arial" w:cs="Arial"/>
                <w:b/>
                <w:smallCaps/>
                <w:sz w:val="22"/>
                <w:szCs w:val="22"/>
              </w:rPr>
            </w:pPr>
          </w:p>
        </w:tc>
      </w:tr>
      <w:tr w:rsidR="002F233B" w:rsidRPr="00763294" w14:paraId="208453F1" w14:textId="77777777" w:rsidTr="002F233B">
        <w:tc>
          <w:tcPr>
            <w:tcW w:w="2880" w:type="dxa"/>
            <w:tcBorders>
              <w:top w:val="single" w:sz="4" w:space="0" w:color="auto"/>
              <w:left w:val="single" w:sz="4" w:space="0" w:color="auto"/>
              <w:bottom w:val="single" w:sz="4" w:space="0" w:color="auto"/>
              <w:right w:val="single" w:sz="4" w:space="0" w:color="auto"/>
            </w:tcBorders>
            <w:hideMark/>
          </w:tcPr>
          <w:p w14:paraId="7DC7BD54"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 xml:space="preserve">Other </w:t>
            </w:r>
          </w:p>
        </w:tc>
        <w:tc>
          <w:tcPr>
            <w:tcW w:w="2693" w:type="dxa"/>
            <w:tcBorders>
              <w:top w:val="single" w:sz="4" w:space="0" w:color="auto"/>
              <w:left w:val="single" w:sz="4" w:space="0" w:color="auto"/>
              <w:bottom w:val="single" w:sz="4" w:space="0" w:color="auto"/>
              <w:right w:val="single" w:sz="4" w:space="0" w:color="auto"/>
            </w:tcBorders>
          </w:tcPr>
          <w:p w14:paraId="72B74C61" w14:textId="44221EB8" w:rsidR="002F233B" w:rsidRPr="00763294" w:rsidRDefault="00C57FDC" w:rsidP="002F233B">
            <w:pPr>
              <w:spacing w:before="120" w:after="240" w:line="360" w:lineRule="auto"/>
              <w:jc w:val="both"/>
              <w:rPr>
                <w:rFonts w:ascii="Arial" w:hAnsi="Arial" w:cs="Arial"/>
                <w:b/>
                <w:smallCaps/>
                <w:sz w:val="22"/>
                <w:szCs w:val="22"/>
              </w:rPr>
            </w:pPr>
            <w:r>
              <w:rPr>
                <w:rFonts w:ascii="Arial" w:hAnsi="Arial" w:cs="Arial"/>
                <w:b/>
                <w:smallCaps/>
                <w:sz w:val="22"/>
                <w:szCs w:val="22"/>
              </w:rPr>
              <w:t>0824604158</w:t>
            </w:r>
          </w:p>
        </w:tc>
        <w:tc>
          <w:tcPr>
            <w:tcW w:w="4208" w:type="dxa"/>
            <w:tcBorders>
              <w:top w:val="single" w:sz="4" w:space="0" w:color="auto"/>
              <w:left w:val="single" w:sz="4" w:space="0" w:color="auto"/>
              <w:bottom w:val="single" w:sz="4" w:space="0" w:color="auto"/>
              <w:right w:val="single" w:sz="4" w:space="0" w:color="auto"/>
            </w:tcBorders>
          </w:tcPr>
          <w:p w14:paraId="7CFA11A8" w14:textId="71E9CAA6" w:rsidR="002F233B" w:rsidRPr="00763294" w:rsidRDefault="002F233B" w:rsidP="002F233B">
            <w:pPr>
              <w:spacing w:before="120" w:after="240" w:line="360" w:lineRule="auto"/>
              <w:jc w:val="both"/>
              <w:rPr>
                <w:rFonts w:ascii="Arial" w:hAnsi="Arial" w:cs="Arial"/>
                <w:b/>
                <w:smallCaps/>
                <w:sz w:val="22"/>
                <w:szCs w:val="22"/>
              </w:rPr>
            </w:pPr>
          </w:p>
        </w:tc>
      </w:tr>
    </w:tbl>
    <w:p w14:paraId="0F950C69" w14:textId="77777777" w:rsidR="002F233B" w:rsidRPr="00763294" w:rsidRDefault="002F233B" w:rsidP="002F233B">
      <w:pPr>
        <w:spacing w:before="120" w:after="240" w:line="360" w:lineRule="auto"/>
        <w:jc w:val="both"/>
        <w:rPr>
          <w:rFonts w:ascii="Arial" w:hAnsi="Arial" w:cs="Arial"/>
          <w:spacing w:val="-3"/>
          <w:sz w:val="22"/>
          <w:szCs w:val="22"/>
        </w:rPr>
      </w:pPr>
    </w:p>
    <w:p w14:paraId="6409D309" w14:textId="4BAE50BA" w:rsidR="002F233B" w:rsidRPr="00763294" w:rsidRDefault="002F233B" w:rsidP="002F233B">
      <w:pPr>
        <w:pStyle w:val="ListParagraph"/>
        <w:numPr>
          <w:ilvl w:val="0"/>
          <w:numId w:val="29"/>
        </w:numPr>
        <w:spacing w:before="120" w:after="240" w:line="360" w:lineRule="auto"/>
        <w:ind w:left="720" w:hanging="720"/>
        <w:contextualSpacing w:val="0"/>
        <w:jc w:val="both"/>
        <w:rPr>
          <w:b/>
        </w:rPr>
      </w:pPr>
      <w:bookmarkStart w:id="1688" w:name="_Hlk34682261"/>
      <w:r w:rsidRPr="00763294">
        <w:rPr>
          <w:b/>
        </w:rPr>
        <w:t>ESCALATION OF S</w:t>
      </w:r>
      <w:r w:rsidR="00ED33C1">
        <w:rPr>
          <w:b/>
        </w:rPr>
        <w:t xml:space="preserve">ERVICE </w:t>
      </w:r>
      <w:r w:rsidRPr="00763294">
        <w:rPr>
          <w:b/>
        </w:rPr>
        <w:t>L</w:t>
      </w:r>
      <w:r w:rsidR="00ED33C1">
        <w:rPr>
          <w:b/>
        </w:rPr>
        <w:t>EVEL</w:t>
      </w:r>
      <w:r w:rsidRPr="00763294">
        <w:rPr>
          <w:b/>
        </w:rPr>
        <w:t xml:space="preserve"> FAILURES</w:t>
      </w:r>
    </w:p>
    <w:p w14:paraId="67F1F7A1" w14:textId="77777777" w:rsidR="002F233B" w:rsidRPr="00763294" w:rsidRDefault="002F233B" w:rsidP="002F233B">
      <w:pPr>
        <w:pStyle w:val="ListParagraph"/>
        <w:numPr>
          <w:ilvl w:val="1"/>
          <w:numId w:val="29"/>
        </w:numPr>
        <w:spacing w:before="120" w:after="240" w:line="360" w:lineRule="auto"/>
        <w:ind w:left="1440" w:hanging="720"/>
        <w:contextualSpacing w:val="0"/>
        <w:jc w:val="both"/>
        <w:rPr>
          <w:b/>
        </w:rPr>
      </w:pPr>
      <w:r w:rsidRPr="00763294">
        <w:rPr>
          <w:b/>
        </w:rPr>
        <w:t xml:space="preserve">The Service Provider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2120"/>
        <w:gridCol w:w="2976"/>
        <w:gridCol w:w="3119"/>
      </w:tblGrid>
      <w:tr w:rsidR="002F233B" w:rsidRPr="00763294" w14:paraId="7CDA77EC" w14:textId="77777777" w:rsidTr="002F233B">
        <w:trPr>
          <w:trHeight w:val="381"/>
        </w:trPr>
        <w:tc>
          <w:tcPr>
            <w:tcW w:w="1595" w:type="dxa"/>
            <w:tcBorders>
              <w:top w:val="single" w:sz="4" w:space="0" w:color="auto"/>
              <w:left w:val="single" w:sz="4" w:space="0" w:color="auto"/>
              <w:bottom w:val="single" w:sz="4" w:space="0" w:color="auto"/>
              <w:right w:val="single" w:sz="4" w:space="0" w:color="auto"/>
            </w:tcBorders>
            <w:hideMark/>
          </w:tcPr>
          <w:p w14:paraId="48B5C2E4" w14:textId="77777777" w:rsidR="002F233B" w:rsidRPr="00763294" w:rsidRDefault="002F233B" w:rsidP="002F233B">
            <w:pPr>
              <w:spacing w:before="120" w:after="240" w:line="360" w:lineRule="auto"/>
              <w:jc w:val="both"/>
              <w:rPr>
                <w:rFonts w:ascii="Arial" w:hAnsi="Arial" w:cs="Arial"/>
                <w:b/>
                <w:sz w:val="22"/>
                <w:szCs w:val="22"/>
              </w:rPr>
            </w:pPr>
            <w:bookmarkStart w:id="1689" w:name="_Hlk25746012"/>
            <w:r w:rsidRPr="00763294">
              <w:rPr>
                <w:rFonts w:ascii="Arial" w:hAnsi="Arial" w:cs="Arial"/>
                <w:b/>
                <w:sz w:val="22"/>
                <w:szCs w:val="22"/>
              </w:rPr>
              <w:t>Escalation</w:t>
            </w:r>
          </w:p>
        </w:tc>
        <w:tc>
          <w:tcPr>
            <w:tcW w:w="2120" w:type="dxa"/>
            <w:tcBorders>
              <w:top w:val="single" w:sz="4" w:space="0" w:color="auto"/>
              <w:left w:val="single" w:sz="4" w:space="0" w:color="auto"/>
              <w:bottom w:val="single" w:sz="4" w:space="0" w:color="auto"/>
              <w:right w:val="single" w:sz="4" w:space="0" w:color="auto"/>
            </w:tcBorders>
            <w:hideMark/>
          </w:tcPr>
          <w:p w14:paraId="000271C9" w14:textId="77777777" w:rsidR="002F233B" w:rsidRPr="00763294" w:rsidRDefault="002F233B" w:rsidP="002F233B">
            <w:pPr>
              <w:spacing w:before="120" w:after="240" w:line="360" w:lineRule="auto"/>
              <w:jc w:val="both"/>
              <w:rPr>
                <w:rFonts w:ascii="Arial" w:hAnsi="Arial" w:cs="Arial"/>
                <w:b/>
                <w:sz w:val="22"/>
                <w:szCs w:val="22"/>
              </w:rPr>
            </w:pPr>
            <w:r w:rsidRPr="00763294">
              <w:rPr>
                <w:rFonts w:ascii="Arial" w:hAnsi="Arial" w:cs="Arial"/>
                <w:b/>
                <w:sz w:val="22"/>
                <w:szCs w:val="22"/>
              </w:rPr>
              <w:t>Contact Name</w:t>
            </w:r>
          </w:p>
        </w:tc>
        <w:tc>
          <w:tcPr>
            <w:tcW w:w="2976" w:type="dxa"/>
            <w:tcBorders>
              <w:top w:val="single" w:sz="4" w:space="0" w:color="auto"/>
              <w:left w:val="single" w:sz="4" w:space="0" w:color="auto"/>
              <w:bottom w:val="single" w:sz="4" w:space="0" w:color="auto"/>
              <w:right w:val="single" w:sz="4" w:space="0" w:color="auto"/>
            </w:tcBorders>
            <w:hideMark/>
          </w:tcPr>
          <w:p w14:paraId="78D3CE09" w14:textId="77777777" w:rsidR="002F233B" w:rsidRPr="00763294" w:rsidRDefault="002F233B" w:rsidP="002F233B">
            <w:pPr>
              <w:spacing w:before="120" w:after="240" w:line="360" w:lineRule="auto"/>
              <w:jc w:val="both"/>
              <w:rPr>
                <w:rFonts w:ascii="Arial" w:hAnsi="Arial" w:cs="Arial"/>
                <w:b/>
                <w:sz w:val="22"/>
                <w:szCs w:val="22"/>
              </w:rPr>
            </w:pPr>
            <w:r w:rsidRPr="00763294">
              <w:rPr>
                <w:rFonts w:ascii="Arial" w:hAnsi="Arial" w:cs="Arial"/>
                <w:b/>
                <w:sz w:val="22"/>
                <w:szCs w:val="22"/>
              </w:rPr>
              <w:t>Contact Number</w:t>
            </w:r>
          </w:p>
        </w:tc>
        <w:tc>
          <w:tcPr>
            <w:tcW w:w="3119" w:type="dxa"/>
            <w:tcBorders>
              <w:top w:val="single" w:sz="4" w:space="0" w:color="auto"/>
              <w:left w:val="single" w:sz="4" w:space="0" w:color="auto"/>
              <w:bottom w:val="single" w:sz="4" w:space="0" w:color="auto"/>
              <w:right w:val="single" w:sz="4" w:space="0" w:color="auto"/>
            </w:tcBorders>
          </w:tcPr>
          <w:p w14:paraId="70941AF1" w14:textId="77777777" w:rsidR="002F233B" w:rsidRPr="00763294" w:rsidRDefault="002F233B" w:rsidP="002F233B">
            <w:pPr>
              <w:spacing w:before="120" w:after="240" w:line="360" w:lineRule="auto"/>
              <w:jc w:val="both"/>
              <w:rPr>
                <w:rFonts w:ascii="Arial" w:hAnsi="Arial" w:cs="Arial"/>
                <w:b/>
                <w:sz w:val="22"/>
                <w:szCs w:val="22"/>
              </w:rPr>
            </w:pPr>
            <w:r w:rsidRPr="00763294">
              <w:rPr>
                <w:rFonts w:ascii="Arial" w:hAnsi="Arial" w:cs="Arial"/>
                <w:b/>
                <w:sz w:val="22"/>
                <w:szCs w:val="22"/>
              </w:rPr>
              <w:t>Email</w:t>
            </w:r>
          </w:p>
        </w:tc>
      </w:tr>
      <w:tr w:rsidR="002F233B" w:rsidRPr="00763294" w14:paraId="4658D201" w14:textId="77777777" w:rsidTr="002F233B">
        <w:trPr>
          <w:trHeight w:val="401"/>
        </w:trPr>
        <w:tc>
          <w:tcPr>
            <w:tcW w:w="1595" w:type="dxa"/>
            <w:tcBorders>
              <w:top w:val="single" w:sz="4" w:space="0" w:color="auto"/>
              <w:left w:val="single" w:sz="4" w:space="0" w:color="auto"/>
              <w:bottom w:val="single" w:sz="4" w:space="0" w:color="auto"/>
              <w:right w:val="single" w:sz="4" w:space="0" w:color="auto"/>
            </w:tcBorders>
            <w:hideMark/>
          </w:tcPr>
          <w:p w14:paraId="643799FC"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Helpdesk</w:t>
            </w:r>
          </w:p>
        </w:tc>
        <w:tc>
          <w:tcPr>
            <w:tcW w:w="2120" w:type="dxa"/>
            <w:tcBorders>
              <w:top w:val="single" w:sz="4" w:space="0" w:color="auto"/>
              <w:left w:val="single" w:sz="4" w:space="0" w:color="auto"/>
              <w:bottom w:val="single" w:sz="4" w:space="0" w:color="auto"/>
              <w:right w:val="single" w:sz="4" w:space="0" w:color="auto"/>
            </w:tcBorders>
          </w:tcPr>
          <w:p w14:paraId="441B3F20" w14:textId="77777777" w:rsidR="002F233B" w:rsidRPr="00763294" w:rsidRDefault="002F233B" w:rsidP="002F233B">
            <w:pPr>
              <w:spacing w:before="120" w:after="240" w:line="360" w:lineRule="auto"/>
              <w:jc w:val="both"/>
              <w:rPr>
                <w:rFonts w:ascii="Arial" w:hAnsi="Arial" w:cs="Arial"/>
                <w:sz w:val="22"/>
                <w:szCs w:val="22"/>
              </w:rPr>
            </w:pPr>
          </w:p>
        </w:tc>
        <w:tc>
          <w:tcPr>
            <w:tcW w:w="2976" w:type="dxa"/>
            <w:tcBorders>
              <w:top w:val="single" w:sz="4" w:space="0" w:color="auto"/>
              <w:left w:val="single" w:sz="4" w:space="0" w:color="auto"/>
              <w:bottom w:val="single" w:sz="4" w:space="0" w:color="auto"/>
              <w:right w:val="single" w:sz="4" w:space="0" w:color="auto"/>
            </w:tcBorders>
          </w:tcPr>
          <w:p w14:paraId="64517BA6" w14:textId="77777777" w:rsidR="002F233B" w:rsidRPr="00763294" w:rsidRDefault="002F233B" w:rsidP="002F233B">
            <w:pPr>
              <w:spacing w:before="120" w:after="240" w:line="360" w:lineRule="auto"/>
              <w:jc w:val="both"/>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tcPr>
          <w:p w14:paraId="25018505" w14:textId="77777777" w:rsidR="002F233B" w:rsidRPr="00763294" w:rsidRDefault="002F233B" w:rsidP="002F233B">
            <w:pPr>
              <w:spacing w:before="120" w:after="240" w:line="360" w:lineRule="auto"/>
              <w:jc w:val="both"/>
              <w:rPr>
                <w:rFonts w:ascii="Arial" w:hAnsi="Arial" w:cs="Arial"/>
                <w:sz w:val="22"/>
                <w:szCs w:val="22"/>
              </w:rPr>
            </w:pPr>
          </w:p>
        </w:tc>
      </w:tr>
      <w:tr w:rsidR="002F233B" w:rsidRPr="00763294" w14:paraId="64C77FD5" w14:textId="77777777" w:rsidTr="002F233B">
        <w:trPr>
          <w:trHeight w:val="562"/>
        </w:trPr>
        <w:tc>
          <w:tcPr>
            <w:tcW w:w="1595" w:type="dxa"/>
            <w:tcBorders>
              <w:top w:val="single" w:sz="4" w:space="0" w:color="auto"/>
              <w:left w:val="single" w:sz="4" w:space="0" w:color="auto"/>
              <w:bottom w:val="single" w:sz="4" w:space="0" w:color="auto"/>
              <w:right w:val="single" w:sz="4" w:space="0" w:color="auto"/>
            </w:tcBorders>
            <w:hideMark/>
          </w:tcPr>
          <w:p w14:paraId="587D4B40"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 xml:space="preserve">Service Delivery </w:t>
            </w:r>
          </w:p>
          <w:p w14:paraId="59BCBCC0"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 xml:space="preserve">Manager  </w:t>
            </w:r>
          </w:p>
        </w:tc>
        <w:tc>
          <w:tcPr>
            <w:tcW w:w="2120" w:type="dxa"/>
            <w:tcBorders>
              <w:top w:val="single" w:sz="4" w:space="0" w:color="auto"/>
              <w:left w:val="single" w:sz="4" w:space="0" w:color="auto"/>
              <w:bottom w:val="single" w:sz="4" w:space="0" w:color="auto"/>
              <w:right w:val="single" w:sz="4" w:space="0" w:color="auto"/>
            </w:tcBorders>
          </w:tcPr>
          <w:p w14:paraId="38A1FE2C" w14:textId="1D4BF78E" w:rsidR="002F233B" w:rsidRPr="00763294" w:rsidRDefault="002F233B" w:rsidP="002F233B">
            <w:pPr>
              <w:spacing w:before="120" w:after="240" w:line="360" w:lineRule="auto"/>
              <w:jc w:val="both"/>
              <w:rPr>
                <w:rFonts w:ascii="Arial" w:hAnsi="Arial" w:cs="Arial"/>
                <w:sz w:val="22"/>
                <w:szCs w:val="22"/>
              </w:rPr>
            </w:pPr>
          </w:p>
        </w:tc>
        <w:tc>
          <w:tcPr>
            <w:tcW w:w="2976" w:type="dxa"/>
            <w:tcBorders>
              <w:top w:val="single" w:sz="4" w:space="0" w:color="auto"/>
              <w:left w:val="single" w:sz="4" w:space="0" w:color="auto"/>
              <w:bottom w:val="single" w:sz="4" w:space="0" w:color="auto"/>
              <w:right w:val="single" w:sz="4" w:space="0" w:color="auto"/>
            </w:tcBorders>
          </w:tcPr>
          <w:p w14:paraId="39A0B175" w14:textId="434731BD" w:rsidR="002F233B" w:rsidRPr="00763294" w:rsidRDefault="002F233B" w:rsidP="002F233B">
            <w:pPr>
              <w:spacing w:before="120" w:after="240" w:line="360" w:lineRule="auto"/>
              <w:jc w:val="both"/>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tcPr>
          <w:p w14:paraId="64C49651" w14:textId="744CD9AA" w:rsidR="002F233B" w:rsidRPr="00763294" w:rsidRDefault="002F233B" w:rsidP="002F233B">
            <w:pPr>
              <w:spacing w:before="120" w:after="240" w:line="360" w:lineRule="auto"/>
              <w:jc w:val="both"/>
              <w:rPr>
                <w:rFonts w:ascii="Arial" w:hAnsi="Arial" w:cs="Arial"/>
                <w:sz w:val="22"/>
                <w:szCs w:val="22"/>
                <w:lang w:val="en-ZA"/>
              </w:rPr>
            </w:pPr>
          </w:p>
        </w:tc>
      </w:tr>
      <w:tr w:rsidR="002F233B" w:rsidRPr="00763294" w14:paraId="7524F43F" w14:textId="77777777" w:rsidTr="002F233B">
        <w:trPr>
          <w:trHeight w:val="557"/>
        </w:trPr>
        <w:tc>
          <w:tcPr>
            <w:tcW w:w="1595" w:type="dxa"/>
            <w:tcBorders>
              <w:top w:val="single" w:sz="4" w:space="0" w:color="auto"/>
              <w:left w:val="single" w:sz="4" w:space="0" w:color="auto"/>
              <w:bottom w:val="single" w:sz="4" w:space="0" w:color="auto"/>
              <w:right w:val="single" w:sz="4" w:space="0" w:color="auto"/>
            </w:tcBorders>
            <w:hideMark/>
          </w:tcPr>
          <w:p w14:paraId="5480097C"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Account Director</w:t>
            </w:r>
          </w:p>
        </w:tc>
        <w:tc>
          <w:tcPr>
            <w:tcW w:w="2120" w:type="dxa"/>
            <w:tcBorders>
              <w:top w:val="single" w:sz="4" w:space="0" w:color="auto"/>
              <w:left w:val="single" w:sz="4" w:space="0" w:color="auto"/>
              <w:bottom w:val="single" w:sz="4" w:space="0" w:color="auto"/>
              <w:right w:val="single" w:sz="4" w:space="0" w:color="auto"/>
            </w:tcBorders>
          </w:tcPr>
          <w:p w14:paraId="4EF8C498" w14:textId="6067A09A" w:rsidR="002F233B" w:rsidRPr="00763294" w:rsidRDefault="002F233B" w:rsidP="002F233B">
            <w:pPr>
              <w:spacing w:before="120" w:after="240" w:line="360" w:lineRule="auto"/>
              <w:jc w:val="both"/>
              <w:rPr>
                <w:rFonts w:ascii="Arial" w:hAnsi="Arial" w:cs="Arial"/>
                <w:sz w:val="22"/>
                <w:szCs w:val="22"/>
              </w:rPr>
            </w:pPr>
          </w:p>
        </w:tc>
        <w:tc>
          <w:tcPr>
            <w:tcW w:w="2976" w:type="dxa"/>
            <w:tcBorders>
              <w:top w:val="single" w:sz="4" w:space="0" w:color="auto"/>
              <w:left w:val="single" w:sz="4" w:space="0" w:color="auto"/>
              <w:bottom w:val="single" w:sz="4" w:space="0" w:color="auto"/>
              <w:right w:val="single" w:sz="4" w:space="0" w:color="auto"/>
            </w:tcBorders>
          </w:tcPr>
          <w:p w14:paraId="389AE04C" w14:textId="1254F5D5" w:rsidR="002F233B" w:rsidRPr="00763294" w:rsidRDefault="002F233B" w:rsidP="002F233B">
            <w:pPr>
              <w:spacing w:before="120" w:after="240" w:line="360" w:lineRule="auto"/>
              <w:jc w:val="both"/>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tcPr>
          <w:p w14:paraId="289B9EB9" w14:textId="61083137" w:rsidR="002F233B" w:rsidRPr="00763294" w:rsidRDefault="002F233B" w:rsidP="002F233B">
            <w:pPr>
              <w:spacing w:before="120" w:after="240" w:line="360" w:lineRule="auto"/>
              <w:jc w:val="both"/>
              <w:rPr>
                <w:rFonts w:ascii="Arial" w:hAnsi="Arial" w:cs="Arial"/>
                <w:sz w:val="22"/>
                <w:szCs w:val="22"/>
                <w:lang w:val="en-ZA"/>
              </w:rPr>
            </w:pPr>
          </w:p>
        </w:tc>
      </w:tr>
      <w:bookmarkEnd w:id="1688"/>
      <w:bookmarkEnd w:id="1689"/>
    </w:tbl>
    <w:p w14:paraId="25BB1B4F" w14:textId="77777777" w:rsidR="002F233B" w:rsidRPr="00763294" w:rsidRDefault="002F233B" w:rsidP="002F233B">
      <w:pPr>
        <w:spacing w:before="120" w:after="240" w:line="360" w:lineRule="auto"/>
        <w:jc w:val="both"/>
        <w:rPr>
          <w:rFonts w:ascii="Arial" w:hAnsi="Arial" w:cs="Arial"/>
          <w:spacing w:val="-3"/>
          <w:sz w:val="22"/>
          <w:szCs w:val="22"/>
        </w:rPr>
      </w:pPr>
    </w:p>
    <w:p w14:paraId="16137A72" w14:textId="77777777" w:rsidR="002F233B" w:rsidRPr="00763294" w:rsidRDefault="002F233B" w:rsidP="002F233B">
      <w:pPr>
        <w:pStyle w:val="ListParagraph"/>
        <w:numPr>
          <w:ilvl w:val="1"/>
          <w:numId w:val="29"/>
        </w:numPr>
        <w:spacing w:before="120" w:after="240" w:line="360" w:lineRule="auto"/>
        <w:ind w:left="1440" w:hanging="720"/>
        <w:contextualSpacing w:val="0"/>
        <w:jc w:val="both"/>
        <w:rPr>
          <w:b/>
        </w:rPr>
      </w:pPr>
      <w:bookmarkStart w:id="1690" w:name="Text14"/>
      <w:r w:rsidRPr="00763294">
        <w:rPr>
          <w:b/>
        </w:rPr>
        <w:t>SARS</w:t>
      </w:r>
      <w:bookmarkEnd w:id="1690"/>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3337"/>
        <w:gridCol w:w="4743"/>
      </w:tblGrid>
      <w:tr w:rsidR="002F233B" w:rsidRPr="00763294" w14:paraId="6216BF45" w14:textId="77777777" w:rsidTr="002F233B">
        <w:trPr>
          <w:trHeight w:val="630"/>
        </w:trPr>
        <w:tc>
          <w:tcPr>
            <w:tcW w:w="1701" w:type="dxa"/>
            <w:tcBorders>
              <w:top w:val="single" w:sz="4" w:space="0" w:color="auto"/>
              <w:left w:val="single" w:sz="4" w:space="0" w:color="auto"/>
              <w:bottom w:val="single" w:sz="4" w:space="0" w:color="auto"/>
              <w:right w:val="single" w:sz="4" w:space="0" w:color="auto"/>
            </w:tcBorders>
            <w:hideMark/>
          </w:tcPr>
          <w:p w14:paraId="044D2B9A" w14:textId="77777777" w:rsidR="002F233B" w:rsidRPr="00763294" w:rsidRDefault="002F233B" w:rsidP="002F233B">
            <w:pPr>
              <w:spacing w:before="120" w:after="240" w:line="360" w:lineRule="auto"/>
              <w:jc w:val="both"/>
              <w:rPr>
                <w:rFonts w:ascii="Arial" w:hAnsi="Arial" w:cs="Arial"/>
                <w:b/>
              </w:rPr>
            </w:pPr>
            <w:r w:rsidRPr="00763294">
              <w:rPr>
                <w:rFonts w:ascii="Arial" w:hAnsi="Arial" w:cs="Arial"/>
                <w:b/>
              </w:rPr>
              <w:t>Escalation</w:t>
            </w:r>
          </w:p>
        </w:tc>
        <w:tc>
          <w:tcPr>
            <w:tcW w:w="3337" w:type="dxa"/>
            <w:tcBorders>
              <w:top w:val="single" w:sz="4" w:space="0" w:color="auto"/>
              <w:left w:val="single" w:sz="4" w:space="0" w:color="auto"/>
              <w:bottom w:val="single" w:sz="4" w:space="0" w:color="auto"/>
              <w:right w:val="single" w:sz="4" w:space="0" w:color="auto"/>
            </w:tcBorders>
            <w:hideMark/>
          </w:tcPr>
          <w:p w14:paraId="1F8E71AA" w14:textId="77777777" w:rsidR="002F233B" w:rsidRPr="00763294" w:rsidRDefault="002F233B" w:rsidP="002F233B">
            <w:pPr>
              <w:spacing w:before="120" w:after="240" w:line="360" w:lineRule="auto"/>
              <w:jc w:val="both"/>
              <w:rPr>
                <w:rFonts w:ascii="Arial" w:hAnsi="Arial" w:cs="Arial"/>
                <w:b/>
              </w:rPr>
            </w:pPr>
            <w:r w:rsidRPr="00763294">
              <w:rPr>
                <w:rFonts w:ascii="Arial" w:hAnsi="Arial" w:cs="Arial"/>
                <w:b/>
              </w:rPr>
              <w:t>Contact Name</w:t>
            </w:r>
          </w:p>
        </w:tc>
        <w:tc>
          <w:tcPr>
            <w:tcW w:w="4743" w:type="dxa"/>
            <w:tcBorders>
              <w:top w:val="single" w:sz="4" w:space="0" w:color="auto"/>
              <w:left w:val="single" w:sz="4" w:space="0" w:color="auto"/>
              <w:bottom w:val="single" w:sz="4" w:space="0" w:color="auto"/>
              <w:right w:val="single" w:sz="4" w:space="0" w:color="auto"/>
            </w:tcBorders>
            <w:hideMark/>
          </w:tcPr>
          <w:p w14:paraId="36AB3B82" w14:textId="77777777" w:rsidR="002F233B" w:rsidRPr="00763294" w:rsidRDefault="002F233B" w:rsidP="002F233B">
            <w:pPr>
              <w:spacing w:before="120" w:after="240" w:line="360" w:lineRule="auto"/>
              <w:jc w:val="both"/>
              <w:rPr>
                <w:rFonts w:ascii="Arial" w:hAnsi="Arial" w:cs="Arial"/>
                <w:b/>
              </w:rPr>
            </w:pPr>
            <w:r w:rsidRPr="00763294">
              <w:rPr>
                <w:rFonts w:ascii="Arial" w:hAnsi="Arial" w:cs="Arial"/>
                <w:b/>
              </w:rPr>
              <w:t>Contact Number</w:t>
            </w:r>
          </w:p>
        </w:tc>
      </w:tr>
      <w:tr w:rsidR="002F233B" w:rsidRPr="00763294" w14:paraId="58375FF6" w14:textId="77777777" w:rsidTr="00ED33C1">
        <w:tc>
          <w:tcPr>
            <w:tcW w:w="1701" w:type="dxa"/>
            <w:tcBorders>
              <w:top w:val="single" w:sz="4" w:space="0" w:color="auto"/>
              <w:left w:val="single" w:sz="4" w:space="0" w:color="auto"/>
              <w:bottom w:val="single" w:sz="4" w:space="0" w:color="auto"/>
              <w:right w:val="single" w:sz="4" w:space="0" w:color="auto"/>
            </w:tcBorders>
            <w:hideMark/>
          </w:tcPr>
          <w:p w14:paraId="1DB49A20" w14:textId="77777777" w:rsidR="002F233B" w:rsidRPr="00763294" w:rsidRDefault="002F233B" w:rsidP="002F233B">
            <w:pPr>
              <w:spacing w:before="120" w:after="240" w:line="360" w:lineRule="auto"/>
              <w:jc w:val="both"/>
              <w:rPr>
                <w:rFonts w:ascii="Arial" w:hAnsi="Arial" w:cs="Arial"/>
              </w:rPr>
            </w:pPr>
            <w:r w:rsidRPr="00763294">
              <w:rPr>
                <w:rFonts w:ascii="Arial" w:hAnsi="Arial" w:cs="Arial"/>
              </w:rPr>
              <w:t>Escalation #1</w:t>
            </w:r>
          </w:p>
        </w:tc>
        <w:tc>
          <w:tcPr>
            <w:tcW w:w="3337" w:type="dxa"/>
            <w:tcBorders>
              <w:top w:val="single" w:sz="4" w:space="0" w:color="auto"/>
              <w:left w:val="single" w:sz="4" w:space="0" w:color="auto"/>
              <w:bottom w:val="single" w:sz="4" w:space="0" w:color="auto"/>
              <w:right w:val="single" w:sz="4" w:space="0" w:color="auto"/>
            </w:tcBorders>
          </w:tcPr>
          <w:p w14:paraId="34899238" w14:textId="5DD05B76" w:rsidR="002F233B" w:rsidRPr="00F67535" w:rsidRDefault="007A4404" w:rsidP="00F67535">
            <w:pPr>
              <w:spacing w:before="120" w:after="240" w:line="360" w:lineRule="auto"/>
              <w:jc w:val="both"/>
              <w:rPr>
                <w:rFonts w:ascii="Arial" w:hAnsi="Arial" w:cs="Arial"/>
                <w:sz w:val="22"/>
                <w:szCs w:val="22"/>
              </w:rPr>
            </w:pPr>
            <w:r w:rsidRPr="00F67535">
              <w:rPr>
                <w:rFonts w:ascii="Arial" w:hAnsi="Arial" w:cs="Arial"/>
                <w:sz w:val="22"/>
                <w:szCs w:val="22"/>
              </w:rPr>
              <w:t>Operations Specialist: Information</w:t>
            </w:r>
          </w:p>
        </w:tc>
        <w:tc>
          <w:tcPr>
            <w:tcW w:w="4743" w:type="dxa"/>
            <w:tcBorders>
              <w:top w:val="single" w:sz="4" w:space="0" w:color="auto"/>
              <w:left w:val="single" w:sz="4" w:space="0" w:color="auto"/>
              <w:bottom w:val="single" w:sz="4" w:space="0" w:color="auto"/>
              <w:right w:val="single" w:sz="4" w:space="0" w:color="auto"/>
            </w:tcBorders>
          </w:tcPr>
          <w:p w14:paraId="1CBB4AF5" w14:textId="5B22B66E" w:rsidR="002F233B" w:rsidRPr="00763294" w:rsidRDefault="002F233B" w:rsidP="002F233B">
            <w:pPr>
              <w:spacing w:before="120" w:after="240" w:line="360" w:lineRule="auto"/>
              <w:jc w:val="both"/>
              <w:rPr>
                <w:rFonts w:ascii="Arial" w:hAnsi="Arial" w:cs="Arial"/>
              </w:rPr>
            </w:pPr>
          </w:p>
        </w:tc>
      </w:tr>
      <w:tr w:rsidR="002F233B" w:rsidRPr="00763294" w14:paraId="7579F80D" w14:textId="77777777" w:rsidTr="00ED33C1">
        <w:tc>
          <w:tcPr>
            <w:tcW w:w="1701" w:type="dxa"/>
            <w:tcBorders>
              <w:top w:val="single" w:sz="4" w:space="0" w:color="auto"/>
              <w:left w:val="single" w:sz="4" w:space="0" w:color="auto"/>
              <w:bottom w:val="single" w:sz="4" w:space="0" w:color="auto"/>
              <w:right w:val="single" w:sz="4" w:space="0" w:color="auto"/>
            </w:tcBorders>
            <w:hideMark/>
          </w:tcPr>
          <w:p w14:paraId="5F693ABB" w14:textId="77777777" w:rsidR="002F233B" w:rsidRPr="00763294" w:rsidRDefault="002F233B" w:rsidP="002F233B">
            <w:pPr>
              <w:spacing w:before="120" w:after="240" w:line="360" w:lineRule="auto"/>
              <w:jc w:val="both"/>
              <w:rPr>
                <w:rFonts w:ascii="Arial" w:hAnsi="Arial" w:cs="Arial"/>
              </w:rPr>
            </w:pPr>
            <w:r w:rsidRPr="00763294">
              <w:rPr>
                <w:rFonts w:ascii="Arial" w:hAnsi="Arial" w:cs="Arial"/>
              </w:rPr>
              <w:t>Escalation #2</w:t>
            </w:r>
          </w:p>
        </w:tc>
        <w:tc>
          <w:tcPr>
            <w:tcW w:w="3337" w:type="dxa"/>
            <w:tcBorders>
              <w:top w:val="single" w:sz="4" w:space="0" w:color="auto"/>
              <w:left w:val="single" w:sz="4" w:space="0" w:color="auto"/>
              <w:bottom w:val="single" w:sz="4" w:space="0" w:color="auto"/>
              <w:right w:val="single" w:sz="4" w:space="0" w:color="auto"/>
            </w:tcBorders>
          </w:tcPr>
          <w:p w14:paraId="62FEF405" w14:textId="009298D5" w:rsidR="002F233B" w:rsidRPr="00F67535" w:rsidRDefault="007A4404" w:rsidP="002F233B">
            <w:pPr>
              <w:spacing w:before="120" w:after="240" w:line="360" w:lineRule="auto"/>
              <w:jc w:val="both"/>
              <w:rPr>
                <w:rFonts w:ascii="Arial" w:hAnsi="Arial" w:cs="Arial"/>
                <w:sz w:val="22"/>
                <w:szCs w:val="22"/>
              </w:rPr>
            </w:pPr>
            <w:r w:rsidRPr="00F67535">
              <w:rPr>
                <w:rFonts w:ascii="Arial" w:hAnsi="Arial" w:cs="Arial"/>
                <w:sz w:val="22"/>
                <w:szCs w:val="22"/>
              </w:rPr>
              <w:t>Manager: Monitoring Analysis</w:t>
            </w:r>
          </w:p>
        </w:tc>
        <w:tc>
          <w:tcPr>
            <w:tcW w:w="4743" w:type="dxa"/>
            <w:tcBorders>
              <w:top w:val="single" w:sz="4" w:space="0" w:color="auto"/>
              <w:left w:val="single" w:sz="4" w:space="0" w:color="auto"/>
              <w:bottom w:val="single" w:sz="4" w:space="0" w:color="auto"/>
              <w:right w:val="single" w:sz="4" w:space="0" w:color="auto"/>
            </w:tcBorders>
          </w:tcPr>
          <w:p w14:paraId="69E446B8" w14:textId="67F2358E" w:rsidR="002F233B" w:rsidRPr="00763294" w:rsidRDefault="002F233B" w:rsidP="002F233B">
            <w:pPr>
              <w:spacing w:before="120" w:after="240" w:line="360" w:lineRule="auto"/>
              <w:jc w:val="both"/>
              <w:rPr>
                <w:rFonts w:ascii="Arial" w:hAnsi="Arial" w:cs="Arial"/>
              </w:rPr>
            </w:pPr>
          </w:p>
        </w:tc>
      </w:tr>
      <w:tr w:rsidR="002F233B" w:rsidRPr="00763294" w14:paraId="2802DD26" w14:textId="77777777" w:rsidTr="00ED33C1">
        <w:tc>
          <w:tcPr>
            <w:tcW w:w="1701" w:type="dxa"/>
            <w:tcBorders>
              <w:top w:val="single" w:sz="4" w:space="0" w:color="auto"/>
              <w:left w:val="single" w:sz="4" w:space="0" w:color="auto"/>
              <w:bottom w:val="single" w:sz="4" w:space="0" w:color="auto"/>
              <w:right w:val="single" w:sz="4" w:space="0" w:color="auto"/>
            </w:tcBorders>
            <w:hideMark/>
          </w:tcPr>
          <w:p w14:paraId="632E0A8C" w14:textId="77777777" w:rsidR="002F233B" w:rsidRPr="00ED33C1" w:rsidRDefault="002F233B" w:rsidP="002F233B">
            <w:pPr>
              <w:spacing w:before="120" w:after="240" w:line="360" w:lineRule="auto"/>
              <w:jc w:val="both"/>
              <w:rPr>
                <w:rFonts w:ascii="Arial" w:hAnsi="Arial" w:cs="Arial"/>
                <w:lang w:eastAsia="en-ZA"/>
              </w:rPr>
            </w:pPr>
            <w:r w:rsidRPr="00ED33C1">
              <w:rPr>
                <w:rFonts w:ascii="Arial" w:hAnsi="Arial" w:cs="Arial"/>
                <w:lang w:eastAsia="en-ZA"/>
              </w:rPr>
              <w:t>Escalation #3</w:t>
            </w:r>
          </w:p>
        </w:tc>
        <w:tc>
          <w:tcPr>
            <w:tcW w:w="3337" w:type="dxa"/>
            <w:tcBorders>
              <w:top w:val="single" w:sz="4" w:space="0" w:color="auto"/>
              <w:left w:val="single" w:sz="4" w:space="0" w:color="auto"/>
              <w:bottom w:val="single" w:sz="4" w:space="0" w:color="auto"/>
              <w:right w:val="single" w:sz="4" w:space="0" w:color="auto"/>
            </w:tcBorders>
          </w:tcPr>
          <w:p w14:paraId="78579890" w14:textId="3E721981" w:rsidR="002F233B" w:rsidRPr="00F67535" w:rsidRDefault="007A4404" w:rsidP="007A4404">
            <w:pPr>
              <w:spacing w:before="120" w:after="240" w:line="360" w:lineRule="auto"/>
              <w:jc w:val="both"/>
              <w:rPr>
                <w:rFonts w:ascii="Arial" w:hAnsi="Arial" w:cs="Arial"/>
                <w:b/>
                <w:sz w:val="22"/>
                <w:szCs w:val="22"/>
                <w:lang w:eastAsia="en-ZA"/>
              </w:rPr>
            </w:pPr>
            <w:r w:rsidRPr="00F67535">
              <w:rPr>
                <w:rFonts w:ascii="Arial" w:hAnsi="Arial" w:cs="Arial"/>
                <w:sz w:val="22"/>
                <w:szCs w:val="22"/>
              </w:rPr>
              <w:t>Senior Manager: Information Integrity</w:t>
            </w:r>
            <w:r w:rsidRPr="00F67535">
              <w:rPr>
                <w:rFonts w:ascii="Arial" w:hAnsi="Arial" w:cs="Arial"/>
                <w:b/>
                <w:sz w:val="22"/>
                <w:szCs w:val="22"/>
                <w:lang w:eastAsia="en-ZA"/>
              </w:rPr>
              <w:t xml:space="preserve"> </w:t>
            </w:r>
          </w:p>
        </w:tc>
        <w:tc>
          <w:tcPr>
            <w:tcW w:w="4743" w:type="dxa"/>
            <w:tcBorders>
              <w:top w:val="single" w:sz="4" w:space="0" w:color="auto"/>
              <w:left w:val="single" w:sz="4" w:space="0" w:color="auto"/>
              <w:bottom w:val="single" w:sz="4" w:space="0" w:color="auto"/>
              <w:right w:val="single" w:sz="4" w:space="0" w:color="auto"/>
            </w:tcBorders>
          </w:tcPr>
          <w:p w14:paraId="5384C83E" w14:textId="3B046B50" w:rsidR="002F233B" w:rsidRPr="00763294" w:rsidRDefault="002F233B" w:rsidP="002F233B">
            <w:pPr>
              <w:spacing w:before="120" w:after="240" w:line="360" w:lineRule="auto"/>
              <w:jc w:val="both"/>
              <w:rPr>
                <w:rFonts w:ascii="Arial" w:hAnsi="Arial" w:cs="Arial"/>
                <w:b/>
                <w:lang w:eastAsia="en-ZA"/>
              </w:rPr>
            </w:pPr>
          </w:p>
        </w:tc>
      </w:tr>
    </w:tbl>
    <w:p w14:paraId="10EAC07E" w14:textId="77777777" w:rsidR="002F233B" w:rsidRPr="00763294" w:rsidRDefault="002F233B" w:rsidP="002F233B">
      <w:pPr>
        <w:pStyle w:val="ListParagraph"/>
        <w:numPr>
          <w:ilvl w:val="0"/>
          <w:numId w:val="29"/>
        </w:numPr>
        <w:spacing w:before="120" w:after="240" w:line="360" w:lineRule="auto"/>
        <w:ind w:left="720" w:hanging="720"/>
        <w:contextualSpacing w:val="0"/>
        <w:jc w:val="both"/>
        <w:rPr>
          <w:b/>
        </w:rPr>
      </w:pPr>
      <w:r w:rsidRPr="00763294">
        <w:rPr>
          <w:b/>
        </w:rPr>
        <w:t>REMEDIES SERVICE LEVEL FAILURES</w:t>
      </w:r>
    </w:p>
    <w:p w14:paraId="18E75268" w14:textId="77777777" w:rsidR="002F233B" w:rsidRPr="00763294" w:rsidRDefault="002F233B" w:rsidP="002F233B">
      <w:pPr>
        <w:spacing w:before="120" w:after="240" w:line="360" w:lineRule="auto"/>
        <w:ind w:left="720"/>
        <w:jc w:val="both"/>
        <w:rPr>
          <w:rFonts w:ascii="Arial" w:hAnsi="Arial" w:cs="Arial"/>
        </w:rPr>
      </w:pPr>
      <w:r w:rsidRPr="00763294">
        <w:rPr>
          <w:rFonts w:ascii="Arial" w:hAnsi="Arial" w:cs="Arial"/>
        </w:rPr>
        <w:t>The Parties record and agree that the severity of the penalty for any rolling 3 (three) month’s period shall be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984"/>
        <w:gridCol w:w="5510"/>
      </w:tblGrid>
      <w:tr w:rsidR="002F233B" w:rsidRPr="00763294" w14:paraId="53B7FE38" w14:textId="77777777" w:rsidTr="002F233B">
        <w:trPr>
          <w:trHeight w:val="250"/>
        </w:trPr>
        <w:tc>
          <w:tcPr>
            <w:tcW w:w="3376" w:type="dxa"/>
            <w:tcBorders>
              <w:top w:val="single" w:sz="4" w:space="0" w:color="auto"/>
              <w:left w:val="single" w:sz="4" w:space="0" w:color="auto"/>
              <w:bottom w:val="single" w:sz="4" w:space="0" w:color="auto"/>
              <w:right w:val="single" w:sz="4" w:space="0" w:color="auto"/>
            </w:tcBorders>
            <w:hideMark/>
          </w:tcPr>
          <w:p w14:paraId="7D510ED5" w14:textId="77777777" w:rsidR="002F233B" w:rsidRPr="00763294" w:rsidRDefault="002F233B" w:rsidP="002F233B">
            <w:pPr>
              <w:spacing w:before="120" w:after="240" w:line="360" w:lineRule="auto"/>
              <w:jc w:val="both"/>
              <w:rPr>
                <w:rFonts w:ascii="Arial" w:hAnsi="Arial" w:cs="Arial"/>
              </w:rPr>
            </w:pPr>
            <w:r w:rsidRPr="00763294">
              <w:rPr>
                <w:rFonts w:ascii="Arial" w:hAnsi="Arial" w:cs="Arial"/>
              </w:rPr>
              <w:t>First incident in excess of SLA:</w:t>
            </w:r>
          </w:p>
        </w:tc>
        <w:tc>
          <w:tcPr>
            <w:tcW w:w="6311" w:type="dxa"/>
            <w:tcBorders>
              <w:top w:val="single" w:sz="4" w:space="0" w:color="auto"/>
              <w:left w:val="single" w:sz="4" w:space="0" w:color="auto"/>
              <w:bottom w:val="single" w:sz="4" w:space="0" w:color="auto"/>
              <w:right w:val="single" w:sz="4" w:space="0" w:color="auto"/>
            </w:tcBorders>
            <w:hideMark/>
          </w:tcPr>
          <w:p w14:paraId="29B30448" w14:textId="77777777" w:rsidR="002F233B" w:rsidRPr="00763294" w:rsidRDefault="002F233B" w:rsidP="002F233B">
            <w:pPr>
              <w:spacing w:before="120" w:after="240" w:line="360" w:lineRule="auto"/>
              <w:jc w:val="both"/>
              <w:rPr>
                <w:rFonts w:ascii="Arial" w:hAnsi="Arial" w:cs="Arial"/>
              </w:rPr>
            </w:pPr>
            <w:r w:rsidRPr="005A5E8A">
              <w:rPr>
                <w:rFonts w:ascii="Arial" w:hAnsi="Arial" w:cs="Arial"/>
              </w:rPr>
              <w:t xml:space="preserve">Account Manager &amp; GM Business </w:t>
            </w:r>
            <w:r w:rsidRPr="00763294">
              <w:rPr>
                <w:rFonts w:ascii="Arial" w:hAnsi="Arial" w:cs="Arial"/>
              </w:rPr>
              <w:t>unit to meet with SARS Senior manager</w:t>
            </w:r>
          </w:p>
        </w:tc>
      </w:tr>
      <w:tr w:rsidR="002F233B" w:rsidRPr="00763294" w14:paraId="0A8617F3" w14:textId="77777777" w:rsidTr="002F233B">
        <w:trPr>
          <w:trHeight w:val="267"/>
        </w:trPr>
        <w:tc>
          <w:tcPr>
            <w:tcW w:w="3376" w:type="dxa"/>
            <w:tcBorders>
              <w:top w:val="single" w:sz="4" w:space="0" w:color="auto"/>
              <w:left w:val="single" w:sz="4" w:space="0" w:color="auto"/>
              <w:bottom w:val="single" w:sz="4" w:space="0" w:color="auto"/>
              <w:right w:val="single" w:sz="4" w:space="0" w:color="auto"/>
            </w:tcBorders>
            <w:hideMark/>
          </w:tcPr>
          <w:p w14:paraId="54A08FCC" w14:textId="77777777" w:rsidR="002F233B" w:rsidRPr="00763294" w:rsidRDefault="002F233B" w:rsidP="002F233B">
            <w:pPr>
              <w:spacing w:before="120" w:after="240" w:line="360" w:lineRule="auto"/>
              <w:jc w:val="both"/>
              <w:rPr>
                <w:rFonts w:ascii="Arial" w:hAnsi="Arial" w:cs="Arial"/>
              </w:rPr>
            </w:pPr>
            <w:r w:rsidRPr="00763294">
              <w:rPr>
                <w:rFonts w:ascii="Arial" w:hAnsi="Arial" w:cs="Arial"/>
              </w:rPr>
              <w:t>Second incident in excess of SLA:</w:t>
            </w:r>
          </w:p>
        </w:tc>
        <w:tc>
          <w:tcPr>
            <w:tcW w:w="6311" w:type="dxa"/>
            <w:tcBorders>
              <w:top w:val="single" w:sz="4" w:space="0" w:color="auto"/>
              <w:left w:val="single" w:sz="4" w:space="0" w:color="auto"/>
              <w:bottom w:val="single" w:sz="4" w:space="0" w:color="auto"/>
              <w:right w:val="single" w:sz="4" w:space="0" w:color="auto"/>
            </w:tcBorders>
            <w:hideMark/>
          </w:tcPr>
          <w:p w14:paraId="2EB95CB4" w14:textId="77777777" w:rsidR="002F233B" w:rsidRPr="00763294" w:rsidRDefault="002F233B" w:rsidP="002F233B">
            <w:pPr>
              <w:spacing w:before="120" w:after="240" w:line="360" w:lineRule="auto"/>
              <w:jc w:val="both"/>
              <w:rPr>
                <w:rFonts w:ascii="Arial" w:hAnsi="Arial" w:cs="Arial"/>
              </w:rPr>
            </w:pPr>
            <w:r w:rsidRPr="00763294">
              <w:rPr>
                <w:rFonts w:ascii="Arial" w:hAnsi="Arial" w:cs="Arial"/>
              </w:rPr>
              <w:t xml:space="preserve">Service Delivery Manager, Professional Services </w:t>
            </w:r>
          </w:p>
          <w:p w14:paraId="182625D5" w14:textId="77777777" w:rsidR="002F233B" w:rsidRPr="00763294" w:rsidRDefault="002F233B" w:rsidP="002F233B">
            <w:pPr>
              <w:spacing w:before="120" w:after="240" w:line="360" w:lineRule="auto"/>
              <w:jc w:val="both"/>
              <w:rPr>
                <w:rFonts w:ascii="Arial" w:hAnsi="Arial" w:cs="Arial"/>
                <w:sz w:val="22"/>
                <w:szCs w:val="22"/>
              </w:rPr>
            </w:pPr>
          </w:p>
        </w:tc>
      </w:tr>
      <w:tr w:rsidR="002F233B" w:rsidRPr="00763294" w14:paraId="00E178C8" w14:textId="77777777" w:rsidTr="002F233B">
        <w:trPr>
          <w:trHeight w:val="250"/>
        </w:trPr>
        <w:tc>
          <w:tcPr>
            <w:tcW w:w="3376" w:type="dxa"/>
            <w:tcBorders>
              <w:top w:val="single" w:sz="4" w:space="0" w:color="auto"/>
              <w:left w:val="single" w:sz="4" w:space="0" w:color="auto"/>
              <w:bottom w:val="single" w:sz="4" w:space="0" w:color="auto"/>
              <w:right w:val="single" w:sz="4" w:space="0" w:color="auto"/>
            </w:tcBorders>
            <w:hideMark/>
          </w:tcPr>
          <w:p w14:paraId="55518843"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Third incident in excess of SLA:</w:t>
            </w:r>
          </w:p>
        </w:tc>
        <w:tc>
          <w:tcPr>
            <w:tcW w:w="6311" w:type="dxa"/>
            <w:tcBorders>
              <w:top w:val="single" w:sz="4" w:space="0" w:color="auto"/>
              <w:left w:val="single" w:sz="4" w:space="0" w:color="auto"/>
              <w:bottom w:val="single" w:sz="4" w:space="0" w:color="auto"/>
              <w:right w:val="single" w:sz="4" w:space="0" w:color="auto"/>
            </w:tcBorders>
            <w:hideMark/>
          </w:tcPr>
          <w:p w14:paraId="33E55B04" w14:textId="77777777" w:rsidR="002F233B" w:rsidRPr="00763294" w:rsidRDefault="002F233B" w:rsidP="002F233B">
            <w:pPr>
              <w:spacing w:before="120" w:after="240" w:line="360" w:lineRule="auto"/>
              <w:jc w:val="both"/>
              <w:rPr>
                <w:rFonts w:ascii="Arial" w:hAnsi="Arial" w:cs="Arial"/>
                <w:sz w:val="22"/>
                <w:szCs w:val="22"/>
              </w:rPr>
            </w:pPr>
            <w:r w:rsidRPr="00763294">
              <w:rPr>
                <w:rFonts w:ascii="Arial" w:hAnsi="Arial" w:cs="Arial"/>
                <w:sz w:val="22"/>
                <w:szCs w:val="22"/>
              </w:rPr>
              <w:t>Escalation to OEM</w:t>
            </w:r>
          </w:p>
        </w:tc>
      </w:tr>
    </w:tbl>
    <w:p w14:paraId="591E2124" w14:textId="04F042FF" w:rsidR="002F233B" w:rsidRDefault="002F233B" w:rsidP="00ED33C1">
      <w:pPr>
        <w:spacing w:before="120" w:after="240" w:line="360" w:lineRule="auto"/>
        <w:jc w:val="center"/>
        <w:rPr>
          <w:rFonts w:ascii="Arial" w:hAnsi="Arial"/>
          <w:sz w:val="22"/>
        </w:rPr>
      </w:pPr>
    </w:p>
    <w:p w14:paraId="1046D9B3" w14:textId="67E344E6" w:rsidR="002F233B" w:rsidRDefault="002F233B" w:rsidP="00ED33C1">
      <w:pPr>
        <w:spacing w:before="120" w:after="240" w:line="360" w:lineRule="auto"/>
        <w:jc w:val="center"/>
        <w:rPr>
          <w:rFonts w:ascii="Arial" w:hAnsi="Arial"/>
          <w:sz w:val="22"/>
        </w:rPr>
      </w:pPr>
    </w:p>
    <w:p w14:paraId="14D71CD9" w14:textId="77777777" w:rsidR="002F233B" w:rsidRPr="00766492" w:rsidRDefault="002F233B" w:rsidP="00ED33C1">
      <w:pPr>
        <w:spacing w:before="120" w:after="240" w:line="360" w:lineRule="auto"/>
        <w:jc w:val="center"/>
        <w:rPr>
          <w:rFonts w:ascii="Arial" w:hAnsi="Arial"/>
          <w:sz w:val="22"/>
        </w:rPr>
      </w:pPr>
    </w:p>
    <w:sectPr w:rsidR="002F233B" w:rsidRPr="00766492" w:rsidSect="00B42510">
      <w:footerReference w:type="default" r:id="rId11"/>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D1C54" w14:textId="77777777" w:rsidR="00C24151" w:rsidRDefault="00C24151">
      <w:r>
        <w:separator/>
      </w:r>
    </w:p>
  </w:endnote>
  <w:endnote w:type="continuationSeparator" w:id="0">
    <w:p w14:paraId="3E5F3589" w14:textId="77777777" w:rsidR="00C24151" w:rsidRDefault="00C24151">
      <w:r>
        <w:continuationSeparator/>
      </w:r>
    </w:p>
  </w:endnote>
  <w:endnote w:type="continuationNotice" w:id="1">
    <w:p w14:paraId="7BFEC069" w14:textId="77777777" w:rsidR="00C24151" w:rsidRDefault="00C24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EngraversGothic BT">
    <w:altName w:val="Arial"/>
    <w:charset w:val="00"/>
    <w:family w:val="swiss"/>
    <w:pitch w:val="variable"/>
    <w:sig w:usb0="00000087" w:usb1="00000000" w:usb2="00000000" w:usb3="00000000" w:csb0="0000001B" w:csb1="00000000"/>
  </w:font>
  <w:font w:name="Arial Bold">
    <w:panose1 w:val="020B0704020202020204"/>
    <w:charset w:val="00"/>
    <w:family w:val="roman"/>
    <w:notTrueType/>
    <w:pitch w:val="default"/>
  </w:font>
  <w:font w:name="Futura Bk">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roman"/>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Bold">
    <w:panose1 w:val="02020803070505020304"/>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690483391"/>
      <w:docPartObj>
        <w:docPartGallery w:val="Page Numbers (Bottom of Page)"/>
        <w:docPartUnique/>
      </w:docPartObj>
    </w:sdtPr>
    <w:sdtEndPr>
      <w:rPr>
        <w:sz w:val="16"/>
        <w:szCs w:val="16"/>
      </w:rPr>
    </w:sdtEndPr>
    <w:sdtContent>
      <w:p w14:paraId="125D17DE" w14:textId="75219AB7" w:rsidR="00C24151" w:rsidRPr="00C007BB" w:rsidRDefault="00C24151" w:rsidP="00DE37C5">
        <w:pPr>
          <w:pStyle w:val="Footer"/>
          <w:jc w:val="center"/>
          <w:rPr>
            <w:rFonts w:ascii="Arial" w:hAnsi="Arial" w:cs="Arial"/>
            <w:sz w:val="16"/>
            <w:szCs w:val="16"/>
          </w:rPr>
        </w:pPr>
        <w:r w:rsidRPr="00C007BB">
          <w:rPr>
            <w:rFonts w:ascii="Arial" w:hAnsi="Arial" w:cs="Arial"/>
            <w:b/>
            <w:sz w:val="16"/>
            <w:szCs w:val="16"/>
          </w:rPr>
          <w:t>©South African Revenue Service</w:t>
        </w:r>
        <w:r w:rsidRPr="00C007BB">
          <w:rPr>
            <w:rFonts w:ascii="Arial" w:hAnsi="Arial" w:cs="Arial"/>
            <w:sz w:val="16"/>
            <w:szCs w:val="16"/>
          </w:rPr>
          <w:t>, 20</w:t>
        </w:r>
        <w:r>
          <w:rPr>
            <w:rFonts w:ascii="Arial" w:hAnsi="Arial" w:cs="Arial"/>
            <w:sz w:val="16"/>
            <w:szCs w:val="16"/>
          </w:rPr>
          <w:t>20                                                                                    RFP 31/2020-Remedy Software All</w:t>
        </w:r>
        <w:r w:rsidRPr="00C007BB">
          <w:rPr>
            <w:rFonts w:ascii="Arial" w:hAnsi="Arial" w:cs="Arial"/>
            <w:sz w:val="16"/>
            <w:szCs w:val="16"/>
          </w:rPr>
          <w:t xml:space="preserve"> rights reserved. Any unauthorized act in connection with this document as described in the Copyright Act No 98 of 1978 constitutes an act of copyright infringement and may give rise to civil liability claims.</w:t>
        </w:r>
        <w:r w:rsidRPr="00C007BB">
          <w:rPr>
            <w:rFonts w:ascii="Arial" w:hAnsi="Arial" w:cs="Arial"/>
            <w:sz w:val="16"/>
            <w:szCs w:val="16"/>
          </w:rPr>
          <w:tab/>
        </w:r>
        <w:sdt>
          <w:sdtPr>
            <w:rPr>
              <w:rFonts w:ascii="Arial" w:hAnsi="Arial" w:cs="Arial"/>
              <w:sz w:val="16"/>
              <w:szCs w:val="16"/>
            </w:rPr>
            <w:id w:val="-1969731840"/>
            <w:docPartObj>
              <w:docPartGallery w:val="Page Numbers (Top of Page)"/>
              <w:docPartUnique/>
            </w:docPartObj>
          </w:sdtPr>
          <w:sdtEndPr/>
          <w:sdtContent>
            <w:r w:rsidRPr="00C007BB">
              <w:rPr>
                <w:rFonts w:ascii="Arial" w:hAnsi="Arial" w:cs="Arial"/>
                <w:sz w:val="16"/>
                <w:szCs w:val="16"/>
              </w:rPr>
              <w:t xml:space="preserve">Page </w:t>
            </w:r>
            <w:r w:rsidRPr="00C007BB">
              <w:rPr>
                <w:rFonts w:ascii="Arial" w:hAnsi="Arial" w:cs="Arial"/>
                <w:b/>
                <w:bCs/>
                <w:sz w:val="16"/>
                <w:szCs w:val="16"/>
              </w:rPr>
              <w:fldChar w:fldCharType="begin"/>
            </w:r>
            <w:r w:rsidRPr="00C007BB">
              <w:rPr>
                <w:rFonts w:ascii="Arial" w:hAnsi="Arial" w:cs="Arial"/>
                <w:b/>
                <w:bCs/>
                <w:sz w:val="16"/>
                <w:szCs w:val="16"/>
              </w:rPr>
              <w:instrText xml:space="preserve"> PAGE </w:instrText>
            </w:r>
            <w:r w:rsidRPr="00C007BB">
              <w:rPr>
                <w:rFonts w:ascii="Arial" w:hAnsi="Arial" w:cs="Arial"/>
                <w:b/>
                <w:bCs/>
                <w:sz w:val="16"/>
                <w:szCs w:val="16"/>
              </w:rPr>
              <w:fldChar w:fldCharType="separate"/>
            </w:r>
            <w:r w:rsidR="003C2908">
              <w:rPr>
                <w:rFonts w:ascii="Arial" w:hAnsi="Arial" w:cs="Arial"/>
                <w:b/>
                <w:bCs/>
                <w:noProof/>
                <w:sz w:val="16"/>
                <w:szCs w:val="16"/>
              </w:rPr>
              <w:t>1</w:t>
            </w:r>
            <w:r w:rsidRPr="00C007BB">
              <w:rPr>
                <w:rFonts w:ascii="Arial" w:hAnsi="Arial" w:cs="Arial"/>
                <w:b/>
                <w:bCs/>
                <w:sz w:val="16"/>
                <w:szCs w:val="16"/>
              </w:rPr>
              <w:fldChar w:fldCharType="end"/>
            </w:r>
            <w:r w:rsidRPr="00C007BB">
              <w:rPr>
                <w:rFonts w:ascii="Arial" w:hAnsi="Arial" w:cs="Arial"/>
                <w:sz w:val="16"/>
                <w:szCs w:val="16"/>
              </w:rPr>
              <w:t xml:space="preserve"> of </w:t>
            </w:r>
            <w:r w:rsidRPr="00C007BB">
              <w:rPr>
                <w:rFonts w:ascii="Arial" w:hAnsi="Arial" w:cs="Arial"/>
                <w:b/>
                <w:bCs/>
                <w:sz w:val="16"/>
                <w:szCs w:val="16"/>
              </w:rPr>
              <w:fldChar w:fldCharType="begin"/>
            </w:r>
            <w:r w:rsidRPr="00C007BB">
              <w:rPr>
                <w:rFonts w:ascii="Arial" w:hAnsi="Arial" w:cs="Arial"/>
                <w:b/>
                <w:bCs/>
                <w:sz w:val="16"/>
                <w:szCs w:val="16"/>
              </w:rPr>
              <w:instrText xml:space="preserve"> NUMPAGES  </w:instrText>
            </w:r>
            <w:r w:rsidRPr="00C007BB">
              <w:rPr>
                <w:rFonts w:ascii="Arial" w:hAnsi="Arial" w:cs="Arial"/>
                <w:b/>
                <w:bCs/>
                <w:sz w:val="16"/>
                <w:szCs w:val="16"/>
              </w:rPr>
              <w:fldChar w:fldCharType="separate"/>
            </w:r>
            <w:r w:rsidR="003C2908">
              <w:rPr>
                <w:rFonts w:ascii="Arial" w:hAnsi="Arial" w:cs="Arial"/>
                <w:b/>
                <w:bCs/>
                <w:noProof/>
                <w:sz w:val="16"/>
                <w:szCs w:val="16"/>
              </w:rPr>
              <w:t>1</w:t>
            </w:r>
            <w:r w:rsidRPr="00C007BB">
              <w:rPr>
                <w:rFonts w:ascii="Arial" w:hAnsi="Arial" w:cs="Arial"/>
                <w:b/>
                <w:bCs/>
                <w:sz w:val="16"/>
                <w:szCs w:val="16"/>
              </w:rPr>
              <w:fldChar w:fldCharType="end"/>
            </w:r>
          </w:sdtContent>
        </w:sdt>
      </w:p>
    </w:sdtContent>
  </w:sdt>
  <w:p w14:paraId="186968C8" w14:textId="77777777" w:rsidR="00C24151" w:rsidRDefault="00C24151" w:rsidP="00DE37C5">
    <w:pPr>
      <w:pStyle w:val="Footer"/>
      <w:ind w:right="360"/>
      <w:jc w:val="center"/>
    </w:pPr>
  </w:p>
  <w:p w14:paraId="1EE57EED" w14:textId="77777777" w:rsidR="00C24151" w:rsidRDefault="00C2415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9299E" w14:textId="77777777" w:rsidR="00C24151" w:rsidRDefault="00C24151">
      <w:r>
        <w:separator/>
      </w:r>
    </w:p>
  </w:footnote>
  <w:footnote w:type="continuationSeparator" w:id="0">
    <w:p w14:paraId="629BF4AD" w14:textId="77777777" w:rsidR="00C24151" w:rsidRDefault="00C24151">
      <w:r>
        <w:continuationSeparator/>
      </w:r>
    </w:p>
  </w:footnote>
  <w:footnote w:type="continuationNotice" w:id="1">
    <w:p w14:paraId="5D0DF962" w14:textId="77777777" w:rsidR="00C24151" w:rsidRDefault="00C24151"/>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5B60C18"/>
    <w:lvl w:ilvl="0">
      <w:start w:val="1"/>
      <w:numFmt w:val="bullet"/>
      <w:pStyle w:val="ListBullet"/>
      <w:lvlText w:val=""/>
      <w:lvlJc w:val="left"/>
      <w:pPr>
        <w:tabs>
          <w:tab w:val="num" w:pos="567"/>
        </w:tabs>
        <w:ind w:left="567" w:hanging="567"/>
      </w:pPr>
      <w:rPr>
        <w:rFonts w:ascii="Symbol" w:hAnsi="Symbol" w:hint="default"/>
      </w:rPr>
    </w:lvl>
  </w:abstractNum>
  <w:abstractNum w:abstractNumId="1" w15:restartNumberingAfterBreak="0">
    <w:nsid w:val="04252769"/>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FB15B1"/>
    <w:multiLevelType w:val="multilevel"/>
    <w:tmpl w:val="BCBE662E"/>
    <w:lvl w:ilvl="0">
      <w:start w:val="23"/>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A230A9E"/>
    <w:multiLevelType w:val="multilevel"/>
    <w:tmpl w:val="DE52A5BE"/>
    <w:lvl w:ilvl="0">
      <w:start w:val="24"/>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1AltQ"/>
      <w:lvlText w:val="%1.%2.%3"/>
      <w:lvlJc w:val="left"/>
      <w:pPr>
        <w:tabs>
          <w:tab w:val="num" w:pos="2160"/>
        </w:tabs>
        <w:ind w:left="2160" w:hanging="2160"/>
      </w:pPr>
      <w:rPr>
        <w:rFonts w:cs="Times New Roman" w:hint="default"/>
      </w:rPr>
    </w:lvl>
    <w:lvl w:ilvl="3">
      <w:start w:val="1"/>
      <w:numFmt w:val="decimal"/>
      <w:pStyle w:val="BGHeading2AltA"/>
      <w:lvlText w:val="%1.%2.%3.%4"/>
      <w:lvlJc w:val="left"/>
      <w:pPr>
        <w:tabs>
          <w:tab w:val="num" w:pos="2880"/>
        </w:tabs>
        <w:ind w:left="2880" w:hanging="2880"/>
      </w:pPr>
      <w:rPr>
        <w:rFonts w:cs="Times New Roman" w:hint="default"/>
      </w:rPr>
    </w:lvl>
    <w:lvl w:ilvl="4">
      <w:start w:val="1"/>
      <w:numFmt w:val="decimal"/>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5" w15:restartNumberingAfterBreak="0">
    <w:nsid w:val="10BD673B"/>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F377A2"/>
    <w:multiLevelType w:val="hybridMultilevel"/>
    <w:tmpl w:val="18F49564"/>
    <w:lvl w:ilvl="0" w:tplc="B6C09410">
      <w:start w:val="1"/>
      <w:numFmt w:val="lowerRoman"/>
      <w:pStyle w:val="Level4italiclist"/>
      <w:lvlText w:val="%1)"/>
      <w:lvlJc w:val="right"/>
      <w:pPr>
        <w:tabs>
          <w:tab w:val="num" w:pos="2847"/>
        </w:tabs>
        <w:ind w:left="2847" w:hanging="360"/>
      </w:pPr>
      <w:rPr>
        <w:rFonts w:hint="default"/>
      </w:rPr>
    </w:lvl>
    <w:lvl w:ilvl="1" w:tplc="08090019">
      <w:start w:val="1"/>
      <w:numFmt w:val="lowerLetter"/>
      <w:lvlText w:val="%2."/>
      <w:lvlJc w:val="left"/>
      <w:pPr>
        <w:tabs>
          <w:tab w:val="num" w:pos="3425"/>
        </w:tabs>
        <w:ind w:left="3425" w:hanging="360"/>
      </w:pPr>
    </w:lvl>
    <w:lvl w:ilvl="2" w:tplc="0809001B">
      <w:start w:val="1"/>
      <w:numFmt w:val="lowerRoman"/>
      <w:lvlText w:val="%3."/>
      <w:lvlJc w:val="right"/>
      <w:pPr>
        <w:tabs>
          <w:tab w:val="num" w:pos="4145"/>
        </w:tabs>
        <w:ind w:left="4145" w:hanging="180"/>
      </w:pPr>
    </w:lvl>
    <w:lvl w:ilvl="3" w:tplc="0809000F" w:tentative="1">
      <w:start w:val="1"/>
      <w:numFmt w:val="decimal"/>
      <w:lvlText w:val="%4."/>
      <w:lvlJc w:val="left"/>
      <w:pPr>
        <w:tabs>
          <w:tab w:val="num" w:pos="4865"/>
        </w:tabs>
        <w:ind w:left="4865" w:hanging="360"/>
      </w:pPr>
    </w:lvl>
    <w:lvl w:ilvl="4" w:tplc="08090019" w:tentative="1">
      <w:start w:val="1"/>
      <w:numFmt w:val="lowerLetter"/>
      <w:lvlText w:val="%5."/>
      <w:lvlJc w:val="left"/>
      <w:pPr>
        <w:tabs>
          <w:tab w:val="num" w:pos="5585"/>
        </w:tabs>
        <w:ind w:left="5585" w:hanging="360"/>
      </w:pPr>
    </w:lvl>
    <w:lvl w:ilvl="5" w:tplc="0809001B" w:tentative="1">
      <w:start w:val="1"/>
      <w:numFmt w:val="lowerRoman"/>
      <w:lvlText w:val="%6."/>
      <w:lvlJc w:val="right"/>
      <w:pPr>
        <w:tabs>
          <w:tab w:val="num" w:pos="6305"/>
        </w:tabs>
        <w:ind w:left="6305" w:hanging="180"/>
      </w:pPr>
    </w:lvl>
    <w:lvl w:ilvl="6" w:tplc="0809000F" w:tentative="1">
      <w:start w:val="1"/>
      <w:numFmt w:val="decimal"/>
      <w:lvlText w:val="%7."/>
      <w:lvlJc w:val="left"/>
      <w:pPr>
        <w:tabs>
          <w:tab w:val="num" w:pos="7025"/>
        </w:tabs>
        <w:ind w:left="7025" w:hanging="360"/>
      </w:pPr>
    </w:lvl>
    <w:lvl w:ilvl="7" w:tplc="08090019" w:tentative="1">
      <w:start w:val="1"/>
      <w:numFmt w:val="lowerLetter"/>
      <w:lvlText w:val="%8."/>
      <w:lvlJc w:val="left"/>
      <w:pPr>
        <w:tabs>
          <w:tab w:val="num" w:pos="7745"/>
        </w:tabs>
        <w:ind w:left="7745" w:hanging="360"/>
      </w:pPr>
    </w:lvl>
    <w:lvl w:ilvl="8" w:tplc="0809001B" w:tentative="1">
      <w:start w:val="1"/>
      <w:numFmt w:val="lowerRoman"/>
      <w:lvlText w:val="%9."/>
      <w:lvlJc w:val="right"/>
      <w:pPr>
        <w:tabs>
          <w:tab w:val="num" w:pos="8465"/>
        </w:tabs>
        <w:ind w:left="8465" w:hanging="180"/>
      </w:pPr>
    </w:lvl>
  </w:abstractNum>
  <w:abstractNum w:abstractNumId="7" w15:restartNumberingAfterBreak="0">
    <w:nsid w:val="162F2F09"/>
    <w:multiLevelType w:val="multilevel"/>
    <w:tmpl w:val="CE5E7B5E"/>
    <w:lvl w:ilvl="0">
      <w:start w:val="1"/>
      <w:numFmt w:val="decimal"/>
      <w:lvlText w:val="%1"/>
      <w:lvlJc w:val="left"/>
      <w:pPr>
        <w:ind w:left="432" w:hanging="432"/>
      </w:pPr>
    </w:lvl>
    <w:lvl w:ilvl="1">
      <w:start w:val="1"/>
      <w:numFmt w:val="decimal"/>
      <w:lvlText w:val="%1.%2"/>
      <w:lvlJc w:val="left"/>
      <w:pPr>
        <w:ind w:left="576" w:hanging="576"/>
      </w:pPr>
      <w:rPr>
        <w:b w:val="0"/>
        <w:bCs w:val="0"/>
        <w:i w:val="0"/>
        <w:iCs w:val="0"/>
      </w:rPr>
    </w:lvl>
    <w:lvl w:ilvl="2">
      <w:start w:val="1"/>
      <w:numFmt w:val="decimal"/>
      <w:lvlText w:val="%1.%2.%3"/>
      <w:lvlJc w:val="left"/>
      <w:pPr>
        <w:ind w:left="720" w:hanging="720"/>
      </w:pPr>
      <w:rPr>
        <w:b w:val="0"/>
        <w:bCs w:val="0"/>
        <w:sz w:val="22"/>
        <w:szCs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rPr>
        <w:i w:val="0"/>
        <w:iCs w:val="0"/>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lvlText w:val="%1.%2.%3.%4.%5.%6"/>
      <w:lvlJc w:val="left"/>
      <w:pPr>
        <w:tabs>
          <w:tab w:val="num" w:pos="1985"/>
        </w:tabs>
        <w:ind w:left="1985" w:hanging="1985"/>
      </w:pPr>
      <w:rPr>
        <w:rFonts w:ascii="Arial" w:hAnsi="Arial" w:cs="Times New Roman" w:hint="default"/>
        <w:b w:val="0"/>
        <w:i w:val="0"/>
        <w:sz w:val="22"/>
      </w:rPr>
    </w:lvl>
    <w:lvl w:ilvl="6">
      <w:start w:val="1"/>
      <w:numFmt w:val="decimal"/>
      <w:pStyle w:val="level5"/>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1B38755C"/>
    <w:multiLevelType w:val="multilevel"/>
    <w:tmpl w:val="15E8CB30"/>
    <w:lvl w:ilvl="0">
      <w:start w:val="1"/>
      <w:numFmt w:val="bullet"/>
      <w:lvlText w:val=""/>
      <w:lvlJc w:val="left"/>
      <w:pPr>
        <w:tabs>
          <w:tab w:val="num" w:pos="862"/>
        </w:tabs>
        <w:ind w:left="862" w:hanging="862"/>
      </w:pPr>
      <w:rPr>
        <w:rFonts w:ascii="Symbol" w:hAnsi="Symbol" w:hint="default"/>
        <w:b w:val="0"/>
        <w:sz w:val="22"/>
        <w:szCs w:val="22"/>
      </w:rPr>
    </w:lvl>
    <w:lvl w:ilvl="1">
      <w:start w:val="1"/>
      <w:numFmt w:val="decimal"/>
      <w:lvlText w:val="%1.%2"/>
      <w:lvlJc w:val="left"/>
      <w:pPr>
        <w:tabs>
          <w:tab w:val="num" w:pos="862"/>
        </w:tabs>
        <w:ind w:left="862" w:hanging="862"/>
      </w:pPr>
      <w:rPr>
        <w:b w:val="0"/>
        <w:sz w:val="22"/>
        <w:szCs w:val="22"/>
      </w:rPr>
    </w:lvl>
    <w:lvl w:ilvl="2">
      <w:start w:val="1"/>
      <w:numFmt w:val="decimal"/>
      <w:lvlText w:val="%1.%2.%3"/>
      <w:lvlJc w:val="left"/>
      <w:pPr>
        <w:tabs>
          <w:tab w:val="num" w:pos="862"/>
        </w:tabs>
        <w:ind w:left="862" w:hanging="862"/>
      </w:pPr>
    </w:lvl>
    <w:lvl w:ilvl="3">
      <w:start w:val="1"/>
      <w:numFmt w:val="decimal"/>
      <w:lvlText w:val="%1.%2.%3.%4"/>
      <w:lvlJc w:val="left"/>
      <w:pPr>
        <w:tabs>
          <w:tab w:val="num" w:pos="862"/>
        </w:tabs>
        <w:ind w:left="862" w:hanging="862"/>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B4C65B9"/>
    <w:multiLevelType w:val="multilevel"/>
    <w:tmpl w:val="6B7E4FE6"/>
    <w:lvl w:ilvl="0">
      <w:start w:val="1"/>
      <w:numFmt w:val="none"/>
      <w:lvlText w:val="4.a."/>
      <w:lvlJc w:val="left"/>
      <w:pPr>
        <w:tabs>
          <w:tab w:val="num" w:pos="0"/>
        </w:tabs>
        <w:ind w:left="0" w:firstLine="0"/>
      </w:pPr>
      <w:rPr>
        <w:rFonts w:cs="EngraversGothic BT" w:hint="default"/>
        <w:b w:val="0"/>
        <w:caps w:val="0"/>
        <w:smallCaps/>
        <w:sz w:val="22"/>
        <w:szCs w:val="22"/>
      </w:rPr>
    </w:lvl>
    <w:lvl w:ilvl="1">
      <w:start w:val="1"/>
      <w:numFmt w:val="decimal"/>
      <w:lvlText w:val="%2."/>
      <w:lvlJc w:val="left"/>
      <w:pPr>
        <w:tabs>
          <w:tab w:val="num" w:pos="360"/>
        </w:tabs>
        <w:ind w:left="360" w:hanging="360"/>
      </w:pPr>
      <w:rPr>
        <w:rFonts w:ascii="Arial" w:hAnsi="Arial" w:cs="Arial" w:hint="default"/>
        <w:color w:val="auto"/>
        <w:sz w:val="22"/>
        <w:szCs w:val="20"/>
      </w:rPr>
    </w:lvl>
    <w:lvl w:ilvl="2">
      <w:start w:val="1"/>
      <w:numFmt w:val="decimal"/>
      <w:lvlText w:val="%2.%3"/>
      <w:lvlJc w:val="left"/>
      <w:pPr>
        <w:tabs>
          <w:tab w:val="num" w:pos="0"/>
        </w:tabs>
        <w:ind w:left="0" w:firstLine="0"/>
      </w:pPr>
      <w:rPr>
        <w:rFonts w:cs="EngraversGothic BT" w:hint="default"/>
      </w:rPr>
    </w:lvl>
    <w:lvl w:ilvl="3">
      <w:start w:val="1"/>
      <w:numFmt w:val="decimal"/>
      <w:lvlText w:val="%1.%2.%3.%4"/>
      <w:lvlJc w:val="left"/>
      <w:pPr>
        <w:tabs>
          <w:tab w:val="num" w:pos="0"/>
        </w:tabs>
        <w:ind w:left="0" w:firstLine="0"/>
      </w:pPr>
      <w:rPr>
        <w:rFonts w:cs="EngraversGothic BT" w:hint="default"/>
      </w:rPr>
    </w:lvl>
    <w:lvl w:ilvl="4">
      <w:start w:val="1"/>
      <w:numFmt w:val="decimal"/>
      <w:lvlText w:val="%1.%2.%3.%4.%5"/>
      <w:lvlJc w:val="left"/>
      <w:pPr>
        <w:tabs>
          <w:tab w:val="num" w:pos="0"/>
        </w:tabs>
        <w:ind w:left="0" w:firstLine="0"/>
      </w:pPr>
      <w:rPr>
        <w:rFonts w:cs="EngraversGothic BT" w:hint="default"/>
      </w:rPr>
    </w:lvl>
    <w:lvl w:ilvl="5">
      <w:start w:val="1"/>
      <w:numFmt w:val="decimal"/>
      <w:lvlText w:val="%1.%2.%3.%4.%5.%6"/>
      <w:lvlJc w:val="left"/>
      <w:pPr>
        <w:tabs>
          <w:tab w:val="num" w:pos="0"/>
        </w:tabs>
        <w:ind w:left="0" w:firstLine="0"/>
      </w:pPr>
      <w:rPr>
        <w:rFonts w:cs="EngraversGothic BT" w:hint="default"/>
      </w:rPr>
    </w:lvl>
    <w:lvl w:ilvl="6">
      <w:start w:val="1"/>
      <w:numFmt w:val="decimal"/>
      <w:lvlText w:val="%1.%2.%3.%4.%5.%6.%7"/>
      <w:lvlJc w:val="left"/>
      <w:pPr>
        <w:tabs>
          <w:tab w:val="num" w:pos="0"/>
        </w:tabs>
        <w:ind w:left="0" w:firstLine="0"/>
      </w:pPr>
      <w:rPr>
        <w:rFonts w:cs="EngraversGothic BT" w:hint="default"/>
      </w:rPr>
    </w:lvl>
    <w:lvl w:ilvl="7">
      <w:start w:val="1"/>
      <w:numFmt w:val="decimal"/>
      <w:lvlText w:val="%1.%2.%3.%4.%5.%6.%7.%8"/>
      <w:lvlJc w:val="left"/>
      <w:pPr>
        <w:tabs>
          <w:tab w:val="num" w:pos="0"/>
        </w:tabs>
        <w:ind w:left="0" w:firstLine="0"/>
      </w:pPr>
      <w:rPr>
        <w:rFonts w:cs="EngraversGothic BT" w:hint="default"/>
      </w:rPr>
    </w:lvl>
    <w:lvl w:ilvl="8">
      <w:start w:val="1"/>
      <w:numFmt w:val="decimal"/>
      <w:lvlText w:val="%1.%2.%3.%4.%5.%6.%7.%8.%9"/>
      <w:lvlJc w:val="left"/>
      <w:pPr>
        <w:tabs>
          <w:tab w:val="num" w:pos="0"/>
        </w:tabs>
        <w:ind w:left="0" w:firstLine="0"/>
      </w:pPr>
      <w:rPr>
        <w:rFonts w:cs="EngraversGothic BT" w:hint="default"/>
      </w:rPr>
    </w:lvl>
  </w:abstractNum>
  <w:abstractNum w:abstractNumId="11" w15:restartNumberingAfterBreak="0">
    <w:nsid w:val="1D660F4E"/>
    <w:multiLevelType w:val="multilevel"/>
    <w:tmpl w:val="A3A446EC"/>
    <w:lvl w:ilvl="0">
      <w:start w:val="1"/>
      <w:numFmt w:val="decimal"/>
      <w:lvlText w:val="%1"/>
      <w:lvlJc w:val="left"/>
      <w:pPr>
        <w:tabs>
          <w:tab w:val="num" w:pos="680"/>
        </w:tabs>
        <w:ind w:left="680" w:hanging="680"/>
      </w:pPr>
      <w:rPr>
        <w:rFonts w:hint="default"/>
      </w:rPr>
    </w:lvl>
    <w:lvl w:ilvl="1">
      <w:start w:val="1"/>
      <w:numFmt w:val="decimal"/>
      <w:pStyle w:val="Paranumbered"/>
      <w:lvlText w:val="%1.%2"/>
      <w:lvlJc w:val="left"/>
      <w:pPr>
        <w:tabs>
          <w:tab w:val="num" w:pos="680"/>
        </w:tabs>
        <w:ind w:left="680" w:hanging="680"/>
      </w:pPr>
      <w:rPr>
        <w:rFonts w:hint="default"/>
        <w:b w:val="0"/>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pStyle w:val="BodyTextIndent"/>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13" w15:restartNumberingAfterBreak="0">
    <w:nsid w:val="243365F5"/>
    <w:multiLevelType w:val="hybridMultilevel"/>
    <w:tmpl w:val="54023ACE"/>
    <w:lvl w:ilvl="0" w:tplc="FFFFFFFF">
      <w:start w:val="1"/>
      <w:numFmt w:val="lowerRoman"/>
      <w:lvlText w:val="%1)"/>
      <w:lvlJc w:val="right"/>
      <w:pPr>
        <w:tabs>
          <w:tab w:val="num" w:pos="1429"/>
        </w:tabs>
        <w:ind w:left="1429" w:hanging="360"/>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28074980"/>
    <w:multiLevelType w:val="hybridMultilevel"/>
    <w:tmpl w:val="E90CF284"/>
    <w:lvl w:ilvl="0" w:tplc="FFFFFFFF">
      <w:start w:val="1"/>
      <w:numFmt w:val="lowerRoman"/>
      <w:lvlText w:val="%1)"/>
      <w:lvlJc w:val="right"/>
      <w:pPr>
        <w:tabs>
          <w:tab w:val="num" w:pos="1429"/>
        </w:tabs>
        <w:ind w:left="1429" w:hanging="360"/>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2D7F1545"/>
    <w:multiLevelType w:val="hybridMultilevel"/>
    <w:tmpl w:val="409C25AE"/>
    <w:lvl w:ilvl="0" w:tplc="FFFFFFFF">
      <w:start w:val="1"/>
      <w:numFmt w:val="lowerRoman"/>
      <w:lvlText w:val="%1)"/>
      <w:lvlJc w:val="right"/>
      <w:pPr>
        <w:tabs>
          <w:tab w:val="num" w:pos="1429"/>
        </w:tabs>
        <w:ind w:left="1429" w:hanging="360"/>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6" w15:restartNumberingAfterBreak="0">
    <w:nsid w:val="304B715D"/>
    <w:multiLevelType w:val="multilevel"/>
    <w:tmpl w:val="A468B0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8617CB"/>
    <w:multiLevelType w:val="multilevel"/>
    <w:tmpl w:val="83C4992A"/>
    <w:lvl w:ilvl="0">
      <w:start w:val="1"/>
      <w:numFmt w:val="decimal"/>
      <w:lvlText w:val="%1."/>
      <w:lvlJc w:val="left"/>
      <w:pPr>
        <w:tabs>
          <w:tab w:val="num" w:pos="862"/>
        </w:tabs>
        <w:ind w:left="862" w:hanging="862"/>
      </w:pPr>
      <w:rPr>
        <w:b w:val="0"/>
        <w:sz w:val="22"/>
        <w:szCs w:val="22"/>
      </w:rPr>
    </w:lvl>
    <w:lvl w:ilvl="1">
      <w:start w:val="1"/>
      <w:numFmt w:val="decimal"/>
      <w:pStyle w:val="RD2"/>
      <w:lvlText w:val="%1.%2"/>
      <w:lvlJc w:val="left"/>
      <w:pPr>
        <w:tabs>
          <w:tab w:val="num" w:pos="862"/>
        </w:tabs>
        <w:ind w:left="862" w:hanging="862"/>
      </w:pPr>
      <w:rPr>
        <w:b w:val="0"/>
        <w:sz w:val="22"/>
        <w:szCs w:val="22"/>
      </w:rPr>
    </w:lvl>
    <w:lvl w:ilvl="2">
      <w:start w:val="1"/>
      <w:numFmt w:val="decimal"/>
      <w:pStyle w:val="RD3"/>
      <w:lvlText w:val="%1.%2.%3"/>
      <w:lvlJc w:val="left"/>
      <w:pPr>
        <w:tabs>
          <w:tab w:val="num" w:pos="862"/>
        </w:tabs>
        <w:ind w:left="862" w:hanging="862"/>
      </w:pPr>
      <w:rPr>
        <w:b w:val="0"/>
      </w:r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31B55E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34632E3"/>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0" w15:restartNumberingAfterBreak="0">
    <w:nsid w:val="37E46CBF"/>
    <w:multiLevelType w:val="singleLevel"/>
    <w:tmpl w:val="D890CA36"/>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41A221E2"/>
    <w:multiLevelType w:val="multilevel"/>
    <w:tmpl w:val="43EAE934"/>
    <w:lvl w:ilvl="0">
      <w:start w:val="48"/>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4317063B"/>
    <w:multiLevelType w:val="multilevel"/>
    <w:tmpl w:val="65828A66"/>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bullet"/>
      <w:lvlText w:val=""/>
      <w:lvlJc w:val="left"/>
      <w:pPr>
        <w:ind w:left="1224" w:hanging="504"/>
      </w:pPr>
      <w:rPr>
        <w:rFonts w:ascii="Wingdings" w:hAnsi="Wingdings" w:hint="default"/>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44F5A6A"/>
    <w:multiLevelType w:val="multilevel"/>
    <w:tmpl w:val="D0DADBFC"/>
    <w:lvl w:ilvl="0">
      <w:start w:val="1"/>
      <w:numFmt w:val="decimal"/>
      <w:pStyle w:val="DM5Level1"/>
      <w:isLgl/>
      <w:lvlText w:val="%1."/>
      <w:lvlJc w:val="left"/>
      <w:pPr>
        <w:tabs>
          <w:tab w:val="num" w:pos="567"/>
        </w:tabs>
        <w:ind w:left="567" w:hanging="567"/>
      </w:pPr>
      <w:rPr>
        <w:rFonts w:ascii="Arial" w:hAnsi="Arial" w:cs="Times New Roman" w:hint="default"/>
        <w:sz w:val="22"/>
      </w:rPr>
    </w:lvl>
    <w:lvl w:ilvl="1">
      <w:start w:val="1"/>
      <w:numFmt w:val="decimal"/>
      <w:pStyle w:val="DM5Level2"/>
      <w:lvlText w:val="%1.%2."/>
      <w:lvlJc w:val="left"/>
      <w:pPr>
        <w:tabs>
          <w:tab w:val="num" w:pos="567"/>
        </w:tabs>
        <w:ind w:left="567" w:hanging="567"/>
      </w:pPr>
      <w:rPr>
        <w:b w:val="0"/>
      </w:rPr>
    </w:lvl>
    <w:lvl w:ilvl="2">
      <w:start w:val="1"/>
      <w:numFmt w:val="decimal"/>
      <w:pStyle w:val="DM5Level1"/>
      <w:lvlText w:val="%1.%2.%3."/>
      <w:lvlJc w:val="left"/>
      <w:pPr>
        <w:tabs>
          <w:tab w:val="num" w:pos="567"/>
        </w:tabs>
        <w:ind w:left="567" w:hanging="567"/>
      </w:pPr>
    </w:lvl>
    <w:lvl w:ilvl="3">
      <w:start w:val="1"/>
      <w:numFmt w:val="decimal"/>
      <w:pStyle w:val="DM5Level2"/>
      <w:lvlText w:val="%1.%2.%3.%4."/>
      <w:lvlJc w:val="left"/>
      <w:pPr>
        <w:tabs>
          <w:tab w:val="num" w:pos="567"/>
        </w:tabs>
        <w:ind w:left="567" w:hanging="567"/>
      </w:pPr>
    </w:lvl>
    <w:lvl w:ilvl="4">
      <w:start w:val="1"/>
      <w:numFmt w:val="decimal"/>
      <w:pStyle w:val="DM5Level5"/>
      <w:lvlText w:val="%1.%2.%3.%4.%5."/>
      <w:lvlJc w:val="left"/>
      <w:pPr>
        <w:tabs>
          <w:tab w:val="num" w:pos="567"/>
        </w:tabs>
        <w:ind w:left="567" w:hanging="567"/>
      </w:pPr>
    </w:lvl>
    <w:lvl w:ilvl="5">
      <w:start w:val="1"/>
      <w:numFmt w:val="decimal"/>
      <w:lvlText w:val="%1.%2.%3.%4.%5.%6."/>
      <w:lvlJc w:val="left"/>
      <w:pPr>
        <w:tabs>
          <w:tab w:val="num" w:pos="567"/>
        </w:tabs>
        <w:ind w:left="567" w:hanging="567"/>
      </w:pPr>
    </w:lvl>
    <w:lvl w:ilvl="6">
      <w:start w:val="1"/>
      <w:numFmt w:val="decimal"/>
      <w:pStyle w:val="DM5Level7"/>
      <w:lvlText w:val="%1.%2.%3.%4.%5.%6.%7."/>
      <w:lvlJc w:val="left"/>
      <w:pPr>
        <w:tabs>
          <w:tab w:val="num" w:pos="567"/>
        </w:tabs>
        <w:ind w:left="567" w:hanging="567"/>
      </w:pPr>
    </w:lvl>
    <w:lvl w:ilvl="7">
      <w:start w:val="1"/>
      <w:numFmt w:val="decimal"/>
      <w:lvlText w:val="%1.%2.%3.%4.%5.%6.%7.%8."/>
      <w:lvlJc w:val="left"/>
      <w:pPr>
        <w:tabs>
          <w:tab w:val="num" w:pos="567"/>
        </w:tabs>
        <w:ind w:left="567" w:hanging="567"/>
      </w:pPr>
    </w:lvl>
    <w:lvl w:ilvl="8">
      <w:start w:val="1"/>
      <w:numFmt w:val="decimal"/>
      <w:pStyle w:val="DM5Level9"/>
      <w:lvlText w:val="%1.%2.%3.%4.%5.%6.%7.%8.%9."/>
      <w:lvlJc w:val="left"/>
      <w:pPr>
        <w:tabs>
          <w:tab w:val="num" w:pos="567"/>
        </w:tabs>
        <w:ind w:left="567" w:hanging="567"/>
      </w:pPr>
    </w:lvl>
  </w:abstractNum>
  <w:abstractNum w:abstractNumId="24" w15:restartNumberingAfterBreak="0">
    <w:nsid w:val="46974609"/>
    <w:multiLevelType w:val="hybridMultilevel"/>
    <w:tmpl w:val="E312A968"/>
    <w:lvl w:ilvl="0" w:tplc="FE62B92A">
      <w:start w:val="1"/>
      <w:numFmt w:val="decimal"/>
      <w:lvlText w:val="%1."/>
      <w:lvlJc w:val="left"/>
      <w:pPr>
        <w:tabs>
          <w:tab w:val="num" w:pos="928"/>
        </w:tabs>
        <w:ind w:left="928" w:hanging="360"/>
      </w:pPr>
      <w:rPr>
        <w:b/>
      </w:rPr>
    </w:lvl>
    <w:lvl w:ilvl="1" w:tplc="08090019" w:tentative="1">
      <w:start w:val="1"/>
      <w:numFmt w:val="lowerLetter"/>
      <w:lvlText w:val="%2."/>
      <w:lvlJc w:val="left"/>
      <w:pPr>
        <w:tabs>
          <w:tab w:val="num" w:pos="1648"/>
        </w:tabs>
        <w:ind w:left="1648" w:hanging="360"/>
      </w:pPr>
    </w:lvl>
    <w:lvl w:ilvl="2" w:tplc="0809001B" w:tentative="1">
      <w:start w:val="1"/>
      <w:numFmt w:val="lowerRoman"/>
      <w:lvlText w:val="%3."/>
      <w:lvlJc w:val="right"/>
      <w:pPr>
        <w:tabs>
          <w:tab w:val="num" w:pos="2368"/>
        </w:tabs>
        <w:ind w:left="2368" w:hanging="180"/>
      </w:pPr>
    </w:lvl>
    <w:lvl w:ilvl="3" w:tplc="0809000F" w:tentative="1">
      <w:start w:val="1"/>
      <w:numFmt w:val="decimal"/>
      <w:lvlText w:val="%4."/>
      <w:lvlJc w:val="left"/>
      <w:pPr>
        <w:tabs>
          <w:tab w:val="num" w:pos="3088"/>
        </w:tabs>
        <w:ind w:left="3088" w:hanging="360"/>
      </w:pPr>
    </w:lvl>
    <w:lvl w:ilvl="4" w:tplc="08090019" w:tentative="1">
      <w:start w:val="1"/>
      <w:numFmt w:val="lowerLetter"/>
      <w:lvlText w:val="%5."/>
      <w:lvlJc w:val="left"/>
      <w:pPr>
        <w:tabs>
          <w:tab w:val="num" w:pos="3808"/>
        </w:tabs>
        <w:ind w:left="3808" w:hanging="360"/>
      </w:pPr>
    </w:lvl>
    <w:lvl w:ilvl="5" w:tplc="0809001B" w:tentative="1">
      <w:start w:val="1"/>
      <w:numFmt w:val="lowerRoman"/>
      <w:lvlText w:val="%6."/>
      <w:lvlJc w:val="right"/>
      <w:pPr>
        <w:tabs>
          <w:tab w:val="num" w:pos="4528"/>
        </w:tabs>
        <w:ind w:left="4528" w:hanging="180"/>
      </w:pPr>
    </w:lvl>
    <w:lvl w:ilvl="6" w:tplc="0809000F" w:tentative="1">
      <w:start w:val="1"/>
      <w:numFmt w:val="decimal"/>
      <w:lvlText w:val="%7."/>
      <w:lvlJc w:val="left"/>
      <w:pPr>
        <w:tabs>
          <w:tab w:val="num" w:pos="5248"/>
        </w:tabs>
        <w:ind w:left="5248" w:hanging="360"/>
      </w:pPr>
    </w:lvl>
    <w:lvl w:ilvl="7" w:tplc="08090019" w:tentative="1">
      <w:start w:val="1"/>
      <w:numFmt w:val="lowerLetter"/>
      <w:lvlText w:val="%8."/>
      <w:lvlJc w:val="left"/>
      <w:pPr>
        <w:tabs>
          <w:tab w:val="num" w:pos="5968"/>
        </w:tabs>
        <w:ind w:left="5968" w:hanging="360"/>
      </w:pPr>
    </w:lvl>
    <w:lvl w:ilvl="8" w:tplc="0809001B" w:tentative="1">
      <w:start w:val="1"/>
      <w:numFmt w:val="lowerRoman"/>
      <w:lvlText w:val="%9."/>
      <w:lvlJc w:val="right"/>
      <w:pPr>
        <w:tabs>
          <w:tab w:val="num" w:pos="6688"/>
        </w:tabs>
        <w:ind w:left="6688" w:hanging="180"/>
      </w:pPr>
    </w:lvl>
  </w:abstractNum>
  <w:abstractNum w:abstractNumId="25" w15:restartNumberingAfterBreak="0">
    <w:nsid w:val="4CF05E1D"/>
    <w:multiLevelType w:val="multilevel"/>
    <w:tmpl w:val="AD9E0DC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DC302C5"/>
    <w:multiLevelType w:val="multilevel"/>
    <w:tmpl w:val="491E84EE"/>
    <w:lvl w:ilvl="0">
      <w:start w:val="1"/>
      <w:numFmt w:val="decimal"/>
      <w:isLgl/>
      <w:lvlText w:val="%1."/>
      <w:lvlJc w:val="left"/>
      <w:pPr>
        <w:tabs>
          <w:tab w:val="num" w:pos="680"/>
        </w:tabs>
        <w:ind w:left="680" w:hanging="680"/>
      </w:pPr>
      <w:rPr>
        <w:rFonts w:hint="default"/>
      </w:rPr>
    </w:lvl>
    <w:lvl w:ilvl="1">
      <w:start w:val="1"/>
      <w:numFmt w:val="decimal"/>
      <w:pStyle w:val="TOCClause2Sub"/>
      <w:lvlText w:val="%1.%2."/>
      <w:lvlJc w:val="left"/>
      <w:pPr>
        <w:tabs>
          <w:tab w:val="num" w:pos="1474"/>
        </w:tabs>
        <w:ind w:left="1474" w:hanging="794"/>
      </w:pPr>
      <w:rPr>
        <w:rFonts w:hint="default"/>
      </w:rPr>
    </w:lvl>
    <w:lvl w:ilvl="2">
      <w:start w:val="1"/>
      <w:numFmt w:val="decimal"/>
      <w:lvlText w:val="%1.%2.%3."/>
      <w:lvlJc w:val="left"/>
      <w:pPr>
        <w:tabs>
          <w:tab w:val="num" w:pos="2552"/>
        </w:tabs>
        <w:ind w:left="2552" w:hanging="1078"/>
      </w:pPr>
      <w:rPr>
        <w:rFonts w:hint="default"/>
      </w:rPr>
    </w:lvl>
    <w:lvl w:ilvl="3">
      <w:start w:val="1"/>
      <w:numFmt w:val="decimal"/>
      <w:lvlText w:val="%1.%2.%3.%4."/>
      <w:lvlJc w:val="left"/>
      <w:pPr>
        <w:tabs>
          <w:tab w:val="num" w:pos="3629"/>
        </w:tabs>
        <w:ind w:left="3629" w:hanging="1077"/>
      </w:pPr>
      <w:rPr>
        <w:rFonts w:hint="default"/>
      </w:rPr>
    </w:lvl>
    <w:lvl w:ilvl="4">
      <w:start w:val="1"/>
      <w:numFmt w:val="decimal"/>
      <w:lvlText w:val="%1.%2.%3.%4.%5."/>
      <w:lvlJc w:val="left"/>
      <w:pPr>
        <w:tabs>
          <w:tab w:val="num" w:pos="6124"/>
        </w:tabs>
        <w:ind w:left="6124" w:hanging="136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isLgl/>
      <w:lvlText w:val="%1.%2.%3.%4.%5.%6.%7.%8.%9."/>
      <w:lvlJc w:val="left"/>
      <w:pPr>
        <w:tabs>
          <w:tab w:val="num" w:pos="5040"/>
        </w:tabs>
        <w:ind w:left="4320" w:hanging="1440"/>
      </w:pPr>
      <w:rPr>
        <w:rFonts w:hint="default"/>
      </w:rPr>
    </w:lvl>
  </w:abstractNum>
  <w:abstractNum w:abstractNumId="27" w15:restartNumberingAfterBreak="0">
    <w:nsid w:val="4E055318"/>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70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E4B4E3E"/>
    <w:multiLevelType w:val="multilevel"/>
    <w:tmpl w:val="398618B6"/>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9" w15:restartNumberingAfterBreak="0">
    <w:nsid w:val="4F083A5B"/>
    <w:multiLevelType w:val="hybridMultilevel"/>
    <w:tmpl w:val="DAD84E44"/>
    <w:lvl w:ilvl="0" w:tplc="FFFFFFFF">
      <w:start w:val="1"/>
      <w:numFmt w:val="lowerRoman"/>
      <w:lvlText w:val="%1)"/>
      <w:lvlJc w:val="right"/>
      <w:pPr>
        <w:tabs>
          <w:tab w:val="num" w:pos="1429"/>
        </w:tabs>
        <w:ind w:left="1429" w:hanging="360"/>
      </w:pPr>
      <w:rPr>
        <w:rFonts w:hint="default"/>
      </w:rPr>
    </w:lvl>
    <w:lvl w:ilvl="1" w:tplc="FFFFFFFF">
      <w:start w:val="1"/>
      <w:numFmt w:val="lowerLetter"/>
      <w:lvlText w:val="%2."/>
      <w:lvlJc w:val="left"/>
      <w:pPr>
        <w:tabs>
          <w:tab w:val="num" w:pos="2007"/>
        </w:tabs>
        <w:ind w:left="2007" w:hanging="360"/>
      </w:pPr>
    </w:lvl>
    <w:lvl w:ilvl="2" w:tplc="FFFFFFFF">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30" w15:restartNumberingAfterBreak="0">
    <w:nsid w:val="4FF0613E"/>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0A051D9"/>
    <w:multiLevelType w:val="hybridMultilevel"/>
    <w:tmpl w:val="9254436A"/>
    <w:lvl w:ilvl="0" w:tplc="FFFFFFFF">
      <w:start w:val="1"/>
      <w:numFmt w:val="lowerRoman"/>
      <w:lvlText w:val="%1)"/>
      <w:lvlJc w:val="right"/>
      <w:pPr>
        <w:tabs>
          <w:tab w:val="num" w:pos="1429"/>
        </w:tabs>
        <w:ind w:left="1429" w:hanging="360"/>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32" w15:restartNumberingAfterBreak="0">
    <w:nsid w:val="52DF6BB9"/>
    <w:multiLevelType w:val="multilevel"/>
    <w:tmpl w:val="7D8A83F0"/>
    <w:lvl w:ilvl="0">
      <w:start w:val="1"/>
      <w:numFmt w:val="decimal"/>
      <w:pStyle w:val="LEVEL1"/>
      <w:lvlText w:val="%1"/>
      <w:lvlJc w:val="left"/>
      <w:pPr>
        <w:tabs>
          <w:tab w:val="num" w:pos="510"/>
        </w:tabs>
        <w:ind w:left="510" w:hanging="510"/>
      </w:pPr>
      <w:rPr>
        <w:rFonts w:cs="Times New Roman"/>
      </w:rPr>
    </w:lvl>
    <w:lvl w:ilvl="1">
      <w:start w:val="1"/>
      <w:numFmt w:val="decimal"/>
      <w:pStyle w:val="LEVEL20"/>
      <w:lvlText w:val="%1.%2"/>
      <w:lvlJc w:val="left"/>
      <w:pPr>
        <w:tabs>
          <w:tab w:val="num" w:pos="3573"/>
        </w:tabs>
        <w:ind w:left="3573" w:hanging="1021"/>
      </w:pPr>
      <w:rPr>
        <w:rFonts w:cs="Times New Roman"/>
      </w:rPr>
    </w:lvl>
    <w:lvl w:ilvl="2">
      <w:start w:val="1"/>
      <w:numFmt w:val="decimal"/>
      <w:pStyle w:val="LEVEL3"/>
      <w:lvlText w:val="%1.%2.%3"/>
      <w:lvlJc w:val="left"/>
      <w:pPr>
        <w:tabs>
          <w:tab w:val="num" w:pos="1531"/>
        </w:tabs>
        <w:ind w:left="1531" w:hanging="1531"/>
      </w:pPr>
      <w:rPr>
        <w:rFonts w:cs="Times New Roman"/>
      </w:rPr>
    </w:lvl>
    <w:lvl w:ilvl="3">
      <w:start w:val="1"/>
      <w:numFmt w:val="decimal"/>
      <w:lvlText w:val="%1.%2.%3.%4"/>
      <w:lvlJc w:val="left"/>
      <w:pPr>
        <w:tabs>
          <w:tab w:val="num" w:pos="2041"/>
        </w:tabs>
        <w:ind w:left="2041" w:hanging="2041"/>
      </w:pPr>
      <w:rPr>
        <w:rFonts w:cs="Times New Roman"/>
      </w:rPr>
    </w:lvl>
    <w:lvl w:ilvl="4">
      <w:start w:val="1"/>
      <w:numFmt w:val="decimal"/>
      <w:lvlText w:val="%1.%2.%3.%4.%5"/>
      <w:lvlJc w:val="left"/>
      <w:pPr>
        <w:tabs>
          <w:tab w:val="num" w:pos="2552"/>
        </w:tabs>
        <w:ind w:left="2552" w:hanging="2552"/>
      </w:pPr>
      <w:rPr>
        <w:rFonts w:cs="Times New Roman"/>
      </w:rPr>
    </w:lvl>
    <w:lvl w:ilvl="5">
      <w:start w:val="1"/>
      <w:numFmt w:val="decimal"/>
      <w:lvlText w:val="%1.%2.%3.%4.%5.%6"/>
      <w:lvlJc w:val="left"/>
      <w:pPr>
        <w:tabs>
          <w:tab w:val="num" w:pos="3062"/>
        </w:tabs>
        <w:ind w:left="3062" w:hanging="3062"/>
      </w:pPr>
      <w:rPr>
        <w:rFonts w:cs="Times New Roman"/>
      </w:rPr>
    </w:lvl>
    <w:lvl w:ilvl="6">
      <w:start w:val="1"/>
      <w:numFmt w:val="decimal"/>
      <w:lvlText w:val="%1.%2.%3.%4.%5.%6.%7"/>
      <w:lvlJc w:val="left"/>
      <w:pPr>
        <w:tabs>
          <w:tab w:val="num" w:pos="3572"/>
        </w:tabs>
        <w:ind w:left="3572" w:hanging="3572"/>
      </w:pPr>
      <w:rPr>
        <w:rFonts w:cs="Times New Roman"/>
      </w:rPr>
    </w:lvl>
    <w:lvl w:ilvl="7">
      <w:start w:val="1"/>
      <w:numFmt w:val="decimal"/>
      <w:lvlText w:val="%1.%2.%3.%4.%5.%6.%7.%8"/>
      <w:lvlJc w:val="left"/>
      <w:pPr>
        <w:tabs>
          <w:tab w:val="num" w:pos="4082"/>
        </w:tabs>
        <w:ind w:left="4082" w:hanging="4082"/>
      </w:pPr>
      <w:rPr>
        <w:rFonts w:cs="Times New Roman"/>
      </w:rPr>
    </w:lvl>
    <w:lvl w:ilvl="8">
      <w:start w:val="1"/>
      <w:numFmt w:val="decimal"/>
      <w:lvlText w:val="%1.%2.%3.%4.%5.%6.%7.%8.%9"/>
      <w:lvlJc w:val="left"/>
      <w:pPr>
        <w:tabs>
          <w:tab w:val="num" w:pos="4593"/>
        </w:tabs>
        <w:ind w:left="4593" w:hanging="4593"/>
      </w:pPr>
      <w:rPr>
        <w:rFonts w:cs="Times New Roman"/>
      </w:rPr>
    </w:lvl>
  </w:abstractNum>
  <w:abstractNum w:abstractNumId="33" w15:restartNumberingAfterBreak="0">
    <w:nsid w:val="537043F6"/>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3E24DDD"/>
    <w:multiLevelType w:val="multilevel"/>
    <w:tmpl w:val="BB36A44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bCs/>
        <w:i w:val="0"/>
        <w:iCs/>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5" w15:restartNumberingAfterBreak="0">
    <w:nsid w:val="59AC618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9E31972"/>
    <w:multiLevelType w:val="hybridMultilevel"/>
    <w:tmpl w:val="E1949BE8"/>
    <w:lvl w:ilvl="0" w:tplc="FFFFFFFF">
      <w:start w:val="1"/>
      <w:numFmt w:val="lowerRoman"/>
      <w:lvlText w:val="%1)"/>
      <w:lvlJc w:val="right"/>
      <w:pPr>
        <w:tabs>
          <w:tab w:val="num" w:pos="1429"/>
        </w:tabs>
        <w:ind w:left="1429" w:hanging="360"/>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37" w15:restartNumberingAfterBreak="0">
    <w:nsid w:val="5B324B9E"/>
    <w:multiLevelType w:val="hybridMultilevel"/>
    <w:tmpl w:val="64C8A164"/>
    <w:lvl w:ilvl="0" w:tplc="FFFFFFFF">
      <w:start w:val="1"/>
      <w:numFmt w:val="bullet"/>
      <w:pStyle w:val="TableList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CCC58E3"/>
    <w:multiLevelType w:val="singleLevel"/>
    <w:tmpl w:val="D890CA36"/>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lvlText w:val="%1.%2.%3."/>
      <w:lvlJc w:val="left"/>
      <w:pPr>
        <w:tabs>
          <w:tab w:val="num" w:pos="2552"/>
        </w:tabs>
        <w:ind w:left="2552" w:hanging="1112"/>
      </w:pPr>
    </w:lvl>
    <w:lvl w:ilvl="3">
      <w:start w:val="1"/>
      <w:numFmt w:val="decimal"/>
      <w:lvlText w:val="%1.%2.%3.%4."/>
      <w:lvlJc w:val="left"/>
      <w:pPr>
        <w:tabs>
          <w:tab w:val="num" w:pos="3600"/>
        </w:tabs>
        <w:ind w:left="3600" w:hanging="1048"/>
      </w:pPr>
    </w:lvl>
    <w:lvl w:ilvl="4">
      <w:start w:val="1"/>
      <w:numFmt w:val="decimal"/>
      <w:lvlText w:val="%1.%2.%3.%4.%5."/>
      <w:lvlJc w:val="left"/>
      <w:pPr>
        <w:tabs>
          <w:tab w:val="num" w:pos="5041"/>
        </w:tabs>
        <w:ind w:left="5041" w:hanging="1441"/>
      </w:pPr>
    </w:lvl>
    <w:lvl w:ilvl="5">
      <w:start w:val="1"/>
      <w:numFmt w:val="decimal"/>
      <w:lvlText w:val="%1.%2.%3.%4.%5.%6."/>
      <w:lvlJc w:val="left"/>
      <w:pPr>
        <w:tabs>
          <w:tab w:val="num" w:pos="6481"/>
        </w:tabs>
        <w:ind w:left="6481" w:hanging="1440"/>
      </w:pPr>
    </w:lvl>
    <w:lvl w:ilvl="6">
      <w:start w:val="1"/>
      <w:numFmt w:val="decimal"/>
      <w:lvlText w:val="%1.%2.%3.%4.%5.%6.%7."/>
      <w:lvlJc w:val="left"/>
      <w:pPr>
        <w:tabs>
          <w:tab w:val="num" w:pos="7201"/>
        </w:tabs>
        <w:ind w:left="7201" w:hanging="1871"/>
      </w:pPr>
    </w:lvl>
    <w:lvl w:ilvl="7">
      <w:start w:val="1"/>
      <w:numFmt w:val="decimal"/>
      <w:lvlText w:val="%1.%2.%3.%4.%5.%6.%7.%8."/>
      <w:lvlJc w:val="left"/>
      <w:pPr>
        <w:tabs>
          <w:tab w:val="num" w:pos="7921"/>
        </w:tabs>
        <w:ind w:left="7921" w:hanging="1967"/>
      </w:pPr>
    </w:lvl>
    <w:lvl w:ilvl="8">
      <w:start w:val="1"/>
      <w:numFmt w:val="decimal"/>
      <w:isLgl/>
      <w:lvlText w:val="%1.%2.%3.%4.%5.%6.%7.%8.%9."/>
      <w:lvlJc w:val="left"/>
      <w:pPr>
        <w:tabs>
          <w:tab w:val="num" w:pos="8222"/>
        </w:tabs>
        <w:ind w:left="8222" w:hanging="1730"/>
      </w:pPr>
    </w:lvl>
  </w:abstractNum>
  <w:abstractNum w:abstractNumId="40" w15:restartNumberingAfterBreak="0">
    <w:nsid w:val="5D054864"/>
    <w:multiLevelType w:val="hybridMultilevel"/>
    <w:tmpl w:val="BD48E4B6"/>
    <w:lvl w:ilvl="0" w:tplc="FFFFFFFF">
      <w:start w:val="1"/>
      <w:numFmt w:val="lowerRoman"/>
      <w:lvlText w:val="%1)"/>
      <w:lvlJc w:val="right"/>
      <w:pPr>
        <w:tabs>
          <w:tab w:val="num" w:pos="1429"/>
        </w:tabs>
        <w:ind w:left="1429" w:hanging="360"/>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41" w15:restartNumberingAfterBreak="0">
    <w:nsid w:val="5D8A4921"/>
    <w:multiLevelType w:val="multilevel"/>
    <w:tmpl w:val="7A1C1CC0"/>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i w:val="0"/>
      </w:rPr>
    </w:lvl>
    <w:lvl w:ilvl="3">
      <w:start w:val="1"/>
      <w:numFmt w:val="decimal"/>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5Sub"/>
      <w:lvlText w:val="%1.%2.%3.%4.%5.%6."/>
      <w:lvlJc w:val="left"/>
      <w:pPr>
        <w:tabs>
          <w:tab w:val="num" w:pos="6481"/>
        </w:tabs>
        <w:ind w:left="6481" w:hanging="1440"/>
      </w:pPr>
      <w:rPr>
        <w:rFonts w:hint="default"/>
      </w:rPr>
    </w:lvl>
    <w:lvl w:ilvl="6">
      <w:start w:val="1"/>
      <w:numFmt w:val="decimal"/>
      <w:lvlText w:val="%1.%2.%3.%4.%5.%6.%7."/>
      <w:lvlJc w:val="left"/>
      <w:pPr>
        <w:tabs>
          <w:tab w:val="num" w:pos="7201"/>
        </w:tabs>
        <w:ind w:left="7201" w:hanging="1871"/>
      </w:pPr>
      <w:rPr>
        <w:rFonts w:hint="default"/>
      </w:rPr>
    </w:lvl>
    <w:lvl w:ilvl="7">
      <w:start w:val="1"/>
      <w:numFmt w:val="decimal"/>
      <w:lvlText w:val="%1.%2.%3.%4.%5.%6.%7.%8."/>
      <w:lvlJc w:val="left"/>
      <w:pPr>
        <w:tabs>
          <w:tab w:val="num" w:pos="7921"/>
        </w:tabs>
        <w:ind w:left="7921" w:hanging="1967"/>
      </w:pPr>
      <w:rPr>
        <w:rFonts w:hint="default"/>
      </w:rPr>
    </w:lvl>
    <w:lvl w:ilvl="8">
      <w:start w:val="1"/>
      <w:numFmt w:val="decimal"/>
      <w:isLgl/>
      <w:lvlText w:val="%1.%2.%3.%4.%5.%6.%7.%8.%9."/>
      <w:lvlJc w:val="left"/>
      <w:pPr>
        <w:tabs>
          <w:tab w:val="num" w:pos="8222"/>
        </w:tabs>
        <w:ind w:left="8222" w:hanging="1741"/>
      </w:pPr>
      <w:rPr>
        <w:rFonts w:hint="default"/>
      </w:rPr>
    </w:lvl>
  </w:abstractNum>
  <w:abstractNum w:abstractNumId="42" w15:restartNumberingAfterBreak="0">
    <w:nsid w:val="5E8A1372"/>
    <w:multiLevelType w:val="hybridMultilevel"/>
    <w:tmpl w:val="6484BAFC"/>
    <w:lvl w:ilvl="0" w:tplc="FFFFFFFF">
      <w:start w:val="1"/>
      <w:numFmt w:val="lowerRoman"/>
      <w:lvlText w:val="%1)"/>
      <w:lvlJc w:val="right"/>
      <w:pPr>
        <w:tabs>
          <w:tab w:val="num" w:pos="1429"/>
        </w:tabs>
        <w:ind w:left="1429" w:hanging="360"/>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43" w15:restartNumberingAfterBreak="0">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1"/>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
      <w:lvlText w:val="%1.%2.%3.%4"/>
      <w:lvlJc w:val="left"/>
      <w:pPr>
        <w:tabs>
          <w:tab w:val="num" w:pos="1247"/>
        </w:tabs>
        <w:ind w:left="1247" w:hanging="1247"/>
      </w:pPr>
      <w:rPr>
        <w:rFonts w:ascii="Arial" w:hAnsi="Arial" w:hint="default"/>
        <w:b w:val="0"/>
        <w:i w:val="0"/>
        <w:sz w:val="18"/>
      </w:rPr>
    </w:lvl>
    <w:lvl w:ilvl="4">
      <w:start w:val="1"/>
      <w:numFmt w:val="decimal"/>
      <w:pStyle w:val="Level10"/>
      <w:lvlText w:val="%1.%2.%3.%4.%5"/>
      <w:lvlJc w:val="left"/>
      <w:pPr>
        <w:tabs>
          <w:tab w:val="num" w:pos="2665"/>
        </w:tabs>
        <w:ind w:left="2665" w:hanging="2665"/>
      </w:pPr>
      <w:rPr>
        <w:rFonts w:ascii="Arial" w:hAnsi="Arial" w:hint="default"/>
        <w:b w:val="0"/>
        <w:i w:val="0"/>
        <w:sz w:val="18"/>
      </w:rPr>
    </w:lvl>
    <w:lvl w:ilvl="5">
      <w:start w:val="1"/>
      <w:numFmt w:val="decimal"/>
      <w:pStyle w:val="Level21"/>
      <w:lvlText w:val="%1.%2.%3.%4.%5.%6"/>
      <w:lvlJc w:val="left"/>
      <w:pPr>
        <w:tabs>
          <w:tab w:val="num" w:pos="3231"/>
        </w:tabs>
        <w:ind w:left="3231" w:hanging="3231"/>
      </w:pPr>
      <w:rPr>
        <w:rFonts w:ascii="Tahoma" w:hAnsi="Tahoma" w:hint="default"/>
        <w:b w:val="0"/>
        <w:i w:val="0"/>
        <w:sz w:val="20"/>
      </w:rPr>
    </w:lvl>
    <w:lvl w:ilvl="6">
      <w:start w:val="1"/>
      <w:numFmt w:val="decimal"/>
      <w:pStyle w:val="Level3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44" w15:restartNumberingAfterBreak="0">
    <w:nsid w:val="688E4A7D"/>
    <w:multiLevelType w:val="multilevel"/>
    <w:tmpl w:val="2E1EB14A"/>
    <w:lvl w:ilvl="0">
      <w:start w:val="1"/>
      <w:numFmt w:val="decimal"/>
      <w:isLgl/>
      <w:lvlText w:val="%1"/>
      <w:lvlJc w:val="left"/>
      <w:pPr>
        <w:tabs>
          <w:tab w:val="num" w:pos="1560"/>
        </w:tabs>
        <w:ind w:left="1560" w:hanging="567"/>
      </w:pPr>
      <w:rPr>
        <w:rFonts w:ascii="Arial" w:hAnsi="Arial" w:hint="default"/>
        <w:b/>
        <w:i w:val="0"/>
        <w:color w:val="auto"/>
        <w:sz w:val="22"/>
        <w:szCs w:val="22"/>
        <w:u w:val="none"/>
      </w:rPr>
    </w:lvl>
    <w:lvl w:ilvl="1">
      <w:start w:val="1"/>
      <w:numFmt w:val="decimal"/>
      <w:isLgl/>
      <w:lvlText w:val="%1.%2"/>
      <w:lvlJc w:val="left"/>
      <w:pPr>
        <w:tabs>
          <w:tab w:val="num" w:pos="851"/>
        </w:tabs>
        <w:ind w:left="851" w:hanging="851"/>
      </w:pPr>
      <w:rPr>
        <w:rFonts w:ascii="Arial" w:hAnsi="Arial" w:cs="Arial" w:hint="default"/>
        <w:b w:val="0"/>
        <w:i w:val="0"/>
        <w:sz w:val="22"/>
        <w:szCs w:val="22"/>
      </w:rPr>
    </w:lvl>
    <w:lvl w:ilvl="2">
      <w:start w:val="1"/>
      <w:numFmt w:val="decimal"/>
      <w:isLgl/>
      <w:lvlText w:val="%1.%2.%3"/>
      <w:lvlJc w:val="left"/>
      <w:pPr>
        <w:tabs>
          <w:tab w:val="num" w:pos="1134"/>
        </w:tabs>
        <w:ind w:left="1134" w:hanging="1134"/>
      </w:pPr>
      <w:rPr>
        <w:rFonts w:ascii="Arial" w:hAnsi="Arial" w:hint="default"/>
        <w:b w:val="0"/>
        <w:i w:val="0"/>
        <w:sz w:val="22"/>
        <w:szCs w:val="22"/>
      </w:rPr>
    </w:lvl>
    <w:lvl w:ilvl="3">
      <w:start w:val="1"/>
      <w:numFmt w:val="decimal"/>
      <w:isLgl/>
      <w:lvlText w:val="%1.%2.%3.%4"/>
      <w:lvlJc w:val="left"/>
      <w:pPr>
        <w:tabs>
          <w:tab w:val="num" w:pos="5671"/>
        </w:tabs>
        <w:ind w:left="5671" w:hanging="1418"/>
      </w:pPr>
      <w:rPr>
        <w:rFonts w:ascii="Arial" w:hAnsi="Arial" w:cs="Arial" w:hint="default"/>
        <w:b w:val="0"/>
        <w:i w:val="0"/>
        <w:sz w:val="22"/>
        <w:szCs w:val="22"/>
      </w:rPr>
    </w:lvl>
    <w:lvl w:ilvl="4">
      <w:start w:val="1"/>
      <w:numFmt w:val="decimal"/>
      <w:lvlText w:val="%1.%2.%3.%4.%5"/>
      <w:lvlJc w:val="left"/>
      <w:pPr>
        <w:tabs>
          <w:tab w:val="num" w:pos="1701"/>
        </w:tabs>
        <w:ind w:left="1701" w:hanging="1701"/>
      </w:pPr>
      <w:rPr>
        <w:rFonts w:ascii="Arial" w:hAnsi="Arial" w:cs="Arial" w:hint="default"/>
        <w:b w:val="0"/>
        <w:i w:val="0"/>
        <w:sz w:val="22"/>
        <w:szCs w:val="22"/>
      </w:rPr>
    </w:lvl>
    <w:lvl w:ilvl="5">
      <w:start w:val="1"/>
      <w:numFmt w:val="decimal"/>
      <w:lvlText w:val="%1.%2.%3.%4.%5.%6"/>
      <w:lvlJc w:val="left"/>
      <w:pPr>
        <w:tabs>
          <w:tab w:val="num" w:pos="1985"/>
        </w:tabs>
        <w:ind w:left="1985" w:hanging="1985"/>
      </w:pPr>
      <w:rPr>
        <w:rFonts w:ascii="Arial (W1)" w:hAnsi="Arial (W1)" w:hint="default"/>
        <w:b w:val="0"/>
        <w:i w:val="0"/>
        <w:sz w:val="22"/>
        <w:szCs w:val="22"/>
      </w:rPr>
    </w:lvl>
    <w:lvl w:ilvl="6">
      <w:start w:val="1"/>
      <w:numFmt w:val="decimal"/>
      <w:lvlText w:val="%1.%2.%3.%4.%5.%6.%7"/>
      <w:lvlJc w:val="left"/>
      <w:pPr>
        <w:tabs>
          <w:tab w:val="num" w:pos="2268"/>
        </w:tabs>
        <w:ind w:left="2268" w:hanging="2268"/>
      </w:pPr>
      <w:rPr>
        <w:rFonts w:ascii="Arial (W1)" w:hAnsi="Arial (W1)" w:hint="default"/>
        <w:b w:val="0"/>
        <w:i w:val="0"/>
        <w:sz w:val="22"/>
        <w:szCs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A6C01E5"/>
    <w:multiLevelType w:val="multilevel"/>
    <w:tmpl w:val="776CCA4C"/>
    <w:lvl w:ilvl="0">
      <w:start w:val="1"/>
      <w:numFmt w:val="decimal"/>
      <w:pStyle w:val="Level1Agre"/>
      <w:isLgl/>
      <w:lvlText w:val="%1"/>
      <w:lvlJc w:val="left"/>
      <w:pPr>
        <w:tabs>
          <w:tab w:val="num" w:pos="567"/>
        </w:tabs>
        <w:ind w:left="567" w:hanging="567"/>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decimal"/>
      <w:pStyle w:val="Level2Agre"/>
      <w:isLgl/>
      <w:lvlText w:val="%1.%2"/>
      <w:lvlJc w:val="left"/>
      <w:pPr>
        <w:tabs>
          <w:tab w:val="num" w:pos="851"/>
        </w:tabs>
        <w:ind w:left="851" w:hanging="851"/>
      </w:pPr>
      <w:rPr>
        <w:rFonts w:ascii="Arial" w:hAnsi="Arial" w:hint="default"/>
        <w:b w:val="0"/>
        <w:i w:val="0"/>
        <w:caps w:val="0"/>
        <w:strike w:val="0"/>
        <w:dstrike w:val="0"/>
        <w:outline w:val="0"/>
        <w:shadow w:val="0"/>
        <w:emboss w:val="0"/>
        <w:imprint w:val="0"/>
        <w:vanish w:val="0"/>
        <w:sz w:val="24"/>
        <w:u w:val="none"/>
        <w:vertAlign w:val="baseline"/>
      </w:rPr>
    </w:lvl>
    <w:lvl w:ilvl="2">
      <w:start w:val="1"/>
      <w:numFmt w:val="decimal"/>
      <w:pStyle w:val="Level3Agre"/>
      <w:lvlText w:val="%1.%2.%3"/>
      <w:lvlJc w:val="left"/>
      <w:pPr>
        <w:tabs>
          <w:tab w:val="num" w:pos="1134"/>
        </w:tabs>
        <w:ind w:left="1134" w:hanging="1134"/>
      </w:pPr>
      <w:rPr>
        <w:rFonts w:ascii="Arial" w:hAnsi="Arial" w:hint="default"/>
        <w:b w:val="0"/>
        <w:i w:val="0"/>
        <w:caps w:val="0"/>
        <w:strike w:val="0"/>
        <w:dstrike w:val="0"/>
        <w:outline w:val="0"/>
        <w:shadow w:val="0"/>
        <w:emboss w:val="0"/>
        <w:imprint w:val="0"/>
        <w:vanish w:val="0"/>
        <w:sz w:val="24"/>
        <w:vertAlign w:val="baseline"/>
      </w:rPr>
    </w:lvl>
    <w:lvl w:ilvl="3">
      <w:start w:val="1"/>
      <w:numFmt w:val="decimal"/>
      <w:pStyle w:val="Level4Agre"/>
      <w:lvlText w:val="%1.%2.%3.%4"/>
      <w:lvlJc w:val="left"/>
      <w:pPr>
        <w:tabs>
          <w:tab w:val="num" w:pos="1418"/>
        </w:tabs>
        <w:ind w:left="1418" w:hanging="1418"/>
      </w:pPr>
      <w:rPr>
        <w:rFonts w:ascii="Arial" w:hAnsi="Arial" w:hint="default"/>
        <w:b w:val="0"/>
        <w:i w:val="0"/>
        <w:caps w:val="0"/>
        <w:strike w:val="0"/>
        <w:dstrike w:val="0"/>
        <w:outline w:val="0"/>
        <w:shadow w:val="0"/>
        <w:emboss w:val="0"/>
        <w:imprint w:val="0"/>
        <w:vanish w:val="0"/>
        <w:sz w:val="24"/>
        <w:vertAlign w:val="baseline"/>
      </w:rPr>
    </w:lvl>
    <w:lvl w:ilvl="4">
      <w:start w:val="1"/>
      <w:numFmt w:val="decimal"/>
      <w:pStyle w:val="Level5Agre"/>
      <w:lvlText w:val="%1.%2.%3.%4.%5"/>
      <w:lvlJc w:val="left"/>
      <w:pPr>
        <w:tabs>
          <w:tab w:val="num" w:pos="1701"/>
        </w:tabs>
        <w:ind w:left="1701" w:hanging="1701"/>
      </w:pPr>
      <w:rPr>
        <w:rFonts w:ascii="Arial" w:hAnsi="Arial" w:hint="default"/>
        <w:b w:val="0"/>
        <w:i w:val="0"/>
        <w:caps w:val="0"/>
        <w:strike w:val="0"/>
        <w:dstrike w:val="0"/>
        <w:outline w:val="0"/>
        <w:shadow w:val="0"/>
        <w:emboss w:val="0"/>
        <w:imprint w:val="0"/>
        <w:vanish w:val="0"/>
        <w:sz w:val="24"/>
        <w:vertAlign w:val="baseline"/>
      </w:rPr>
    </w:lvl>
    <w:lvl w:ilvl="5">
      <w:start w:val="1"/>
      <w:numFmt w:val="decimal"/>
      <w:pStyle w:val="Level6Agre"/>
      <w:lvlText w:val="%1.%2.%3.%4.%5.%6"/>
      <w:lvlJc w:val="left"/>
      <w:pPr>
        <w:tabs>
          <w:tab w:val="num" w:pos="1985"/>
        </w:tabs>
        <w:ind w:left="1985" w:hanging="1985"/>
      </w:pPr>
      <w:rPr>
        <w:rFonts w:ascii="Arial" w:hAnsi="Arial" w:hint="default"/>
        <w:b w:val="0"/>
        <w:i w:val="0"/>
        <w:caps w:val="0"/>
        <w:strike w:val="0"/>
        <w:dstrike w:val="0"/>
        <w:outline w:val="0"/>
        <w:shadow w:val="0"/>
        <w:emboss w:val="0"/>
        <w:imprint w:val="0"/>
        <w:vanish w:val="0"/>
        <w:sz w:val="24"/>
        <w:vertAlign w:val="baseline"/>
      </w:rPr>
    </w:lvl>
    <w:lvl w:ilvl="6">
      <w:start w:val="1"/>
      <w:numFmt w:val="decimal"/>
      <w:lvlText w:val="%1.%2.%3.%4.%5.%6.%7"/>
      <w:lvlJc w:val="left"/>
      <w:pPr>
        <w:tabs>
          <w:tab w:val="num" w:pos="2268"/>
        </w:tabs>
        <w:ind w:left="2268" w:hanging="2268"/>
      </w:pPr>
      <w:rPr>
        <w:rFonts w:ascii="Arial" w:hAnsi="Arial" w:hint="default"/>
        <w:b w:val="0"/>
        <w:i w:val="0"/>
        <w:caps w:val="0"/>
        <w:strike w:val="0"/>
        <w:dstrike w:val="0"/>
        <w:outline w:val="0"/>
        <w:shadow w:val="0"/>
        <w:emboss w:val="0"/>
        <w:imprint w:val="0"/>
        <w:vanish w:val="0"/>
        <w:sz w:val="24"/>
        <w:vertAlign w:val="baseline"/>
      </w:rPr>
    </w:lvl>
    <w:lvl w:ilvl="7">
      <w:start w:val="1"/>
      <w:numFmt w:val="decimal"/>
      <w:lvlText w:val="%1.%2.%3.%4.%5.%6.%7.%8"/>
      <w:lvlJc w:val="left"/>
      <w:pPr>
        <w:tabs>
          <w:tab w:val="num" w:pos="2552"/>
        </w:tabs>
        <w:ind w:left="2552" w:hanging="2552"/>
      </w:pPr>
      <w:rPr>
        <w:rFonts w:ascii="Arial" w:hAnsi="Arial" w:hint="default"/>
        <w:b w:val="0"/>
        <w:i w:val="0"/>
        <w:caps w:val="0"/>
        <w:strike w:val="0"/>
        <w:dstrike w:val="0"/>
        <w:outline w:val="0"/>
        <w:shadow w:val="0"/>
        <w:emboss w:val="0"/>
        <w:imprint w:val="0"/>
        <w:vanish w:val="0"/>
        <w:sz w:val="24"/>
        <w:vertAlign w:val="baseline"/>
      </w:rPr>
    </w:lvl>
    <w:lvl w:ilvl="8">
      <w:start w:val="1"/>
      <w:numFmt w:val="decimal"/>
      <w:lvlText w:val="%1.%2.%3.%4.%5.%6.%7.%8.%9"/>
      <w:lvlJc w:val="left"/>
      <w:pPr>
        <w:tabs>
          <w:tab w:val="num" w:pos="2835"/>
        </w:tabs>
        <w:ind w:left="2835" w:hanging="2835"/>
      </w:pPr>
      <w:rPr>
        <w:rFonts w:ascii="Arial" w:hAnsi="Arial" w:hint="default"/>
        <w:b w:val="0"/>
        <w:i w:val="0"/>
        <w:caps w:val="0"/>
        <w:strike w:val="0"/>
        <w:dstrike w:val="0"/>
        <w:outline w:val="0"/>
        <w:shadow w:val="0"/>
        <w:emboss w:val="0"/>
        <w:imprint w:val="0"/>
        <w:vanish w:val="0"/>
        <w:sz w:val="24"/>
        <w:vertAlign w:val="baseline"/>
      </w:rPr>
    </w:lvl>
  </w:abstractNum>
  <w:abstractNum w:abstractNumId="46" w15:restartNumberingAfterBreak="0">
    <w:nsid w:val="6B37631A"/>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3907" w:hanging="504"/>
      </w:pPr>
      <w:rPr>
        <w:b w:val="0"/>
        <w:bCs/>
      </w:rPr>
    </w:lvl>
    <w:lvl w:ilvl="3">
      <w:start w:val="1"/>
      <w:numFmt w:val="decimal"/>
      <w:lvlText w:val="%1.%2.%3.%4."/>
      <w:lvlJc w:val="left"/>
      <w:pPr>
        <w:ind w:left="70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3489"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2947266"/>
    <w:multiLevelType w:val="hybridMultilevel"/>
    <w:tmpl w:val="CA72F68E"/>
    <w:lvl w:ilvl="0" w:tplc="1C090001">
      <w:start w:val="1"/>
      <w:numFmt w:val="bullet"/>
      <w:lvlText w:val=""/>
      <w:lvlJc w:val="left"/>
      <w:pPr>
        <w:ind w:left="1270" w:hanging="360"/>
      </w:pPr>
      <w:rPr>
        <w:rFonts w:ascii="Symbol" w:hAnsi="Symbol" w:hint="default"/>
      </w:rPr>
    </w:lvl>
    <w:lvl w:ilvl="1" w:tplc="1C090003" w:tentative="1">
      <w:start w:val="1"/>
      <w:numFmt w:val="bullet"/>
      <w:lvlText w:val="o"/>
      <w:lvlJc w:val="left"/>
      <w:pPr>
        <w:ind w:left="1990" w:hanging="360"/>
      </w:pPr>
      <w:rPr>
        <w:rFonts w:ascii="Courier New" w:hAnsi="Courier New" w:cs="Courier New" w:hint="default"/>
      </w:rPr>
    </w:lvl>
    <w:lvl w:ilvl="2" w:tplc="1C090005" w:tentative="1">
      <w:start w:val="1"/>
      <w:numFmt w:val="bullet"/>
      <w:lvlText w:val=""/>
      <w:lvlJc w:val="left"/>
      <w:pPr>
        <w:ind w:left="2710" w:hanging="360"/>
      </w:pPr>
      <w:rPr>
        <w:rFonts w:ascii="Wingdings" w:hAnsi="Wingdings" w:hint="default"/>
      </w:rPr>
    </w:lvl>
    <w:lvl w:ilvl="3" w:tplc="1C090001" w:tentative="1">
      <w:start w:val="1"/>
      <w:numFmt w:val="bullet"/>
      <w:lvlText w:val=""/>
      <w:lvlJc w:val="left"/>
      <w:pPr>
        <w:ind w:left="3430" w:hanging="360"/>
      </w:pPr>
      <w:rPr>
        <w:rFonts w:ascii="Symbol" w:hAnsi="Symbol" w:hint="default"/>
      </w:rPr>
    </w:lvl>
    <w:lvl w:ilvl="4" w:tplc="1C090003" w:tentative="1">
      <w:start w:val="1"/>
      <w:numFmt w:val="bullet"/>
      <w:lvlText w:val="o"/>
      <w:lvlJc w:val="left"/>
      <w:pPr>
        <w:ind w:left="4150" w:hanging="360"/>
      </w:pPr>
      <w:rPr>
        <w:rFonts w:ascii="Courier New" w:hAnsi="Courier New" w:cs="Courier New" w:hint="default"/>
      </w:rPr>
    </w:lvl>
    <w:lvl w:ilvl="5" w:tplc="1C090005" w:tentative="1">
      <w:start w:val="1"/>
      <w:numFmt w:val="bullet"/>
      <w:lvlText w:val=""/>
      <w:lvlJc w:val="left"/>
      <w:pPr>
        <w:ind w:left="4870" w:hanging="360"/>
      </w:pPr>
      <w:rPr>
        <w:rFonts w:ascii="Wingdings" w:hAnsi="Wingdings" w:hint="default"/>
      </w:rPr>
    </w:lvl>
    <w:lvl w:ilvl="6" w:tplc="1C090001" w:tentative="1">
      <w:start w:val="1"/>
      <w:numFmt w:val="bullet"/>
      <w:lvlText w:val=""/>
      <w:lvlJc w:val="left"/>
      <w:pPr>
        <w:ind w:left="5590" w:hanging="360"/>
      </w:pPr>
      <w:rPr>
        <w:rFonts w:ascii="Symbol" w:hAnsi="Symbol" w:hint="default"/>
      </w:rPr>
    </w:lvl>
    <w:lvl w:ilvl="7" w:tplc="1C090003" w:tentative="1">
      <w:start w:val="1"/>
      <w:numFmt w:val="bullet"/>
      <w:lvlText w:val="o"/>
      <w:lvlJc w:val="left"/>
      <w:pPr>
        <w:ind w:left="6310" w:hanging="360"/>
      </w:pPr>
      <w:rPr>
        <w:rFonts w:ascii="Courier New" w:hAnsi="Courier New" w:cs="Courier New" w:hint="default"/>
      </w:rPr>
    </w:lvl>
    <w:lvl w:ilvl="8" w:tplc="1C090005" w:tentative="1">
      <w:start w:val="1"/>
      <w:numFmt w:val="bullet"/>
      <w:lvlText w:val=""/>
      <w:lvlJc w:val="left"/>
      <w:pPr>
        <w:ind w:left="7030" w:hanging="360"/>
      </w:pPr>
      <w:rPr>
        <w:rFonts w:ascii="Wingdings" w:hAnsi="Wingdings" w:hint="default"/>
      </w:rPr>
    </w:lvl>
  </w:abstractNum>
  <w:abstractNum w:abstractNumId="48" w15:restartNumberingAfterBreak="0">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lvlText w:val="%1.%2.%3"/>
      <w:lvlJc w:val="left"/>
      <w:pPr>
        <w:tabs>
          <w:tab w:val="num" w:pos="1134"/>
        </w:tabs>
        <w:ind w:left="1134" w:hanging="1134"/>
      </w:pPr>
    </w:lvl>
    <w:lvl w:ilvl="3">
      <w:start w:val="1"/>
      <w:numFmt w:val="decimal"/>
      <w:lvlText w:val="%1.%2.%3.%4"/>
      <w:lvlJc w:val="left"/>
      <w:pPr>
        <w:tabs>
          <w:tab w:val="num" w:pos="1418"/>
        </w:tabs>
        <w:ind w:left="1418" w:hanging="1418"/>
      </w:pPr>
    </w:lvl>
    <w:lvl w:ilvl="4">
      <w:start w:val="1"/>
      <w:numFmt w:val="decimal"/>
      <w:lvlText w:val="%1.%2.%3.%4.%5"/>
      <w:lvlJc w:val="left"/>
      <w:pPr>
        <w:tabs>
          <w:tab w:val="num" w:pos="1701"/>
        </w:tabs>
        <w:ind w:left="1701" w:hanging="1701"/>
      </w:pPr>
    </w:lvl>
    <w:lvl w:ilvl="5">
      <w:start w:val="1"/>
      <w:numFmt w:val="decimal"/>
      <w:lvlText w:val="%1.%2.%3.%4.%5.%6"/>
      <w:lvlJc w:val="left"/>
      <w:pPr>
        <w:tabs>
          <w:tab w:val="num" w:pos="1985"/>
        </w:tabs>
        <w:ind w:left="1985" w:hanging="1985"/>
      </w:pPr>
    </w:lvl>
    <w:lvl w:ilvl="6">
      <w:start w:val="1"/>
      <w:numFmt w:val="decimal"/>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7D29681C"/>
    <w:multiLevelType w:val="hybridMultilevel"/>
    <w:tmpl w:val="9E743A6C"/>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4"/>
  </w:num>
  <w:num w:numId="2">
    <w:abstractNumId w:val="8"/>
  </w:num>
  <w:num w:numId="3">
    <w:abstractNumId w:val="12"/>
  </w:num>
  <w:num w:numId="4">
    <w:abstractNumId w:val="43"/>
  </w:num>
  <w:num w:numId="5">
    <w:abstractNumId w:val="48"/>
  </w:num>
  <w:num w:numId="6">
    <w:abstractNumId w:val="39"/>
  </w:num>
  <w:num w:numId="7">
    <w:abstractNumId w:val="0"/>
  </w:num>
  <w:num w:numId="8">
    <w:abstractNumId w:val="11"/>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41"/>
  </w:num>
  <w:num w:numId="12">
    <w:abstractNumId w:val="6"/>
  </w:num>
  <w:num w:numId="13">
    <w:abstractNumId w:val="32"/>
  </w:num>
  <w:num w:numId="14">
    <w:abstractNumId w:val="17"/>
  </w:num>
  <w:num w:numId="15">
    <w:abstractNumId w:val="7"/>
  </w:num>
  <w:num w:numId="16">
    <w:abstractNumId w:val="34"/>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34"/>
  </w:num>
  <w:num w:numId="20">
    <w:abstractNumId w:val="34"/>
  </w:num>
  <w:num w:numId="21">
    <w:abstractNumId w:val="34"/>
  </w:num>
  <w:num w:numId="22">
    <w:abstractNumId w:val="38"/>
  </w:num>
  <w:num w:numId="23">
    <w:abstractNumId w:val="20"/>
  </w:num>
  <w:num w:numId="24">
    <w:abstractNumId w:val="19"/>
  </w:num>
  <w:num w:numId="25">
    <w:abstractNumId w:val="9"/>
  </w:num>
  <w:num w:numId="26">
    <w:abstractNumId w:val="5"/>
  </w:num>
  <w:num w:numId="27">
    <w:abstractNumId w:val="35"/>
  </w:num>
  <w:num w:numId="28">
    <w:abstractNumId w:val="46"/>
  </w:num>
  <w:num w:numId="29">
    <w:abstractNumId w:val="1"/>
  </w:num>
  <w:num w:numId="30">
    <w:abstractNumId w:val="22"/>
  </w:num>
  <w:num w:numId="31">
    <w:abstractNumId w:val="30"/>
  </w:num>
  <w:num w:numId="32">
    <w:abstractNumId w:val="33"/>
  </w:num>
  <w:num w:numId="33">
    <w:abstractNumId w:val="27"/>
  </w:num>
  <w:num w:numId="34">
    <w:abstractNumId w:val="44"/>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num>
  <w:num w:numId="37">
    <w:abstractNumId w:val="18"/>
  </w:num>
  <w:num w:numId="38">
    <w:abstractNumId w:val="37"/>
  </w:num>
  <w:num w:numId="39">
    <w:abstractNumId w:val="29"/>
  </w:num>
  <w:num w:numId="40">
    <w:abstractNumId w:val="40"/>
  </w:num>
  <w:num w:numId="41">
    <w:abstractNumId w:val="15"/>
  </w:num>
  <w:num w:numId="42">
    <w:abstractNumId w:val="36"/>
  </w:num>
  <w:num w:numId="43">
    <w:abstractNumId w:val="14"/>
  </w:num>
  <w:num w:numId="44">
    <w:abstractNumId w:val="31"/>
  </w:num>
  <w:num w:numId="45">
    <w:abstractNumId w:val="13"/>
  </w:num>
  <w:num w:numId="46">
    <w:abstractNumId w:val="42"/>
  </w:num>
  <w:num w:numId="47">
    <w:abstractNumId w:val="26"/>
  </w:num>
  <w:num w:numId="48">
    <w:abstractNumId w:val="49"/>
  </w:num>
  <w:num w:numId="49">
    <w:abstractNumId w:val="10"/>
  </w:num>
  <w:num w:numId="50">
    <w:abstractNumId w:val="24"/>
  </w:num>
  <w:num w:numId="51">
    <w:abstractNumId w:val="34"/>
  </w:num>
  <w:num w:numId="52">
    <w:abstractNumId w:val="47"/>
  </w:num>
  <w:num w:numId="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
  </w:num>
  <w:num w:numId="55">
    <w:abstractNumId w:val="3"/>
  </w:num>
  <w:num w:numId="56">
    <w:abstractNumId w:val="21"/>
  </w:num>
  <w:num w:numId="57">
    <w:abstractNumId w:val="16"/>
  </w:num>
  <w:num w:numId="58">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revisionView w:inkAnnotations="0"/>
  <w:defaultTabStop w:val="720"/>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86E"/>
    <w:rsid w:val="00000176"/>
    <w:rsid w:val="0000017E"/>
    <w:rsid w:val="000012BA"/>
    <w:rsid w:val="00001816"/>
    <w:rsid w:val="00001E1E"/>
    <w:rsid w:val="0000261A"/>
    <w:rsid w:val="000027C9"/>
    <w:rsid w:val="00003E32"/>
    <w:rsid w:val="00003E57"/>
    <w:rsid w:val="00004698"/>
    <w:rsid w:val="000049A1"/>
    <w:rsid w:val="0000516E"/>
    <w:rsid w:val="000051E7"/>
    <w:rsid w:val="00005D4E"/>
    <w:rsid w:val="00006D5B"/>
    <w:rsid w:val="00006F41"/>
    <w:rsid w:val="000115E6"/>
    <w:rsid w:val="00012392"/>
    <w:rsid w:val="000130CD"/>
    <w:rsid w:val="00013D4A"/>
    <w:rsid w:val="00014104"/>
    <w:rsid w:val="00014749"/>
    <w:rsid w:val="00014789"/>
    <w:rsid w:val="00014CDE"/>
    <w:rsid w:val="00015382"/>
    <w:rsid w:val="00016922"/>
    <w:rsid w:val="00017E98"/>
    <w:rsid w:val="00020F6E"/>
    <w:rsid w:val="000215A0"/>
    <w:rsid w:val="00021CC9"/>
    <w:rsid w:val="00021F61"/>
    <w:rsid w:val="00021FEF"/>
    <w:rsid w:val="00022817"/>
    <w:rsid w:val="000238CA"/>
    <w:rsid w:val="00023C40"/>
    <w:rsid w:val="00024E33"/>
    <w:rsid w:val="00024E53"/>
    <w:rsid w:val="000319F9"/>
    <w:rsid w:val="000324F5"/>
    <w:rsid w:val="00032B73"/>
    <w:rsid w:val="00033B77"/>
    <w:rsid w:val="00034F8B"/>
    <w:rsid w:val="000358A4"/>
    <w:rsid w:val="00040114"/>
    <w:rsid w:val="0004046F"/>
    <w:rsid w:val="00040EA9"/>
    <w:rsid w:val="00041B43"/>
    <w:rsid w:val="00042255"/>
    <w:rsid w:val="00043847"/>
    <w:rsid w:val="00043848"/>
    <w:rsid w:val="00044866"/>
    <w:rsid w:val="00045356"/>
    <w:rsid w:val="00045CAB"/>
    <w:rsid w:val="00045D4C"/>
    <w:rsid w:val="00046BDB"/>
    <w:rsid w:val="00046D83"/>
    <w:rsid w:val="00046FD2"/>
    <w:rsid w:val="00047513"/>
    <w:rsid w:val="00047750"/>
    <w:rsid w:val="000479AD"/>
    <w:rsid w:val="00051025"/>
    <w:rsid w:val="00051FC6"/>
    <w:rsid w:val="0005292C"/>
    <w:rsid w:val="000529B2"/>
    <w:rsid w:val="000575E4"/>
    <w:rsid w:val="00057FD3"/>
    <w:rsid w:val="00060F5D"/>
    <w:rsid w:val="000613FB"/>
    <w:rsid w:val="00061557"/>
    <w:rsid w:val="00063196"/>
    <w:rsid w:val="00063C74"/>
    <w:rsid w:val="00065E1C"/>
    <w:rsid w:val="00066F22"/>
    <w:rsid w:val="00067142"/>
    <w:rsid w:val="0006715A"/>
    <w:rsid w:val="0006787E"/>
    <w:rsid w:val="00070FCE"/>
    <w:rsid w:val="000728B4"/>
    <w:rsid w:val="00073E1F"/>
    <w:rsid w:val="00074132"/>
    <w:rsid w:val="000746D0"/>
    <w:rsid w:val="0007538B"/>
    <w:rsid w:val="00075774"/>
    <w:rsid w:val="00076464"/>
    <w:rsid w:val="000771BF"/>
    <w:rsid w:val="000777D0"/>
    <w:rsid w:val="000807B6"/>
    <w:rsid w:val="00080BC2"/>
    <w:rsid w:val="0008116F"/>
    <w:rsid w:val="0008172D"/>
    <w:rsid w:val="00084488"/>
    <w:rsid w:val="00085500"/>
    <w:rsid w:val="00086265"/>
    <w:rsid w:val="00087903"/>
    <w:rsid w:val="00090D85"/>
    <w:rsid w:val="00094496"/>
    <w:rsid w:val="00094BB6"/>
    <w:rsid w:val="00096ADB"/>
    <w:rsid w:val="00096B1D"/>
    <w:rsid w:val="000A1967"/>
    <w:rsid w:val="000A1B8C"/>
    <w:rsid w:val="000A3638"/>
    <w:rsid w:val="000A5910"/>
    <w:rsid w:val="000A61CC"/>
    <w:rsid w:val="000A62ED"/>
    <w:rsid w:val="000A6FC2"/>
    <w:rsid w:val="000A778A"/>
    <w:rsid w:val="000B06C7"/>
    <w:rsid w:val="000B076F"/>
    <w:rsid w:val="000B0D18"/>
    <w:rsid w:val="000B0F56"/>
    <w:rsid w:val="000B3C85"/>
    <w:rsid w:val="000B499C"/>
    <w:rsid w:val="000B4A7F"/>
    <w:rsid w:val="000B4CD6"/>
    <w:rsid w:val="000B7122"/>
    <w:rsid w:val="000C0C50"/>
    <w:rsid w:val="000C288C"/>
    <w:rsid w:val="000C2922"/>
    <w:rsid w:val="000C3D3D"/>
    <w:rsid w:val="000C7750"/>
    <w:rsid w:val="000C7CD7"/>
    <w:rsid w:val="000D0897"/>
    <w:rsid w:val="000D0E75"/>
    <w:rsid w:val="000D0FA3"/>
    <w:rsid w:val="000E0695"/>
    <w:rsid w:val="000E06C7"/>
    <w:rsid w:val="000E3CB7"/>
    <w:rsid w:val="000E4867"/>
    <w:rsid w:val="000E763D"/>
    <w:rsid w:val="000F0091"/>
    <w:rsid w:val="000F16AB"/>
    <w:rsid w:val="000F1F6D"/>
    <w:rsid w:val="000F3E47"/>
    <w:rsid w:val="000F58F7"/>
    <w:rsid w:val="000F6718"/>
    <w:rsid w:val="000F6D74"/>
    <w:rsid w:val="0010058F"/>
    <w:rsid w:val="00100FD6"/>
    <w:rsid w:val="001016B6"/>
    <w:rsid w:val="00101FD2"/>
    <w:rsid w:val="00102791"/>
    <w:rsid w:val="00102EAC"/>
    <w:rsid w:val="00103931"/>
    <w:rsid w:val="00103BDA"/>
    <w:rsid w:val="001056B5"/>
    <w:rsid w:val="001058B8"/>
    <w:rsid w:val="00105DBA"/>
    <w:rsid w:val="001068D1"/>
    <w:rsid w:val="00107F17"/>
    <w:rsid w:val="00110ADC"/>
    <w:rsid w:val="00110DB2"/>
    <w:rsid w:val="0011140B"/>
    <w:rsid w:val="00111A48"/>
    <w:rsid w:val="00111C49"/>
    <w:rsid w:val="0011398F"/>
    <w:rsid w:val="00113A8A"/>
    <w:rsid w:val="001146C0"/>
    <w:rsid w:val="00117BA0"/>
    <w:rsid w:val="0012276D"/>
    <w:rsid w:val="001232CF"/>
    <w:rsid w:val="00123ABE"/>
    <w:rsid w:val="00124C13"/>
    <w:rsid w:val="00125893"/>
    <w:rsid w:val="00125C8A"/>
    <w:rsid w:val="001264BA"/>
    <w:rsid w:val="00126A04"/>
    <w:rsid w:val="00127FF4"/>
    <w:rsid w:val="001309E1"/>
    <w:rsid w:val="00132264"/>
    <w:rsid w:val="00132C31"/>
    <w:rsid w:val="001350BE"/>
    <w:rsid w:val="00135BEE"/>
    <w:rsid w:val="001368CC"/>
    <w:rsid w:val="00137423"/>
    <w:rsid w:val="00137DB5"/>
    <w:rsid w:val="00137E7D"/>
    <w:rsid w:val="00140955"/>
    <w:rsid w:val="00141E89"/>
    <w:rsid w:val="001429E4"/>
    <w:rsid w:val="00143962"/>
    <w:rsid w:val="00143ED2"/>
    <w:rsid w:val="001448C5"/>
    <w:rsid w:val="00144E17"/>
    <w:rsid w:val="0015032D"/>
    <w:rsid w:val="001505D1"/>
    <w:rsid w:val="00150A7D"/>
    <w:rsid w:val="001525DD"/>
    <w:rsid w:val="00152934"/>
    <w:rsid w:val="001533B5"/>
    <w:rsid w:val="001540D3"/>
    <w:rsid w:val="001562C8"/>
    <w:rsid w:val="00156371"/>
    <w:rsid w:val="0015648E"/>
    <w:rsid w:val="001606FF"/>
    <w:rsid w:val="00160CCB"/>
    <w:rsid w:val="00161845"/>
    <w:rsid w:val="00162EE1"/>
    <w:rsid w:val="001633A8"/>
    <w:rsid w:val="00163917"/>
    <w:rsid w:val="001639E1"/>
    <w:rsid w:val="00163DC9"/>
    <w:rsid w:val="001642B3"/>
    <w:rsid w:val="00164F91"/>
    <w:rsid w:val="00164FA5"/>
    <w:rsid w:val="00165493"/>
    <w:rsid w:val="00165939"/>
    <w:rsid w:val="001673CB"/>
    <w:rsid w:val="001673E9"/>
    <w:rsid w:val="00170599"/>
    <w:rsid w:val="00171693"/>
    <w:rsid w:val="00172156"/>
    <w:rsid w:val="00172742"/>
    <w:rsid w:val="00172819"/>
    <w:rsid w:val="001729EA"/>
    <w:rsid w:val="00174634"/>
    <w:rsid w:val="00175516"/>
    <w:rsid w:val="001758F6"/>
    <w:rsid w:val="00175FA4"/>
    <w:rsid w:val="00176420"/>
    <w:rsid w:val="001765C6"/>
    <w:rsid w:val="0017727C"/>
    <w:rsid w:val="001779E0"/>
    <w:rsid w:val="00180B98"/>
    <w:rsid w:val="00182BC7"/>
    <w:rsid w:val="00183F31"/>
    <w:rsid w:val="00184619"/>
    <w:rsid w:val="0018589C"/>
    <w:rsid w:val="00187367"/>
    <w:rsid w:val="001900CF"/>
    <w:rsid w:val="00191C0E"/>
    <w:rsid w:val="00191D40"/>
    <w:rsid w:val="001929D3"/>
    <w:rsid w:val="00193E33"/>
    <w:rsid w:val="00193E6B"/>
    <w:rsid w:val="00193FEA"/>
    <w:rsid w:val="00194001"/>
    <w:rsid w:val="00194B4A"/>
    <w:rsid w:val="00195F1A"/>
    <w:rsid w:val="001976E0"/>
    <w:rsid w:val="001A0F07"/>
    <w:rsid w:val="001A1DFC"/>
    <w:rsid w:val="001A303E"/>
    <w:rsid w:val="001A3FD6"/>
    <w:rsid w:val="001A4A20"/>
    <w:rsid w:val="001A51CF"/>
    <w:rsid w:val="001A5242"/>
    <w:rsid w:val="001A5C4B"/>
    <w:rsid w:val="001A68E7"/>
    <w:rsid w:val="001A701A"/>
    <w:rsid w:val="001A743C"/>
    <w:rsid w:val="001A78F1"/>
    <w:rsid w:val="001B11CE"/>
    <w:rsid w:val="001B4205"/>
    <w:rsid w:val="001B4310"/>
    <w:rsid w:val="001B49D9"/>
    <w:rsid w:val="001B562C"/>
    <w:rsid w:val="001B62DE"/>
    <w:rsid w:val="001B783F"/>
    <w:rsid w:val="001B7A96"/>
    <w:rsid w:val="001C011E"/>
    <w:rsid w:val="001C1BBF"/>
    <w:rsid w:val="001C20B9"/>
    <w:rsid w:val="001C6729"/>
    <w:rsid w:val="001C690F"/>
    <w:rsid w:val="001D01CF"/>
    <w:rsid w:val="001D0D0F"/>
    <w:rsid w:val="001D2677"/>
    <w:rsid w:val="001D29A3"/>
    <w:rsid w:val="001D2BCE"/>
    <w:rsid w:val="001D3207"/>
    <w:rsid w:val="001D3A3E"/>
    <w:rsid w:val="001D472E"/>
    <w:rsid w:val="001D4898"/>
    <w:rsid w:val="001D58F4"/>
    <w:rsid w:val="001D7860"/>
    <w:rsid w:val="001D7CEE"/>
    <w:rsid w:val="001E0AA6"/>
    <w:rsid w:val="001E0B52"/>
    <w:rsid w:val="001E0CE9"/>
    <w:rsid w:val="001E0DC5"/>
    <w:rsid w:val="001E1252"/>
    <w:rsid w:val="001E1801"/>
    <w:rsid w:val="001E1C06"/>
    <w:rsid w:val="001E349A"/>
    <w:rsid w:val="001E3864"/>
    <w:rsid w:val="001E44E9"/>
    <w:rsid w:val="001E5D42"/>
    <w:rsid w:val="001F0355"/>
    <w:rsid w:val="001F16CF"/>
    <w:rsid w:val="001F50B3"/>
    <w:rsid w:val="001F5127"/>
    <w:rsid w:val="001F6793"/>
    <w:rsid w:val="001F6DB7"/>
    <w:rsid w:val="001F7AE6"/>
    <w:rsid w:val="002002D1"/>
    <w:rsid w:val="0020079F"/>
    <w:rsid w:val="0020089B"/>
    <w:rsid w:val="00200E5D"/>
    <w:rsid w:val="002015F0"/>
    <w:rsid w:val="0020254F"/>
    <w:rsid w:val="002042D4"/>
    <w:rsid w:val="002057DA"/>
    <w:rsid w:val="00205D0E"/>
    <w:rsid w:val="002076A6"/>
    <w:rsid w:val="00212551"/>
    <w:rsid w:val="0021290C"/>
    <w:rsid w:val="0021290E"/>
    <w:rsid w:val="002138AC"/>
    <w:rsid w:val="00214067"/>
    <w:rsid w:val="002141D6"/>
    <w:rsid w:val="00215C4A"/>
    <w:rsid w:val="0021698E"/>
    <w:rsid w:val="00217B65"/>
    <w:rsid w:val="00221242"/>
    <w:rsid w:val="00221BC0"/>
    <w:rsid w:val="00222129"/>
    <w:rsid w:val="00223642"/>
    <w:rsid w:val="00223779"/>
    <w:rsid w:val="0022413A"/>
    <w:rsid w:val="00224997"/>
    <w:rsid w:val="002257B0"/>
    <w:rsid w:val="002306BC"/>
    <w:rsid w:val="0023155E"/>
    <w:rsid w:val="0023250F"/>
    <w:rsid w:val="00232AEA"/>
    <w:rsid w:val="002331DC"/>
    <w:rsid w:val="002343CA"/>
    <w:rsid w:val="00235486"/>
    <w:rsid w:val="00235FBA"/>
    <w:rsid w:val="00236C06"/>
    <w:rsid w:val="00237E05"/>
    <w:rsid w:val="00241F0A"/>
    <w:rsid w:val="00242E68"/>
    <w:rsid w:val="0024360E"/>
    <w:rsid w:val="00243FDE"/>
    <w:rsid w:val="002445ED"/>
    <w:rsid w:val="0024461C"/>
    <w:rsid w:val="002456B2"/>
    <w:rsid w:val="0024590C"/>
    <w:rsid w:val="00246AD2"/>
    <w:rsid w:val="002472FB"/>
    <w:rsid w:val="002478AF"/>
    <w:rsid w:val="00250347"/>
    <w:rsid w:val="002503D7"/>
    <w:rsid w:val="00250BA5"/>
    <w:rsid w:val="00251686"/>
    <w:rsid w:val="0025217E"/>
    <w:rsid w:val="00252202"/>
    <w:rsid w:val="00252A84"/>
    <w:rsid w:val="002549A2"/>
    <w:rsid w:val="0025512B"/>
    <w:rsid w:val="00255A0D"/>
    <w:rsid w:val="00255A1C"/>
    <w:rsid w:val="00255A56"/>
    <w:rsid w:val="00256929"/>
    <w:rsid w:val="00257F3B"/>
    <w:rsid w:val="002606E8"/>
    <w:rsid w:val="00260C5E"/>
    <w:rsid w:val="00262994"/>
    <w:rsid w:val="0026385D"/>
    <w:rsid w:val="002655F2"/>
    <w:rsid w:val="002674CD"/>
    <w:rsid w:val="002675AE"/>
    <w:rsid w:val="002702AA"/>
    <w:rsid w:val="00270B88"/>
    <w:rsid w:val="0027286E"/>
    <w:rsid w:val="002750CF"/>
    <w:rsid w:val="00275E72"/>
    <w:rsid w:val="0027634D"/>
    <w:rsid w:val="00277345"/>
    <w:rsid w:val="00277F18"/>
    <w:rsid w:val="002803AA"/>
    <w:rsid w:val="00280A99"/>
    <w:rsid w:val="00280C90"/>
    <w:rsid w:val="00281134"/>
    <w:rsid w:val="00282367"/>
    <w:rsid w:val="002830CA"/>
    <w:rsid w:val="002836F9"/>
    <w:rsid w:val="00283865"/>
    <w:rsid w:val="00284DF3"/>
    <w:rsid w:val="002854E7"/>
    <w:rsid w:val="00285519"/>
    <w:rsid w:val="00285DC2"/>
    <w:rsid w:val="002865C5"/>
    <w:rsid w:val="00286606"/>
    <w:rsid w:val="002870BA"/>
    <w:rsid w:val="00287671"/>
    <w:rsid w:val="00287937"/>
    <w:rsid w:val="00290CE8"/>
    <w:rsid w:val="0029340C"/>
    <w:rsid w:val="002937C8"/>
    <w:rsid w:val="00293F32"/>
    <w:rsid w:val="002951C7"/>
    <w:rsid w:val="00295F12"/>
    <w:rsid w:val="00297435"/>
    <w:rsid w:val="002A069E"/>
    <w:rsid w:val="002A0B33"/>
    <w:rsid w:val="002A0F1D"/>
    <w:rsid w:val="002A3956"/>
    <w:rsid w:val="002A7554"/>
    <w:rsid w:val="002B2360"/>
    <w:rsid w:val="002B2D05"/>
    <w:rsid w:val="002B4061"/>
    <w:rsid w:val="002B4FE0"/>
    <w:rsid w:val="002B577D"/>
    <w:rsid w:val="002B5A54"/>
    <w:rsid w:val="002B6178"/>
    <w:rsid w:val="002B6436"/>
    <w:rsid w:val="002B6F20"/>
    <w:rsid w:val="002C0496"/>
    <w:rsid w:val="002C09E2"/>
    <w:rsid w:val="002C104C"/>
    <w:rsid w:val="002C2AEA"/>
    <w:rsid w:val="002C4CF4"/>
    <w:rsid w:val="002C56F6"/>
    <w:rsid w:val="002C5C8F"/>
    <w:rsid w:val="002C5DA1"/>
    <w:rsid w:val="002C6B95"/>
    <w:rsid w:val="002C7538"/>
    <w:rsid w:val="002D1CB3"/>
    <w:rsid w:val="002D3440"/>
    <w:rsid w:val="002D4E5F"/>
    <w:rsid w:val="002D58D7"/>
    <w:rsid w:val="002D730D"/>
    <w:rsid w:val="002E13A0"/>
    <w:rsid w:val="002E1A66"/>
    <w:rsid w:val="002E1B94"/>
    <w:rsid w:val="002E4E45"/>
    <w:rsid w:val="002E534F"/>
    <w:rsid w:val="002E5A32"/>
    <w:rsid w:val="002E7373"/>
    <w:rsid w:val="002E78E7"/>
    <w:rsid w:val="002E7CBE"/>
    <w:rsid w:val="002E7D4C"/>
    <w:rsid w:val="002F11C9"/>
    <w:rsid w:val="002F15A0"/>
    <w:rsid w:val="002F1E85"/>
    <w:rsid w:val="002F233B"/>
    <w:rsid w:val="002F24B2"/>
    <w:rsid w:val="002F4205"/>
    <w:rsid w:val="002F4A2B"/>
    <w:rsid w:val="003003AD"/>
    <w:rsid w:val="00302349"/>
    <w:rsid w:val="00302B8D"/>
    <w:rsid w:val="00304120"/>
    <w:rsid w:val="00304549"/>
    <w:rsid w:val="00304BDE"/>
    <w:rsid w:val="00304C9B"/>
    <w:rsid w:val="00306648"/>
    <w:rsid w:val="00306A4B"/>
    <w:rsid w:val="00307A21"/>
    <w:rsid w:val="00311931"/>
    <w:rsid w:val="00313281"/>
    <w:rsid w:val="00313572"/>
    <w:rsid w:val="00313573"/>
    <w:rsid w:val="003138BA"/>
    <w:rsid w:val="003141D2"/>
    <w:rsid w:val="00314522"/>
    <w:rsid w:val="00314C9F"/>
    <w:rsid w:val="003154DE"/>
    <w:rsid w:val="00315DD3"/>
    <w:rsid w:val="00323EAF"/>
    <w:rsid w:val="00325A85"/>
    <w:rsid w:val="00326178"/>
    <w:rsid w:val="0032686E"/>
    <w:rsid w:val="003307AE"/>
    <w:rsid w:val="00332106"/>
    <w:rsid w:val="00332CED"/>
    <w:rsid w:val="00334310"/>
    <w:rsid w:val="003346E5"/>
    <w:rsid w:val="003355AF"/>
    <w:rsid w:val="003365A5"/>
    <w:rsid w:val="003400F1"/>
    <w:rsid w:val="00340C5E"/>
    <w:rsid w:val="0034110F"/>
    <w:rsid w:val="00341476"/>
    <w:rsid w:val="00341FA6"/>
    <w:rsid w:val="0034395B"/>
    <w:rsid w:val="00344400"/>
    <w:rsid w:val="003446BE"/>
    <w:rsid w:val="003452EF"/>
    <w:rsid w:val="00347026"/>
    <w:rsid w:val="003474DD"/>
    <w:rsid w:val="00347BF6"/>
    <w:rsid w:val="00350228"/>
    <w:rsid w:val="003503C4"/>
    <w:rsid w:val="0035052B"/>
    <w:rsid w:val="00350920"/>
    <w:rsid w:val="00350A97"/>
    <w:rsid w:val="00351C9A"/>
    <w:rsid w:val="00355284"/>
    <w:rsid w:val="00356CFC"/>
    <w:rsid w:val="0035729E"/>
    <w:rsid w:val="00360735"/>
    <w:rsid w:val="00361951"/>
    <w:rsid w:val="00361ABE"/>
    <w:rsid w:val="00362795"/>
    <w:rsid w:val="00363A6B"/>
    <w:rsid w:val="00367A26"/>
    <w:rsid w:val="003713F7"/>
    <w:rsid w:val="00372626"/>
    <w:rsid w:val="003734B1"/>
    <w:rsid w:val="003805B7"/>
    <w:rsid w:val="003821CC"/>
    <w:rsid w:val="0038294B"/>
    <w:rsid w:val="00382B75"/>
    <w:rsid w:val="0038386A"/>
    <w:rsid w:val="00383922"/>
    <w:rsid w:val="00383A19"/>
    <w:rsid w:val="00383C25"/>
    <w:rsid w:val="00384067"/>
    <w:rsid w:val="0038681B"/>
    <w:rsid w:val="0038766F"/>
    <w:rsid w:val="00390463"/>
    <w:rsid w:val="0039072F"/>
    <w:rsid w:val="00390EBC"/>
    <w:rsid w:val="00391827"/>
    <w:rsid w:val="00391A73"/>
    <w:rsid w:val="0039258D"/>
    <w:rsid w:val="0039288B"/>
    <w:rsid w:val="00393E7B"/>
    <w:rsid w:val="0039545E"/>
    <w:rsid w:val="00396584"/>
    <w:rsid w:val="003976BD"/>
    <w:rsid w:val="00397FCE"/>
    <w:rsid w:val="003A122C"/>
    <w:rsid w:val="003A1FCE"/>
    <w:rsid w:val="003A264F"/>
    <w:rsid w:val="003A30F8"/>
    <w:rsid w:val="003A53A5"/>
    <w:rsid w:val="003A5E68"/>
    <w:rsid w:val="003A6513"/>
    <w:rsid w:val="003A74CF"/>
    <w:rsid w:val="003B1168"/>
    <w:rsid w:val="003B21B8"/>
    <w:rsid w:val="003B3C0C"/>
    <w:rsid w:val="003B4406"/>
    <w:rsid w:val="003B44B7"/>
    <w:rsid w:val="003B4654"/>
    <w:rsid w:val="003B54EA"/>
    <w:rsid w:val="003B5862"/>
    <w:rsid w:val="003B7400"/>
    <w:rsid w:val="003B7A6C"/>
    <w:rsid w:val="003C1074"/>
    <w:rsid w:val="003C2908"/>
    <w:rsid w:val="003C2B61"/>
    <w:rsid w:val="003C2EB4"/>
    <w:rsid w:val="003C3278"/>
    <w:rsid w:val="003C4278"/>
    <w:rsid w:val="003C488F"/>
    <w:rsid w:val="003C5766"/>
    <w:rsid w:val="003C5DBF"/>
    <w:rsid w:val="003C6D88"/>
    <w:rsid w:val="003D044A"/>
    <w:rsid w:val="003D0E63"/>
    <w:rsid w:val="003D2052"/>
    <w:rsid w:val="003D231E"/>
    <w:rsid w:val="003D2CAA"/>
    <w:rsid w:val="003D522B"/>
    <w:rsid w:val="003D5C62"/>
    <w:rsid w:val="003D6360"/>
    <w:rsid w:val="003D7696"/>
    <w:rsid w:val="003E06B8"/>
    <w:rsid w:val="003E0AE1"/>
    <w:rsid w:val="003E10E0"/>
    <w:rsid w:val="003E16A2"/>
    <w:rsid w:val="003E369B"/>
    <w:rsid w:val="003E4521"/>
    <w:rsid w:val="003E463D"/>
    <w:rsid w:val="003E5630"/>
    <w:rsid w:val="003E5E5F"/>
    <w:rsid w:val="003E6C00"/>
    <w:rsid w:val="003E6D31"/>
    <w:rsid w:val="003F085E"/>
    <w:rsid w:val="003F2A6A"/>
    <w:rsid w:val="003F2E03"/>
    <w:rsid w:val="003F327D"/>
    <w:rsid w:val="003F36F6"/>
    <w:rsid w:val="003F3927"/>
    <w:rsid w:val="003F4A0D"/>
    <w:rsid w:val="003F512A"/>
    <w:rsid w:val="003F74EA"/>
    <w:rsid w:val="003F75AD"/>
    <w:rsid w:val="003F7909"/>
    <w:rsid w:val="004004FD"/>
    <w:rsid w:val="004028E4"/>
    <w:rsid w:val="00403CA5"/>
    <w:rsid w:val="00407149"/>
    <w:rsid w:val="00407694"/>
    <w:rsid w:val="00410405"/>
    <w:rsid w:val="0041269D"/>
    <w:rsid w:val="00412D78"/>
    <w:rsid w:val="00412E9F"/>
    <w:rsid w:val="004137BB"/>
    <w:rsid w:val="0041462C"/>
    <w:rsid w:val="004154B8"/>
    <w:rsid w:val="0041681B"/>
    <w:rsid w:val="004172EB"/>
    <w:rsid w:val="0041748B"/>
    <w:rsid w:val="00420177"/>
    <w:rsid w:val="00420D5A"/>
    <w:rsid w:val="00423355"/>
    <w:rsid w:val="00423FCF"/>
    <w:rsid w:val="00424853"/>
    <w:rsid w:val="00425492"/>
    <w:rsid w:val="00425A92"/>
    <w:rsid w:val="00427930"/>
    <w:rsid w:val="00427A91"/>
    <w:rsid w:val="004303C5"/>
    <w:rsid w:val="00430704"/>
    <w:rsid w:val="00433230"/>
    <w:rsid w:val="004349E1"/>
    <w:rsid w:val="00434AF1"/>
    <w:rsid w:val="00434E04"/>
    <w:rsid w:val="00434EDF"/>
    <w:rsid w:val="004376BB"/>
    <w:rsid w:val="00440198"/>
    <w:rsid w:val="004407A9"/>
    <w:rsid w:val="00441554"/>
    <w:rsid w:val="00441C17"/>
    <w:rsid w:val="00443833"/>
    <w:rsid w:val="00443A06"/>
    <w:rsid w:val="00444BF3"/>
    <w:rsid w:val="00444C3D"/>
    <w:rsid w:val="004451D5"/>
    <w:rsid w:val="00445371"/>
    <w:rsid w:val="00445521"/>
    <w:rsid w:val="00445922"/>
    <w:rsid w:val="004464BC"/>
    <w:rsid w:val="004474A5"/>
    <w:rsid w:val="0045059E"/>
    <w:rsid w:val="00450EF7"/>
    <w:rsid w:val="004514A4"/>
    <w:rsid w:val="00451EA5"/>
    <w:rsid w:val="00451EBA"/>
    <w:rsid w:val="004544E0"/>
    <w:rsid w:val="004551D3"/>
    <w:rsid w:val="004554BE"/>
    <w:rsid w:val="00456AFF"/>
    <w:rsid w:val="004630BD"/>
    <w:rsid w:val="00463ADD"/>
    <w:rsid w:val="00463E19"/>
    <w:rsid w:val="0046449B"/>
    <w:rsid w:val="004661D4"/>
    <w:rsid w:val="004663C8"/>
    <w:rsid w:val="00467001"/>
    <w:rsid w:val="00467187"/>
    <w:rsid w:val="00467CAA"/>
    <w:rsid w:val="00471003"/>
    <w:rsid w:val="0047190F"/>
    <w:rsid w:val="00471E4B"/>
    <w:rsid w:val="00472116"/>
    <w:rsid w:val="00472392"/>
    <w:rsid w:val="004724EA"/>
    <w:rsid w:val="00472C5D"/>
    <w:rsid w:val="00473A38"/>
    <w:rsid w:val="00474AAA"/>
    <w:rsid w:val="00474C32"/>
    <w:rsid w:val="0047659F"/>
    <w:rsid w:val="0047764E"/>
    <w:rsid w:val="004777C1"/>
    <w:rsid w:val="00477E36"/>
    <w:rsid w:val="00480A3B"/>
    <w:rsid w:val="00481311"/>
    <w:rsid w:val="00481B0B"/>
    <w:rsid w:val="0048205F"/>
    <w:rsid w:val="0048355D"/>
    <w:rsid w:val="004849DF"/>
    <w:rsid w:val="00487E9C"/>
    <w:rsid w:val="004900C5"/>
    <w:rsid w:val="00491244"/>
    <w:rsid w:val="004917ED"/>
    <w:rsid w:val="004930F0"/>
    <w:rsid w:val="00493D74"/>
    <w:rsid w:val="00494154"/>
    <w:rsid w:val="004946E8"/>
    <w:rsid w:val="00497FBF"/>
    <w:rsid w:val="004A16F1"/>
    <w:rsid w:val="004A1C2A"/>
    <w:rsid w:val="004A5879"/>
    <w:rsid w:val="004A6D88"/>
    <w:rsid w:val="004A7FE7"/>
    <w:rsid w:val="004B05D9"/>
    <w:rsid w:val="004B0ADB"/>
    <w:rsid w:val="004B0BC7"/>
    <w:rsid w:val="004B113D"/>
    <w:rsid w:val="004B131A"/>
    <w:rsid w:val="004B4C13"/>
    <w:rsid w:val="004B61D3"/>
    <w:rsid w:val="004B77C0"/>
    <w:rsid w:val="004C004D"/>
    <w:rsid w:val="004C1758"/>
    <w:rsid w:val="004C1E57"/>
    <w:rsid w:val="004C22C9"/>
    <w:rsid w:val="004C2346"/>
    <w:rsid w:val="004C2C8C"/>
    <w:rsid w:val="004C3906"/>
    <w:rsid w:val="004C60FF"/>
    <w:rsid w:val="004C7542"/>
    <w:rsid w:val="004C7728"/>
    <w:rsid w:val="004C7B3D"/>
    <w:rsid w:val="004C7FE0"/>
    <w:rsid w:val="004D0A21"/>
    <w:rsid w:val="004D1828"/>
    <w:rsid w:val="004D20A5"/>
    <w:rsid w:val="004D2548"/>
    <w:rsid w:val="004D2C0D"/>
    <w:rsid w:val="004D3775"/>
    <w:rsid w:val="004D3ECE"/>
    <w:rsid w:val="004D63DB"/>
    <w:rsid w:val="004D7DAA"/>
    <w:rsid w:val="004E0286"/>
    <w:rsid w:val="004E2CC0"/>
    <w:rsid w:val="004E36A4"/>
    <w:rsid w:val="004E37D4"/>
    <w:rsid w:val="004E43D5"/>
    <w:rsid w:val="004E478E"/>
    <w:rsid w:val="004E4A94"/>
    <w:rsid w:val="004E514C"/>
    <w:rsid w:val="004E6203"/>
    <w:rsid w:val="004E66C9"/>
    <w:rsid w:val="004E6715"/>
    <w:rsid w:val="004E6DD7"/>
    <w:rsid w:val="004E705E"/>
    <w:rsid w:val="004E70BF"/>
    <w:rsid w:val="004E7494"/>
    <w:rsid w:val="004F1C24"/>
    <w:rsid w:val="004F22B9"/>
    <w:rsid w:val="004F249E"/>
    <w:rsid w:val="004F2621"/>
    <w:rsid w:val="004F2A10"/>
    <w:rsid w:val="004F3071"/>
    <w:rsid w:val="004F3E51"/>
    <w:rsid w:val="004F4791"/>
    <w:rsid w:val="004F507E"/>
    <w:rsid w:val="004F69AE"/>
    <w:rsid w:val="00500506"/>
    <w:rsid w:val="00500A4F"/>
    <w:rsid w:val="00500DD1"/>
    <w:rsid w:val="005024A5"/>
    <w:rsid w:val="00502BAE"/>
    <w:rsid w:val="00502E1F"/>
    <w:rsid w:val="005032AE"/>
    <w:rsid w:val="00503740"/>
    <w:rsid w:val="00505A31"/>
    <w:rsid w:val="0050618F"/>
    <w:rsid w:val="00506E58"/>
    <w:rsid w:val="00507FAD"/>
    <w:rsid w:val="00510B28"/>
    <w:rsid w:val="00511D76"/>
    <w:rsid w:val="0051204E"/>
    <w:rsid w:val="00512407"/>
    <w:rsid w:val="00512533"/>
    <w:rsid w:val="00512577"/>
    <w:rsid w:val="00512B71"/>
    <w:rsid w:val="0051320B"/>
    <w:rsid w:val="00513911"/>
    <w:rsid w:val="00514A1C"/>
    <w:rsid w:val="00514F70"/>
    <w:rsid w:val="005161D1"/>
    <w:rsid w:val="00516F1D"/>
    <w:rsid w:val="00517FB9"/>
    <w:rsid w:val="00522374"/>
    <w:rsid w:val="00522A42"/>
    <w:rsid w:val="0052419D"/>
    <w:rsid w:val="0052429B"/>
    <w:rsid w:val="00526F78"/>
    <w:rsid w:val="00527FF4"/>
    <w:rsid w:val="0053012F"/>
    <w:rsid w:val="005320D4"/>
    <w:rsid w:val="00533029"/>
    <w:rsid w:val="00534FC4"/>
    <w:rsid w:val="005402B7"/>
    <w:rsid w:val="00542431"/>
    <w:rsid w:val="005436CA"/>
    <w:rsid w:val="0054397A"/>
    <w:rsid w:val="00543C55"/>
    <w:rsid w:val="00544B1D"/>
    <w:rsid w:val="00545EC8"/>
    <w:rsid w:val="0054763C"/>
    <w:rsid w:val="00547708"/>
    <w:rsid w:val="00547EFE"/>
    <w:rsid w:val="005503D4"/>
    <w:rsid w:val="005507C9"/>
    <w:rsid w:val="00550AEE"/>
    <w:rsid w:val="0055261F"/>
    <w:rsid w:val="00552A1D"/>
    <w:rsid w:val="00554516"/>
    <w:rsid w:val="005562A9"/>
    <w:rsid w:val="005568B9"/>
    <w:rsid w:val="00556EE1"/>
    <w:rsid w:val="005579BC"/>
    <w:rsid w:val="005604F6"/>
    <w:rsid w:val="00560644"/>
    <w:rsid w:val="00560C6D"/>
    <w:rsid w:val="00561E88"/>
    <w:rsid w:val="00562DB5"/>
    <w:rsid w:val="00563533"/>
    <w:rsid w:val="00563774"/>
    <w:rsid w:val="00563A1F"/>
    <w:rsid w:val="00564B19"/>
    <w:rsid w:val="00564EDD"/>
    <w:rsid w:val="005654A0"/>
    <w:rsid w:val="00565848"/>
    <w:rsid w:val="00565B30"/>
    <w:rsid w:val="005675D6"/>
    <w:rsid w:val="00567685"/>
    <w:rsid w:val="00570246"/>
    <w:rsid w:val="00570FF9"/>
    <w:rsid w:val="00571225"/>
    <w:rsid w:val="0057182D"/>
    <w:rsid w:val="00571ED8"/>
    <w:rsid w:val="0057201C"/>
    <w:rsid w:val="00572F3E"/>
    <w:rsid w:val="00575D3F"/>
    <w:rsid w:val="00576967"/>
    <w:rsid w:val="00577451"/>
    <w:rsid w:val="00581C6A"/>
    <w:rsid w:val="00581EEA"/>
    <w:rsid w:val="00582BAA"/>
    <w:rsid w:val="00583AC8"/>
    <w:rsid w:val="00583E02"/>
    <w:rsid w:val="00584234"/>
    <w:rsid w:val="00585879"/>
    <w:rsid w:val="00586B39"/>
    <w:rsid w:val="00586FD9"/>
    <w:rsid w:val="00587527"/>
    <w:rsid w:val="00590090"/>
    <w:rsid w:val="00592FAE"/>
    <w:rsid w:val="00593513"/>
    <w:rsid w:val="0059491D"/>
    <w:rsid w:val="00595364"/>
    <w:rsid w:val="00597E14"/>
    <w:rsid w:val="005A0E4F"/>
    <w:rsid w:val="005A141D"/>
    <w:rsid w:val="005A1741"/>
    <w:rsid w:val="005A1846"/>
    <w:rsid w:val="005A2448"/>
    <w:rsid w:val="005A32F6"/>
    <w:rsid w:val="005A343F"/>
    <w:rsid w:val="005A43D9"/>
    <w:rsid w:val="005A468A"/>
    <w:rsid w:val="005A4F33"/>
    <w:rsid w:val="005A5468"/>
    <w:rsid w:val="005A5692"/>
    <w:rsid w:val="005A5E8A"/>
    <w:rsid w:val="005A66AA"/>
    <w:rsid w:val="005A6EA4"/>
    <w:rsid w:val="005B0882"/>
    <w:rsid w:val="005B13F8"/>
    <w:rsid w:val="005B5CA6"/>
    <w:rsid w:val="005B6C3D"/>
    <w:rsid w:val="005B74AD"/>
    <w:rsid w:val="005B7A05"/>
    <w:rsid w:val="005C1FC4"/>
    <w:rsid w:val="005C229C"/>
    <w:rsid w:val="005C2856"/>
    <w:rsid w:val="005C365A"/>
    <w:rsid w:val="005C4153"/>
    <w:rsid w:val="005C47D6"/>
    <w:rsid w:val="005C663A"/>
    <w:rsid w:val="005C68E0"/>
    <w:rsid w:val="005C72EA"/>
    <w:rsid w:val="005C77CD"/>
    <w:rsid w:val="005D0B31"/>
    <w:rsid w:val="005D20F9"/>
    <w:rsid w:val="005D303F"/>
    <w:rsid w:val="005D744E"/>
    <w:rsid w:val="005D7DA2"/>
    <w:rsid w:val="005E076B"/>
    <w:rsid w:val="005E1B31"/>
    <w:rsid w:val="005E1D64"/>
    <w:rsid w:val="005E25B4"/>
    <w:rsid w:val="005E27EC"/>
    <w:rsid w:val="005E2EE2"/>
    <w:rsid w:val="005E7860"/>
    <w:rsid w:val="005F1AAC"/>
    <w:rsid w:val="005F3A3D"/>
    <w:rsid w:val="005F4978"/>
    <w:rsid w:val="005F4ACB"/>
    <w:rsid w:val="005F6D2A"/>
    <w:rsid w:val="005F7519"/>
    <w:rsid w:val="005F7AA0"/>
    <w:rsid w:val="0060048D"/>
    <w:rsid w:val="00602292"/>
    <w:rsid w:val="00602E5D"/>
    <w:rsid w:val="006034EE"/>
    <w:rsid w:val="00603EB9"/>
    <w:rsid w:val="00605411"/>
    <w:rsid w:val="00606ADF"/>
    <w:rsid w:val="0060790D"/>
    <w:rsid w:val="006112A2"/>
    <w:rsid w:val="00611C15"/>
    <w:rsid w:val="006124F8"/>
    <w:rsid w:val="00612A47"/>
    <w:rsid w:val="0061507B"/>
    <w:rsid w:val="006153C7"/>
    <w:rsid w:val="00615C4B"/>
    <w:rsid w:val="00615DE6"/>
    <w:rsid w:val="006163C2"/>
    <w:rsid w:val="00621436"/>
    <w:rsid w:val="0062178E"/>
    <w:rsid w:val="00622D23"/>
    <w:rsid w:val="0062324A"/>
    <w:rsid w:val="006233B6"/>
    <w:rsid w:val="00623656"/>
    <w:rsid w:val="006236D0"/>
    <w:rsid w:val="0062412D"/>
    <w:rsid w:val="006249D9"/>
    <w:rsid w:val="006252FD"/>
    <w:rsid w:val="0062578E"/>
    <w:rsid w:val="00625AD1"/>
    <w:rsid w:val="00625C72"/>
    <w:rsid w:val="006269A7"/>
    <w:rsid w:val="00627139"/>
    <w:rsid w:val="00627380"/>
    <w:rsid w:val="00627434"/>
    <w:rsid w:val="00627A55"/>
    <w:rsid w:val="00627B25"/>
    <w:rsid w:val="00631B3B"/>
    <w:rsid w:val="00632818"/>
    <w:rsid w:val="0063307E"/>
    <w:rsid w:val="006333AF"/>
    <w:rsid w:val="00634F83"/>
    <w:rsid w:val="00635794"/>
    <w:rsid w:val="006400A7"/>
    <w:rsid w:val="00640F9C"/>
    <w:rsid w:val="0064100C"/>
    <w:rsid w:val="00641D53"/>
    <w:rsid w:val="0064366A"/>
    <w:rsid w:val="0064474E"/>
    <w:rsid w:val="006452B8"/>
    <w:rsid w:val="006453EF"/>
    <w:rsid w:val="00645D0C"/>
    <w:rsid w:val="00646185"/>
    <w:rsid w:val="00647919"/>
    <w:rsid w:val="00652689"/>
    <w:rsid w:val="0065460E"/>
    <w:rsid w:val="00654DD3"/>
    <w:rsid w:val="00655582"/>
    <w:rsid w:val="00655749"/>
    <w:rsid w:val="00655C40"/>
    <w:rsid w:val="0065738D"/>
    <w:rsid w:val="006576AB"/>
    <w:rsid w:val="00660E18"/>
    <w:rsid w:val="0066125A"/>
    <w:rsid w:val="0066127F"/>
    <w:rsid w:val="00661479"/>
    <w:rsid w:val="006618FA"/>
    <w:rsid w:val="00661947"/>
    <w:rsid w:val="00662402"/>
    <w:rsid w:val="0066475C"/>
    <w:rsid w:val="0066530A"/>
    <w:rsid w:val="006656F4"/>
    <w:rsid w:val="00665D73"/>
    <w:rsid w:val="0066781A"/>
    <w:rsid w:val="00670571"/>
    <w:rsid w:val="00671612"/>
    <w:rsid w:val="00671F09"/>
    <w:rsid w:val="0067374E"/>
    <w:rsid w:val="00674C09"/>
    <w:rsid w:val="00680365"/>
    <w:rsid w:val="00680DDB"/>
    <w:rsid w:val="00681282"/>
    <w:rsid w:val="0068418C"/>
    <w:rsid w:val="006844E5"/>
    <w:rsid w:val="00685D44"/>
    <w:rsid w:val="00685DDA"/>
    <w:rsid w:val="00690273"/>
    <w:rsid w:val="006913AF"/>
    <w:rsid w:val="00691BE9"/>
    <w:rsid w:val="00691F46"/>
    <w:rsid w:val="00693B13"/>
    <w:rsid w:val="0069460D"/>
    <w:rsid w:val="00694CB8"/>
    <w:rsid w:val="00695D1A"/>
    <w:rsid w:val="006965A9"/>
    <w:rsid w:val="006A16A5"/>
    <w:rsid w:val="006A1B1C"/>
    <w:rsid w:val="006A1DB1"/>
    <w:rsid w:val="006A1FFC"/>
    <w:rsid w:val="006A3D64"/>
    <w:rsid w:val="006A4633"/>
    <w:rsid w:val="006A493F"/>
    <w:rsid w:val="006A5AF9"/>
    <w:rsid w:val="006A61D6"/>
    <w:rsid w:val="006A67DC"/>
    <w:rsid w:val="006A714D"/>
    <w:rsid w:val="006B0A29"/>
    <w:rsid w:val="006B0D72"/>
    <w:rsid w:val="006B1816"/>
    <w:rsid w:val="006B21E4"/>
    <w:rsid w:val="006B33E0"/>
    <w:rsid w:val="006B3C3B"/>
    <w:rsid w:val="006B58DA"/>
    <w:rsid w:val="006B64C4"/>
    <w:rsid w:val="006B7267"/>
    <w:rsid w:val="006B7ACF"/>
    <w:rsid w:val="006C0EC9"/>
    <w:rsid w:val="006C1667"/>
    <w:rsid w:val="006C187B"/>
    <w:rsid w:val="006C1ADD"/>
    <w:rsid w:val="006C1FE2"/>
    <w:rsid w:val="006C243A"/>
    <w:rsid w:val="006C35A4"/>
    <w:rsid w:val="006C7235"/>
    <w:rsid w:val="006C7685"/>
    <w:rsid w:val="006C76EA"/>
    <w:rsid w:val="006D037F"/>
    <w:rsid w:val="006D0386"/>
    <w:rsid w:val="006D0A7F"/>
    <w:rsid w:val="006D0D44"/>
    <w:rsid w:val="006D1FF9"/>
    <w:rsid w:val="006D231F"/>
    <w:rsid w:val="006D4B9D"/>
    <w:rsid w:val="006D5713"/>
    <w:rsid w:val="006D57FE"/>
    <w:rsid w:val="006D61FA"/>
    <w:rsid w:val="006E19DD"/>
    <w:rsid w:val="006E1FF2"/>
    <w:rsid w:val="006E273C"/>
    <w:rsid w:val="006E282A"/>
    <w:rsid w:val="006E4FB5"/>
    <w:rsid w:val="006E595C"/>
    <w:rsid w:val="006E6077"/>
    <w:rsid w:val="006E6E38"/>
    <w:rsid w:val="006E6EA1"/>
    <w:rsid w:val="006E753E"/>
    <w:rsid w:val="006E7AA2"/>
    <w:rsid w:val="006F04F7"/>
    <w:rsid w:val="006F3330"/>
    <w:rsid w:val="006F5989"/>
    <w:rsid w:val="006F5A19"/>
    <w:rsid w:val="00700558"/>
    <w:rsid w:val="00700DFC"/>
    <w:rsid w:val="007012B7"/>
    <w:rsid w:val="00701633"/>
    <w:rsid w:val="0070256B"/>
    <w:rsid w:val="00703F3B"/>
    <w:rsid w:val="00705C82"/>
    <w:rsid w:val="00705F7A"/>
    <w:rsid w:val="00706133"/>
    <w:rsid w:val="00706839"/>
    <w:rsid w:val="00707260"/>
    <w:rsid w:val="007074DF"/>
    <w:rsid w:val="00710386"/>
    <w:rsid w:val="00711959"/>
    <w:rsid w:val="00714100"/>
    <w:rsid w:val="00714415"/>
    <w:rsid w:val="00715334"/>
    <w:rsid w:val="00720C1C"/>
    <w:rsid w:val="00722511"/>
    <w:rsid w:val="00722800"/>
    <w:rsid w:val="00723191"/>
    <w:rsid w:val="00724D9A"/>
    <w:rsid w:val="00724E82"/>
    <w:rsid w:val="0072701B"/>
    <w:rsid w:val="00727636"/>
    <w:rsid w:val="00731A99"/>
    <w:rsid w:val="007323F6"/>
    <w:rsid w:val="00732EBE"/>
    <w:rsid w:val="007332FA"/>
    <w:rsid w:val="007336C6"/>
    <w:rsid w:val="00734A6C"/>
    <w:rsid w:val="007357D4"/>
    <w:rsid w:val="0073674C"/>
    <w:rsid w:val="00737019"/>
    <w:rsid w:val="007407BD"/>
    <w:rsid w:val="00741238"/>
    <w:rsid w:val="00741586"/>
    <w:rsid w:val="00742866"/>
    <w:rsid w:val="00745A65"/>
    <w:rsid w:val="00745A97"/>
    <w:rsid w:val="00745D26"/>
    <w:rsid w:val="00747CE0"/>
    <w:rsid w:val="00752DE2"/>
    <w:rsid w:val="00753D89"/>
    <w:rsid w:val="00754BC4"/>
    <w:rsid w:val="007558F9"/>
    <w:rsid w:val="0075739D"/>
    <w:rsid w:val="00757AEB"/>
    <w:rsid w:val="007605DE"/>
    <w:rsid w:val="007605EF"/>
    <w:rsid w:val="00760B6A"/>
    <w:rsid w:val="00761EB7"/>
    <w:rsid w:val="007623E5"/>
    <w:rsid w:val="0076310F"/>
    <w:rsid w:val="00763294"/>
    <w:rsid w:val="00764CB0"/>
    <w:rsid w:val="0076547D"/>
    <w:rsid w:val="00766492"/>
    <w:rsid w:val="007664B5"/>
    <w:rsid w:val="007705F2"/>
    <w:rsid w:val="00770F8E"/>
    <w:rsid w:val="007714D3"/>
    <w:rsid w:val="007722C8"/>
    <w:rsid w:val="007730D8"/>
    <w:rsid w:val="00773C52"/>
    <w:rsid w:val="00774601"/>
    <w:rsid w:val="007748B8"/>
    <w:rsid w:val="00776F04"/>
    <w:rsid w:val="007808AD"/>
    <w:rsid w:val="00780E15"/>
    <w:rsid w:val="007849E4"/>
    <w:rsid w:val="00790AAD"/>
    <w:rsid w:val="0079194B"/>
    <w:rsid w:val="007927B2"/>
    <w:rsid w:val="007947B4"/>
    <w:rsid w:val="007948F6"/>
    <w:rsid w:val="00794A19"/>
    <w:rsid w:val="00794DC1"/>
    <w:rsid w:val="00796CEB"/>
    <w:rsid w:val="00797BE0"/>
    <w:rsid w:val="00797F85"/>
    <w:rsid w:val="007A29AD"/>
    <w:rsid w:val="007A2B5F"/>
    <w:rsid w:val="007A2FB8"/>
    <w:rsid w:val="007A3511"/>
    <w:rsid w:val="007A4404"/>
    <w:rsid w:val="007A5A17"/>
    <w:rsid w:val="007A7253"/>
    <w:rsid w:val="007B01E2"/>
    <w:rsid w:val="007B0C62"/>
    <w:rsid w:val="007B1711"/>
    <w:rsid w:val="007B1AA5"/>
    <w:rsid w:val="007B3C17"/>
    <w:rsid w:val="007B430F"/>
    <w:rsid w:val="007B50FB"/>
    <w:rsid w:val="007B59A5"/>
    <w:rsid w:val="007B64B1"/>
    <w:rsid w:val="007B73CB"/>
    <w:rsid w:val="007C209F"/>
    <w:rsid w:val="007C2959"/>
    <w:rsid w:val="007C2DE5"/>
    <w:rsid w:val="007C4A56"/>
    <w:rsid w:val="007C5AA5"/>
    <w:rsid w:val="007C6FE7"/>
    <w:rsid w:val="007C7010"/>
    <w:rsid w:val="007C72BF"/>
    <w:rsid w:val="007C7C93"/>
    <w:rsid w:val="007D0468"/>
    <w:rsid w:val="007D4F13"/>
    <w:rsid w:val="007D548B"/>
    <w:rsid w:val="007E188E"/>
    <w:rsid w:val="007E1E24"/>
    <w:rsid w:val="007E3931"/>
    <w:rsid w:val="007E5609"/>
    <w:rsid w:val="007E66D3"/>
    <w:rsid w:val="007E71EF"/>
    <w:rsid w:val="007F06F8"/>
    <w:rsid w:val="007F0FD6"/>
    <w:rsid w:val="007F1A3C"/>
    <w:rsid w:val="007F1BA3"/>
    <w:rsid w:val="007F24F7"/>
    <w:rsid w:val="007F36B6"/>
    <w:rsid w:val="007F3A58"/>
    <w:rsid w:val="007F408A"/>
    <w:rsid w:val="007F41E0"/>
    <w:rsid w:val="007F43EC"/>
    <w:rsid w:val="007F49A0"/>
    <w:rsid w:val="007F5ABA"/>
    <w:rsid w:val="008008D3"/>
    <w:rsid w:val="00800CB4"/>
    <w:rsid w:val="00800DA6"/>
    <w:rsid w:val="00803648"/>
    <w:rsid w:val="00803CEE"/>
    <w:rsid w:val="00804E9A"/>
    <w:rsid w:val="00805CA1"/>
    <w:rsid w:val="00806032"/>
    <w:rsid w:val="008066F1"/>
    <w:rsid w:val="00807B1F"/>
    <w:rsid w:val="008108F9"/>
    <w:rsid w:val="00810A86"/>
    <w:rsid w:val="00812168"/>
    <w:rsid w:val="00812F85"/>
    <w:rsid w:val="00813B45"/>
    <w:rsid w:val="008145CF"/>
    <w:rsid w:val="00815097"/>
    <w:rsid w:val="008157EA"/>
    <w:rsid w:val="00816C24"/>
    <w:rsid w:val="008213D3"/>
    <w:rsid w:val="0082232F"/>
    <w:rsid w:val="008226CE"/>
    <w:rsid w:val="00822C03"/>
    <w:rsid w:val="00823012"/>
    <w:rsid w:val="00823EAE"/>
    <w:rsid w:val="00824CEA"/>
    <w:rsid w:val="008268DE"/>
    <w:rsid w:val="00827431"/>
    <w:rsid w:val="008274AC"/>
    <w:rsid w:val="00830414"/>
    <w:rsid w:val="00830ED4"/>
    <w:rsid w:val="008318E4"/>
    <w:rsid w:val="008321B7"/>
    <w:rsid w:val="008321EE"/>
    <w:rsid w:val="00833B58"/>
    <w:rsid w:val="00833FF9"/>
    <w:rsid w:val="00834346"/>
    <w:rsid w:val="008353AF"/>
    <w:rsid w:val="008363C1"/>
    <w:rsid w:val="00837ACD"/>
    <w:rsid w:val="00840245"/>
    <w:rsid w:val="008405ED"/>
    <w:rsid w:val="00840A99"/>
    <w:rsid w:val="008411CF"/>
    <w:rsid w:val="0084253F"/>
    <w:rsid w:val="00842E3F"/>
    <w:rsid w:val="008430E3"/>
    <w:rsid w:val="008432B1"/>
    <w:rsid w:val="00843EA9"/>
    <w:rsid w:val="0084418C"/>
    <w:rsid w:val="008457AA"/>
    <w:rsid w:val="00846008"/>
    <w:rsid w:val="0084626C"/>
    <w:rsid w:val="00846508"/>
    <w:rsid w:val="00846F99"/>
    <w:rsid w:val="00847497"/>
    <w:rsid w:val="00847F6B"/>
    <w:rsid w:val="00850057"/>
    <w:rsid w:val="00850734"/>
    <w:rsid w:val="00850BD6"/>
    <w:rsid w:val="00850C49"/>
    <w:rsid w:val="00856309"/>
    <w:rsid w:val="00856623"/>
    <w:rsid w:val="00856FDD"/>
    <w:rsid w:val="0086081F"/>
    <w:rsid w:val="00860A08"/>
    <w:rsid w:val="00860A12"/>
    <w:rsid w:val="00861CDB"/>
    <w:rsid w:val="00863727"/>
    <w:rsid w:val="00863FFC"/>
    <w:rsid w:val="00864B05"/>
    <w:rsid w:val="0086671D"/>
    <w:rsid w:val="00870C79"/>
    <w:rsid w:val="008728EC"/>
    <w:rsid w:val="00872D64"/>
    <w:rsid w:val="00872FC0"/>
    <w:rsid w:val="0087361F"/>
    <w:rsid w:val="008754AF"/>
    <w:rsid w:val="008758F4"/>
    <w:rsid w:val="00875B09"/>
    <w:rsid w:val="00875C10"/>
    <w:rsid w:val="0087711D"/>
    <w:rsid w:val="008817D4"/>
    <w:rsid w:val="00883904"/>
    <w:rsid w:val="008839A2"/>
    <w:rsid w:val="00884590"/>
    <w:rsid w:val="008845B9"/>
    <w:rsid w:val="0088522A"/>
    <w:rsid w:val="00885E04"/>
    <w:rsid w:val="00886045"/>
    <w:rsid w:val="008862C6"/>
    <w:rsid w:val="008868C3"/>
    <w:rsid w:val="00887CB5"/>
    <w:rsid w:val="0089097A"/>
    <w:rsid w:val="0089133C"/>
    <w:rsid w:val="00891475"/>
    <w:rsid w:val="00892194"/>
    <w:rsid w:val="00893B5B"/>
    <w:rsid w:val="00894338"/>
    <w:rsid w:val="0089444D"/>
    <w:rsid w:val="00894BA3"/>
    <w:rsid w:val="00896301"/>
    <w:rsid w:val="008A08BF"/>
    <w:rsid w:val="008A20F5"/>
    <w:rsid w:val="008A25D7"/>
    <w:rsid w:val="008A2F88"/>
    <w:rsid w:val="008A3AAB"/>
    <w:rsid w:val="008A7247"/>
    <w:rsid w:val="008B064C"/>
    <w:rsid w:val="008B0C77"/>
    <w:rsid w:val="008B0FED"/>
    <w:rsid w:val="008B26C1"/>
    <w:rsid w:val="008B387D"/>
    <w:rsid w:val="008B3B91"/>
    <w:rsid w:val="008B4350"/>
    <w:rsid w:val="008B48F6"/>
    <w:rsid w:val="008B4B49"/>
    <w:rsid w:val="008B4C02"/>
    <w:rsid w:val="008B4E7D"/>
    <w:rsid w:val="008B7A36"/>
    <w:rsid w:val="008B7B86"/>
    <w:rsid w:val="008B7B97"/>
    <w:rsid w:val="008B7B98"/>
    <w:rsid w:val="008B7FC8"/>
    <w:rsid w:val="008C0D57"/>
    <w:rsid w:val="008C3100"/>
    <w:rsid w:val="008C311B"/>
    <w:rsid w:val="008C35DB"/>
    <w:rsid w:val="008C372F"/>
    <w:rsid w:val="008C4C66"/>
    <w:rsid w:val="008C7550"/>
    <w:rsid w:val="008C7C0E"/>
    <w:rsid w:val="008D11E4"/>
    <w:rsid w:val="008D138B"/>
    <w:rsid w:val="008D1466"/>
    <w:rsid w:val="008D4844"/>
    <w:rsid w:val="008D4FE1"/>
    <w:rsid w:val="008D5CCF"/>
    <w:rsid w:val="008D7094"/>
    <w:rsid w:val="008D7FDF"/>
    <w:rsid w:val="008E13E9"/>
    <w:rsid w:val="008E2A3C"/>
    <w:rsid w:val="008E2B34"/>
    <w:rsid w:val="008E3655"/>
    <w:rsid w:val="008E425A"/>
    <w:rsid w:val="008E4DC9"/>
    <w:rsid w:val="008E51DA"/>
    <w:rsid w:val="008E7437"/>
    <w:rsid w:val="008E7846"/>
    <w:rsid w:val="008F1985"/>
    <w:rsid w:val="008F1998"/>
    <w:rsid w:val="008F3151"/>
    <w:rsid w:val="008F43E6"/>
    <w:rsid w:val="008F47CE"/>
    <w:rsid w:val="008F568E"/>
    <w:rsid w:val="008F5BF0"/>
    <w:rsid w:val="008F608B"/>
    <w:rsid w:val="008F6505"/>
    <w:rsid w:val="008F6F8E"/>
    <w:rsid w:val="0090056A"/>
    <w:rsid w:val="00900B11"/>
    <w:rsid w:val="00900E20"/>
    <w:rsid w:val="0090232B"/>
    <w:rsid w:val="00902D8B"/>
    <w:rsid w:val="0090372C"/>
    <w:rsid w:val="009040A9"/>
    <w:rsid w:val="00905FC4"/>
    <w:rsid w:val="00906292"/>
    <w:rsid w:val="00911A55"/>
    <w:rsid w:val="009126CE"/>
    <w:rsid w:val="0091279C"/>
    <w:rsid w:val="00914210"/>
    <w:rsid w:val="0091596E"/>
    <w:rsid w:val="00915E54"/>
    <w:rsid w:val="00916AC1"/>
    <w:rsid w:val="009171BC"/>
    <w:rsid w:val="0091739F"/>
    <w:rsid w:val="00920484"/>
    <w:rsid w:val="009214C8"/>
    <w:rsid w:val="00921A2F"/>
    <w:rsid w:val="00921A4B"/>
    <w:rsid w:val="00921CD7"/>
    <w:rsid w:val="009228BE"/>
    <w:rsid w:val="00922D35"/>
    <w:rsid w:val="0092309C"/>
    <w:rsid w:val="0092405E"/>
    <w:rsid w:val="0092484C"/>
    <w:rsid w:val="00924B85"/>
    <w:rsid w:val="0092615C"/>
    <w:rsid w:val="00927EF6"/>
    <w:rsid w:val="00931DD9"/>
    <w:rsid w:val="00932197"/>
    <w:rsid w:val="0093366A"/>
    <w:rsid w:val="00933AC8"/>
    <w:rsid w:val="00936E89"/>
    <w:rsid w:val="00936EF4"/>
    <w:rsid w:val="00937378"/>
    <w:rsid w:val="00940066"/>
    <w:rsid w:val="00940B8F"/>
    <w:rsid w:val="009410EC"/>
    <w:rsid w:val="0094128E"/>
    <w:rsid w:val="009413ED"/>
    <w:rsid w:val="009447F7"/>
    <w:rsid w:val="00944D31"/>
    <w:rsid w:val="00945040"/>
    <w:rsid w:val="00945807"/>
    <w:rsid w:val="009460B9"/>
    <w:rsid w:val="0094724C"/>
    <w:rsid w:val="009472F8"/>
    <w:rsid w:val="00950861"/>
    <w:rsid w:val="009518D7"/>
    <w:rsid w:val="00953E4E"/>
    <w:rsid w:val="0095423A"/>
    <w:rsid w:val="00954914"/>
    <w:rsid w:val="00954D2D"/>
    <w:rsid w:val="009570AD"/>
    <w:rsid w:val="0095780C"/>
    <w:rsid w:val="009601FC"/>
    <w:rsid w:val="00962C57"/>
    <w:rsid w:val="00962E9B"/>
    <w:rsid w:val="0096345C"/>
    <w:rsid w:val="009636AC"/>
    <w:rsid w:val="009637D2"/>
    <w:rsid w:val="0096424A"/>
    <w:rsid w:val="0096575A"/>
    <w:rsid w:val="009660A6"/>
    <w:rsid w:val="009667C8"/>
    <w:rsid w:val="00967473"/>
    <w:rsid w:val="00970F84"/>
    <w:rsid w:val="009743BD"/>
    <w:rsid w:val="00974C2B"/>
    <w:rsid w:val="00974CF2"/>
    <w:rsid w:val="00974F2F"/>
    <w:rsid w:val="009754E2"/>
    <w:rsid w:val="00975552"/>
    <w:rsid w:val="009772EE"/>
    <w:rsid w:val="009807E2"/>
    <w:rsid w:val="009814D6"/>
    <w:rsid w:val="0098288C"/>
    <w:rsid w:val="00982E77"/>
    <w:rsid w:val="0098490F"/>
    <w:rsid w:val="009853F8"/>
    <w:rsid w:val="00986446"/>
    <w:rsid w:val="00987040"/>
    <w:rsid w:val="009902B7"/>
    <w:rsid w:val="00993B40"/>
    <w:rsid w:val="009957FA"/>
    <w:rsid w:val="00995E5D"/>
    <w:rsid w:val="0099640E"/>
    <w:rsid w:val="009A03DF"/>
    <w:rsid w:val="009A04BC"/>
    <w:rsid w:val="009A210F"/>
    <w:rsid w:val="009A28C1"/>
    <w:rsid w:val="009A3222"/>
    <w:rsid w:val="009A352E"/>
    <w:rsid w:val="009A3A73"/>
    <w:rsid w:val="009A3EFA"/>
    <w:rsid w:val="009A4C19"/>
    <w:rsid w:val="009A5013"/>
    <w:rsid w:val="009A6F45"/>
    <w:rsid w:val="009A72ED"/>
    <w:rsid w:val="009A7726"/>
    <w:rsid w:val="009A7947"/>
    <w:rsid w:val="009B1FE4"/>
    <w:rsid w:val="009B30E6"/>
    <w:rsid w:val="009B5976"/>
    <w:rsid w:val="009B67A5"/>
    <w:rsid w:val="009C04E7"/>
    <w:rsid w:val="009C1B86"/>
    <w:rsid w:val="009C2656"/>
    <w:rsid w:val="009C583F"/>
    <w:rsid w:val="009D08C5"/>
    <w:rsid w:val="009D26DE"/>
    <w:rsid w:val="009D30DF"/>
    <w:rsid w:val="009D5379"/>
    <w:rsid w:val="009D5445"/>
    <w:rsid w:val="009D5B85"/>
    <w:rsid w:val="009D6653"/>
    <w:rsid w:val="009D67D3"/>
    <w:rsid w:val="009D697F"/>
    <w:rsid w:val="009D7B2F"/>
    <w:rsid w:val="009E0672"/>
    <w:rsid w:val="009E15AE"/>
    <w:rsid w:val="009E1627"/>
    <w:rsid w:val="009E2E87"/>
    <w:rsid w:val="009E449A"/>
    <w:rsid w:val="009E4B02"/>
    <w:rsid w:val="009E4C38"/>
    <w:rsid w:val="009E53BB"/>
    <w:rsid w:val="009E60F2"/>
    <w:rsid w:val="009E6D85"/>
    <w:rsid w:val="009E71FD"/>
    <w:rsid w:val="009F03F0"/>
    <w:rsid w:val="009F12B3"/>
    <w:rsid w:val="009F26D9"/>
    <w:rsid w:val="009F3BD0"/>
    <w:rsid w:val="009F4A32"/>
    <w:rsid w:val="009F7307"/>
    <w:rsid w:val="009F7535"/>
    <w:rsid w:val="00A0173F"/>
    <w:rsid w:val="00A034E4"/>
    <w:rsid w:val="00A041ED"/>
    <w:rsid w:val="00A049AC"/>
    <w:rsid w:val="00A05A8E"/>
    <w:rsid w:val="00A05FE8"/>
    <w:rsid w:val="00A0603E"/>
    <w:rsid w:val="00A06495"/>
    <w:rsid w:val="00A068C9"/>
    <w:rsid w:val="00A07000"/>
    <w:rsid w:val="00A100F8"/>
    <w:rsid w:val="00A10328"/>
    <w:rsid w:val="00A10CCC"/>
    <w:rsid w:val="00A119DF"/>
    <w:rsid w:val="00A11FB1"/>
    <w:rsid w:val="00A12776"/>
    <w:rsid w:val="00A13130"/>
    <w:rsid w:val="00A13B3F"/>
    <w:rsid w:val="00A140BC"/>
    <w:rsid w:val="00A15BAF"/>
    <w:rsid w:val="00A1617A"/>
    <w:rsid w:val="00A16E24"/>
    <w:rsid w:val="00A17169"/>
    <w:rsid w:val="00A207D2"/>
    <w:rsid w:val="00A2155D"/>
    <w:rsid w:val="00A2215D"/>
    <w:rsid w:val="00A22EE7"/>
    <w:rsid w:val="00A25DD9"/>
    <w:rsid w:val="00A26304"/>
    <w:rsid w:val="00A272AE"/>
    <w:rsid w:val="00A2733B"/>
    <w:rsid w:val="00A2781F"/>
    <w:rsid w:val="00A318D0"/>
    <w:rsid w:val="00A323AC"/>
    <w:rsid w:val="00A33CFE"/>
    <w:rsid w:val="00A349E3"/>
    <w:rsid w:val="00A357FD"/>
    <w:rsid w:val="00A37546"/>
    <w:rsid w:val="00A40256"/>
    <w:rsid w:val="00A414AB"/>
    <w:rsid w:val="00A421C3"/>
    <w:rsid w:val="00A43CBB"/>
    <w:rsid w:val="00A43EAF"/>
    <w:rsid w:val="00A44C38"/>
    <w:rsid w:val="00A45EAD"/>
    <w:rsid w:val="00A45FF0"/>
    <w:rsid w:val="00A479A2"/>
    <w:rsid w:val="00A47CA6"/>
    <w:rsid w:val="00A52A4B"/>
    <w:rsid w:val="00A538D0"/>
    <w:rsid w:val="00A53A4C"/>
    <w:rsid w:val="00A53CAB"/>
    <w:rsid w:val="00A54319"/>
    <w:rsid w:val="00A54B2F"/>
    <w:rsid w:val="00A54FB0"/>
    <w:rsid w:val="00A5577C"/>
    <w:rsid w:val="00A568D5"/>
    <w:rsid w:val="00A56A02"/>
    <w:rsid w:val="00A579CC"/>
    <w:rsid w:val="00A57CFE"/>
    <w:rsid w:val="00A605FE"/>
    <w:rsid w:val="00A6092C"/>
    <w:rsid w:val="00A61FB2"/>
    <w:rsid w:val="00A6316B"/>
    <w:rsid w:val="00A6448A"/>
    <w:rsid w:val="00A64653"/>
    <w:rsid w:val="00A64E8D"/>
    <w:rsid w:val="00A65364"/>
    <w:rsid w:val="00A66102"/>
    <w:rsid w:val="00A669C3"/>
    <w:rsid w:val="00A66F5D"/>
    <w:rsid w:val="00A67007"/>
    <w:rsid w:val="00A716F4"/>
    <w:rsid w:val="00A72B5F"/>
    <w:rsid w:val="00A73226"/>
    <w:rsid w:val="00A7409D"/>
    <w:rsid w:val="00A74B99"/>
    <w:rsid w:val="00A75BDB"/>
    <w:rsid w:val="00A75CA4"/>
    <w:rsid w:val="00A7634E"/>
    <w:rsid w:val="00A76B45"/>
    <w:rsid w:val="00A8009A"/>
    <w:rsid w:val="00A801F3"/>
    <w:rsid w:val="00A80CF1"/>
    <w:rsid w:val="00A8211B"/>
    <w:rsid w:val="00A8565F"/>
    <w:rsid w:val="00A85F0C"/>
    <w:rsid w:val="00A863E9"/>
    <w:rsid w:val="00A86F0C"/>
    <w:rsid w:val="00A8794D"/>
    <w:rsid w:val="00A90AF1"/>
    <w:rsid w:val="00A92CB8"/>
    <w:rsid w:val="00A93063"/>
    <w:rsid w:val="00A95EF0"/>
    <w:rsid w:val="00A96220"/>
    <w:rsid w:val="00AA22BE"/>
    <w:rsid w:val="00AA359A"/>
    <w:rsid w:val="00AA4DB8"/>
    <w:rsid w:val="00AA5A95"/>
    <w:rsid w:val="00AA5ADE"/>
    <w:rsid w:val="00AA63B9"/>
    <w:rsid w:val="00AA6FC8"/>
    <w:rsid w:val="00AB10A5"/>
    <w:rsid w:val="00AB2CD4"/>
    <w:rsid w:val="00AB2FF8"/>
    <w:rsid w:val="00AB3322"/>
    <w:rsid w:val="00AB5610"/>
    <w:rsid w:val="00AB7327"/>
    <w:rsid w:val="00AC0C5C"/>
    <w:rsid w:val="00AC1C48"/>
    <w:rsid w:val="00AC215E"/>
    <w:rsid w:val="00AC3466"/>
    <w:rsid w:val="00AC35B6"/>
    <w:rsid w:val="00AC5540"/>
    <w:rsid w:val="00AC55CC"/>
    <w:rsid w:val="00AC5753"/>
    <w:rsid w:val="00AC582B"/>
    <w:rsid w:val="00AC5D92"/>
    <w:rsid w:val="00AC658E"/>
    <w:rsid w:val="00AC6DD1"/>
    <w:rsid w:val="00AC728E"/>
    <w:rsid w:val="00AC7E71"/>
    <w:rsid w:val="00AD1F9D"/>
    <w:rsid w:val="00AD2E40"/>
    <w:rsid w:val="00AD44A2"/>
    <w:rsid w:val="00AD4AA8"/>
    <w:rsid w:val="00AD4C44"/>
    <w:rsid w:val="00AD4EA9"/>
    <w:rsid w:val="00AD5E57"/>
    <w:rsid w:val="00AD6052"/>
    <w:rsid w:val="00AD6300"/>
    <w:rsid w:val="00AD634F"/>
    <w:rsid w:val="00AD63E4"/>
    <w:rsid w:val="00AD6D9D"/>
    <w:rsid w:val="00AD74A5"/>
    <w:rsid w:val="00AE058D"/>
    <w:rsid w:val="00AE1676"/>
    <w:rsid w:val="00AE236C"/>
    <w:rsid w:val="00AE31A9"/>
    <w:rsid w:val="00AE3FFB"/>
    <w:rsid w:val="00AE48EB"/>
    <w:rsid w:val="00AE5ABF"/>
    <w:rsid w:val="00AE6B96"/>
    <w:rsid w:val="00AE7C1B"/>
    <w:rsid w:val="00AF0115"/>
    <w:rsid w:val="00AF0A25"/>
    <w:rsid w:val="00AF3182"/>
    <w:rsid w:val="00AF326D"/>
    <w:rsid w:val="00AF3BD7"/>
    <w:rsid w:val="00AF540C"/>
    <w:rsid w:val="00AF5454"/>
    <w:rsid w:val="00AF5535"/>
    <w:rsid w:val="00AF5F2B"/>
    <w:rsid w:val="00AF72B5"/>
    <w:rsid w:val="00AF74A2"/>
    <w:rsid w:val="00AF7CEC"/>
    <w:rsid w:val="00B01368"/>
    <w:rsid w:val="00B04C1E"/>
    <w:rsid w:val="00B05D33"/>
    <w:rsid w:val="00B078C4"/>
    <w:rsid w:val="00B10561"/>
    <w:rsid w:val="00B11671"/>
    <w:rsid w:val="00B12606"/>
    <w:rsid w:val="00B1276A"/>
    <w:rsid w:val="00B12D2E"/>
    <w:rsid w:val="00B14635"/>
    <w:rsid w:val="00B14B94"/>
    <w:rsid w:val="00B15B9C"/>
    <w:rsid w:val="00B15BBE"/>
    <w:rsid w:val="00B169E8"/>
    <w:rsid w:val="00B201A5"/>
    <w:rsid w:val="00B203A8"/>
    <w:rsid w:val="00B214C9"/>
    <w:rsid w:val="00B223D7"/>
    <w:rsid w:val="00B224C1"/>
    <w:rsid w:val="00B22591"/>
    <w:rsid w:val="00B2267D"/>
    <w:rsid w:val="00B24A21"/>
    <w:rsid w:val="00B25116"/>
    <w:rsid w:val="00B255F1"/>
    <w:rsid w:val="00B258DA"/>
    <w:rsid w:val="00B26A82"/>
    <w:rsid w:val="00B26B7C"/>
    <w:rsid w:val="00B26C97"/>
    <w:rsid w:val="00B3121D"/>
    <w:rsid w:val="00B32D68"/>
    <w:rsid w:val="00B366BB"/>
    <w:rsid w:val="00B37120"/>
    <w:rsid w:val="00B37EE0"/>
    <w:rsid w:val="00B4118A"/>
    <w:rsid w:val="00B4157F"/>
    <w:rsid w:val="00B41A77"/>
    <w:rsid w:val="00B42510"/>
    <w:rsid w:val="00B45884"/>
    <w:rsid w:val="00B462E0"/>
    <w:rsid w:val="00B46323"/>
    <w:rsid w:val="00B46704"/>
    <w:rsid w:val="00B46911"/>
    <w:rsid w:val="00B4700B"/>
    <w:rsid w:val="00B50A03"/>
    <w:rsid w:val="00B54BBF"/>
    <w:rsid w:val="00B55145"/>
    <w:rsid w:val="00B55584"/>
    <w:rsid w:val="00B5762C"/>
    <w:rsid w:val="00B619F5"/>
    <w:rsid w:val="00B63F45"/>
    <w:rsid w:val="00B66962"/>
    <w:rsid w:val="00B66B6D"/>
    <w:rsid w:val="00B675FA"/>
    <w:rsid w:val="00B70A35"/>
    <w:rsid w:val="00B750ED"/>
    <w:rsid w:val="00B76F21"/>
    <w:rsid w:val="00B80CD0"/>
    <w:rsid w:val="00B80E7A"/>
    <w:rsid w:val="00B822C5"/>
    <w:rsid w:val="00B85BE1"/>
    <w:rsid w:val="00B86E1E"/>
    <w:rsid w:val="00B873A2"/>
    <w:rsid w:val="00B8743D"/>
    <w:rsid w:val="00B90D94"/>
    <w:rsid w:val="00B929E3"/>
    <w:rsid w:val="00B93130"/>
    <w:rsid w:val="00B939CE"/>
    <w:rsid w:val="00B94418"/>
    <w:rsid w:val="00B9468F"/>
    <w:rsid w:val="00B96D9B"/>
    <w:rsid w:val="00B975F6"/>
    <w:rsid w:val="00B97DBB"/>
    <w:rsid w:val="00B97EC8"/>
    <w:rsid w:val="00BA1155"/>
    <w:rsid w:val="00BA1FA9"/>
    <w:rsid w:val="00BA293F"/>
    <w:rsid w:val="00BA31D5"/>
    <w:rsid w:val="00BA4FE1"/>
    <w:rsid w:val="00BA5CA1"/>
    <w:rsid w:val="00BB02A3"/>
    <w:rsid w:val="00BB05A7"/>
    <w:rsid w:val="00BB3CB5"/>
    <w:rsid w:val="00BB3E4D"/>
    <w:rsid w:val="00BB6CB4"/>
    <w:rsid w:val="00BB6CE7"/>
    <w:rsid w:val="00BB78BF"/>
    <w:rsid w:val="00BC0B31"/>
    <w:rsid w:val="00BC15CA"/>
    <w:rsid w:val="00BC1D05"/>
    <w:rsid w:val="00BC3150"/>
    <w:rsid w:val="00BC3608"/>
    <w:rsid w:val="00BC3FA0"/>
    <w:rsid w:val="00BC4189"/>
    <w:rsid w:val="00BC48A8"/>
    <w:rsid w:val="00BC4CB7"/>
    <w:rsid w:val="00BC6151"/>
    <w:rsid w:val="00BC62BB"/>
    <w:rsid w:val="00BC6CBD"/>
    <w:rsid w:val="00BD121E"/>
    <w:rsid w:val="00BD1850"/>
    <w:rsid w:val="00BD196B"/>
    <w:rsid w:val="00BD1CEA"/>
    <w:rsid w:val="00BD2C64"/>
    <w:rsid w:val="00BD3DC9"/>
    <w:rsid w:val="00BD6069"/>
    <w:rsid w:val="00BD709A"/>
    <w:rsid w:val="00BD7738"/>
    <w:rsid w:val="00BE211E"/>
    <w:rsid w:val="00BE5030"/>
    <w:rsid w:val="00BE52FF"/>
    <w:rsid w:val="00BE6963"/>
    <w:rsid w:val="00BF2601"/>
    <w:rsid w:val="00BF306A"/>
    <w:rsid w:val="00BF470D"/>
    <w:rsid w:val="00BF476E"/>
    <w:rsid w:val="00BF5437"/>
    <w:rsid w:val="00BF580E"/>
    <w:rsid w:val="00BF7AFC"/>
    <w:rsid w:val="00C007BB"/>
    <w:rsid w:val="00C01D27"/>
    <w:rsid w:val="00C02068"/>
    <w:rsid w:val="00C04952"/>
    <w:rsid w:val="00C04A4C"/>
    <w:rsid w:val="00C06560"/>
    <w:rsid w:val="00C074D7"/>
    <w:rsid w:val="00C10189"/>
    <w:rsid w:val="00C10B2C"/>
    <w:rsid w:val="00C1151E"/>
    <w:rsid w:val="00C12B67"/>
    <w:rsid w:val="00C13120"/>
    <w:rsid w:val="00C14312"/>
    <w:rsid w:val="00C1505D"/>
    <w:rsid w:val="00C1637B"/>
    <w:rsid w:val="00C164F4"/>
    <w:rsid w:val="00C16AF5"/>
    <w:rsid w:val="00C1767B"/>
    <w:rsid w:val="00C211FC"/>
    <w:rsid w:val="00C21916"/>
    <w:rsid w:val="00C21D89"/>
    <w:rsid w:val="00C22D73"/>
    <w:rsid w:val="00C23293"/>
    <w:rsid w:val="00C2361C"/>
    <w:rsid w:val="00C238A1"/>
    <w:rsid w:val="00C23BA1"/>
    <w:rsid w:val="00C23DEC"/>
    <w:rsid w:val="00C24151"/>
    <w:rsid w:val="00C24E16"/>
    <w:rsid w:val="00C24E98"/>
    <w:rsid w:val="00C25B08"/>
    <w:rsid w:val="00C25BC7"/>
    <w:rsid w:val="00C26F3F"/>
    <w:rsid w:val="00C27016"/>
    <w:rsid w:val="00C30828"/>
    <w:rsid w:val="00C31228"/>
    <w:rsid w:val="00C35C16"/>
    <w:rsid w:val="00C36B80"/>
    <w:rsid w:val="00C36BA1"/>
    <w:rsid w:val="00C37167"/>
    <w:rsid w:val="00C37A74"/>
    <w:rsid w:val="00C40007"/>
    <w:rsid w:val="00C40FE4"/>
    <w:rsid w:val="00C434B8"/>
    <w:rsid w:val="00C43E1A"/>
    <w:rsid w:val="00C4410F"/>
    <w:rsid w:val="00C4417E"/>
    <w:rsid w:val="00C44917"/>
    <w:rsid w:val="00C47CF8"/>
    <w:rsid w:val="00C5095F"/>
    <w:rsid w:val="00C54BCC"/>
    <w:rsid w:val="00C5516F"/>
    <w:rsid w:val="00C57281"/>
    <w:rsid w:val="00C57FDC"/>
    <w:rsid w:val="00C602D2"/>
    <w:rsid w:val="00C60434"/>
    <w:rsid w:val="00C60AB4"/>
    <w:rsid w:val="00C61113"/>
    <w:rsid w:val="00C61D0B"/>
    <w:rsid w:val="00C62208"/>
    <w:rsid w:val="00C6224E"/>
    <w:rsid w:val="00C62B81"/>
    <w:rsid w:val="00C64295"/>
    <w:rsid w:val="00C647E2"/>
    <w:rsid w:val="00C7133E"/>
    <w:rsid w:val="00C724E1"/>
    <w:rsid w:val="00C741C3"/>
    <w:rsid w:val="00C74B2B"/>
    <w:rsid w:val="00C75D0F"/>
    <w:rsid w:val="00C75F83"/>
    <w:rsid w:val="00C76723"/>
    <w:rsid w:val="00C80708"/>
    <w:rsid w:val="00C809B8"/>
    <w:rsid w:val="00C80BC8"/>
    <w:rsid w:val="00C82EDC"/>
    <w:rsid w:val="00C8315C"/>
    <w:rsid w:val="00C84E33"/>
    <w:rsid w:val="00C85ED9"/>
    <w:rsid w:val="00C86D6F"/>
    <w:rsid w:val="00C86D97"/>
    <w:rsid w:val="00C876DD"/>
    <w:rsid w:val="00C905E6"/>
    <w:rsid w:val="00C91B67"/>
    <w:rsid w:val="00C91D23"/>
    <w:rsid w:val="00C921AB"/>
    <w:rsid w:val="00C93800"/>
    <w:rsid w:val="00C93DC4"/>
    <w:rsid w:val="00CA0345"/>
    <w:rsid w:val="00CA0D10"/>
    <w:rsid w:val="00CA10E7"/>
    <w:rsid w:val="00CA1553"/>
    <w:rsid w:val="00CA1E89"/>
    <w:rsid w:val="00CA29E7"/>
    <w:rsid w:val="00CA2C49"/>
    <w:rsid w:val="00CA449B"/>
    <w:rsid w:val="00CA4583"/>
    <w:rsid w:val="00CA55C4"/>
    <w:rsid w:val="00CA770A"/>
    <w:rsid w:val="00CB26E3"/>
    <w:rsid w:val="00CB532B"/>
    <w:rsid w:val="00CB6290"/>
    <w:rsid w:val="00CB78FB"/>
    <w:rsid w:val="00CC0499"/>
    <w:rsid w:val="00CC0836"/>
    <w:rsid w:val="00CC1D93"/>
    <w:rsid w:val="00CC49FE"/>
    <w:rsid w:val="00CC5DA6"/>
    <w:rsid w:val="00CC6732"/>
    <w:rsid w:val="00CC6930"/>
    <w:rsid w:val="00CD46C3"/>
    <w:rsid w:val="00CD4AB0"/>
    <w:rsid w:val="00CD50DF"/>
    <w:rsid w:val="00CD5459"/>
    <w:rsid w:val="00CD57FF"/>
    <w:rsid w:val="00CD5F04"/>
    <w:rsid w:val="00CD6730"/>
    <w:rsid w:val="00CD6B9D"/>
    <w:rsid w:val="00CD7812"/>
    <w:rsid w:val="00CD7D1E"/>
    <w:rsid w:val="00CD7DC1"/>
    <w:rsid w:val="00CE2FE0"/>
    <w:rsid w:val="00CE6041"/>
    <w:rsid w:val="00CE619C"/>
    <w:rsid w:val="00CE7F89"/>
    <w:rsid w:val="00CF06D5"/>
    <w:rsid w:val="00CF0755"/>
    <w:rsid w:val="00CF0E91"/>
    <w:rsid w:val="00CF1348"/>
    <w:rsid w:val="00CF1DF6"/>
    <w:rsid w:val="00CF2566"/>
    <w:rsid w:val="00CF445B"/>
    <w:rsid w:val="00CF4EE8"/>
    <w:rsid w:val="00CF4EEC"/>
    <w:rsid w:val="00CF5039"/>
    <w:rsid w:val="00CF6308"/>
    <w:rsid w:val="00CF79E7"/>
    <w:rsid w:val="00CF7DFD"/>
    <w:rsid w:val="00D008D4"/>
    <w:rsid w:val="00D009EC"/>
    <w:rsid w:val="00D01A6E"/>
    <w:rsid w:val="00D024EF"/>
    <w:rsid w:val="00D02675"/>
    <w:rsid w:val="00D02C99"/>
    <w:rsid w:val="00D034C7"/>
    <w:rsid w:val="00D03883"/>
    <w:rsid w:val="00D04640"/>
    <w:rsid w:val="00D04A14"/>
    <w:rsid w:val="00D05777"/>
    <w:rsid w:val="00D05FB3"/>
    <w:rsid w:val="00D06A7E"/>
    <w:rsid w:val="00D1006D"/>
    <w:rsid w:val="00D10A22"/>
    <w:rsid w:val="00D11E65"/>
    <w:rsid w:val="00D13005"/>
    <w:rsid w:val="00D166E6"/>
    <w:rsid w:val="00D167A4"/>
    <w:rsid w:val="00D17C64"/>
    <w:rsid w:val="00D203A6"/>
    <w:rsid w:val="00D2081B"/>
    <w:rsid w:val="00D21EAF"/>
    <w:rsid w:val="00D2296F"/>
    <w:rsid w:val="00D22C9F"/>
    <w:rsid w:val="00D2421B"/>
    <w:rsid w:val="00D26084"/>
    <w:rsid w:val="00D26F4F"/>
    <w:rsid w:val="00D2760F"/>
    <w:rsid w:val="00D27E27"/>
    <w:rsid w:val="00D302A2"/>
    <w:rsid w:val="00D314A1"/>
    <w:rsid w:val="00D32AF3"/>
    <w:rsid w:val="00D347D9"/>
    <w:rsid w:val="00D34B9E"/>
    <w:rsid w:val="00D35DFB"/>
    <w:rsid w:val="00D364FA"/>
    <w:rsid w:val="00D40A04"/>
    <w:rsid w:val="00D430CA"/>
    <w:rsid w:val="00D451FC"/>
    <w:rsid w:val="00D45733"/>
    <w:rsid w:val="00D4700A"/>
    <w:rsid w:val="00D473D6"/>
    <w:rsid w:val="00D507A3"/>
    <w:rsid w:val="00D50878"/>
    <w:rsid w:val="00D51124"/>
    <w:rsid w:val="00D51B4F"/>
    <w:rsid w:val="00D51FD8"/>
    <w:rsid w:val="00D52076"/>
    <w:rsid w:val="00D52C5F"/>
    <w:rsid w:val="00D52EDF"/>
    <w:rsid w:val="00D53756"/>
    <w:rsid w:val="00D53A20"/>
    <w:rsid w:val="00D54097"/>
    <w:rsid w:val="00D5415E"/>
    <w:rsid w:val="00D550D5"/>
    <w:rsid w:val="00D56C14"/>
    <w:rsid w:val="00D60688"/>
    <w:rsid w:val="00D618DA"/>
    <w:rsid w:val="00D61F25"/>
    <w:rsid w:val="00D621DB"/>
    <w:rsid w:val="00D623E7"/>
    <w:rsid w:val="00D62CF9"/>
    <w:rsid w:val="00D63506"/>
    <w:rsid w:val="00D6522C"/>
    <w:rsid w:val="00D65FE3"/>
    <w:rsid w:val="00D67601"/>
    <w:rsid w:val="00D6792E"/>
    <w:rsid w:val="00D67A94"/>
    <w:rsid w:val="00D706AA"/>
    <w:rsid w:val="00D70A5C"/>
    <w:rsid w:val="00D71487"/>
    <w:rsid w:val="00D720BA"/>
    <w:rsid w:val="00D736D2"/>
    <w:rsid w:val="00D739C1"/>
    <w:rsid w:val="00D748D5"/>
    <w:rsid w:val="00D7554D"/>
    <w:rsid w:val="00D758DE"/>
    <w:rsid w:val="00D763D7"/>
    <w:rsid w:val="00D8028C"/>
    <w:rsid w:val="00D80606"/>
    <w:rsid w:val="00D80ECD"/>
    <w:rsid w:val="00D86A4A"/>
    <w:rsid w:val="00D870E8"/>
    <w:rsid w:val="00D873E8"/>
    <w:rsid w:val="00D87508"/>
    <w:rsid w:val="00D9055C"/>
    <w:rsid w:val="00D90A1A"/>
    <w:rsid w:val="00D92561"/>
    <w:rsid w:val="00D93463"/>
    <w:rsid w:val="00D970BC"/>
    <w:rsid w:val="00DA05E8"/>
    <w:rsid w:val="00DA0D7F"/>
    <w:rsid w:val="00DA0FC4"/>
    <w:rsid w:val="00DA1409"/>
    <w:rsid w:val="00DA2FCD"/>
    <w:rsid w:val="00DA48E0"/>
    <w:rsid w:val="00DA49BB"/>
    <w:rsid w:val="00DA529A"/>
    <w:rsid w:val="00DA6E3A"/>
    <w:rsid w:val="00DA7D29"/>
    <w:rsid w:val="00DB0093"/>
    <w:rsid w:val="00DB2607"/>
    <w:rsid w:val="00DB39C7"/>
    <w:rsid w:val="00DB4F7B"/>
    <w:rsid w:val="00DB6FB8"/>
    <w:rsid w:val="00DC256F"/>
    <w:rsid w:val="00DC3D83"/>
    <w:rsid w:val="00DC3D8A"/>
    <w:rsid w:val="00DC4981"/>
    <w:rsid w:val="00DC583C"/>
    <w:rsid w:val="00DC654C"/>
    <w:rsid w:val="00DC68A5"/>
    <w:rsid w:val="00DC740C"/>
    <w:rsid w:val="00DD0940"/>
    <w:rsid w:val="00DD12B9"/>
    <w:rsid w:val="00DD1FFE"/>
    <w:rsid w:val="00DD2335"/>
    <w:rsid w:val="00DD3B6E"/>
    <w:rsid w:val="00DE19C2"/>
    <w:rsid w:val="00DE344B"/>
    <w:rsid w:val="00DE37C5"/>
    <w:rsid w:val="00DE397B"/>
    <w:rsid w:val="00DE411F"/>
    <w:rsid w:val="00DE4781"/>
    <w:rsid w:val="00DE652F"/>
    <w:rsid w:val="00DE6BBC"/>
    <w:rsid w:val="00DE76B4"/>
    <w:rsid w:val="00DF48F8"/>
    <w:rsid w:val="00DF649F"/>
    <w:rsid w:val="00DF6F5B"/>
    <w:rsid w:val="00DF7251"/>
    <w:rsid w:val="00E00677"/>
    <w:rsid w:val="00E0301F"/>
    <w:rsid w:val="00E035A1"/>
    <w:rsid w:val="00E0398E"/>
    <w:rsid w:val="00E03FFD"/>
    <w:rsid w:val="00E05541"/>
    <w:rsid w:val="00E0586B"/>
    <w:rsid w:val="00E05B39"/>
    <w:rsid w:val="00E07006"/>
    <w:rsid w:val="00E13312"/>
    <w:rsid w:val="00E13960"/>
    <w:rsid w:val="00E1679A"/>
    <w:rsid w:val="00E17373"/>
    <w:rsid w:val="00E2042B"/>
    <w:rsid w:val="00E20C20"/>
    <w:rsid w:val="00E22726"/>
    <w:rsid w:val="00E23CEB"/>
    <w:rsid w:val="00E243C3"/>
    <w:rsid w:val="00E244E7"/>
    <w:rsid w:val="00E24511"/>
    <w:rsid w:val="00E24A8F"/>
    <w:rsid w:val="00E27080"/>
    <w:rsid w:val="00E27D5C"/>
    <w:rsid w:val="00E3197F"/>
    <w:rsid w:val="00E326F1"/>
    <w:rsid w:val="00E32C8F"/>
    <w:rsid w:val="00E337E4"/>
    <w:rsid w:val="00E35377"/>
    <w:rsid w:val="00E353B9"/>
    <w:rsid w:val="00E368AD"/>
    <w:rsid w:val="00E36BCC"/>
    <w:rsid w:val="00E377C5"/>
    <w:rsid w:val="00E40211"/>
    <w:rsid w:val="00E406EF"/>
    <w:rsid w:val="00E40F85"/>
    <w:rsid w:val="00E4100D"/>
    <w:rsid w:val="00E41204"/>
    <w:rsid w:val="00E41667"/>
    <w:rsid w:val="00E41B5D"/>
    <w:rsid w:val="00E43418"/>
    <w:rsid w:val="00E443FB"/>
    <w:rsid w:val="00E44485"/>
    <w:rsid w:val="00E455A0"/>
    <w:rsid w:val="00E46DF4"/>
    <w:rsid w:val="00E470F6"/>
    <w:rsid w:val="00E504D6"/>
    <w:rsid w:val="00E51213"/>
    <w:rsid w:val="00E5154D"/>
    <w:rsid w:val="00E52BA7"/>
    <w:rsid w:val="00E5320C"/>
    <w:rsid w:val="00E53EA3"/>
    <w:rsid w:val="00E5453D"/>
    <w:rsid w:val="00E546EA"/>
    <w:rsid w:val="00E54EEB"/>
    <w:rsid w:val="00E55577"/>
    <w:rsid w:val="00E55A79"/>
    <w:rsid w:val="00E55BEA"/>
    <w:rsid w:val="00E55DAC"/>
    <w:rsid w:val="00E56390"/>
    <w:rsid w:val="00E56E7D"/>
    <w:rsid w:val="00E57714"/>
    <w:rsid w:val="00E60DC7"/>
    <w:rsid w:val="00E6364F"/>
    <w:rsid w:val="00E65342"/>
    <w:rsid w:val="00E65A3F"/>
    <w:rsid w:val="00E665D7"/>
    <w:rsid w:val="00E701BF"/>
    <w:rsid w:val="00E717D4"/>
    <w:rsid w:val="00E7195A"/>
    <w:rsid w:val="00E749CF"/>
    <w:rsid w:val="00E758E5"/>
    <w:rsid w:val="00E826B6"/>
    <w:rsid w:val="00E859B9"/>
    <w:rsid w:val="00E86002"/>
    <w:rsid w:val="00E8696B"/>
    <w:rsid w:val="00E9024B"/>
    <w:rsid w:val="00E90628"/>
    <w:rsid w:val="00E90829"/>
    <w:rsid w:val="00E90C1B"/>
    <w:rsid w:val="00E92FEA"/>
    <w:rsid w:val="00E93E22"/>
    <w:rsid w:val="00E95938"/>
    <w:rsid w:val="00E961A8"/>
    <w:rsid w:val="00EA0DEB"/>
    <w:rsid w:val="00EA18E1"/>
    <w:rsid w:val="00EA2D97"/>
    <w:rsid w:val="00EA380E"/>
    <w:rsid w:val="00EA3E09"/>
    <w:rsid w:val="00EA4CF0"/>
    <w:rsid w:val="00EA529E"/>
    <w:rsid w:val="00EA6F15"/>
    <w:rsid w:val="00EA722C"/>
    <w:rsid w:val="00EB39F0"/>
    <w:rsid w:val="00EB4DAF"/>
    <w:rsid w:val="00EB5790"/>
    <w:rsid w:val="00EB5891"/>
    <w:rsid w:val="00EB5D36"/>
    <w:rsid w:val="00EB6F13"/>
    <w:rsid w:val="00EB7C1B"/>
    <w:rsid w:val="00EC0CD9"/>
    <w:rsid w:val="00EC27BB"/>
    <w:rsid w:val="00EC3C66"/>
    <w:rsid w:val="00EC410F"/>
    <w:rsid w:val="00EC4123"/>
    <w:rsid w:val="00EC43AC"/>
    <w:rsid w:val="00EC458D"/>
    <w:rsid w:val="00EC58B8"/>
    <w:rsid w:val="00EC723E"/>
    <w:rsid w:val="00EC7DEB"/>
    <w:rsid w:val="00ED02C8"/>
    <w:rsid w:val="00ED1F30"/>
    <w:rsid w:val="00ED2EBD"/>
    <w:rsid w:val="00ED33C1"/>
    <w:rsid w:val="00ED42FD"/>
    <w:rsid w:val="00ED592D"/>
    <w:rsid w:val="00ED6148"/>
    <w:rsid w:val="00ED6540"/>
    <w:rsid w:val="00ED66B2"/>
    <w:rsid w:val="00ED6F64"/>
    <w:rsid w:val="00ED73A3"/>
    <w:rsid w:val="00ED7F2C"/>
    <w:rsid w:val="00EE017F"/>
    <w:rsid w:val="00EE0347"/>
    <w:rsid w:val="00EE0D07"/>
    <w:rsid w:val="00EE0DEF"/>
    <w:rsid w:val="00EE2423"/>
    <w:rsid w:val="00EE300D"/>
    <w:rsid w:val="00EE3AE6"/>
    <w:rsid w:val="00EE4D9A"/>
    <w:rsid w:val="00EE578F"/>
    <w:rsid w:val="00EE5B59"/>
    <w:rsid w:val="00EE63A7"/>
    <w:rsid w:val="00EE7A64"/>
    <w:rsid w:val="00EE7A97"/>
    <w:rsid w:val="00EE7F21"/>
    <w:rsid w:val="00EF0FB4"/>
    <w:rsid w:val="00EF3CEA"/>
    <w:rsid w:val="00EF50C2"/>
    <w:rsid w:val="00EF7CAA"/>
    <w:rsid w:val="00F01177"/>
    <w:rsid w:val="00F01280"/>
    <w:rsid w:val="00F02BC1"/>
    <w:rsid w:val="00F04ACD"/>
    <w:rsid w:val="00F0513E"/>
    <w:rsid w:val="00F05337"/>
    <w:rsid w:val="00F06B6A"/>
    <w:rsid w:val="00F06F3A"/>
    <w:rsid w:val="00F0746A"/>
    <w:rsid w:val="00F0747C"/>
    <w:rsid w:val="00F078D4"/>
    <w:rsid w:val="00F10A8E"/>
    <w:rsid w:val="00F10D65"/>
    <w:rsid w:val="00F11CA4"/>
    <w:rsid w:val="00F1326F"/>
    <w:rsid w:val="00F13B6C"/>
    <w:rsid w:val="00F15393"/>
    <w:rsid w:val="00F168BE"/>
    <w:rsid w:val="00F17CA8"/>
    <w:rsid w:val="00F17E4E"/>
    <w:rsid w:val="00F201BA"/>
    <w:rsid w:val="00F21245"/>
    <w:rsid w:val="00F22421"/>
    <w:rsid w:val="00F229F1"/>
    <w:rsid w:val="00F22A1A"/>
    <w:rsid w:val="00F24BBE"/>
    <w:rsid w:val="00F25751"/>
    <w:rsid w:val="00F25BA1"/>
    <w:rsid w:val="00F26761"/>
    <w:rsid w:val="00F26FE2"/>
    <w:rsid w:val="00F30114"/>
    <w:rsid w:val="00F30C37"/>
    <w:rsid w:val="00F30DED"/>
    <w:rsid w:val="00F31E4C"/>
    <w:rsid w:val="00F3208C"/>
    <w:rsid w:val="00F32382"/>
    <w:rsid w:val="00F33393"/>
    <w:rsid w:val="00F33478"/>
    <w:rsid w:val="00F34166"/>
    <w:rsid w:val="00F35E95"/>
    <w:rsid w:val="00F3655E"/>
    <w:rsid w:val="00F36C94"/>
    <w:rsid w:val="00F36FD1"/>
    <w:rsid w:val="00F401AB"/>
    <w:rsid w:val="00F40437"/>
    <w:rsid w:val="00F40D5C"/>
    <w:rsid w:val="00F41AA9"/>
    <w:rsid w:val="00F43F6C"/>
    <w:rsid w:val="00F4411A"/>
    <w:rsid w:val="00F44BEF"/>
    <w:rsid w:val="00F457E1"/>
    <w:rsid w:val="00F469FD"/>
    <w:rsid w:val="00F46AA5"/>
    <w:rsid w:val="00F50A1D"/>
    <w:rsid w:val="00F52B45"/>
    <w:rsid w:val="00F53495"/>
    <w:rsid w:val="00F53688"/>
    <w:rsid w:val="00F552B3"/>
    <w:rsid w:val="00F55401"/>
    <w:rsid w:val="00F55A79"/>
    <w:rsid w:val="00F55D73"/>
    <w:rsid w:val="00F57158"/>
    <w:rsid w:val="00F60A81"/>
    <w:rsid w:val="00F6263E"/>
    <w:rsid w:val="00F63002"/>
    <w:rsid w:val="00F63CD8"/>
    <w:rsid w:val="00F63F15"/>
    <w:rsid w:val="00F6524D"/>
    <w:rsid w:val="00F65B69"/>
    <w:rsid w:val="00F67535"/>
    <w:rsid w:val="00F67C37"/>
    <w:rsid w:val="00F717A5"/>
    <w:rsid w:val="00F72308"/>
    <w:rsid w:val="00F72D38"/>
    <w:rsid w:val="00F736D3"/>
    <w:rsid w:val="00F74CDF"/>
    <w:rsid w:val="00F76BA4"/>
    <w:rsid w:val="00F773C2"/>
    <w:rsid w:val="00F82A15"/>
    <w:rsid w:val="00F82C4A"/>
    <w:rsid w:val="00F84772"/>
    <w:rsid w:val="00F86377"/>
    <w:rsid w:val="00F864DB"/>
    <w:rsid w:val="00F87713"/>
    <w:rsid w:val="00F87AA3"/>
    <w:rsid w:val="00F9011D"/>
    <w:rsid w:val="00F90851"/>
    <w:rsid w:val="00F909EE"/>
    <w:rsid w:val="00F90A26"/>
    <w:rsid w:val="00F90DAD"/>
    <w:rsid w:val="00F90DDF"/>
    <w:rsid w:val="00F9135A"/>
    <w:rsid w:val="00F9290E"/>
    <w:rsid w:val="00F92EC5"/>
    <w:rsid w:val="00F94B12"/>
    <w:rsid w:val="00F95AEB"/>
    <w:rsid w:val="00F96B2B"/>
    <w:rsid w:val="00FA045F"/>
    <w:rsid w:val="00FA19DF"/>
    <w:rsid w:val="00FA2303"/>
    <w:rsid w:val="00FA3756"/>
    <w:rsid w:val="00FA388A"/>
    <w:rsid w:val="00FA407A"/>
    <w:rsid w:val="00FA4892"/>
    <w:rsid w:val="00FA4B8F"/>
    <w:rsid w:val="00FA5264"/>
    <w:rsid w:val="00FA5D40"/>
    <w:rsid w:val="00FA79AC"/>
    <w:rsid w:val="00FB1A07"/>
    <w:rsid w:val="00FB304A"/>
    <w:rsid w:val="00FB4B58"/>
    <w:rsid w:val="00FB53B9"/>
    <w:rsid w:val="00FB6076"/>
    <w:rsid w:val="00FB6364"/>
    <w:rsid w:val="00FB6496"/>
    <w:rsid w:val="00FB64AB"/>
    <w:rsid w:val="00FB7483"/>
    <w:rsid w:val="00FC10D9"/>
    <w:rsid w:val="00FC2256"/>
    <w:rsid w:val="00FC2981"/>
    <w:rsid w:val="00FC3AD1"/>
    <w:rsid w:val="00FC3B68"/>
    <w:rsid w:val="00FC3CED"/>
    <w:rsid w:val="00FC46C1"/>
    <w:rsid w:val="00FC4E1A"/>
    <w:rsid w:val="00FC58F7"/>
    <w:rsid w:val="00FC6283"/>
    <w:rsid w:val="00FC6918"/>
    <w:rsid w:val="00FC79AF"/>
    <w:rsid w:val="00FD16C1"/>
    <w:rsid w:val="00FD1CAC"/>
    <w:rsid w:val="00FD2CBA"/>
    <w:rsid w:val="00FD3D31"/>
    <w:rsid w:val="00FD51D4"/>
    <w:rsid w:val="00FD5832"/>
    <w:rsid w:val="00FD5DC4"/>
    <w:rsid w:val="00FD6F54"/>
    <w:rsid w:val="00FD6FC2"/>
    <w:rsid w:val="00FD75F0"/>
    <w:rsid w:val="00FD78B4"/>
    <w:rsid w:val="00FD7E78"/>
    <w:rsid w:val="00FE6BAC"/>
    <w:rsid w:val="00FF24F4"/>
    <w:rsid w:val="00FF3C45"/>
    <w:rsid w:val="00FF521C"/>
    <w:rsid w:val="00FF6369"/>
    <w:rsid w:val="00FF696A"/>
    <w:rsid w:val="00FF6A7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7ED15CF"/>
  <w15:docId w15:val="{EC163F62-1EA6-42DD-94F9-41AC8CF9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6F54"/>
    <w:rPr>
      <w:sz w:val="24"/>
      <w:szCs w:val="24"/>
      <w:lang w:val="en-GB" w:eastAsia="en-GB"/>
    </w:rPr>
  </w:style>
  <w:style w:type="paragraph" w:styleId="Heading1">
    <w:name w:val="heading 1"/>
    <w:aliases w:val="VS1,l1,H1,2,Heading"/>
    <w:basedOn w:val="Normal"/>
    <w:next w:val="Normal"/>
    <w:link w:val="Heading1Char"/>
    <w:qFormat/>
    <w:rsid w:val="00DA6E3A"/>
    <w:pPr>
      <w:keepNext/>
      <w:numPr>
        <w:numId w:val="1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A6E3A"/>
    <w:pPr>
      <w:keepNext/>
      <w:numPr>
        <w:ilvl w:val="1"/>
        <w:numId w:val="16"/>
      </w:numPr>
      <w:spacing w:before="240" w:after="60"/>
      <w:outlineLvl w:val="1"/>
    </w:pPr>
    <w:rPr>
      <w:rFonts w:ascii="Arial" w:hAnsi="Arial" w:cs="Arial"/>
      <w:b/>
      <w:bCs/>
      <w:i/>
      <w:iCs/>
      <w:sz w:val="28"/>
      <w:szCs w:val="28"/>
    </w:rPr>
  </w:style>
  <w:style w:type="paragraph" w:styleId="Heading3">
    <w:name w:val="heading 3"/>
    <w:aliases w:val="H3,l3,h3,heading 3,h31,h32,level 3,left I3,Bold 12,L3,rp_Heading 3,3,1.,rp_Heading 31,H31,l31,rp_Heading 32,H32,l32,rp_Heading 33,H33,l33,rp_Heading 34,H34,l34,rp_Heading 35,H35,l35,rp_Heading 36,H36,l36,rp_Heading 37,H37,l37,Section"/>
    <w:basedOn w:val="Normal"/>
    <w:next w:val="Normal"/>
    <w:link w:val="Heading3Char"/>
    <w:autoRedefine/>
    <w:uiPriority w:val="99"/>
    <w:qFormat/>
    <w:rsid w:val="00EE4D9A"/>
    <w:pPr>
      <w:keepNext/>
      <w:keepLines/>
      <w:numPr>
        <w:ilvl w:val="2"/>
        <w:numId w:val="16"/>
      </w:numPr>
      <w:tabs>
        <w:tab w:val="left" w:pos="1170"/>
      </w:tabs>
      <w:spacing w:before="120" w:after="240" w:line="360" w:lineRule="auto"/>
      <w:jc w:val="both"/>
      <w:outlineLvl w:val="2"/>
    </w:pPr>
    <w:rPr>
      <w:rFonts w:ascii="Arial" w:eastAsia="MS Mincho" w:hAnsi="Arial" w:cs="Arial"/>
      <w:bCs/>
      <w:iCs/>
      <w:sz w:val="22"/>
      <w:szCs w:val="22"/>
      <w:lang w:val="en-ZA"/>
    </w:rPr>
  </w:style>
  <w:style w:type="paragraph" w:styleId="Heading4">
    <w:name w:val="heading 4"/>
    <w:basedOn w:val="Normal"/>
    <w:next w:val="Normal"/>
    <w:link w:val="Heading4Char"/>
    <w:qFormat/>
    <w:rsid w:val="00DA6E3A"/>
    <w:pPr>
      <w:keepNext/>
      <w:numPr>
        <w:ilvl w:val="3"/>
        <w:numId w:val="16"/>
      </w:numPr>
      <w:spacing w:before="240" w:after="60"/>
      <w:outlineLvl w:val="3"/>
    </w:pPr>
    <w:rPr>
      <w:b/>
      <w:bCs/>
      <w:sz w:val="28"/>
      <w:szCs w:val="28"/>
    </w:rPr>
  </w:style>
  <w:style w:type="paragraph" w:styleId="Heading5">
    <w:name w:val="heading 5"/>
    <w:basedOn w:val="Normal"/>
    <w:next w:val="Normal"/>
    <w:link w:val="Heading5Char"/>
    <w:qFormat/>
    <w:rsid w:val="00DA6E3A"/>
    <w:pPr>
      <w:numPr>
        <w:ilvl w:val="4"/>
        <w:numId w:val="16"/>
      </w:numPr>
      <w:spacing w:before="240" w:after="60"/>
      <w:outlineLvl w:val="4"/>
    </w:pPr>
    <w:rPr>
      <w:b/>
      <w:bCs/>
      <w:i/>
      <w:iCs/>
      <w:sz w:val="26"/>
      <w:szCs w:val="26"/>
    </w:rPr>
  </w:style>
  <w:style w:type="paragraph" w:styleId="Heading6">
    <w:name w:val="heading 6"/>
    <w:basedOn w:val="Normal"/>
    <w:next w:val="Normal"/>
    <w:link w:val="Heading6Char"/>
    <w:qFormat/>
    <w:rsid w:val="00ED2EBD"/>
    <w:pPr>
      <w:numPr>
        <w:ilvl w:val="5"/>
        <w:numId w:val="16"/>
      </w:numPr>
      <w:spacing w:before="240" w:after="60"/>
      <w:outlineLvl w:val="5"/>
    </w:pPr>
    <w:rPr>
      <w:b/>
      <w:bCs/>
      <w:sz w:val="22"/>
      <w:szCs w:val="22"/>
    </w:rPr>
  </w:style>
  <w:style w:type="paragraph" w:styleId="Heading7">
    <w:name w:val="heading 7"/>
    <w:basedOn w:val="Normal"/>
    <w:next w:val="Normal"/>
    <w:link w:val="Heading7Char"/>
    <w:qFormat/>
    <w:rsid w:val="00ED2EBD"/>
    <w:pPr>
      <w:numPr>
        <w:ilvl w:val="6"/>
        <w:numId w:val="16"/>
      </w:numPr>
      <w:spacing w:before="240" w:after="60"/>
      <w:outlineLvl w:val="6"/>
    </w:pPr>
  </w:style>
  <w:style w:type="paragraph" w:styleId="Heading8">
    <w:name w:val="heading 8"/>
    <w:basedOn w:val="Normal"/>
    <w:next w:val="Normal"/>
    <w:link w:val="Heading8Char"/>
    <w:unhideWhenUsed/>
    <w:qFormat/>
    <w:rsid w:val="00F82C4A"/>
    <w:pPr>
      <w:keepNext/>
      <w:keepLines/>
      <w:numPr>
        <w:ilvl w:val="7"/>
        <w:numId w:val="1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F82C4A"/>
    <w:pPr>
      <w:keepNext/>
      <w:keepLines/>
      <w:numPr>
        <w:ilvl w:val="8"/>
        <w:numId w:val="1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l1 Char,H1 Char,2 Char,Heading Char"/>
    <w:link w:val="Heading1"/>
    <w:uiPriority w:val="9"/>
    <w:rsid w:val="001E364A"/>
    <w:rPr>
      <w:rFonts w:ascii="Arial" w:hAnsi="Arial" w:cs="Arial"/>
      <w:b/>
      <w:bCs/>
      <w:kern w:val="32"/>
      <w:sz w:val="32"/>
      <w:szCs w:val="32"/>
      <w:lang w:val="en-GB" w:eastAsia="en-GB"/>
    </w:rPr>
  </w:style>
  <w:style w:type="character" w:customStyle="1" w:styleId="Heading2Char">
    <w:name w:val="Heading 2 Char"/>
    <w:link w:val="Heading2"/>
    <w:rsid w:val="001E364A"/>
    <w:rPr>
      <w:rFonts w:ascii="Arial" w:hAnsi="Arial" w:cs="Arial"/>
      <w:b/>
      <w:bCs/>
      <w:i/>
      <w:iCs/>
      <w:sz w:val="28"/>
      <w:szCs w:val="28"/>
      <w:lang w:val="en-GB" w:eastAsia="en-GB"/>
    </w:rPr>
  </w:style>
  <w:style w:type="character" w:customStyle="1" w:styleId="Heading3Char">
    <w:name w:val="Heading 3 Char"/>
    <w:aliases w:val="H3 Char,l3 Char,h3 Char,heading 3 Char,h31 Char,h32 Char,level 3 Char,left I3 Char,Bold 12 Char,L3 Char,rp_Heading 3 Char,3 Char,1. Char,rp_Heading 31 Char,H31 Char,l31 Char,rp_Heading 32 Char,H32 Char,l32 Char,rp_Heading 33 Char,H33 Char"/>
    <w:link w:val="Heading3"/>
    <w:rsid w:val="00EE4D9A"/>
    <w:rPr>
      <w:rFonts w:ascii="Arial" w:eastAsia="MS Mincho" w:hAnsi="Arial" w:cs="Arial"/>
      <w:bCs/>
      <w:iCs/>
      <w:sz w:val="22"/>
      <w:szCs w:val="22"/>
      <w:lang w:eastAsia="en-GB"/>
    </w:rPr>
  </w:style>
  <w:style w:type="character" w:customStyle="1" w:styleId="Heading4Char">
    <w:name w:val="Heading 4 Char"/>
    <w:link w:val="Heading4"/>
    <w:rsid w:val="001E364A"/>
    <w:rPr>
      <w:b/>
      <w:bCs/>
      <w:sz w:val="28"/>
      <w:szCs w:val="28"/>
      <w:lang w:val="en-GB" w:eastAsia="en-GB"/>
    </w:rPr>
  </w:style>
  <w:style w:type="character" w:customStyle="1" w:styleId="Heading5Char">
    <w:name w:val="Heading 5 Char"/>
    <w:link w:val="Heading5"/>
    <w:rsid w:val="001E364A"/>
    <w:rPr>
      <w:b/>
      <w:bCs/>
      <w:i/>
      <w:iCs/>
      <w:sz w:val="26"/>
      <w:szCs w:val="26"/>
      <w:lang w:val="en-GB" w:eastAsia="en-GB"/>
    </w:rPr>
  </w:style>
  <w:style w:type="character" w:customStyle="1" w:styleId="Heading6Char">
    <w:name w:val="Heading 6 Char"/>
    <w:link w:val="Heading6"/>
    <w:uiPriority w:val="9"/>
    <w:rsid w:val="001E364A"/>
    <w:rPr>
      <w:b/>
      <w:bCs/>
      <w:sz w:val="22"/>
      <w:szCs w:val="22"/>
      <w:lang w:val="en-GB" w:eastAsia="en-GB"/>
    </w:rPr>
  </w:style>
  <w:style w:type="character" w:customStyle="1" w:styleId="Heading7Char">
    <w:name w:val="Heading 7 Char"/>
    <w:link w:val="Heading7"/>
    <w:uiPriority w:val="9"/>
    <w:rsid w:val="001E364A"/>
    <w:rPr>
      <w:sz w:val="24"/>
      <w:szCs w:val="24"/>
      <w:lang w:val="en-GB" w:eastAsia="en-GB"/>
    </w:rPr>
  </w:style>
  <w:style w:type="character" w:customStyle="1" w:styleId="Heading8Char">
    <w:name w:val="Heading 8 Char"/>
    <w:basedOn w:val="DefaultParagraphFont"/>
    <w:link w:val="Heading8"/>
    <w:rsid w:val="00F82C4A"/>
    <w:rPr>
      <w:rFonts w:asciiTheme="majorHAnsi" w:eastAsiaTheme="majorEastAsia" w:hAnsiTheme="majorHAnsi" w:cstheme="majorBidi"/>
      <w:color w:val="272727" w:themeColor="text1" w:themeTint="D8"/>
      <w:sz w:val="21"/>
      <w:szCs w:val="21"/>
      <w:lang w:val="en-GB" w:eastAsia="en-GB"/>
    </w:rPr>
  </w:style>
  <w:style w:type="character" w:customStyle="1" w:styleId="Heading9Char">
    <w:name w:val="Heading 9 Char"/>
    <w:basedOn w:val="DefaultParagraphFont"/>
    <w:link w:val="Heading9"/>
    <w:rsid w:val="00F82C4A"/>
    <w:rPr>
      <w:rFonts w:asciiTheme="majorHAnsi" w:eastAsiaTheme="majorEastAsia" w:hAnsiTheme="majorHAnsi" w:cstheme="majorBidi"/>
      <w:i/>
      <w:iCs/>
      <w:color w:val="272727" w:themeColor="text1" w:themeTint="D8"/>
      <w:sz w:val="21"/>
      <w:szCs w:val="21"/>
      <w:lang w:val="en-GB" w:eastAsia="en-GB"/>
    </w:rPr>
  </w:style>
  <w:style w:type="paragraph" w:styleId="Footer">
    <w:name w:val="footer"/>
    <w:basedOn w:val="Normal"/>
    <w:link w:val="FooterChar"/>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rsid w:val="0051204E"/>
    <w:rPr>
      <w:rFonts w:cs="Times New Roman"/>
    </w:rPr>
  </w:style>
  <w:style w:type="paragraph" w:styleId="Header">
    <w:name w:val="header"/>
    <w:aliases w:val="*Header,hd,he"/>
    <w:basedOn w:val="Normal"/>
    <w:link w:val="HeaderChar"/>
    <w:rsid w:val="00C86D97"/>
    <w:pPr>
      <w:tabs>
        <w:tab w:val="center" w:pos="4153"/>
        <w:tab w:val="right" w:pos="8306"/>
      </w:tabs>
    </w:pPr>
  </w:style>
  <w:style w:type="character" w:customStyle="1" w:styleId="HeaderChar">
    <w:name w:val="Header Char"/>
    <w:aliases w:val="*Header Char,hd Char,he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tabs>
        <w:tab w:val="num" w:pos="2160"/>
      </w:tabs>
      <w:ind w:left="2160" w:hanging="2160"/>
    </w:pPr>
    <w:rPr>
      <w:b/>
      <w:lang w:eastAsia="en-US"/>
    </w:rPr>
  </w:style>
  <w:style w:type="paragraph" w:customStyle="1" w:styleId="BGHeading4AltX">
    <w:name w:val="BGHeading4 Alt+X"/>
    <w:basedOn w:val="Heading4"/>
    <w:rsid w:val="00DA6E3A"/>
    <w:pPr>
      <w:keepNext w:val="0"/>
      <w:widowControl w:val="0"/>
      <w:numPr>
        <w:ilvl w:val="0"/>
        <w:numId w:val="0"/>
      </w:numPr>
      <w:tabs>
        <w:tab w:val="num" w:pos="2880"/>
      </w:tabs>
      <w:spacing w:before="0" w:after="0" w:line="360" w:lineRule="auto"/>
      <w:ind w:left="2880" w:hanging="2880"/>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0"/>
        <w:numId w:val="0"/>
      </w:numPr>
      <w:tabs>
        <w:tab w:val="num" w:pos="3600"/>
      </w:tabs>
      <w:spacing w:before="0" w:after="0" w:line="360" w:lineRule="auto"/>
      <w:ind w:left="3600" w:hanging="3600"/>
      <w:jc w:val="both"/>
    </w:pPr>
    <w:rPr>
      <w:rFonts w:ascii="Arial" w:hAnsi="Arial"/>
      <w:b w:val="0"/>
      <w:i w:val="0"/>
      <w:sz w:val="22"/>
      <w:szCs w:val="22"/>
      <w:lang w:val="en-ZA" w:eastAsia="en-US"/>
    </w:rPr>
  </w:style>
  <w:style w:type="paragraph" w:customStyle="1" w:styleId="level11">
    <w:name w:val="level1"/>
    <w:basedOn w:val="Heading1"/>
    <w:link w:val="level1Char"/>
    <w:qFormat/>
    <w:rsid w:val="00ED2EBD"/>
    <w:pPr>
      <w:keepLines/>
      <w:numPr>
        <w:numId w:val="0"/>
      </w:numPr>
      <w:tabs>
        <w:tab w:val="num" w:pos="567"/>
        <w:tab w:val="left" w:pos="4253"/>
        <w:tab w:val="left" w:leader="underscore" w:pos="8222"/>
      </w:tabs>
      <w:spacing w:after="0" w:line="360" w:lineRule="auto"/>
      <w:ind w:left="567" w:hanging="567"/>
      <w:jc w:val="both"/>
    </w:pPr>
    <w:rPr>
      <w:rFonts w:cs="Times New Roman"/>
      <w:bCs w:val="0"/>
      <w:caps/>
      <w:kern w:val="28"/>
      <w:sz w:val="22"/>
      <w:szCs w:val="20"/>
      <w:lang w:eastAsia="en-ZA"/>
    </w:rPr>
  </w:style>
  <w:style w:type="character" w:customStyle="1" w:styleId="level1Char">
    <w:name w:val="level1 Char"/>
    <w:basedOn w:val="DefaultParagraphFont"/>
    <w:link w:val="level11"/>
    <w:locked/>
    <w:rsid w:val="001D2BCE"/>
    <w:rPr>
      <w:rFonts w:ascii="Arial" w:hAnsi="Arial"/>
      <w:b/>
      <w:caps/>
      <w:kern w:val="28"/>
      <w:sz w:val="22"/>
      <w:lang w:val="en-GB"/>
    </w:rPr>
  </w:style>
  <w:style w:type="paragraph" w:customStyle="1" w:styleId="level2">
    <w:name w:val="level2"/>
    <w:basedOn w:val="Heading2"/>
    <w:link w:val="level2Char"/>
    <w:rsid w:val="00ED2EBD"/>
    <w:pPr>
      <w:keepNext w:val="0"/>
      <w:numPr>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character" w:customStyle="1" w:styleId="level2Char">
    <w:name w:val="level2 Char"/>
    <w:link w:val="level2"/>
    <w:rsid w:val="00051FC6"/>
    <w:rPr>
      <w:rFonts w:ascii="Arial" w:hAnsi="Arial"/>
      <w:sz w:val="22"/>
      <w:lang w:val="en-GB"/>
    </w:rPr>
  </w:style>
  <w:style w:type="paragraph" w:customStyle="1" w:styleId="level31">
    <w:name w:val="level3"/>
    <w:basedOn w:val="Heading3"/>
    <w:link w:val="level3Char"/>
    <w:rsid w:val="00ED2EBD"/>
    <w:pPr>
      <w:keepNext w:val="0"/>
      <w:tabs>
        <w:tab w:val="left" w:pos="4253"/>
        <w:tab w:val="left" w:leader="underscore" w:pos="8222"/>
      </w:tabs>
    </w:pPr>
    <w:rPr>
      <w:rFonts w:cs="Times New Roman"/>
      <w:b/>
      <w:bCs w:val="0"/>
      <w:szCs w:val="20"/>
      <w:lang w:eastAsia="en-ZA"/>
    </w:rPr>
  </w:style>
  <w:style w:type="character" w:customStyle="1" w:styleId="level3Char">
    <w:name w:val="level3 Char"/>
    <w:link w:val="level31"/>
    <w:rsid w:val="00111C49"/>
    <w:rPr>
      <w:rFonts w:ascii="Arial" w:eastAsia="MS Mincho" w:hAnsi="Arial"/>
      <w:b/>
      <w:iCs/>
      <w:sz w:val="22"/>
    </w:rPr>
  </w:style>
  <w:style w:type="paragraph" w:customStyle="1" w:styleId="level40">
    <w:name w:val="level4"/>
    <w:basedOn w:val="Heading4"/>
    <w:link w:val="level4Char"/>
    <w:rsid w:val="00ED2EBD"/>
    <w:pPr>
      <w:keepNext w:val="0"/>
      <w:numPr>
        <w:ilvl w:val="0"/>
        <w:numId w:val="0"/>
      </w:numPr>
      <w:tabs>
        <w:tab w:val="num" w:pos="1418"/>
        <w:tab w:val="left" w:pos="4253"/>
        <w:tab w:val="left" w:leader="underscore" w:pos="8222"/>
      </w:tabs>
      <w:spacing w:after="0" w:line="360" w:lineRule="auto"/>
      <w:ind w:left="1418" w:hanging="1418"/>
      <w:jc w:val="both"/>
    </w:pPr>
    <w:rPr>
      <w:rFonts w:ascii="Arial" w:hAnsi="Arial"/>
      <w:b w:val="0"/>
      <w:bCs w:val="0"/>
      <w:sz w:val="22"/>
      <w:szCs w:val="20"/>
      <w:lang w:eastAsia="en-ZA"/>
    </w:rPr>
  </w:style>
  <w:style w:type="character" w:customStyle="1" w:styleId="level4Char">
    <w:name w:val="level4 Char"/>
    <w:basedOn w:val="DefaultParagraphFont"/>
    <w:link w:val="level40"/>
    <w:rsid w:val="00A64E8D"/>
    <w:rPr>
      <w:rFonts w:ascii="Arial" w:hAnsi="Arial"/>
      <w:sz w:val="22"/>
      <w:lang w:val="en-GB"/>
    </w:rPr>
  </w:style>
  <w:style w:type="paragraph" w:customStyle="1" w:styleId="level5">
    <w:name w:val="level5"/>
    <w:basedOn w:val="Heading5"/>
    <w:rsid w:val="00ED2EBD"/>
    <w:pPr>
      <w:numPr>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0"/>
        <w:numId w:val="0"/>
      </w:numPr>
      <w:tabs>
        <w:tab w:val="num" w:pos="1985"/>
        <w:tab w:val="left" w:pos="4253"/>
        <w:tab w:val="left" w:leader="underscore" w:pos="8222"/>
      </w:tabs>
      <w:spacing w:after="0" w:line="360" w:lineRule="auto"/>
      <w:ind w:left="1985" w:hanging="1985"/>
      <w:jc w:val="both"/>
    </w:pPr>
    <w:rPr>
      <w:rFonts w:ascii="Arial" w:hAnsi="Arial"/>
      <w:b w:val="0"/>
      <w:bCs w:val="0"/>
      <w:szCs w:val="20"/>
      <w:lang w:eastAsia="en-ZA"/>
    </w:rPr>
  </w:style>
  <w:style w:type="paragraph" w:customStyle="1" w:styleId="level7">
    <w:name w:val="level7"/>
    <w:basedOn w:val="Heading7"/>
    <w:rsid w:val="00ED2EBD"/>
    <w:pPr>
      <w:numPr>
        <w:ilvl w:val="0"/>
        <w:numId w:val="0"/>
      </w:numPr>
      <w:tabs>
        <w:tab w:val="num" w:pos="2268"/>
        <w:tab w:val="left" w:pos="4253"/>
        <w:tab w:val="left" w:leader="underscore" w:pos="8222"/>
      </w:tabs>
      <w:spacing w:after="0" w:line="360" w:lineRule="auto"/>
      <w:ind w:left="2268" w:hanging="2268"/>
      <w:jc w:val="both"/>
    </w:pPr>
    <w:rPr>
      <w:rFonts w:ascii="Arial" w:hAnsi="Arial"/>
      <w:sz w:val="22"/>
      <w:szCs w:val="20"/>
      <w:lang w:eastAsia="en-ZA"/>
    </w:rPr>
  </w:style>
  <w:style w:type="paragraph" w:styleId="TOC1">
    <w:name w:val="toc 1"/>
    <w:basedOn w:val="Normal"/>
    <w:next w:val="Normal"/>
    <w:link w:val="TOC1Char"/>
    <w:autoRedefine/>
    <w:uiPriority w:val="39"/>
    <w:qFormat/>
    <w:rsid w:val="006D61FA"/>
    <w:pPr>
      <w:tabs>
        <w:tab w:val="left" w:pos="1200"/>
        <w:tab w:val="right" w:leader="dot" w:pos="8494"/>
      </w:tabs>
      <w:spacing w:before="240" w:after="120"/>
      <w:ind w:left="1134" w:hanging="1134"/>
      <w:jc w:val="both"/>
    </w:pPr>
    <w:rPr>
      <w:rFonts w:ascii="Arial" w:hAnsi="Arial" w:cs="Arial"/>
      <w:bCs/>
      <w:sz w:val="22"/>
      <w:szCs w:val="22"/>
    </w:rPr>
  </w:style>
  <w:style w:type="character" w:customStyle="1" w:styleId="TOC1Char">
    <w:name w:val="TOC 1 Char"/>
    <w:link w:val="TOC1"/>
    <w:uiPriority w:val="39"/>
    <w:rsid w:val="006D61FA"/>
    <w:rPr>
      <w:rFonts w:ascii="Arial" w:hAnsi="Arial" w:cs="Arial"/>
      <w:bCs/>
      <w:sz w:val="22"/>
      <w:szCs w:val="22"/>
      <w:lang w:val="en-GB" w:eastAsia="en-GB"/>
    </w:rPr>
  </w:style>
  <w:style w:type="paragraph" w:styleId="BalloonText">
    <w:name w:val="Balloon Text"/>
    <w:basedOn w:val="Normal"/>
    <w:link w:val="BalloonTextChar"/>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PL_Bullet Level 1,List Paragraph1,Bullet 1 BRS"/>
    <w:basedOn w:val="Normal"/>
    <w:link w:val="ListParagraphChar"/>
    <w:uiPriority w:val="34"/>
    <w:qFormat/>
    <w:rsid w:val="007F49A0"/>
    <w:pPr>
      <w:ind w:left="720"/>
      <w:contextualSpacing/>
    </w:pPr>
    <w:rPr>
      <w:rFonts w:ascii="Arial" w:hAnsi="Arial" w:cs="Arial"/>
      <w:sz w:val="22"/>
      <w:szCs w:val="22"/>
    </w:rPr>
  </w:style>
  <w:style w:type="character" w:customStyle="1" w:styleId="ListParagraphChar">
    <w:name w:val="List Paragraph Char"/>
    <w:aliases w:val="Heading 100 Char,PL_Bullet Level 1 Char,List Paragraph1 Char,Bullet 1 BRS Char"/>
    <w:link w:val="ListParagraph"/>
    <w:uiPriority w:val="34"/>
    <w:locked/>
    <w:rsid w:val="00175FA4"/>
    <w:rPr>
      <w:rFonts w:ascii="Arial" w:hAnsi="Arial" w:cs="Arial"/>
      <w:sz w:val="22"/>
      <w:szCs w:val="22"/>
      <w:lang w:val="en-GB" w:eastAsia="en-GB"/>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qFormat/>
    <w:rsid w:val="00A6092C"/>
    <w:pPr>
      <w:spacing w:before="120"/>
      <w:ind w:left="240"/>
    </w:pPr>
    <w:rPr>
      <w:rFonts w:asciiTheme="minorHAnsi" w:hAnsiTheme="minorHAnsi" w:cstheme="minorHAnsi"/>
      <w:i/>
      <w:iCs/>
      <w:sz w:val="20"/>
      <w:szCs w:val="20"/>
    </w:rPr>
  </w:style>
  <w:style w:type="character" w:styleId="Hyperlink">
    <w:name w:val="Hyperlink"/>
    <w:uiPriority w:val="99"/>
    <w:unhideWhenUsed/>
    <w:rsid w:val="00434AF1"/>
    <w:rPr>
      <w:color w:val="0000FF"/>
      <w:u w:val="single"/>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paragraph" w:styleId="TOC3">
    <w:name w:val="toc 3"/>
    <w:basedOn w:val="Normal"/>
    <w:next w:val="Normal"/>
    <w:autoRedefine/>
    <w:unhideWhenUsed/>
    <w:qFormat/>
    <w:rsid w:val="00EE0347"/>
    <w:pPr>
      <w:ind w:left="480"/>
    </w:pPr>
    <w:rPr>
      <w:rFonts w:asciiTheme="minorHAnsi" w:hAnsiTheme="minorHAnsi" w:cstheme="minorHAnsi"/>
      <w:sz w:val="20"/>
      <w:szCs w:val="20"/>
    </w:rPr>
  </w:style>
  <w:style w:type="paragraph" w:styleId="BodyTextIndent">
    <w:name w:val="Body Text Indent"/>
    <w:basedOn w:val="Normal"/>
    <w:link w:val="BodyTextIndentChar"/>
    <w:unhideWhenUsed/>
    <w:rsid w:val="00565848"/>
    <w:pPr>
      <w:numPr>
        <w:ilvl w:val="1"/>
        <w:numId w:val="3"/>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4"/>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1">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1"/>
    <w:rsid w:val="00805CA1"/>
    <w:pPr>
      <w:numPr>
        <w:ilvl w:val="2"/>
      </w:numPr>
    </w:pPr>
  </w:style>
  <w:style w:type="paragraph" w:customStyle="1" w:styleId="Level4">
    <w:name w:val="Level4"/>
    <w:basedOn w:val="Level30"/>
    <w:rsid w:val="00805CA1"/>
    <w:pPr>
      <w:numPr>
        <w:ilvl w:val="3"/>
      </w:numPr>
    </w:pPr>
  </w:style>
  <w:style w:type="paragraph" w:customStyle="1" w:styleId="Level50">
    <w:name w:val="Level5"/>
    <w:basedOn w:val="Level4"/>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 w:type="character" w:customStyle="1" w:styleId="level2Char1">
    <w:name w:val="level2 Char1"/>
    <w:basedOn w:val="DefaultParagraphFont"/>
    <w:rsid w:val="003365A5"/>
    <w:rPr>
      <w:rFonts w:ascii="Arial" w:eastAsia="Times New Roman" w:hAnsi="Arial" w:cs="Times New Roman"/>
      <w:lang w:eastAsia="en-ZA"/>
    </w:rPr>
  </w:style>
  <w:style w:type="character" w:customStyle="1" w:styleId="level3CharChar">
    <w:name w:val="level3 Char Char"/>
    <w:basedOn w:val="DefaultParagraphFont"/>
    <w:rsid w:val="003365A5"/>
    <w:rPr>
      <w:rFonts w:ascii="Arial" w:eastAsia="Times New Roman" w:hAnsi="Arial" w:cs="Times New Roman"/>
      <w:lang w:eastAsia="en-ZA"/>
    </w:rPr>
  </w:style>
  <w:style w:type="paragraph" w:customStyle="1" w:styleId="Lev4Sub">
    <w:name w:val="Lev4Sub"/>
    <w:basedOn w:val="level40"/>
    <w:rsid w:val="003365A5"/>
    <w:pPr>
      <w:tabs>
        <w:tab w:val="clear" w:pos="1418"/>
      </w:tabs>
      <w:ind w:firstLine="0"/>
    </w:pPr>
  </w:style>
  <w:style w:type="paragraph" w:customStyle="1" w:styleId="TenderHeading">
    <w:name w:val="Tender Heading"/>
    <w:link w:val="TenderHeadingChar"/>
    <w:qFormat/>
    <w:rsid w:val="000F6D74"/>
    <w:pPr>
      <w:widowControl w:val="0"/>
      <w:tabs>
        <w:tab w:val="left" w:pos="851"/>
      </w:tabs>
      <w:spacing w:before="360" w:line="276" w:lineRule="auto"/>
      <w:jc w:val="both"/>
    </w:pPr>
    <w:rPr>
      <w:rFonts w:ascii="Arial Bold" w:hAnsi="Arial Bold"/>
      <w:b/>
      <w:caps/>
      <w:sz w:val="22"/>
      <w:szCs w:val="22"/>
      <w:lang w:val="x-none" w:eastAsia="x-none"/>
    </w:rPr>
  </w:style>
  <w:style w:type="character" w:customStyle="1" w:styleId="TenderHeadingChar">
    <w:name w:val="Tender Heading Char"/>
    <w:link w:val="TenderHeading"/>
    <w:rsid w:val="0027634D"/>
    <w:rPr>
      <w:rFonts w:ascii="Arial Bold" w:hAnsi="Arial Bold"/>
      <w:b/>
      <w:caps/>
      <w:sz w:val="22"/>
      <w:szCs w:val="22"/>
      <w:lang w:val="x-none" w:eastAsia="x-none"/>
    </w:rPr>
  </w:style>
  <w:style w:type="paragraph" w:customStyle="1" w:styleId="TenderSubHead">
    <w:name w:val="Tender SubHead"/>
    <w:basedOn w:val="TenderHeading"/>
    <w:link w:val="TenderSubHeadChar"/>
    <w:qFormat/>
    <w:rsid w:val="000F6D74"/>
    <w:pPr>
      <w:spacing w:before="240"/>
    </w:pPr>
    <w:rPr>
      <w:rFonts w:ascii="Arial" w:hAnsi="Arial"/>
      <w:b w:val="0"/>
      <w:caps w:val="0"/>
      <w:lang w:val="en-GB"/>
    </w:rPr>
  </w:style>
  <w:style w:type="character" w:customStyle="1" w:styleId="TenderSubHeadChar">
    <w:name w:val="Tender SubHead Char"/>
    <w:link w:val="TenderSubHead"/>
    <w:rsid w:val="000F6D74"/>
    <w:rPr>
      <w:rFonts w:ascii="Arial" w:hAnsi="Arial"/>
      <w:sz w:val="22"/>
      <w:szCs w:val="22"/>
      <w:lang w:val="en-GB" w:eastAsia="x-none"/>
    </w:rPr>
  </w:style>
  <w:style w:type="table" w:styleId="ColorfulList-Accent1">
    <w:name w:val="Colorful List Accent 1"/>
    <w:basedOn w:val="TableNormal"/>
    <w:uiPriority w:val="72"/>
    <w:rsid w:val="000F6D7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alevel2">
    <w:name w:val="alevel2"/>
    <w:basedOn w:val="Normal"/>
    <w:rsid w:val="009A3EFA"/>
    <w:pPr>
      <w:numPr>
        <w:ilvl w:val="1"/>
        <w:numId w:val="5"/>
      </w:numPr>
      <w:spacing w:before="240"/>
      <w:jc w:val="both"/>
    </w:pPr>
    <w:rPr>
      <w:rFonts w:ascii="Arial" w:hAnsi="Arial"/>
      <w:sz w:val="20"/>
      <w:szCs w:val="22"/>
      <w:lang w:eastAsia="en-ZA"/>
    </w:rPr>
  </w:style>
  <w:style w:type="paragraph" w:customStyle="1" w:styleId="alevel1">
    <w:name w:val="alevel1"/>
    <w:basedOn w:val="Normal"/>
    <w:link w:val="alevel1Char"/>
    <w:rsid w:val="009A3EFA"/>
    <w:pPr>
      <w:numPr>
        <w:numId w:val="5"/>
      </w:numPr>
      <w:spacing w:before="240"/>
      <w:jc w:val="both"/>
    </w:pPr>
    <w:rPr>
      <w:rFonts w:ascii="Arial" w:hAnsi="Arial"/>
      <w:sz w:val="20"/>
      <w:szCs w:val="22"/>
      <w:lang w:val="x-none" w:eastAsia="x-none"/>
    </w:rPr>
  </w:style>
  <w:style w:type="paragraph" w:customStyle="1" w:styleId="alevel3">
    <w:name w:val="alevel3"/>
    <w:basedOn w:val="Normal"/>
    <w:rsid w:val="009A3EFA"/>
    <w:pPr>
      <w:tabs>
        <w:tab w:val="num" w:pos="1134"/>
      </w:tabs>
      <w:spacing w:before="240"/>
      <w:ind w:left="1134" w:hanging="1134"/>
      <w:jc w:val="both"/>
    </w:pPr>
    <w:rPr>
      <w:rFonts w:ascii="Arial" w:hAnsi="Arial"/>
      <w:sz w:val="20"/>
      <w:szCs w:val="20"/>
      <w:lang w:eastAsia="en-ZA"/>
    </w:rPr>
  </w:style>
  <w:style w:type="paragraph" w:customStyle="1" w:styleId="alevel4">
    <w:name w:val="alevel4"/>
    <w:basedOn w:val="Normal"/>
    <w:rsid w:val="009A3EFA"/>
    <w:pPr>
      <w:tabs>
        <w:tab w:val="num" w:pos="1418"/>
      </w:tabs>
      <w:spacing w:before="240"/>
      <w:ind w:left="1418" w:hanging="1418"/>
      <w:jc w:val="both"/>
    </w:pPr>
    <w:rPr>
      <w:rFonts w:ascii="Arial" w:hAnsi="Arial"/>
      <w:sz w:val="20"/>
      <w:szCs w:val="20"/>
      <w:lang w:eastAsia="en-ZA"/>
    </w:rPr>
  </w:style>
  <w:style w:type="paragraph" w:customStyle="1" w:styleId="alevel5">
    <w:name w:val="alevel5"/>
    <w:basedOn w:val="Normal"/>
    <w:rsid w:val="009A3EFA"/>
    <w:pPr>
      <w:tabs>
        <w:tab w:val="num" w:pos="1701"/>
      </w:tabs>
      <w:spacing w:before="240"/>
      <w:ind w:left="1701" w:hanging="1701"/>
      <w:jc w:val="both"/>
    </w:pPr>
    <w:rPr>
      <w:rFonts w:ascii="Arial" w:hAnsi="Arial"/>
      <w:sz w:val="20"/>
      <w:szCs w:val="20"/>
      <w:lang w:eastAsia="en-ZA"/>
    </w:rPr>
  </w:style>
  <w:style w:type="paragraph" w:customStyle="1" w:styleId="alevel6">
    <w:name w:val="alevel6"/>
    <w:basedOn w:val="Normal"/>
    <w:rsid w:val="009A3EFA"/>
    <w:pPr>
      <w:tabs>
        <w:tab w:val="num" w:pos="1985"/>
      </w:tabs>
      <w:spacing w:before="240"/>
      <w:ind w:left="1985" w:hanging="1985"/>
      <w:jc w:val="both"/>
    </w:pPr>
    <w:rPr>
      <w:rFonts w:ascii="Arial" w:hAnsi="Arial"/>
      <w:sz w:val="20"/>
      <w:szCs w:val="20"/>
      <w:lang w:eastAsia="en-ZA"/>
    </w:rPr>
  </w:style>
  <w:style w:type="paragraph" w:customStyle="1" w:styleId="alevel7">
    <w:name w:val="alevel7"/>
    <w:basedOn w:val="Normal"/>
    <w:rsid w:val="009A3EFA"/>
    <w:pPr>
      <w:tabs>
        <w:tab w:val="num" w:pos="2268"/>
      </w:tabs>
      <w:spacing w:before="240"/>
      <w:ind w:left="2268" w:hanging="2268"/>
      <w:jc w:val="both"/>
    </w:pPr>
    <w:rPr>
      <w:rFonts w:ascii="Arial" w:hAnsi="Arial"/>
      <w:sz w:val="20"/>
      <w:szCs w:val="22"/>
      <w:lang w:eastAsia="en-ZA"/>
    </w:rPr>
  </w:style>
  <w:style w:type="paragraph" w:customStyle="1" w:styleId="XClause1Head">
    <w:name w:val="XClause1Head"/>
    <w:basedOn w:val="Normal"/>
    <w:rsid w:val="009A3EFA"/>
    <w:pPr>
      <w:numPr>
        <w:numId w:val="6"/>
      </w:numPr>
      <w:spacing w:after="240" w:line="360" w:lineRule="atLeast"/>
      <w:jc w:val="both"/>
    </w:pPr>
    <w:rPr>
      <w:rFonts w:ascii="Arial" w:eastAsia="MS Mincho" w:hAnsi="Arial"/>
      <w:sz w:val="20"/>
      <w:szCs w:val="20"/>
      <w:lang w:eastAsia="ja-JP"/>
    </w:rPr>
  </w:style>
  <w:style w:type="paragraph" w:customStyle="1" w:styleId="XClause2Sub">
    <w:name w:val="XClause2Sub"/>
    <w:basedOn w:val="Normal"/>
    <w:rsid w:val="009A3EFA"/>
    <w:pPr>
      <w:numPr>
        <w:ilvl w:val="1"/>
        <w:numId w:val="6"/>
      </w:numPr>
      <w:spacing w:after="240" w:line="360" w:lineRule="atLeast"/>
      <w:jc w:val="both"/>
    </w:pPr>
    <w:rPr>
      <w:rFonts w:ascii="Arial" w:eastAsia="MS Mincho" w:hAnsi="Arial"/>
      <w:sz w:val="20"/>
      <w:szCs w:val="20"/>
      <w:lang w:eastAsia="ja-JP"/>
    </w:rPr>
  </w:style>
  <w:style w:type="paragraph" w:customStyle="1" w:styleId="XClause3Sub">
    <w:name w:val="XClause3Sub"/>
    <w:basedOn w:val="Normal"/>
    <w:rsid w:val="009A3EFA"/>
    <w:pPr>
      <w:tabs>
        <w:tab w:val="num" w:pos="2552"/>
      </w:tabs>
      <w:spacing w:after="240" w:line="360" w:lineRule="atLeast"/>
      <w:ind w:left="2552" w:hanging="1112"/>
      <w:jc w:val="both"/>
    </w:pPr>
    <w:rPr>
      <w:rFonts w:ascii="Arial" w:eastAsia="MS Mincho" w:hAnsi="Arial"/>
      <w:sz w:val="20"/>
      <w:szCs w:val="20"/>
      <w:lang w:eastAsia="ja-JP"/>
    </w:rPr>
  </w:style>
  <w:style w:type="paragraph" w:customStyle="1" w:styleId="XClause4Sub">
    <w:name w:val="XClause4Sub"/>
    <w:basedOn w:val="Normal"/>
    <w:rsid w:val="009A3EFA"/>
    <w:pPr>
      <w:tabs>
        <w:tab w:val="num" w:pos="3600"/>
      </w:tabs>
      <w:spacing w:after="240" w:line="360" w:lineRule="atLeast"/>
      <w:ind w:left="3600" w:hanging="1048"/>
      <w:jc w:val="both"/>
    </w:pPr>
    <w:rPr>
      <w:rFonts w:ascii="Arial" w:eastAsia="MS Mincho" w:hAnsi="Arial"/>
      <w:sz w:val="20"/>
      <w:szCs w:val="20"/>
      <w:lang w:eastAsia="ja-JP"/>
    </w:rPr>
  </w:style>
  <w:style w:type="paragraph" w:customStyle="1" w:styleId="XClause5Sub">
    <w:name w:val="XClause5Sub"/>
    <w:basedOn w:val="Normal"/>
    <w:rsid w:val="009A3EFA"/>
    <w:pPr>
      <w:tabs>
        <w:tab w:val="num" w:pos="5041"/>
      </w:tabs>
      <w:spacing w:after="240" w:line="360" w:lineRule="atLeast"/>
      <w:ind w:left="5041" w:hanging="1441"/>
      <w:jc w:val="both"/>
    </w:pPr>
    <w:rPr>
      <w:rFonts w:ascii="Arial" w:eastAsia="MS Mincho" w:hAnsi="Arial"/>
      <w:sz w:val="20"/>
      <w:szCs w:val="20"/>
      <w:lang w:eastAsia="ja-JP"/>
    </w:rPr>
  </w:style>
  <w:style w:type="paragraph" w:customStyle="1" w:styleId="XClause6Sub">
    <w:name w:val="XClause6Sub"/>
    <w:basedOn w:val="Normal"/>
    <w:rsid w:val="009A3EFA"/>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XClause7Sub">
    <w:name w:val="XClause7Sub"/>
    <w:basedOn w:val="Normal"/>
    <w:rsid w:val="009A3EFA"/>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XClause8Sub">
    <w:name w:val="XClause8Sub"/>
    <w:basedOn w:val="Normal"/>
    <w:rsid w:val="009A3EFA"/>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XClause9Sub">
    <w:name w:val="XClause9Sub"/>
    <w:basedOn w:val="Normal"/>
    <w:rsid w:val="009A3EFA"/>
    <w:pPr>
      <w:tabs>
        <w:tab w:val="num" w:pos="8222"/>
      </w:tabs>
      <w:spacing w:after="240" w:line="360" w:lineRule="atLeast"/>
      <w:ind w:left="8222" w:hanging="1730"/>
      <w:jc w:val="both"/>
    </w:pPr>
    <w:rPr>
      <w:rFonts w:ascii="Arial" w:eastAsia="MS Mincho" w:hAnsi="Arial"/>
      <w:sz w:val="20"/>
      <w:szCs w:val="20"/>
      <w:lang w:eastAsia="ja-JP"/>
    </w:rPr>
  </w:style>
  <w:style w:type="paragraph" w:styleId="ListBullet">
    <w:name w:val="List Bullet"/>
    <w:basedOn w:val="Normal"/>
    <w:autoRedefine/>
    <w:rsid w:val="0063307E"/>
    <w:pPr>
      <w:numPr>
        <w:numId w:val="7"/>
      </w:numPr>
      <w:spacing w:before="240"/>
      <w:jc w:val="both"/>
    </w:pPr>
    <w:rPr>
      <w:rFonts w:ascii="Arial" w:hAnsi="Arial"/>
      <w:sz w:val="22"/>
      <w:szCs w:val="22"/>
      <w:lang w:val="en-ZA" w:eastAsia="en-ZA"/>
    </w:rPr>
  </w:style>
  <w:style w:type="paragraph" w:customStyle="1" w:styleId="Clause0Sub">
    <w:name w:val="Clause0Sub"/>
    <w:basedOn w:val="Normal"/>
    <w:link w:val="Clause0SubChar"/>
    <w:rsid w:val="004B61D3"/>
    <w:pPr>
      <w:tabs>
        <w:tab w:val="left" w:pos="720"/>
        <w:tab w:val="left" w:pos="1440"/>
        <w:tab w:val="left" w:pos="2552"/>
        <w:tab w:val="left" w:pos="3600"/>
        <w:tab w:val="left" w:pos="5041"/>
        <w:tab w:val="left" w:pos="6481"/>
        <w:tab w:val="left" w:pos="7201"/>
        <w:tab w:val="left" w:pos="7921"/>
        <w:tab w:val="left" w:pos="8222"/>
      </w:tabs>
      <w:spacing w:after="240" w:line="360" w:lineRule="atLeast"/>
      <w:ind w:left="720"/>
      <w:jc w:val="both"/>
    </w:pPr>
    <w:rPr>
      <w:rFonts w:ascii="Arial" w:eastAsia="MS Mincho" w:hAnsi="Arial"/>
      <w:sz w:val="20"/>
      <w:szCs w:val="20"/>
      <w:lang w:eastAsia="ja-JP"/>
    </w:rPr>
  </w:style>
  <w:style w:type="character" w:customStyle="1" w:styleId="Clause0SubChar">
    <w:name w:val="Clause0Sub Char"/>
    <w:link w:val="Clause0Sub"/>
    <w:locked/>
    <w:rsid w:val="004B61D3"/>
    <w:rPr>
      <w:rFonts w:ascii="Arial" w:eastAsia="MS Mincho" w:hAnsi="Arial"/>
      <w:lang w:val="en-GB" w:eastAsia="ja-JP"/>
    </w:rPr>
  </w:style>
  <w:style w:type="paragraph" w:styleId="BodyText">
    <w:name w:val="Body Text"/>
    <w:basedOn w:val="Normal"/>
    <w:link w:val="BodyTextChar"/>
    <w:rsid w:val="00FC58F7"/>
    <w:pPr>
      <w:spacing w:after="120"/>
      <w:jc w:val="both"/>
    </w:pPr>
    <w:rPr>
      <w:rFonts w:ascii="Arial" w:hAnsi="Arial"/>
      <w:sz w:val="22"/>
      <w:szCs w:val="20"/>
      <w:lang w:val="en-ZA" w:eastAsia="en-ZA"/>
    </w:rPr>
  </w:style>
  <w:style w:type="character" w:customStyle="1" w:styleId="BodyTextChar">
    <w:name w:val="Body Text Char"/>
    <w:basedOn w:val="DefaultParagraphFont"/>
    <w:link w:val="BodyText"/>
    <w:rsid w:val="00FC58F7"/>
    <w:rPr>
      <w:rFonts w:ascii="Arial" w:hAnsi="Arial"/>
      <w:sz w:val="22"/>
    </w:rPr>
  </w:style>
  <w:style w:type="character" w:customStyle="1" w:styleId="ColorfulList-Accent1Char">
    <w:name w:val="Colorful List - Accent 1 Char"/>
    <w:rsid w:val="00816C24"/>
    <w:rPr>
      <w:rFonts w:ascii="Arial" w:hAnsi="Arial"/>
      <w:sz w:val="22"/>
      <w:lang w:eastAsia="en-ZA"/>
    </w:rPr>
  </w:style>
  <w:style w:type="paragraph" w:styleId="TOC4">
    <w:name w:val="toc 4"/>
    <w:basedOn w:val="Normal"/>
    <w:next w:val="Normal"/>
    <w:autoRedefine/>
    <w:rsid w:val="008B7FC8"/>
    <w:pPr>
      <w:ind w:left="720"/>
    </w:pPr>
    <w:rPr>
      <w:rFonts w:asciiTheme="minorHAnsi" w:hAnsiTheme="minorHAnsi" w:cstheme="minorHAnsi"/>
      <w:sz w:val="20"/>
      <w:szCs w:val="20"/>
    </w:rPr>
  </w:style>
  <w:style w:type="paragraph" w:styleId="TOC5">
    <w:name w:val="toc 5"/>
    <w:basedOn w:val="Normal"/>
    <w:next w:val="Normal"/>
    <w:autoRedefine/>
    <w:rsid w:val="008B7FC8"/>
    <w:pPr>
      <w:ind w:left="960"/>
    </w:pPr>
    <w:rPr>
      <w:rFonts w:asciiTheme="minorHAnsi" w:hAnsiTheme="minorHAnsi" w:cstheme="minorHAnsi"/>
      <w:sz w:val="20"/>
      <w:szCs w:val="20"/>
    </w:rPr>
  </w:style>
  <w:style w:type="paragraph" w:styleId="TOC6">
    <w:name w:val="toc 6"/>
    <w:basedOn w:val="Normal"/>
    <w:next w:val="Normal"/>
    <w:autoRedefine/>
    <w:rsid w:val="008B7FC8"/>
    <w:pPr>
      <w:ind w:left="1200"/>
    </w:pPr>
    <w:rPr>
      <w:rFonts w:asciiTheme="minorHAnsi" w:hAnsiTheme="minorHAnsi" w:cstheme="minorHAnsi"/>
      <w:sz w:val="20"/>
      <w:szCs w:val="20"/>
    </w:rPr>
  </w:style>
  <w:style w:type="paragraph" w:styleId="TOC7">
    <w:name w:val="toc 7"/>
    <w:basedOn w:val="Normal"/>
    <w:next w:val="Normal"/>
    <w:autoRedefine/>
    <w:rsid w:val="008B7FC8"/>
    <w:pPr>
      <w:ind w:left="1440"/>
    </w:pPr>
    <w:rPr>
      <w:rFonts w:asciiTheme="minorHAnsi" w:hAnsiTheme="minorHAnsi" w:cstheme="minorHAnsi"/>
      <w:sz w:val="20"/>
      <w:szCs w:val="20"/>
    </w:rPr>
  </w:style>
  <w:style w:type="paragraph" w:styleId="TOC8">
    <w:name w:val="toc 8"/>
    <w:basedOn w:val="Normal"/>
    <w:next w:val="Normal"/>
    <w:autoRedefine/>
    <w:rsid w:val="008B7FC8"/>
    <w:pPr>
      <w:ind w:left="1680"/>
    </w:pPr>
    <w:rPr>
      <w:rFonts w:asciiTheme="minorHAnsi" w:hAnsiTheme="minorHAnsi" w:cstheme="minorHAnsi"/>
      <w:sz w:val="20"/>
      <w:szCs w:val="20"/>
    </w:rPr>
  </w:style>
  <w:style w:type="paragraph" w:styleId="TOC9">
    <w:name w:val="toc 9"/>
    <w:basedOn w:val="Normal"/>
    <w:next w:val="Normal"/>
    <w:autoRedefine/>
    <w:rsid w:val="008B7FC8"/>
    <w:pPr>
      <w:ind w:left="1920"/>
    </w:pPr>
    <w:rPr>
      <w:rFonts w:asciiTheme="minorHAnsi" w:hAnsiTheme="minorHAnsi" w:cstheme="minorHAnsi"/>
      <w:sz w:val="20"/>
      <w:szCs w:val="20"/>
    </w:rPr>
  </w:style>
  <w:style w:type="paragraph" w:customStyle="1" w:styleId="Paranumbered">
    <w:name w:val="Para numbered"/>
    <w:rsid w:val="00894BA3"/>
    <w:pPr>
      <w:numPr>
        <w:ilvl w:val="1"/>
        <w:numId w:val="8"/>
      </w:numPr>
      <w:tabs>
        <w:tab w:val="left" w:pos="454"/>
      </w:tabs>
      <w:spacing w:after="120" w:line="240" w:lineRule="exact"/>
    </w:pPr>
    <w:rPr>
      <w:rFonts w:ascii="Georgia" w:hAnsi="Georgia"/>
      <w:sz w:val="18"/>
      <w:lang w:val="en-GB" w:eastAsia="en-US"/>
    </w:rPr>
  </w:style>
  <w:style w:type="character" w:customStyle="1" w:styleId="UnresolvedMention1">
    <w:name w:val="Unresolved Mention1"/>
    <w:basedOn w:val="DefaultParagraphFont"/>
    <w:uiPriority w:val="99"/>
    <w:semiHidden/>
    <w:unhideWhenUsed/>
    <w:rsid w:val="00916AC1"/>
    <w:rPr>
      <w:color w:val="605E5C"/>
      <w:shd w:val="clear" w:color="auto" w:fill="E1DFDD"/>
    </w:rPr>
  </w:style>
  <w:style w:type="paragraph" w:customStyle="1" w:styleId="DM5Level1">
    <w:name w:val="DM5 Level 1"/>
    <w:basedOn w:val="Normal"/>
    <w:qFormat/>
    <w:rsid w:val="003154DE"/>
    <w:pPr>
      <w:numPr>
        <w:numId w:val="9"/>
      </w:numPr>
      <w:spacing w:before="120" w:after="240" w:line="360" w:lineRule="auto"/>
      <w:jc w:val="both"/>
    </w:pPr>
    <w:rPr>
      <w:rFonts w:ascii="Arial" w:eastAsiaTheme="minorHAnsi" w:hAnsi="Arial" w:cs="Arial"/>
      <w:sz w:val="22"/>
      <w:szCs w:val="22"/>
      <w:lang w:val="en-US" w:eastAsia="en-US"/>
    </w:rPr>
  </w:style>
  <w:style w:type="paragraph" w:customStyle="1" w:styleId="DM5Level2">
    <w:name w:val="DM5 Level 2"/>
    <w:basedOn w:val="Normal"/>
    <w:link w:val="DM5Level2Char"/>
    <w:qFormat/>
    <w:rsid w:val="003154DE"/>
    <w:pPr>
      <w:numPr>
        <w:ilvl w:val="1"/>
        <w:numId w:val="9"/>
      </w:numPr>
      <w:spacing w:before="120" w:after="240" w:line="360" w:lineRule="auto"/>
      <w:ind w:left="1134" w:hanging="1134"/>
      <w:jc w:val="both"/>
    </w:pPr>
    <w:rPr>
      <w:sz w:val="20"/>
      <w:szCs w:val="20"/>
      <w:lang w:val="en-ZA" w:eastAsia="en-ZA"/>
    </w:rPr>
  </w:style>
  <w:style w:type="character" w:customStyle="1" w:styleId="DM5Level2Char">
    <w:name w:val="DM5 Level 2 Char"/>
    <w:link w:val="DM5Level2"/>
    <w:rsid w:val="00945807"/>
  </w:style>
  <w:style w:type="paragraph" w:customStyle="1" w:styleId="DM5Level3">
    <w:name w:val="DM5 Level 3"/>
    <w:basedOn w:val="Normal"/>
    <w:link w:val="DM5Level3Char"/>
    <w:qFormat/>
    <w:rsid w:val="003154DE"/>
    <w:pPr>
      <w:tabs>
        <w:tab w:val="num" w:pos="567"/>
      </w:tabs>
      <w:spacing w:before="120" w:after="240" w:line="360" w:lineRule="auto"/>
      <w:ind w:left="1701" w:hanging="1701"/>
      <w:jc w:val="both"/>
    </w:pPr>
    <w:rPr>
      <w:rFonts w:ascii="Arial" w:eastAsiaTheme="minorHAnsi" w:hAnsi="Arial" w:cs="Arial"/>
      <w:sz w:val="22"/>
      <w:szCs w:val="22"/>
      <w:lang w:val="en-US" w:eastAsia="en-US"/>
    </w:rPr>
  </w:style>
  <w:style w:type="character" w:customStyle="1" w:styleId="DM5Level3Char">
    <w:name w:val="DM5 Level 3 Char"/>
    <w:link w:val="DM5Level3"/>
    <w:rsid w:val="00945807"/>
    <w:rPr>
      <w:rFonts w:ascii="Arial" w:eastAsiaTheme="minorHAnsi" w:hAnsi="Arial" w:cs="Arial"/>
      <w:sz w:val="22"/>
      <w:szCs w:val="22"/>
      <w:lang w:val="en-US" w:eastAsia="en-US"/>
    </w:rPr>
  </w:style>
  <w:style w:type="paragraph" w:customStyle="1" w:styleId="DM5Level4">
    <w:name w:val="DM5 Level 4"/>
    <w:basedOn w:val="Normal"/>
    <w:link w:val="DM5Level4Char"/>
    <w:qFormat/>
    <w:rsid w:val="003154DE"/>
    <w:pPr>
      <w:tabs>
        <w:tab w:val="num" w:pos="567"/>
      </w:tabs>
      <w:spacing w:before="120" w:after="240" w:line="360" w:lineRule="auto"/>
      <w:ind w:left="2268" w:hanging="2268"/>
      <w:jc w:val="both"/>
    </w:pPr>
    <w:rPr>
      <w:rFonts w:ascii="Arial" w:eastAsiaTheme="minorHAnsi" w:hAnsi="Arial" w:cs="Arial"/>
      <w:sz w:val="22"/>
      <w:szCs w:val="22"/>
      <w:lang w:val="en-US" w:eastAsia="en-US"/>
    </w:rPr>
  </w:style>
  <w:style w:type="character" w:customStyle="1" w:styleId="DM5Level4Char">
    <w:name w:val="DM5 Level 4 Char"/>
    <w:link w:val="DM5Level4"/>
    <w:rsid w:val="00E368AD"/>
    <w:rPr>
      <w:rFonts w:ascii="Arial" w:eastAsiaTheme="minorHAnsi" w:hAnsi="Arial" w:cs="Arial"/>
      <w:sz w:val="22"/>
      <w:szCs w:val="22"/>
      <w:lang w:val="en-US" w:eastAsia="en-US"/>
    </w:rPr>
  </w:style>
  <w:style w:type="paragraph" w:customStyle="1" w:styleId="DM5Level5">
    <w:name w:val="DM5 Level 5"/>
    <w:basedOn w:val="Normal"/>
    <w:qFormat/>
    <w:rsid w:val="003154DE"/>
    <w:pPr>
      <w:numPr>
        <w:ilvl w:val="4"/>
        <w:numId w:val="9"/>
      </w:numPr>
      <w:spacing w:before="120" w:after="240" w:line="360" w:lineRule="auto"/>
      <w:ind w:left="2835" w:hanging="2835"/>
      <w:jc w:val="both"/>
    </w:pPr>
    <w:rPr>
      <w:rFonts w:ascii="Arial" w:eastAsiaTheme="minorHAnsi" w:hAnsi="Arial" w:cs="Arial"/>
      <w:sz w:val="22"/>
      <w:szCs w:val="22"/>
      <w:lang w:val="en-US" w:eastAsia="en-US"/>
    </w:rPr>
  </w:style>
  <w:style w:type="paragraph" w:customStyle="1" w:styleId="DM5Level6">
    <w:name w:val="DM5 Level 6"/>
    <w:basedOn w:val="Normal"/>
    <w:qFormat/>
    <w:rsid w:val="003154DE"/>
    <w:pPr>
      <w:tabs>
        <w:tab w:val="num" w:pos="567"/>
      </w:tabs>
      <w:spacing w:before="120" w:after="240" w:line="360" w:lineRule="auto"/>
      <w:ind w:left="3402" w:hanging="3402"/>
      <w:jc w:val="both"/>
    </w:pPr>
    <w:rPr>
      <w:rFonts w:ascii="Arial" w:eastAsiaTheme="minorHAnsi" w:hAnsi="Arial" w:cs="Arial"/>
      <w:sz w:val="22"/>
      <w:szCs w:val="22"/>
      <w:lang w:val="en-US" w:eastAsia="en-US"/>
    </w:rPr>
  </w:style>
  <w:style w:type="paragraph" w:customStyle="1" w:styleId="DM5Level7">
    <w:name w:val="DM5 Level 7"/>
    <w:basedOn w:val="Normal"/>
    <w:qFormat/>
    <w:rsid w:val="003154DE"/>
    <w:pPr>
      <w:numPr>
        <w:ilvl w:val="6"/>
        <w:numId w:val="9"/>
      </w:numPr>
      <w:spacing w:before="120" w:after="240" w:line="360" w:lineRule="auto"/>
      <w:ind w:left="3969" w:hanging="3969"/>
      <w:jc w:val="both"/>
    </w:pPr>
    <w:rPr>
      <w:rFonts w:ascii="Arial" w:eastAsiaTheme="minorHAnsi" w:hAnsi="Arial" w:cs="Arial"/>
      <w:sz w:val="22"/>
      <w:szCs w:val="22"/>
      <w:lang w:val="en-US" w:eastAsia="en-US"/>
    </w:rPr>
  </w:style>
  <w:style w:type="paragraph" w:customStyle="1" w:styleId="DM5Level8">
    <w:name w:val="DM5 Level 8"/>
    <w:basedOn w:val="Normal"/>
    <w:qFormat/>
    <w:rsid w:val="003154DE"/>
    <w:pPr>
      <w:tabs>
        <w:tab w:val="num" w:pos="567"/>
      </w:tabs>
      <w:spacing w:before="120" w:after="240" w:line="360" w:lineRule="auto"/>
      <w:ind w:left="4536" w:hanging="4536"/>
      <w:jc w:val="both"/>
    </w:pPr>
    <w:rPr>
      <w:rFonts w:ascii="Arial" w:eastAsiaTheme="minorHAnsi" w:hAnsi="Arial" w:cs="Arial"/>
      <w:sz w:val="22"/>
      <w:szCs w:val="22"/>
      <w:lang w:val="en-US" w:eastAsia="en-US"/>
    </w:rPr>
  </w:style>
  <w:style w:type="paragraph" w:customStyle="1" w:styleId="DM5Level9">
    <w:name w:val="DM5 Level 9"/>
    <w:basedOn w:val="Normal"/>
    <w:qFormat/>
    <w:rsid w:val="003154DE"/>
    <w:pPr>
      <w:numPr>
        <w:ilvl w:val="8"/>
        <w:numId w:val="9"/>
      </w:numPr>
      <w:spacing w:before="120" w:after="240" w:line="360" w:lineRule="auto"/>
      <w:ind w:left="5103" w:hanging="5103"/>
      <w:jc w:val="both"/>
    </w:pPr>
    <w:rPr>
      <w:rFonts w:ascii="Arial" w:eastAsiaTheme="minorHAnsi" w:hAnsi="Arial" w:cs="Arial"/>
      <w:sz w:val="22"/>
      <w:szCs w:val="22"/>
      <w:lang w:val="en-US" w:eastAsia="en-US"/>
    </w:rPr>
  </w:style>
  <w:style w:type="character" w:customStyle="1" w:styleId="CharacterStyle1">
    <w:name w:val="Character Style 1"/>
    <w:rsid w:val="00A64E8D"/>
    <w:rPr>
      <w:sz w:val="20"/>
    </w:rPr>
  </w:style>
  <w:style w:type="paragraph" w:customStyle="1" w:styleId="WW-NormalWeb">
    <w:name w:val="WW-Normal (Web)"/>
    <w:basedOn w:val="Normal"/>
    <w:rsid w:val="001D2BCE"/>
    <w:pPr>
      <w:suppressAutoHyphens/>
      <w:spacing w:before="280" w:after="280"/>
    </w:pPr>
    <w:rPr>
      <w:lang w:eastAsia="ar-SA"/>
    </w:rPr>
  </w:style>
  <w:style w:type="paragraph" w:customStyle="1" w:styleId="AOHead1">
    <w:name w:val="AOHead1"/>
    <w:basedOn w:val="Normal"/>
    <w:next w:val="AOHead2"/>
    <w:rsid w:val="00C82EDC"/>
    <w:pPr>
      <w:keepNext/>
      <w:numPr>
        <w:numId w:val="10"/>
      </w:numPr>
      <w:spacing w:before="240" w:line="260" w:lineRule="atLeast"/>
      <w:jc w:val="both"/>
      <w:outlineLvl w:val="0"/>
    </w:pPr>
    <w:rPr>
      <w:rFonts w:ascii="Times New Roman Bold" w:hAnsi="Times New Roman Bold"/>
      <w:b/>
      <w:caps/>
      <w:kern w:val="28"/>
      <w:sz w:val="22"/>
      <w:szCs w:val="20"/>
      <w:lang w:eastAsia="en-ZA"/>
    </w:rPr>
  </w:style>
  <w:style w:type="paragraph" w:customStyle="1" w:styleId="AOHead2">
    <w:name w:val="AOHead2"/>
    <w:basedOn w:val="Normal"/>
    <w:next w:val="Normal"/>
    <w:rsid w:val="00C82EDC"/>
    <w:pPr>
      <w:keepNext/>
      <w:numPr>
        <w:ilvl w:val="1"/>
        <w:numId w:val="10"/>
      </w:numPr>
      <w:spacing w:before="240" w:line="260" w:lineRule="atLeast"/>
      <w:jc w:val="both"/>
      <w:outlineLvl w:val="1"/>
    </w:pPr>
    <w:rPr>
      <w:b/>
      <w:sz w:val="22"/>
      <w:szCs w:val="20"/>
      <w:lang w:eastAsia="en-ZA"/>
    </w:rPr>
  </w:style>
  <w:style w:type="paragraph" w:customStyle="1" w:styleId="AOHead3">
    <w:name w:val="AOHead3"/>
    <w:basedOn w:val="Normal"/>
    <w:next w:val="Normal"/>
    <w:rsid w:val="00C82EDC"/>
    <w:pPr>
      <w:numPr>
        <w:ilvl w:val="2"/>
        <w:numId w:val="10"/>
      </w:numPr>
      <w:spacing w:before="240" w:line="360" w:lineRule="auto"/>
      <w:jc w:val="both"/>
      <w:outlineLvl w:val="2"/>
    </w:pPr>
    <w:rPr>
      <w:sz w:val="22"/>
      <w:szCs w:val="20"/>
      <w:lang w:eastAsia="en-ZA"/>
    </w:rPr>
  </w:style>
  <w:style w:type="paragraph" w:customStyle="1" w:styleId="AOHead4">
    <w:name w:val="AOHead4"/>
    <w:basedOn w:val="Normal"/>
    <w:next w:val="Normal"/>
    <w:rsid w:val="00C82EDC"/>
    <w:pPr>
      <w:tabs>
        <w:tab w:val="num" w:pos="2160"/>
      </w:tabs>
      <w:spacing w:before="240" w:line="360" w:lineRule="auto"/>
      <w:ind w:left="2160" w:hanging="720"/>
      <w:jc w:val="both"/>
      <w:outlineLvl w:val="3"/>
    </w:pPr>
    <w:rPr>
      <w:sz w:val="22"/>
      <w:szCs w:val="20"/>
      <w:lang w:eastAsia="en-ZA"/>
    </w:rPr>
  </w:style>
  <w:style w:type="paragraph" w:customStyle="1" w:styleId="AOHead5">
    <w:name w:val="AOHead5"/>
    <w:basedOn w:val="Normal"/>
    <w:next w:val="Normal"/>
    <w:rsid w:val="00C82EDC"/>
    <w:pPr>
      <w:tabs>
        <w:tab w:val="num" w:pos="2880"/>
      </w:tabs>
      <w:spacing w:before="240" w:line="260" w:lineRule="atLeast"/>
      <w:ind w:left="2880" w:hanging="720"/>
      <w:jc w:val="both"/>
      <w:outlineLvl w:val="4"/>
    </w:pPr>
    <w:rPr>
      <w:sz w:val="22"/>
      <w:szCs w:val="20"/>
      <w:lang w:eastAsia="en-ZA"/>
    </w:rPr>
  </w:style>
  <w:style w:type="paragraph" w:customStyle="1" w:styleId="AOHead6">
    <w:name w:val="AOHead6"/>
    <w:basedOn w:val="Normal"/>
    <w:next w:val="Normal"/>
    <w:rsid w:val="00C82EDC"/>
    <w:pPr>
      <w:tabs>
        <w:tab w:val="num" w:pos="3600"/>
      </w:tabs>
      <w:spacing w:before="240" w:line="260" w:lineRule="atLeast"/>
      <w:ind w:left="3600" w:hanging="720"/>
      <w:jc w:val="both"/>
      <w:outlineLvl w:val="5"/>
    </w:pPr>
    <w:rPr>
      <w:sz w:val="22"/>
      <w:szCs w:val="20"/>
      <w:lang w:eastAsia="en-ZA"/>
    </w:rPr>
  </w:style>
  <w:style w:type="paragraph" w:customStyle="1" w:styleId="level2-text">
    <w:name w:val="level2-text"/>
    <w:basedOn w:val="Normal"/>
    <w:next w:val="Normal"/>
    <w:rsid w:val="00256929"/>
    <w:pPr>
      <w:spacing w:before="240" w:line="276" w:lineRule="auto"/>
      <w:ind w:left="990"/>
      <w:jc w:val="both"/>
    </w:pPr>
    <w:rPr>
      <w:rFonts w:ascii="Arial" w:hAnsi="Arial"/>
      <w:sz w:val="20"/>
      <w:szCs w:val="20"/>
      <w:lang w:val="en-ZA" w:eastAsia="en-ZA"/>
    </w:rPr>
  </w:style>
  <w:style w:type="paragraph" w:customStyle="1" w:styleId="level2-head">
    <w:name w:val="level2-head"/>
    <w:basedOn w:val="level2"/>
    <w:rsid w:val="00256929"/>
    <w:pPr>
      <w:widowControl w:val="0"/>
      <w:numPr>
        <w:numId w:val="0"/>
      </w:numPr>
      <w:tabs>
        <w:tab w:val="clear" w:pos="4253"/>
        <w:tab w:val="clear" w:pos="8222"/>
        <w:tab w:val="num" w:pos="992"/>
      </w:tabs>
      <w:spacing w:before="360" w:line="276" w:lineRule="auto"/>
      <w:ind w:left="992" w:hanging="708"/>
      <w:outlineLvl w:val="9"/>
    </w:pPr>
    <w:rPr>
      <w:b/>
      <w:sz w:val="20"/>
      <w:lang w:val="en-ZA"/>
    </w:rPr>
  </w:style>
  <w:style w:type="paragraph" w:customStyle="1" w:styleId="Clause2Sub">
    <w:name w:val="Clause2Sub"/>
    <w:basedOn w:val="Normal"/>
    <w:link w:val="Clause2SubChar"/>
    <w:rsid w:val="0075739D"/>
    <w:pPr>
      <w:numPr>
        <w:ilvl w:val="1"/>
        <w:numId w:val="11"/>
      </w:numPr>
      <w:spacing w:after="240" w:line="360" w:lineRule="atLeast"/>
      <w:jc w:val="both"/>
    </w:pPr>
    <w:rPr>
      <w:rFonts w:ascii="Arial" w:eastAsia="MS Mincho" w:hAnsi="Arial"/>
      <w:sz w:val="20"/>
      <w:szCs w:val="20"/>
      <w:lang w:eastAsia="ja-JP"/>
    </w:rPr>
  </w:style>
  <w:style w:type="paragraph" w:customStyle="1" w:styleId="Clause3Sub">
    <w:name w:val="Clause3Sub"/>
    <w:basedOn w:val="Normal"/>
    <w:link w:val="Clause3SubChar"/>
    <w:rsid w:val="0075739D"/>
    <w:pPr>
      <w:numPr>
        <w:ilvl w:val="2"/>
        <w:numId w:val="11"/>
      </w:numPr>
      <w:spacing w:after="240" w:line="360" w:lineRule="atLeast"/>
      <w:jc w:val="both"/>
    </w:pPr>
    <w:rPr>
      <w:rFonts w:ascii="Arial" w:eastAsia="MS Mincho" w:hAnsi="Arial"/>
      <w:sz w:val="20"/>
      <w:szCs w:val="20"/>
      <w:lang w:eastAsia="ja-JP"/>
    </w:rPr>
  </w:style>
  <w:style w:type="character" w:customStyle="1" w:styleId="Clause3SubChar">
    <w:name w:val="Clause3Sub Char"/>
    <w:basedOn w:val="DefaultParagraphFont"/>
    <w:link w:val="Clause3Sub"/>
    <w:rsid w:val="0075739D"/>
    <w:rPr>
      <w:rFonts w:ascii="Arial" w:eastAsia="MS Mincho" w:hAnsi="Arial"/>
      <w:lang w:val="en-GB" w:eastAsia="ja-JP"/>
    </w:rPr>
  </w:style>
  <w:style w:type="paragraph" w:customStyle="1" w:styleId="Clause1Head">
    <w:name w:val="Clause1Head"/>
    <w:basedOn w:val="Normal"/>
    <w:next w:val="Clause0Sub"/>
    <w:rsid w:val="0075739D"/>
    <w:pPr>
      <w:keepNext/>
      <w:numPr>
        <w:numId w:val="11"/>
      </w:numPr>
      <w:spacing w:after="240" w:line="360" w:lineRule="atLeast"/>
      <w:jc w:val="both"/>
    </w:pPr>
    <w:rPr>
      <w:rFonts w:ascii="Arial" w:eastAsia="MS Mincho" w:hAnsi="Arial"/>
      <w:b/>
      <w:sz w:val="20"/>
      <w:szCs w:val="20"/>
      <w:lang w:eastAsia="ja-JP"/>
    </w:rPr>
  </w:style>
  <w:style w:type="character" w:customStyle="1" w:styleId="Clause4SubChar">
    <w:name w:val="Clause4Sub Char"/>
    <w:basedOn w:val="DefaultParagraphFont"/>
    <w:link w:val="Clause4Sub"/>
    <w:rsid w:val="0075739D"/>
    <w:rPr>
      <w:rFonts w:ascii="Arial" w:eastAsia="MS Mincho" w:hAnsi="Arial"/>
      <w:lang w:val="en-GB" w:eastAsia="ja-JP"/>
    </w:rPr>
  </w:style>
  <w:style w:type="paragraph" w:customStyle="1" w:styleId="Clause5Sub">
    <w:name w:val="Clause5Sub"/>
    <w:basedOn w:val="Normal"/>
    <w:rsid w:val="0075739D"/>
    <w:pPr>
      <w:numPr>
        <w:ilvl w:val="4"/>
        <w:numId w:val="11"/>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75739D"/>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Clause7Sub">
    <w:name w:val="Clause7Sub"/>
    <w:basedOn w:val="Normal"/>
    <w:rsid w:val="0075739D"/>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Clause8Sub">
    <w:name w:val="Clause8Sub"/>
    <w:basedOn w:val="Normal"/>
    <w:rsid w:val="0075739D"/>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Clause9Sub">
    <w:name w:val="Clause9Sub"/>
    <w:basedOn w:val="Normal"/>
    <w:rsid w:val="0075739D"/>
    <w:pPr>
      <w:tabs>
        <w:tab w:val="num" w:pos="8222"/>
      </w:tabs>
      <w:spacing w:after="240" w:line="360" w:lineRule="atLeast"/>
      <w:ind w:left="8222" w:hanging="1741"/>
      <w:jc w:val="both"/>
    </w:pPr>
    <w:rPr>
      <w:rFonts w:ascii="Arial" w:eastAsia="MS Mincho" w:hAnsi="Arial"/>
      <w:sz w:val="20"/>
      <w:szCs w:val="20"/>
      <w:lang w:eastAsia="ja-JP"/>
    </w:rPr>
  </w:style>
  <w:style w:type="paragraph" w:customStyle="1" w:styleId="Sublevel">
    <w:name w:val="Sub level"/>
    <w:basedOn w:val="Normal"/>
    <w:rsid w:val="00824CEA"/>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val="en-ZA" w:eastAsia="en-ZA"/>
    </w:rPr>
  </w:style>
  <w:style w:type="paragraph" w:customStyle="1" w:styleId="Level4italiclist">
    <w:name w:val="Level 4 italic list"/>
    <w:basedOn w:val="Normal"/>
    <w:rsid w:val="00707260"/>
    <w:pPr>
      <w:numPr>
        <w:numId w:val="12"/>
      </w:numPr>
      <w:tabs>
        <w:tab w:val="clear" w:pos="2847"/>
        <w:tab w:val="num" w:pos="2977"/>
      </w:tabs>
      <w:spacing w:before="240" w:line="432" w:lineRule="auto"/>
      <w:ind w:left="2977" w:hanging="425"/>
      <w:jc w:val="both"/>
    </w:pPr>
    <w:rPr>
      <w:rFonts w:ascii="Arial" w:hAnsi="Arial"/>
      <w:sz w:val="22"/>
      <w:szCs w:val="20"/>
      <w:lang w:val="en-ZA" w:eastAsia="en-ZA"/>
    </w:rPr>
  </w:style>
  <w:style w:type="paragraph" w:styleId="BodyText2">
    <w:name w:val="Body Text 2"/>
    <w:basedOn w:val="Normal"/>
    <w:link w:val="BodyText2Char"/>
    <w:rsid w:val="004E37D4"/>
    <w:pPr>
      <w:spacing w:after="120" w:line="480" w:lineRule="auto"/>
      <w:jc w:val="both"/>
    </w:pPr>
    <w:rPr>
      <w:rFonts w:ascii="Arial" w:hAnsi="Arial"/>
      <w:sz w:val="22"/>
      <w:szCs w:val="20"/>
      <w:lang w:val="en-ZA" w:eastAsia="en-ZA"/>
    </w:rPr>
  </w:style>
  <w:style w:type="character" w:customStyle="1" w:styleId="BodyText2Char">
    <w:name w:val="Body Text 2 Char"/>
    <w:basedOn w:val="DefaultParagraphFont"/>
    <w:link w:val="BodyText2"/>
    <w:rsid w:val="004E37D4"/>
    <w:rPr>
      <w:rFonts w:ascii="Arial" w:hAnsi="Arial"/>
      <w:sz w:val="22"/>
    </w:rPr>
  </w:style>
  <w:style w:type="paragraph" w:customStyle="1" w:styleId="LEVEL1">
    <w:name w:val="LEVEL1"/>
    <w:basedOn w:val="Normal"/>
    <w:rsid w:val="004E37D4"/>
    <w:pPr>
      <w:keepNext/>
      <w:keepLines/>
      <w:numPr>
        <w:numId w:val="13"/>
      </w:numPr>
      <w:suppressAutoHyphens/>
      <w:spacing w:after="120" w:line="360" w:lineRule="auto"/>
      <w:outlineLvl w:val="0"/>
    </w:pPr>
    <w:rPr>
      <w:rFonts w:ascii="Arial Bold" w:hAnsi="Arial Bold"/>
      <w:b/>
      <w:caps/>
      <w:sz w:val="20"/>
      <w:szCs w:val="20"/>
      <w:lang w:val="en-ZA" w:eastAsia="en-US"/>
    </w:rPr>
  </w:style>
  <w:style w:type="paragraph" w:customStyle="1" w:styleId="LEVEL20">
    <w:name w:val="LEVEL2"/>
    <w:basedOn w:val="Normal"/>
    <w:rsid w:val="004E37D4"/>
    <w:pPr>
      <w:numPr>
        <w:ilvl w:val="1"/>
        <w:numId w:val="13"/>
      </w:numPr>
      <w:suppressAutoHyphens/>
      <w:spacing w:after="120" w:line="360" w:lineRule="auto"/>
      <w:jc w:val="both"/>
      <w:outlineLvl w:val="1"/>
    </w:pPr>
    <w:rPr>
      <w:rFonts w:ascii="Arial" w:hAnsi="Arial"/>
      <w:sz w:val="20"/>
      <w:szCs w:val="20"/>
      <w:lang w:val="en-ZA" w:eastAsia="en-US"/>
    </w:rPr>
  </w:style>
  <w:style w:type="paragraph" w:customStyle="1" w:styleId="LEVEL3">
    <w:name w:val="LEVEL3"/>
    <w:basedOn w:val="Normal"/>
    <w:rsid w:val="004E37D4"/>
    <w:pPr>
      <w:numPr>
        <w:ilvl w:val="2"/>
        <w:numId w:val="13"/>
      </w:numPr>
      <w:suppressAutoHyphens/>
      <w:spacing w:after="120" w:line="360" w:lineRule="auto"/>
      <w:jc w:val="both"/>
      <w:outlineLvl w:val="2"/>
    </w:pPr>
    <w:rPr>
      <w:rFonts w:ascii="Arial" w:hAnsi="Arial"/>
      <w:sz w:val="20"/>
      <w:szCs w:val="20"/>
      <w:lang w:val="en-ZA" w:eastAsia="en-US"/>
    </w:rPr>
  </w:style>
  <w:style w:type="paragraph" w:customStyle="1" w:styleId="StdAgrLevel3">
    <w:name w:val="StdAgrLevel3"/>
    <w:basedOn w:val="Normal"/>
    <w:link w:val="StdAgrLevel3Char"/>
    <w:uiPriority w:val="99"/>
    <w:rsid w:val="004E37D4"/>
    <w:pPr>
      <w:tabs>
        <w:tab w:val="num" w:pos="2694"/>
      </w:tabs>
      <w:suppressAutoHyphens/>
      <w:spacing w:after="300" w:line="360" w:lineRule="auto"/>
      <w:ind w:left="2694" w:hanging="1701"/>
      <w:jc w:val="both"/>
      <w:outlineLvl w:val="2"/>
    </w:pPr>
    <w:rPr>
      <w:rFonts w:ascii="Arial" w:hAnsi="Arial"/>
      <w:sz w:val="22"/>
      <w:szCs w:val="20"/>
      <w:lang w:val="en-ZA" w:eastAsia="en-US"/>
    </w:rPr>
  </w:style>
  <w:style w:type="character" w:customStyle="1" w:styleId="StdAgrLevel3Char">
    <w:name w:val="StdAgrLevel3 Char"/>
    <w:basedOn w:val="DefaultParagraphFont"/>
    <w:link w:val="StdAgrLevel3"/>
    <w:uiPriority w:val="99"/>
    <w:locked/>
    <w:rsid w:val="004E37D4"/>
    <w:rPr>
      <w:rFonts w:ascii="Arial" w:hAnsi="Arial"/>
      <w:sz w:val="22"/>
      <w:lang w:eastAsia="en-US"/>
    </w:rPr>
  </w:style>
  <w:style w:type="character" w:customStyle="1" w:styleId="RD2Char">
    <w:name w:val="R&amp;D2 Char"/>
    <w:basedOn w:val="DefaultParagraphFont"/>
    <w:link w:val="RD2"/>
    <w:locked/>
    <w:rsid w:val="004E37D4"/>
    <w:rPr>
      <w:rFonts w:ascii="Arial" w:hAnsi="Arial" w:cs="Arial"/>
      <w:lang w:val="en-GB"/>
    </w:rPr>
  </w:style>
  <w:style w:type="paragraph" w:customStyle="1" w:styleId="RD2">
    <w:name w:val="R&amp;D2"/>
    <w:basedOn w:val="Normal"/>
    <w:link w:val="RD2Char"/>
    <w:rsid w:val="004E37D4"/>
    <w:pPr>
      <w:numPr>
        <w:ilvl w:val="1"/>
        <w:numId w:val="14"/>
      </w:numPr>
      <w:spacing w:after="240"/>
    </w:pPr>
    <w:rPr>
      <w:rFonts w:ascii="Arial" w:hAnsi="Arial" w:cs="Arial"/>
      <w:sz w:val="20"/>
      <w:szCs w:val="20"/>
      <w:lang w:eastAsia="en-ZA"/>
    </w:rPr>
  </w:style>
  <w:style w:type="paragraph" w:customStyle="1" w:styleId="RD3">
    <w:name w:val="R&amp;D3"/>
    <w:basedOn w:val="Normal"/>
    <w:rsid w:val="004E37D4"/>
    <w:pPr>
      <w:numPr>
        <w:ilvl w:val="2"/>
        <w:numId w:val="14"/>
      </w:numPr>
      <w:spacing w:after="240"/>
    </w:pPr>
    <w:rPr>
      <w:rFonts w:ascii="Arial" w:hAnsi="Arial"/>
      <w:sz w:val="20"/>
      <w:szCs w:val="20"/>
      <w:lang w:eastAsia="en-ZA"/>
    </w:rPr>
  </w:style>
  <w:style w:type="paragraph" w:customStyle="1" w:styleId="RD4">
    <w:name w:val="R&amp;D4"/>
    <w:basedOn w:val="Normal"/>
    <w:rsid w:val="004E37D4"/>
    <w:pPr>
      <w:numPr>
        <w:ilvl w:val="3"/>
        <w:numId w:val="14"/>
      </w:numPr>
      <w:spacing w:after="240"/>
    </w:pPr>
    <w:rPr>
      <w:rFonts w:ascii="Arial" w:hAnsi="Arial"/>
      <w:sz w:val="20"/>
      <w:szCs w:val="20"/>
      <w:lang w:eastAsia="en-ZA"/>
    </w:rPr>
  </w:style>
  <w:style w:type="paragraph" w:customStyle="1" w:styleId="RD5">
    <w:name w:val="R&amp;D5"/>
    <w:basedOn w:val="Normal"/>
    <w:rsid w:val="004E37D4"/>
    <w:pPr>
      <w:numPr>
        <w:ilvl w:val="4"/>
        <w:numId w:val="14"/>
      </w:numPr>
      <w:spacing w:after="240"/>
    </w:pPr>
    <w:rPr>
      <w:rFonts w:ascii="Arial" w:hAnsi="Arial"/>
      <w:sz w:val="20"/>
      <w:szCs w:val="20"/>
      <w:lang w:eastAsia="en-ZA"/>
    </w:rPr>
  </w:style>
  <w:style w:type="paragraph" w:customStyle="1" w:styleId="RD6">
    <w:name w:val="R&amp;D6"/>
    <w:basedOn w:val="Normal"/>
    <w:rsid w:val="004E37D4"/>
    <w:pPr>
      <w:numPr>
        <w:ilvl w:val="5"/>
        <w:numId w:val="14"/>
      </w:numPr>
      <w:spacing w:after="240"/>
    </w:pPr>
    <w:rPr>
      <w:rFonts w:ascii="Arial" w:hAnsi="Arial"/>
      <w:sz w:val="20"/>
      <w:szCs w:val="20"/>
      <w:lang w:eastAsia="en-ZA"/>
    </w:rPr>
  </w:style>
  <w:style w:type="paragraph" w:customStyle="1" w:styleId="DefaultText">
    <w:name w:val="Default Text"/>
    <w:basedOn w:val="Normal"/>
    <w:rsid w:val="00B366BB"/>
    <w:pPr>
      <w:autoSpaceDE w:val="0"/>
      <w:autoSpaceDN w:val="0"/>
      <w:adjustRightInd w:val="0"/>
    </w:pPr>
    <w:rPr>
      <w:rFonts w:ascii="Arial" w:hAnsi="Arial" w:cs="Arial"/>
      <w:sz w:val="20"/>
      <w:szCs w:val="20"/>
      <w:lang w:val="en-US" w:eastAsia="en-US"/>
    </w:rPr>
  </w:style>
  <w:style w:type="paragraph" w:customStyle="1" w:styleId="Level8">
    <w:name w:val="Level8"/>
    <w:basedOn w:val="Level70"/>
    <w:rsid w:val="00B366BB"/>
    <w:pPr>
      <w:numPr>
        <w:ilvl w:val="0"/>
        <w:numId w:val="0"/>
      </w:numPr>
      <w:tabs>
        <w:tab w:val="num" w:pos="2552"/>
      </w:tabs>
      <w:spacing w:after="240" w:line="288" w:lineRule="auto"/>
      <w:ind w:left="2552" w:right="45" w:hanging="2552"/>
    </w:pPr>
    <w:rPr>
      <w:rFonts w:cs="Arial"/>
      <w:b w:val="0"/>
      <w:caps w:val="0"/>
      <w:sz w:val="20"/>
    </w:rPr>
  </w:style>
  <w:style w:type="paragraph" w:customStyle="1" w:styleId="Level9">
    <w:name w:val="Level9"/>
    <w:basedOn w:val="Level8"/>
    <w:rsid w:val="00B366BB"/>
    <w:pPr>
      <w:tabs>
        <w:tab w:val="clear" w:pos="2552"/>
        <w:tab w:val="num" w:pos="2835"/>
      </w:tabs>
      <w:ind w:left="2835" w:hanging="2835"/>
    </w:pPr>
    <w:rPr>
      <w:b/>
      <w:caps/>
    </w:rPr>
  </w:style>
  <w:style w:type="character" w:customStyle="1" w:styleId="UnresolvedMention2">
    <w:name w:val="Unresolved Mention2"/>
    <w:basedOn w:val="DefaultParagraphFont"/>
    <w:uiPriority w:val="99"/>
    <w:semiHidden/>
    <w:unhideWhenUsed/>
    <w:rsid w:val="00F24BBE"/>
    <w:rPr>
      <w:color w:val="605E5C"/>
      <w:shd w:val="clear" w:color="auto" w:fill="E1DFDD"/>
    </w:rPr>
  </w:style>
  <w:style w:type="paragraph" w:customStyle="1" w:styleId="RD1">
    <w:name w:val="R&amp;D1"/>
    <w:basedOn w:val="Normal"/>
    <w:autoRedefine/>
    <w:rsid w:val="00B42510"/>
    <w:pPr>
      <w:spacing w:after="240"/>
      <w:ind w:left="720"/>
      <w:jc w:val="center"/>
    </w:pPr>
    <w:rPr>
      <w:rFonts w:ascii="Arial Bold" w:hAnsi="Arial Bold" w:cs="Arial"/>
      <w:b/>
      <w:caps/>
      <w:sz w:val="28"/>
      <w:szCs w:val="28"/>
      <w:lang w:eastAsia="en-ZA"/>
    </w:rPr>
  </w:style>
  <w:style w:type="paragraph" w:customStyle="1" w:styleId="level1-text">
    <w:name w:val="level1-text"/>
    <w:basedOn w:val="Normal"/>
    <w:rsid w:val="00B42510"/>
    <w:pPr>
      <w:spacing w:before="240" w:line="276" w:lineRule="auto"/>
      <w:ind w:left="550"/>
      <w:jc w:val="both"/>
    </w:pPr>
    <w:rPr>
      <w:rFonts w:ascii="Arial" w:hAnsi="Arial"/>
      <w:sz w:val="20"/>
      <w:szCs w:val="20"/>
      <w:lang w:eastAsia="en-ZA"/>
    </w:rPr>
  </w:style>
  <w:style w:type="character" w:customStyle="1" w:styleId="UnresolvedMention3">
    <w:name w:val="Unresolved Mention3"/>
    <w:basedOn w:val="DefaultParagraphFont"/>
    <w:uiPriority w:val="99"/>
    <w:semiHidden/>
    <w:unhideWhenUsed/>
    <w:rsid w:val="00C23293"/>
    <w:rPr>
      <w:color w:val="605E5C"/>
      <w:shd w:val="clear" w:color="auto" w:fill="E1DFDD"/>
    </w:rPr>
  </w:style>
  <w:style w:type="paragraph" w:customStyle="1" w:styleId="Signature1">
    <w:name w:val="Signature1"/>
    <w:basedOn w:val="Normal"/>
    <w:rsid w:val="003D5C62"/>
    <w:pPr>
      <w:tabs>
        <w:tab w:val="left" w:pos="4253"/>
        <w:tab w:val="left" w:leader="underscore" w:pos="8222"/>
      </w:tabs>
      <w:jc w:val="both"/>
    </w:pPr>
    <w:rPr>
      <w:rFonts w:ascii="Arial" w:hAnsi="Arial"/>
      <w:sz w:val="22"/>
      <w:szCs w:val="22"/>
      <w:lang w:val="en-ZA"/>
    </w:rPr>
  </w:style>
  <w:style w:type="paragraph" w:styleId="DocumentMap">
    <w:name w:val="Document Map"/>
    <w:basedOn w:val="Normal"/>
    <w:link w:val="DocumentMapChar"/>
    <w:semiHidden/>
    <w:rsid w:val="003D5C62"/>
    <w:pPr>
      <w:shd w:val="clear" w:color="auto" w:fill="000080"/>
      <w:jc w:val="both"/>
    </w:pPr>
    <w:rPr>
      <w:rFonts w:ascii="Tahoma" w:hAnsi="Tahoma"/>
      <w:sz w:val="22"/>
      <w:szCs w:val="20"/>
      <w:lang w:val="en-ZA" w:eastAsia="en-ZA"/>
    </w:rPr>
  </w:style>
  <w:style w:type="character" w:customStyle="1" w:styleId="DocumentMapChar">
    <w:name w:val="Document Map Char"/>
    <w:basedOn w:val="DefaultParagraphFont"/>
    <w:link w:val="DocumentMap"/>
    <w:semiHidden/>
    <w:rsid w:val="003D5C62"/>
    <w:rPr>
      <w:rFonts w:ascii="Tahoma" w:hAnsi="Tahoma"/>
      <w:sz w:val="22"/>
      <w:shd w:val="clear" w:color="auto" w:fill="000080"/>
    </w:rPr>
  </w:style>
  <w:style w:type="paragraph" w:customStyle="1" w:styleId="GW51">
    <w:name w:val="GW5.1"/>
    <w:basedOn w:val="Normal"/>
    <w:rsid w:val="003D5C62"/>
    <w:pPr>
      <w:tabs>
        <w:tab w:val="left" w:pos="0"/>
        <w:tab w:val="left" w:pos="1152"/>
        <w:tab w:val="left" w:pos="4176"/>
        <w:tab w:val="left" w:pos="6480"/>
      </w:tabs>
      <w:ind w:right="713"/>
      <w:jc w:val="both"/>
    </w:pPr>
    <w:rPr>
      <w:snapToGrid w:val="0"/>
      <w:sz w:val="20"/>
      <w:szCs w:val="20"/>
      <w:lang w:eastAsia="en-US"/>
    </w:rPr>
  </w:style>
  <w:style w:type="paragraph" w:customStyle="1" w:styleId="GW52">
    <w:name w:val="GW5.2"/>
    <w:basedOn w:val="Normal"/>
    <w:rsid w:val="003D5C62"/>
    <w:pPr>
      <w:tabs>
        <w:tab w:val="left" w:pos="0"/>
        <w:tab w:val="left" w:pos="1296"/>
        <w:tab w:val="left" w:pos="3744"/>
      </w:tabs>
      <w:ind w:right="857"/>
      <w:jc w:val="both"/>
    </w:pPr>
    <w:rPr>
      <w:snapToGrid w:val="0"/>
      <w:sz w:val="20"/>
      <w:szCs w:val="20"/>
      <w:lang w:eastAsia="en-US"/>
    </w:rPr>
  </w:style>
  <w:style w:type="paragraph" w:styleId="Title">
    <w:name w:val="Title"/>
    <w:basedOn w:val="Normal"/>
    <w:link w:val="TitleChar"/>
    <w:qFormat/>
    <w:rsid w:val="003D5C62"/>
    <w:pPr>
      <w:spacing w:before="2160"/>
      <w:jc w:val="center"/>
    </w:pPr>
    <w:rPr>
      <w:rFonts w:ascii="Arial" w:hAnsi="Arial"/>
      <w:b/>
      <w:sz w:val="36"/>
      <w:szCs w:val="20"/>
      <w:lang w:val="en-ZA" w:eastAsia="en-ZA"/>
    </w:rPr>
  </w:style>
  <w:style w:type="character" w:customStyle="1" w:styleId="TitleChar">
    <w:name w:val="Title Char"/>
    <w:basedOn w:val="DefaultParagraphFont"/>
    <w:link w:val="Title"/>
    <w:rsid w:val="003D5C62"/>
    <w:rPr>
      <w:rFonts w:ascii="Arial" w:hAnsi="Arial"/>
      <w:b/>
      <w:sz w:val="36"/>
    </w:rPr>
  </w:style>
  <w:style w:type="paragraph" w:customStyle="1" w:styleId="GW31">
    <w:name w:val="GW3.1"/>
    <w:basedOn w:val="Normal"/>
    <w:rsid w:val="003D5C62"/>
    <w:pPr>
      <w:tabs>
        <w:tab w:val="center" w:pos="4176"/>
        <w:tab w:val="left" w:pos="4608"/>
        <w:tab w:val="left" w:pos="6048"/>
      </w:tabs>
      <w:spacing w:line="360" w:lineRule="auto"/>
      <w:ind w:right="713"/>
      <w:jc w:val="both"/>
    </w:pPr>
    <w:rPr>
      <w:snapToGrid w:val="0"/>
      <w:sz w:val="22"/>
      <w:szCs w:val="20"/>
      <w:lang w:val="en-AU" w:eastAsia="en-US"/>
    </w:rPr>
  </w:style>
  <w:style w:type="paragraph" w:customStyle="1" w:styleId="Level3Agre">
    <w:name w:val="Level3Agre"/>
    <w:basedOn w:val="Normal"/>
    <w:rsid w:val="003D5C62"/>
    <w:pPr>
      <w:numPr>
        <w:ilvl w:val="2"/>
        <w:numId w:val="36"/>
      </w:numPr>
      <w:spacing w:before="360" w:line="360" w:lineRule="auto"/>
      <w:jc w:val="both"/>
      <w:outlineLvl w:val="2"/>
    </w:pPr>
    <w:rPr>
      <w:rFonts w:ascii="Arial" w:hAnsi="Arial"/>
      <w:sz w:val="22"/>
      <w:szCs w:val="20"/>
      <w:lang w:val="en-ZA" w:eastAsia="en-ZA"/>
    </w:rPr>
  </w:style>
  <w:style w:type="paragraph" w:customStyle="1" w:styleId="Level1Agre">
    <w:name w:val="Level1Agre"/>
    <w:basedOn w:val="Normal"/>
    <w:next w:val="Normal"/>
    <w:rsid w:val="003D5C62"/>
    <w:pPr>
      <w:keepNext/>
      <w:numPr>
        <w:numId w:val="36"/>
      </w:numPr>
      <w:spacing w:before="480" w:line="360" w:lineRule="auto"/>
      <w:jc w:val="both"/>
      <w:outlineLvl w:val="0"/>
    </w:pPr>
    <w:rPr>
      <w:rFonts w:ascii="Arial" w:hAnsi="Arial"/>
      <w:b/>
      <w:sz w:val="22"/>
      <w:szCs w:val="20"/>
      <w:lang w:val="en-ZA" w:eastAsia="en-ZA"/>
    </w:rPr>
  </w:style>
  <w:style w:type="paragraph" w:customStyle="1" w:styleId="Level2Agre">
    <w:name w:val="Level2Agre"/>
    <w:basedOn w:val="Normal"/>
    <w:rsid w:val="003D5C62"/>
    <w:pPr>
      <w:numPr>
        <w:ilvl w:val="1"/>
        <w:numId w:val="36"/>
      </w:numPr>
      <w:spacing w:before="360" w:line="360" w:lineRule="auto"/>
      <w:jc w:val="both"/>
      <w:outlineLvl w:val="1"/>
    </w:pPr>
    <w:rPr>
      <w:rFonts w:ascii="Arial" w:hAnsi="Arial"/>
      <w:sz w:val="22"/>
      <w:szCs w:val="20"/>
      <w:lang w:val="en-ZA" w:eastAsia="en-ZA"/>
    </w:rPr>
  </w:style>
  <w:style w:type="paragraph" w:customStyle="1" w:styleId="Level4Agre">
    <w:name w:val="Level4Agre"/>
    <w:basedOn w:val="Normal"/>
    <w:rsid w:val="003D5C62"/>
    <w:pPr>
      <w:numPr>
        <w:ilvl w:val="3"/>
        <w:numId w:val="36"/>
      </w:numPr>
      <w:spacing w:before="360" w:line="360" w:lineRule="auto"/>
      <w:jc w:val="both"/>
    </w:pPr>
    <w:rPr>
      <w:rFonts w:ascii="Arial" w:hAnsi="Arial"/>
      <w:sz w:val="22"/>
      <w:szCs w:val="20"/>
      <w:lang w:val="en-ZA" w:eastAsia="en-ZA"/>
    </w:rPr>
  </w:style>
  <w:style w:type="paragraph" w:customStyle="1" w:styleId="Level5Agre">
    <w:name w:val="Level5Agre"/>
    <w:basedOn w:val="Normal"/>
    <w:rsid w:val="003D5C62"/>
    <w:pPr>
      <w:numPr>
        <w:ilvl w:val="4"/>
        <w:numId w:val="36"/>
      </w:numPr>
      <w:spacing w:before="360" w:line="360" w:lineRule="auto"/>
      <w:jc w:val="both"/>
    </w:pPr>
    <w:rPr>
      <w:rFonts w:ascii="Arial" w:hAnsi="Arial"/>
      <w:sz w:val="22"/>
      <w:szCs w:val="20"/>
      <w:lang w:val="en-ZA" w:eastAsia="en-ZA"/>
    </w:rPr>
  </w:style>
  <w:style w:type="paragraph" w:customStyle="1" w:styleId="Level6Agre">
    <w:name w:val="Level6Agre"/>
    <w:basedOn w:val="Normal"/>
    <w:rsid w:val="003D5C62"/>
    <w:pPr>
      <w:numPr>
        <w:ilvl w:val="5"/>
        <w:numId w:val="36"/>
      </w:numPr>
      <w:spacing w:before="360" w:line="360" w:lineRule="auto"/>
      <w:jc w:val="both"/>
    </w:pPr>
    <w:rPr>
      <w:rFonts w:ascii="Arial" w:hAnsi="Arial"/>
      <w:sz w:val="22"/>
      <w:szCs w:val="20"/>
      <w:lang w:val="en-ZA" w:eastAsia="en-ZA"/>
    </w:rPr>
  </w:style>
  <w:style w:type="paragraph" w:customStyle="1" w:styleId="LogoCorp">
    <w:name w:val="LogoCorp"/>
    <w:rsid w:val="003D5C62"/>
    <w:rPr>
      <w:rFonts w:ascii="Arial" w:hAnsi="Arial" w:cs="Arial"/>
      <w:sz w:val="22"/>
      <w:szCs w:val="24"/>
      <w:lang w:val="en-GB" w:eastAsia="en-US"/>
    </w:rPr>
  </w:style>
  <w:style w:type="character" w:customStyle="1" w:styleId="JohnMcFarlane">
    <w:name w:val="John McFarlane"/>
    <w:semiHidden/>
    <w:rsid w:val="003D5C62"/>
    <w:rPr>
      <w:rFonts w:ascii="Arial" w:hAnsi="Arial" w:cs="Arial"/>
      <w:color w:val="auto"/>
      <w:sz w:val="20"/>
      <w:szCs w:val="20"/>
    </w:rPr>
  </w:style>
  <w:style w:type="paragraph" w:customStyle="1" w:styleId="Heading10">
    <w:name w:val="Heading1"/>
    <w:basedOn w:val="Normal"/>
    <w:next w:val="level2"/>
    <w:rsid w:val="003D5C62"/>
    <w:pPr>
      <w:jc w:val="both"/>
    </w:pPr>
    <w:rPr>
      <w:rFonts w:ascii="Arial" w:hAnsi="Arial"/>
      <w:b/>
      <w:caps/>
      <w:szCs w:val="20"/>
      <w:lang w:val="en-ZA" w:eastAsia="en-ZA"/>
    </w:rPr>
  </w:style>
  <w:style w:type="paragraph" w:customStyle="1" w:styleId="paragraph1">
    <w:name w:val="paragraph1"/>
    <w:basedOn w:val="Normal"/>
    <w:rsid w:val="003D5C62"/>
    <w:pPr>
      <w:jc w:val="both"/>
    </w:pPr>
    <w:rPr>
      <w:rFonts w:ascii="Arial" w:hAnsi="Arial"/>
      <w:sz w:val="22"/>
      <w:szCs w:val="20"/>
      <w:lang w:val="en-ZA" w:eastAsia="en-ZA"/>
    </w:rPr>
  </w:style>
  <w:style w:type="paragraph" w:customStyle="1" w:styleId="Style1">
    <w:name w:val="Style1"/>
    <w:basedOn w:val="Normal"/>
    <w:next w:val="Normal"/>
    <w:rsid w:val="003D5C62"/>
    <w:pPr>
      <w:spacing w:before="240" w:line="360" w:lineRule="auto"/>
      <w:jc w:val="both"/>
    </w:pPr>
    <w:rPr>
      <w:rFonts w:ascii="Arial" w:hAnsi="Arial"/>
      <w:sz w:val="22"/>
      <w:szCs w:val="20"/>
      <w:lang w:val="en-ZA" w:eastAsia="en-ZA"/>
    </w:rPr>
  </w:style>
  <w:style w:type="paragraph" w:customStyle="1" w:styleId="Style2">
    <w:name w:val="Style2"/>
    <w:basedOn w:val="ListBullet"/>
    <w:rsid w:val="003D5C62"/>
    <w:pPr>
      <w:numPr>
        <w:numId w:val="0"/>
      </w:numPr>
    </w:pPr>
  </w:style>
  <w:style w:type="paragraph" w:customStyle="1" w:styleId="asublevel">
    <w:name w:val="asublevel"/>
    <w:basedOn w:val="Normal"/>
    <w:rsid w:val="003D5C62"/>
    <w:pPr>
      <w:spacing w:before="240"/>
      <w:jc w:val="both"/>
    </w:pPr>
    <w:rPr>
      <w:rFonts w:ascii="Arial" w:hAnsi="Arial"/>
      <w:sz w:val="22"/>
      <w:szCs w:val="20"/>
      <w:lang w:val="en-ZA" w:eastAsia="en-ZA"/>
    </w:rPr>
  </w:style>
  <w:style w:type="paragraph" w:customStyle="1" w:styleId="letterStyle">
    <w:name w:val="letterStyle"/>
    <w:basedOn w:val="Normal"/>
    <w:rsid w:val="003D5C62"/>
    <w:pPr>
      <w:spacing w:before="360"/>
      <w:ind w:right="1985"/>
    </w:pPr>
    <w:rPr>
      <w:rFonts w:ascii="Arial" w:hAnsi="Arial"/>
      <w:sz w:val="22"/>
      <w:szCs w:val="20"/>
      <w:u w:val="single"/>
      <w:lang w:val="en-US" w:eastAsia="en-US"/>
    </w:rPr>
  </w:style>
  <w:style w:type="paragraph" w:customStyle="1" w:styleId="CharCharCharChar">
    <w:name w:val="Char Char Char Char"/>
    <w:basedOn w:val="Normal"/>
    <w:rsid w:val="003D5C62"/>
    <w:pPr>
      <w:numPr>
        <w:ilvl w:val="1"/>
      </w:numPr>
      <w:tabs>
        <w:tab w:val="num" w:pos="2234"/>
      </w:tabs>
      <w:spacing w:after="160" w:line="240" w:lineRule="exact"/>
      <w:ind w:left="794" w:hanging="360"/>
    </w:pPr>
    <w:rPr>
      <w:rFonts w:ascii="Verdana" w:hAnsi="Verdana"/>
      <w:sz w:val="20"/>
      <w:szCs w:val="20"/>
      <w:lang w:val="en-US" w:eastAsia="en-US"/>
    </w:rPr>
  </w:style>
  <w:style w:type="paragraph" w:styleId="FootnoteText">
    <w:name w:val="footnote text"/>
    <w:basedOn w:val="Normal"/>
    <w:link w:val="FootnoteTextChar"/>
    <w:semiHidden/>
    <w:rsid w:val="003D5C62"/>
    <w:rPr>
      <w:rFonts w:ascii="Arial" w:hAnsi="Arial"/>
      <w:sz w:val="20"/>
      <w:szCs w:val="20"/>
      <w:lang w:val="en-ZA" w:eastAsia="en-US"/>
    </w:rPr>
  </w:style>
  <w:style w:type="character" w:customStyle="1" w:styleId="FootnoteTextChar">
    <w:name w:val="Footnote Text Char"/>
    <w:basedOn w:val="DefaultParagraphFont"/>
    <w:link w:val="FootnoteText"/>
    <w:semiHidden/>
    <w:rsid w:val="003D5C62"/>
    <w:rPr>
      <w:rFonts w:ascii="Arial" w:hAnsi="Arial"/>
      <w:lang w:eastAsia="en-US"/>
    </w:rPr>
  </w:style>
  <w:style w:type="character" w:styleId="FootnoteReference">
    <w:name w:val="footnote reference"/>
    <w:semiHidden/>
    <w:rsid w:val="003D5C62"/>
    <w:rPr>
      <w:vertAlign w:val="superscript"/>
    </w:rPr>
  </w:style>
  <w:style w:type="paragraph" w:customStyle="1" w:styleId="xl55">
    <w:name w:val="xl55"/>
    <w:basedOn w:val="Normal"/>
    <w:rsid w:val="003D5C62"/>
    <w:pPr>
      <w:pBdr>
        <w:left w:val="single" w:sz="8" w:space="0" w:color="auto"/>
        <w:bottom w:val="single" w:sz="8" w:space="0" w:color="auto"/>
      </w:pBdr>
      <w:spacing w:before="100" w:beforeAutospacing="1" w:after="100" w:afterAutospacing="1"/>
    </w:pPr>
    <w:rPr>
      <w:rFonts w:ascii="Arial" w:eastAsia="Arial Unicode MS" w:hAnsi="Arial" w:cs="Arial"/>
      <w:sz w:val="16"/>
      <w:szCs w:val="16"/>
      <w:lang w:val="en-US" w:eastAsia="en-US"/>
    </w:rPr>
  </w:style>
  <w:style w:type="paragraph" w:styleId="BodyTextIndent3">
    <w:name w:val="Body Text Indent 3"/>
    <w:basedOn w:val="Normal"/>
    <w:link w:val="BodyTextIndent3Char"/>
    <w:rsid w:val="003D5C62"/>
    <w:pPr>
      <w:spacing w:after="120"/>
      <w:ind w:left="283"/>
      <w:jc w:val="both"/>
    </w:pPr>
    <w:rPr>
      <w:rFonts w:ascii="Arial" w:hAnsi="Arial"/>
      <w:sz w:val="16"/>
      <w:szCs w:val="16"/>
      <w:lang w:val="en-ZA" w:eastAsia="en-ZA"/>
    </w:rPr>
  </w:style>
  <w:style w:type="character" w:customStyle="1" w:styleId="BodyTextIndent3Char">
    <w:name w:val="Body Text Indent 3 Char"/>
    <w:basedOn w:val="DefaultParagraphFont"/>
    <w:link w:val="BodyTextIndent3"/>
    <w:rsid w:val="003D5C62"/>
    <w:rPr>
      <w:rFonts w:ascii="Arial" w:hAnsi="Arial"/>
      <w:sz w:val="16"/>
      <w:szCs w:val="16"/>
    </w:rPr>
  </w:style>
  <w:style w:type="paragraph" w:customStyle="1" w:styleId="Char">
    <w:name w:val="Char"/>
    <w:basedOn w:val="Normal"/>
    <w:rsid w:val="003D5C62"/>
    <w:pPr>
      <w:autoSpaceDE w:val="0"/>
      <w:autoSpaceDN w:val="0"/>
      <w:adjustRightInd w:val="0"/>
    </w:pPr>
    <w:rPr>
      <w:sz w:val="20"/>
      <w:szCs w:val="20"/>
      <w:lang w:val="en-US" w:eastAsia="en-ZA"/>
    </w:rPr>
  </w:style>
  <w:style w:type="paragraph" w:customStyle="1" w:styleId="Heading2Text">
    <w:name w:val="Heading 2 Text"/>
    <w:basedOn w:val="BodyText2"/>
    <w:link w:val="Heading2TextChar"/>
    <w:rsid w:val="003D5C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pPr>
    <w:rPr>
      <w:rFonts w:ascii="Garamond" w:hAnsi="Garamond"/>
      <w:szCs w:val="22"/>
      <w:lang w:val="en-US" w:eastAsia="en-US"/>
    </w:rPr>
  </w:style>
  <w:style w:type="numbering" w:styleId="111111">
    <w:name w:val="Outline List 2"/>
    <w:basedOn w:val="NoList"/>
    <w:semiHidden/>
    <w:rsid w:val="003D5C62"/>
    <w:pPr>
      <w:numPr>
        <w:numId w:val="37"/>
      </w:numPr>
    </w:pPr>
  </w:style>
  <w:style w:type="character" w:customStyle="1" w:styleId="Heading2TextChar">
    <w:name w:val="Heading 2 Text Char"/>
    <w:link w:val="Heading2Text"/>
    <w:rsid w:val="003D5C62"/>
    <w:rPr>
      <w:rFonts w:ascii="Garamond" w:hAnsi="Garamond"/>
      <w:sz w:val="22"/>
      <w:szCs w:val="22"/>
      <w:lang w:val="en-US" w:eastAsia="en-US"/>
    </w:rPr>
  </w:style>
  <w:style w:type="paragraph" w:customStyle="1" w:styleId="LetterClosing">
    <w:name w:val="LetterClosing"/>
    <w:basedOn w:val="Normal"/>
    <w:rsid w:val="003D5C62"/>
    <w:pPr>
      <w:widowControl w:val="0"/>
      <w:autoSpaceDE w:val="0"/>
      <w:autoSpaceDN w:val="0"/>
      <w:adjustRightInd w:val="0"/>
      <w:jc w:val="both"/>
    </w:pPr>
    <w:rPr>
      <w:rFonts w:ascii="Garamond" w:hAnsi="Garamond"/>
      <w:szCs w:val="22"/>
      <w:lang w:val="en-ZA" w:eastAsia="en-US"/>
    </w:rPr>
  </w:style>
  <w:style w:type="paragraph" w:styleId="EnvelopeAddress">
    <w:name w:val="envelope address"/>
    <w:basedOn w:val="Normal"/>
    <w:rsid w:val="003D5C62"/>
    <w:pPr>
      <w:framePr w:w="7920" w:h="1980" w:hRule="exact" w:hSpace="180" w:wrap="auto" w:hAnchor="page" w:xAlign="center" w:yAlign="bottom"/>
      <w:widowControl w:val="0"/>
      <w:autoSpaceDE w:val="0"/>
      <w:autoSpaceDN w:val="0"/>
      <w:adjustRightInd w:val="0"/>
      <w:ind w:left="2880"/>
      <w:jc w:val="both"/>
    </w:pPr>
    <w:rPr>
      <w:rFonts w:ascii="Garamond" w:hAnsi="Garamond" w:cs="Arial"/>
      <w:szCs w:val="22"/>
      <w:lang w:val="en-ZA" w:eastAsia="en-US"/>
    </w:rPr>
  </w:style>
  <w:style w:type="paragraph" w:styleId="EnvelopeReturn">
    <w:name w:val="envelope return"/>
    <w:basedOn w:val="Normal"/>
    <w:rsid w:val="003D5C62"/>
    <w:pPr>
      <w:widowControl w:val="0"/>
      <w:autoSpaceDE w:val="0"/>
      <w:autoSpaceDN w:val="0"/>
      <w:adjustRightInd w:val="0"/>
      <w:jc w:val="both"/>
    </w:pPr>
    <w:rPr>
      <w:rFonts w:ascii="Garamond" w:hAnsi="Garamond" w:cs="Arial"/>
      <w:sz w:val="20"/>
      <w:szCs w:val="20"/>
      <w:lang w:val="en-ZA" w:eastAsia="en-US"/>
    </w:rPr>
  </w:style>
  <w:style w:type="paragraph" w:customStyle="1" w:styleId="CommentText1">
    <w:name w:val="Comment Text1"/>
    <w:basedOn w:val="Normal"/>
    <w:rsid w:val="003D5C62"/>
    <w:pPr>
      <w:widowControl w:val="0"/>
      <w:autoSpaceDE w:val="0"/>
      <w:autoSpaceDN w:val="0"/>
      <w:adjustRightInd w:val="0"/>
      <w:jc w:val="both"/>
    </w:pPr>
    <w:rPr>
      <w:rFonts w:ascii="Garamond" w:hAnsi="Garamond"/>
      <w:sz w:val="20"/>
      <w:szCs w:val="22"/>
      <w:lang w:val="en-ZA" w:eastAsia="en-US"/>
    </w:rPr>
  </w:style>
  <w:style w:type="paragraph" w:customStyle="1" w:styleId="BodyTextContinued">
    <w:name w:val="Body Text Continued"/>
    <w:basedOn w:val="Normal"/>
    <w:next w:val="BodyText"/>
    <w:rsid w:val="003D5C62"/>
    <w:pPr>
      <w:widowControl w:val="0"/>
      <w:autoSpaceDE w:val="0"/>
      <w:autoSpaceDN w:val="0"/>
      <w:adjustRightInd w:val="0"/>
      <w:spacing w:after="240"/>
      <w:jc w:val="both"/>
    </w:pPr>
    <w:rPr>
      <w:rFonts w:ascii="Garamond" w:hAnsi="Garamond"/>
      <w:szCs w:val="22"/>
      <w:lang w:val="en-ZA" w:eastAsia="en-US"/>
    </w:rPr>
  </w:style>
  <w:style w:type="paragraph" w:styleId="Caption">
    <w:name w:val="caption"/>
    <w:basedOn w:val="Normal"/>
    <w:next w:val="Normal"/>
    <w:qFormat/>
    <w:rsid w:val="003D5C62"/>
    <w:pPr>
      <w:widowControl w:val="0"/>
      <w:autoSpaceDE w:val="0"/>
      <w:autoSpaceDN w:val="0"/>
      <w:adjustRightInd w:val="0"/>
      <w:spacing w:before="120" w:after="120"/>
      <w:jc w:val="both"/>
    </w:pPr>
    <w:rPr>
      <w:rFonts w:ascii="Garamond" w:hAnsi="Garamond"/>
      <w:b/>
      <w:szCs w:val="22"/>
      <w:lang w:val="en-ZA" w:eastAsia="en-US"/>
    </w:rPr>
  </w:style>
  <w:style w:type="paragraph" w:styleId="Closing">
    <w:name w:val="Closing"/>
    <w:basedOn w:val="Normal"/>
    <w:link w:val="ClosingChar"/>
    <w:rsid w:val="003D5C62"/>
    <w:pPr>
      <w:widowControl w:val="0"/>
      <w:autoSpaceDE w:val="0"/>
      <w:autoSpaceDN w:val="0"/>
      <w:adjustRightInd w:val="0"/>
      <w:ind w:left="4320"/>
      <w:jc w:val="both"/>
    </w:pPr>
    <w:rPr>
      <w:rFonts w:ascii="Garamond" w:hAnsi="Garamond"/>
      <w:szCs w:val="22"/>
      <w:lang w:val="en-ZA" w:eastAsia="en-US"/>
    </w:rPr>
  </w:style>
  <w:style w:type="character" w:customStyle="1" w:styleId="ClosingChar">
    <w:name w:val="Closing Char"/>
    <w:basedOn w:val="DefaultParagraphFont"/>
    <w:link w:val="Closing"/>
    <w:rsid w:val="003D5C62"/>
    <w:rPr>
      <w:rFonts w:ascii="Garamond" w:hAnsi="Garamond"/>
      <w:sz w:val="24"/>
      <w:szCs w:val="22"/>
      <w:lang w:eastAsia="en-US"/>
    </w:rPr>
  </w:style>
  <w:style w:type="paragraph" w:styleId="Quote">
    <w:name w:val="Quote"/>
    <w:basedOn w:val="Normal"/>
    <w:next w:val="BodyTextContinued"/>
    <w:link w:val="QuoteChar"/>
    <w:qFormat/>
    <w:rsid w:val="003D5C62"/>
    <w:pPr>
      <w:widowControl w:val="0"/>
      <w:autoSpaceDE w:val="0"/>
      <w:autoSpaceDN w:val="0"/>
      <w:adjustRightInd w:val="0"/>
      <w:spacing w:after="240"/>
      <w:ind w:left="1440" w:right="1440"/>
      <w:jc w:val="both"/>
    </w:pPr>
    <w:rPr>
      <w:rFonts w:ascii="Garamond" w:hAnsi="Garamond"/>
      <w:szCs w:val="22"/>
      <w:lang w:val="en-ZA" w:eastAsia="en-US"/>
    </w:rPr>
  </w:style>
  <w:style w:type="character" w:customStyle="1" w:styleId="QuoteChar">
    <w:name w:val="Quote Char"/>
    <w:basedOn w:val="DefaultParagraphFont"/>
    <w:link w:val="Quote"/>
    <w:rsid w:val="003D5C62"/>
    <w:rPr>
      <w:rFonts w:ascii="Garamond" w:hAnsi="Garamond"/>
      <w:sz w:val="24"/>
      <w:szCs w:val="22"/>
      <w:lang w:eastAsia="en-US"/>
    </w:rPr>
  </w:style>
  <w:style w:type="paragraph" w:customStyle="1" w:styleId="Centered">
    <w:name w:val="Centered"/>
    <w:basedOn w:val="Normal"/>
    <w:next w:val="BodyText"/>
    <w:rsid w:val="003D5C62"/>
    <w:pPr>
      <w:widowControl w:val="0"/>
      <w:autoSpaceDE w:val="0"/>
      <w:autoSpaceDN w:val="0"/>
      <w:adjustRightInd w:val="0"/>
      <w:spacing w:after="240"/>
      <w:jc w:val="center"/>
    </w:pPr>
    <w:rPr>
      <w:rFonts w:ascii="Garamond" w:hAnsi="Garamond"/>
      <w:b/>
      <w:smallCaps/>
      <w:szCs w:val="22"/>
      <w:lang w:val="en-ZA" w:eastAsia="en-US"/>
    </w:rPr>
  </w:style>
  <w:style w:type="paragraph" w:styleId="NormalIndent">
    <w:name w:val="Normal Indent"/>
    <w:basedOn w:val="Normal"/>
    <w:rsid w:val="003D5C62"/>
    <w:pPr>
      <w:widowControl w:val="0"/>
      <w:autoSpaceDE w:val="0"/>
      <w:autoSpaceDN w:val="0"/>
      <w:adjustRightInd w:val="0"/>
      <w:ind w:left="720" w:right="720"/>
      <w:jc w:val="both"/>
    </w:pPr>
    <w:rPr>
      <w:rFonts w:ascii="Garamond" w:hAnsi="Garamond"/>
      <w:szCs w:val="22"/>
      <w:lang w:val="en-ZA" w:eastAsia="en-US"/>
    </w:rPr>
  </w:style>
  <w:style w:type="paragraph" w:customStyle="1" w:styleId="PleadingSignature">
    <w:name w:val="Pleading Signature"/>
    <w:basedOn w:val="Normal"/>
    <w:rsid w:val="003D5C62"/>
    <w:pPr>
      <w:keepNext/>
      <w:keepLines/>
      <w:widowControl w:val="0"/>
      <w:tabs>
        <w:tab w:val="center" w:pos="5040"/>
        <w:tab w:val="right" w:pos="9360"/>
      </w:tabs>
      <w:autoSpaceDE w:val="0"/>
      <w:autoSpaceDN w:val="0"/>
      <w:adjustRightInd w:val="0"/>
      <w:spacing w:line="240" w:lineRule="exact"/>
      <w:ind w:left="4680"/>
      <w:jc w:val="both"/>
    </w:pPr>
    <w:rPr>
      <w:rFonts w:ascii="Garamond" w:hAnsi="Garamond"/>
      <w:szCs w:val="22"/>
      <w:lang w:val="en-ZA" w:eastAsia="en-US"/>
    </w:rPr>
  </w:style>
  <w:style w:type="paragraph" w:customStyle="1" w:styleId="ReLine">
    <w:name w:val="ReLine"/>
    <w:basedOn w:val="Normal"/>
    <w:next w:val="Normal"/>
    <w:rsid w:val="003D5C62"/>
    <w:pPr>
      <w:widowControl w:val="0"/>
      <w:autoSpaceDE w:val="0"/>
      <w:autoSpaceDN w:val="0"/>
      <w:adjustRightInd w:val="0"/>
      <w:spacing w:after="240"/>
      <w:ind w:left="2160" w:hanging="720"/>
      <w:jc w:val="both"/>
    </w:pPr>
    <w:rPr>
      <w:rFonts w:ascii="Garamond" w:hAnsi="Garamond"/>
      <w:szCs w:val="22"/>
      <w:lang w:val="en-ZA" w:eastAsia="en-US"/>
    </w:rPr>
  </w:style>
  <w:style w:type="paragraph" w:customStyle="1" w:styleId="SDP">
    <w:name w:val="SDP"/>
    <w:basedOn w:val="Normal"/>
    <w:next w:val="Normal"/>
    <w:rsid w:val="003D5C62"/>
    <w:pPr>
      <w:widowControl w:val="0"/>
      <w:autoSpaceDE w:val="0"/>
      <w:autoSpaceDN w:val="0"/>
      <w:adjustRightInd w:val="0"/>
      <w:spacing w:after="240"/>
      <w:jc w:val="both"/>
    </w:pPr>
    <w:rPr>
      <w:rFonts w:ascii="Garamond" w:hAnsi="Garamond"/>
      <w:b/>
      <w:szCs w:val="22"/>
      <w:u w:val="single"/>
      <w:lang w:val="en-ZA" w:eastAsia="en-US"/>
    </w:rPr>
  </w:style>
  <w:style w:type="paragraph" w:styleId="Signature">
    <w:name w:val="Signature"/>
    <w:basedOn w:val="Normal"/>
    <w:link w:val="SignatureChar"/>
    <w:rsid w:val="003D5C62"/>
    <w:pPr>
      <w:widowControl w:val="0"/>
      <w:autoSpaceDE w:val="0"/>
      <w:autoSpaceDN w:val="0"/>
      <w:adjustRightInd w:val="0"/>
      <w:ind w:left="4320"/>
      <w:jc w:val="both"/>
    </w:pPr>
    <w:rPr>
      <w:rFonts w:ascii="Garamond" w:hAnsi="Garamond"/>
      <w:szCs w:val="22"/>
      <w:lang w:val="en-ZA" w:eastAsia="en-US"/>
    </w:rPr>
  </w:style>
  <w:style w:type="character" w:customStyle="1" w:styleId="SignatureChar">
    <w:name w:val="Signature Char"/>
    <w:basedOn w:val="DefaultParagraphFont"/>
    <w:link w:val="Signature"/>
    <w:rsid w:val="003D5C62"/>
    <w:rPr>
      <w:rFonts w:ascii="Garamond" w:hAnsi="Garamond"/>
      <w:sz w:val="24"/>
      <w:szCs w:val="22"/>
      <w:lang w:eastAsia="en-US"/>
    </w:rPr>
  </w:style>
  <w:style w:type="paragraph" w:styleId="Subtitle">
    <w:name w:val="Subtitle"/>
    <w:basedOn w:val="Normal"/>
    <w:link w:val="SubtitleChar"/>
    <w:qFormat/>
    <w:rsid w:val="003D5C62"/>
    <w:pPr>
      <w:widowControl w:val="0"/>
      <w:autoSpaceDE w:val="0"/>
      <w:autoSpaceDN w:val="0"/>
      <w:adjustRightInd w:val="0"/>
      <w:spacing w:after="60"/>
      <w:jc w:val="center"/>
    </w:pPr>
    <w:rPr>
      <w:rFonts w:ascii="Arial" w:hAnsi="Arial"/>
      <w:i/>
      <w:szCs w:val="22"/>
      <w:lang w:val="en-ZA" w:eastAsia="en-US"/>
    </w:rPr>
  </w:style>
  <w:style w:type="character" w:customStyle="1" w:styleId="SubtitleChar">
    <w:name w:val="Subtitle Char"/>
    <w:basedOn w:val="DefaultParagraphFont"/>
    <w:link w:val="Subtitle"/>
    <w:rsid w:val="003D5C62"/>
    <w:rPr>
      <w:rFonts w:ascii="Arial" w:hAnsi="Arial"/>
      <w:i/>
      <w:sz w:val="24"/>
      <w:szCs w:val="22"/>
      <w:lang w:eastAsia="en-US"/>
    </w:rPr>
  </w:style>
  <w:style w:type="paragraph" w:styleId="TableofFigures">
    <w:name w:val="table of figures"/>
    <w:basedOn w:val="Normal"/>
    <w:next w:val="Normal"/>
    <w:semiHidden/>
    <w:rsid w:val="003D5C62"/>
    <w:pPr>
      <w:widowControl w:val="0"/>
      <w:tabs>
        <w:tab w:val="right" w:leader="dot" w:pos="9360"/>
      </w:tabs>
      <w:autoSpaceDE w:val="0"/>
      <w:autoSpaceDN w:val="0"/>
      <w:adjustRightInd w:val="0"/>
      <w:ind w:left="475" w:firstLine="475"/>
      <w:jc w:val="both"/>
    </w:pPr>
    <w:rPr>
      <w:rFonts w:ascii="Garamond" w:hAnsi="Garamond"/>
      <w:szCs w:val="22"/>
      <w:lang w:val="en-ZA" w:eastAsia="en-US"/>
    </w:rPr>
  </w:style>
  <w:style w:type="paragraph" w:styleId="TableofAuthorities">
    <w:name w:val="table of authorities"/>
    <w:basedOn w:val="Normal"/>
    <w:next w:val="Normal"/>
    <w:semiHidden/>
    <w:rsid w:val="003D5C62"/>
    <w:pPr>
      <w:widowControl w:val="0"/>
      <w:tabs>
        <w:tab w:val="left" w:pos="8640"/>
      </w:tabs>
      <w:autoSpaceDE w:val="0"/>
      <w:autoSpaceDN w:val="0"/>
      <w:adjustRightInd w:val="0"/>
      <w:spacing w:after="240"/>
      <w:ind w:left="202" w:hanging="202"/>
      <w:jc w:val="both"/>
    </w:pPr>
    <w:rPr>
      <w:rFonts w:ascii="Garamond" w:hAnsi="Garamond"/>
      <w:szCs w:val="22"/>
      <w:lang w:val="en-ZA" w:eastAsia="en-US"/>
    </w:rPr>
  </w:style>
  <w:style w:type="paragraph" w:styleId="TOAHeading">
    <w:name w:val="toa heading"/>
    <w:basedOn w:val="Normal"/>
    <w:next w:val="Normal"/>
    <w:semiHidden/>
    <w:rsid w:val="003D5C62"/>
    <w:pPr>
      <w:widowControl w:val="0"/>
      <w:autoSpaceDE w:val="0"/>
      <w:autoSpaceDN w:val="0"/>
      <w:adjustRightInd w:val="0"/>
      <w:spacing w:after="240"/>
      <w:jc w:val="both"/>
    </w:pPr>
    <w:rPr>
      <w:rFonts w:ascii="Garamond" w:hAnsi="Garamond"/>
      <w:b/>
      <w:caps/>
      <w:szCs w:val="22"/>
      <w:lang w:val="en-ZA" w:eastAsia="en-US"/>
    </w:rPr>
  </w:style>
  <w:style w:type="paragraph" w:customStyle="1" w:styleId="Heading1Para">
    <w:name w:val="Heading1Para"/>
    <w:basedOn w:val="Normal"/>
    <w:rsid w:val="003D5C62"/>
    <w:pPr>
      <w:widowControl w:val="0"/>
      <w:autoSpaceDE w:val="0"/>
      <w:autoSpaceDN w:val="0"/>
      <w:adjustRightInd w:val="0"/>
      <w:spacing w:after="240"/>
      <w:jc w:val="both"/>
    </w:pPr>
    <w:rPr>
      <w:rFonts w:ascii="Garamond" w:eastAsia="MS Mincho" w:hAnsi="Garamond"/>
      <w:szCs w:val="20"/>
      <w:lang w:val="en-ZA" w:eastAsia="en-US"/>
    </w:rPr>
  </w:style>
  <w:style w:type="paragraph" w:customStyle="1" w:styleId="Heading2Para">
    <w:name w:val="Heading2Para"/>
    <w:basedOn w:val="Normal"/>
    <w:rsid w:val="003D5C62"/>
    <w:pPr>
      <w:autoSpaceDE w:val="0"/>
      <w:autoSpaceDN w:val="0"/>
      <w:adjustRightInd w:val="0"/>
      <w:spacing w:after="240"/>
      <w:ind w:left="720"/>
      <w:jc w:val="both"/>
    </w:pPr>
    <w:rPr>
      <w:rFonts w:ascii="Garamond" w:eastAsia="MS Mincho" w:hAnsi="Garamond"/>
      <w:szCs w:val="20"/>
      <w:lang w:val="en-ZA" w:eastAsia="en-US"/>
    </w:rPr>
  </w:style>
  <w:style w:type="paragraph" w:customStyle="1" w:styleId="Heading3Para">
    <w:name w:val="Heading3Para"/>
    <w:basedOn w:val="Normal"/>
    <w:rsid w:val="003D5C62"/>
    <w:pPr>
      <w:widowControl w:val="0"/>
      <w:autoSpaceDE w:val="0"/>
      <w:autoSpaceDN w:val="0"/>
      <w:adjustRightInd w:val="0"/>
      <w:spacing w:after="240"/>
      <w:ind w:left="1440"/>
      <w:jc w:val="both"/>
    </w:pPr>
    <w:rPr>
      <w:rFonts w:ascii="Garamond" w:eastAsia="MS Mincho" w:hAnsi="Garamond"/>
      <w:szCs w:val="20"/>
      <w:lang w:val="en-ZA" w:eastAsia="en-US"/>
    </w:rPr>
  </w:style>
  <w:style w:type="paragraph" w:customStyle="1" w:styleId="Heading4Para">
    <w:name w:val="Heading4Para"/>
    <w:basedOn w:val="Normal"/>
    <w:rsid w:val="003D5C62"/>
    <w:pPr>
      <w:autoSpaceDE w:val="0"/>
      <w:autoSpaceDN w:val="0"/>
      <w:adjustRightInd w:val="0"/>
      <w:spacing w:after="240"/>
      <w:ind w:left="2160"/>
      <w:jc w:val="both"/>
    </w:pPr>
    <w:rPr>
      <w:rFonts w:ascii="Garamond" w:eastAsia="MS Mincho" w:hAnsi="Garamond"/>
      <w:szCs w:val="20"/>
      <w:lang w:val="en-ZA" w:eastAsia="en-US"/>
    </w:rPr>
  </w:style>
  <w:style w:type="paragraph" w:customStyle="1" w:styleId="Heading5Para">
    <w:name w:val="Heading5Para"/>
    <w:basedOn w:val="Normal"/>
    <w:rsid w:val="003D5C62"/>
    <w:pPr>
      <w:widowControl w:val="0"/>
      <w:autoSpaceDE w:val="0"/>
      <w:autoSpaceDN w:val="0"/>
      <w:adjustRightInd w:val="0"/>
      <w:spacing w:after="240"/>
      <w:ind w:left="3600"/>
      <w:jc w:val="both"/>
    </w:pPr>
    <w:rPr>
      <w:rFonts w:ascii="Garamond" w:eastAsia="MS Mincho" w:hAnsi="Garamond"/>
      <w:szCs w:val="20"/>
      <w:lang w:val="en-ZA" w:eastAsia="en-US"/>
    </w:rPr>
  </w:style>
  <w:style w:type="paragraph" w:customStyle="1" w:styleId="Heading6Para">
    <w:name w:val="Heading6Para"/>
    <w:basedOn w:val="Normal"/>
    <w:rsid w:val="003D5C62"/>
    <w:pPr>
      <w:widowControl w:val="0"/>
      <w:autoSpaceDE w:val="0"/>
      <w:autoSpaceDN w:val="0"/>
      <w:adjustRightInd w:val="0"/>
      <w:spacing w:after="240"/>
      <w:ind w:left="4320"/>
      <w:jc w:val="both"/>
    </w:pPr>
    <w:rPr>
      <w:rFonts w:ascii="Garamond" w:eastAsia="MS Mincho" w:hAnsi="Garamond"/>
      <w:szCs w:val="20"/>
      <w:lang w:val="en-ZA" w:eastAsia="en-US"/>
    </w:rPr>
  </w:style>
  <w:style w:type="paragraph" w:customStyle="1" w:styleId="Heading7Para">
    <w:name w:val="Heading7Para"/>
    <w:basedOn w:val="Normal"/>
    <w:rsid w:val="003D5C62"/>
    <w:pPr>
      <w:widowControl w:val="0"/>
      <w:autoSpaceDE w:val="0"/>
      <w:autoSpaceDN w:val="0"/>
      <w:adjustRightInd w:val="0"/>
      <w:spacing w:after="240"/>
      <w:ind w:left="5040"/>
      <w:jc w:val="both"/>
    </w:pPr>
    <w:rPr>
      <w:rFonts w:ascii="Garamond" w:eastAsia="MS Mincho" w:hAnsi="Garamond"/>
      <w:szCs w:val="20"/>
      <w:lang w:val="en-ZA" w:eastAsia="en-US"/>
    </w:rPr>
  </w:style>
  <w:style w:type="paragraph" w:customStyle="1" w:styleId="Heading8Para">
    <w:name w:val="Heading8Para"/>
    <w:basedOn w:val="Normal"/>
    <w:rsid w:val="003D5C62"/>
    <w:pPr>
      <w:widowControl w:val="0"/>
      <w:autoSpaceDE w:val="0"/>
      <w:autoSpaceDN w:val="0"/>
      <w:adjustRightInd w:val="0"/>
      <w:spacing w:after="240"/>
      <w:ind w:left="5760"/>
      <w:jc w:val="both"/>
    </w:pPr>
    <w:rPr>
      <w:rFonts w:ascii="Garamond" w:eastAsia="MS Mincho" w:hAnsi="Garamond"/>
      <w:szCs w:val="20"/>
      <w:lang w:val="en-ZA" w:eastAsia="en-US"/>
    </w:rPr>
  </w:style>
  <w:style w:type="paragraph" w:customStyle="1" w:styleId="Heading9Para">
    <w:name w:val="Heading9Para"/>
    <w:basedOn w:val="Normal"/>
    <w:rsid w:val="003D5C62"/>
    <w:pPr>
      <w:widowControl w:val="0"/>
      <w:autoSpaceDE w:val="0"/>
      <w:autoSpaceDN w:val="0"/>
      <w:adjustRightInd w:val="0"/>
      <w:spacing w:after="240"/>
      <w:ind w:left="6480"/>
      <w:jc w:val="both"/>
    </w:pPr>
    <w:rPr>
      <w:rFonts w:ascii="Garamond" w:eastAsia="MS Mincho" w:hAnsi="Garamond"/>
      <w:szCs w:val="20"/>
      <w:lang w:val="en-ZA" w:eastAsia="en-US"/>
    </w:rPr>
  </w:style>
  <w:style w:type="character" w:styleId="HTMLAcronym">
    <w:name w:val="HTML Acronym"/>
    <w:rsid w:val="003D5C62"/>
    <w:rPr>
      <w:lang w:val="en-US"/>
    </w:rPr>
  </w:style>
  <w:style w:type="paragraph" w:customStyle="1" w:styleId="HeadingBase">
    <w:name w:val="Heading Base"/>
    <w:basedOn w:val="Normal"/>
    <w:next w:val="Normal"/>
    <w:rsid w:val="003D5C62"/>
    <w:pPr>
      <w:autoSpaceDE w:val="0"/>
      <w:autoSpaceDN w:val="0"/>
      <w:adjustRightInd w:val="0"/>
      <w:spacing w:after="240"/>
    </w:pPr>
    <w:rPr>
      <w:rFonts w:ascii="Garamond" w:hAnsi="Garamond"/>
      <w:szCs w:val="22"/>
      <w:lang w:val="en-ZA" w:eastAsia="en-US"/>
    </w:rPr>
  </w:style>
  <w:style w:type="paragraph" w:customStyle="1" w:styleId="ScheduleTitle">
    <w:name w:val="Schedule Title"/>
    <w:basedOn w:val="Title"/>
    <w:next w:val="BodyText"/>
    <w:rsid w:val="003D5C62"/>
    <w:pPr>
      <w:autoSpaceDE w:val="0"/>
      <w:autoSpaceDN w:val="0"/>
      <w:adjustRightInd w:val="0"/>
      <w:spacing w:before="0" w:after="240"/>
    </w:pPr>
    <w:rPr>
      <w:rFonts w:ascii="Garamond" w:hAnsi="Garamond"/>
      <w:bCs/>
      <w:sz w:val="24"/>
      <w:szCs w:val="22"/>
      <w:lang w:val="en-GB" w:eastAsia="en-US"/>
    </w:rPr>
  </w:style>
  <w:style w:type="character" w:styleId="FollowedHyperlink">
    <w:name w:val="FollowedHyperlink"/>
    <w:rsid w:val="003D5C62"/>
    <w:rPr>
      <w:color w:val="800080"/>
      <w:spacing w:val="0"/>
      <w:u w:val="single"/>
      <w:lang w:val="en-US"/>
    </w:rPr>
  </w:style>
  <w:style w:type="paragraph" w:customStyle="1" w:styleId="AppendixTitle">
    <w:name w:val="Appendix Title"/>
    <w:basedOn w:val="Title"/>
    <w:next w:val="BodyText"/>
    <w:rsid w:val="003D5C62"/>
    <w:pPr>
      <w:autoSpaceDE w:val="0"/>
      <w:autoSpaceDN w:val="0"/>
      <w:adjustRightInd w:val="0"/>
      <w:spacing w:before="0" w:after="240"/>
    </w:pPr>
    <w:rPr>
      <w:rFonts w:ascii="Garamond" w:hAnsi="Garamond"/>
      <w:bCs/>
      <w:sz w:val="24"/>
      <w:szCs w:val="22"/>
      <w:lang w:val="en-GB" w:eastAsia="en-US"/>
    </w:rPr>
  </w:style>
  <w:style w:type="paragraph" w:customStyle="1" w:styleId="EndMtrx">
    <w:name w:val="EndMtrx"/>
    <w:basedOn w:val="Normal"/>
    <w:rsid w:val="003D5C62"/>
    <w:pPr>
      <w:autoSpaceDE w:val="0"/>
      <w:autoSpaceDN w:val="0"/>
      <w:adjustRightInd w:val="0"/>
    </w:pPr>
    <w:rPr>
      <w:szCs w:val="22"/>
      <w:lang w:val="en-ZA" w:eastAsia="en-US"/>
    </w:rPr>
  </w:style>
  <w:style w:type="paragraph" w:customStyle="1" w:styleId="Heading3-Underlined">
    <w:name w:val="Heading 3 - Underlined"/>
    <w:basedOn w:val="Heading3"/>
    <w:rsid w:val="003D5C62"/>
    <w:pPr>
      <w:keepNext w:val="0"/>
      <w:keepLines w:val="0"/>
      <w:numPr>
        <w:numId w:val="0"/>
      </w:numPr>
      <w:tabs>
        <w:tab w:val="clear" w:pos="1170"/>
        <w:tab w:val="num" w:pos="1080"/>
      </w:tabs>
      <w:autoSpaceDE w:val="0"/>
      <w:autoSpaceDN w:val="0"/>
      <w:adjustRightInd w:val="0"/>
      <w:spacing w:before="0" w:line="240" w:lineRule="auto"/>
      <w:ind w:left="1800" w:hanging="720"/>
    </w:pPr>
    <w:rPr>
      <w:rFonts w:ascii="Garamond" w:eastAsia="Times New Roman" w:hAnsi="Garamond" w:cs="Times New Roman"/>
      <w:b/>
      <w:iCs w:val="0"/>
      <w:color w:val="000000"/>
      <w:lang w:val="en-GB" w:eastAsia="en-US"/>
    </w:rPr>
  </w:style>
  <w:style w:type="character" w:styleId="Strong">
    <w:name w:val="Strong"/>
    <w:qFormat/>
    <w:rsid w:val="003D5C62"/>
    <w:rPr>
      <w:rFonts w:ascii="Times New Roman" w:hAnsi="Times New Roman" w:cs="Times New Roman"/>
      <w:b/>
      <w:bCs/>
      <w:spacing w:val="0"/>
      <w:sz w:val="24"/>
      <w:szCs w:val="24"/>
      <w:lang w:val="en-US"/>
    </w:rPr>
  </w:style>
  <w:style w:type="paragraph" w:customStyle="1" w:styleId="ResetLevels">
    <w:name w:val="Reset Levels"/>
    <w:basedOn w:val="Normal"/>
    <w:rsid w:val="003D5C62"/>
    <w:pPr>
      <w:tabs>
        <w:tab w:val="left" w:pos="576"/>
      </w:tabs>
      <w:autoSpaceDE w:val="0"/>
      <w:autoSpaceDN w:val="0"/>
      <w:adjustRightInd w:val="0"/>
      <w:spacing w:before="28" w:after="28"/>
    </w:pPr>
    <w:rPr>
      <w:rFonts w:ascii="Arial" w:hAnsi="Arial" w:cs="Arial"/>
      <w:sz w:val="20"/>
      <w:szCs w:val="20"/>
      <w:lang w:val="en-US" w:eastAsia="en-US"/>
    </w:rPr>
  </w:style>
  <w:style w:type="paragraph" w:customStyle="1" w:styleId="LWHead8">
    <w:name w:val="~LW Head 8"/>
    <w:basedOn w:val="LWHead7"/>
    <w:rsid w:val="003D5C62"/>
    <w:pPr>
      <w:tabs>
        <w:tab w:val="clear" w:pos="5040"/>
        <w:tab w:val="num" w:pos="5760"/>
      </w:tabs>
      <w:ind w:left="5760"/>
      <w:outlineLvl w:val="7"/>
    </w:pPr>
  </w:style>
  <w:style w:type="paragraph" w:customStyle="1" w:styleId="LWHead7">
    <w:name w:val="~LW Head 7"/>
    <w:basedOn w:val="LWHead6"/>
    <w:rsid w:val="003D5C62"/>
    <w:pPr>
      <w:tabs>
        <w:tab w:val="clear" w:pos="3600"/>
        <w:tab w:val="clear" w:pos="4320"/>
        <w:tab w:val="num" w:pos="5040"/>
      </w:tabs>
      <w:ind w:left="5040"/>
      <w:outlineLvl w:val="6"/>
    </w:pPr>
  </w:style>
  <w:style w:type="paragraph" w:customStyle="1" w:styleId="LWHead6">
    <w:name w:val="~LW Head 6"/>
    <w:basedOn w:val="LWHead5"/>
    <w:rsid w:val="003D5C62"/>
    <w:pPr>
      <w:tabs>
        <w:tab w:val="clear" w:pos="3330"/>
        <w:tab w:val="num" w:pos="3600"/>
        <w:tab w:val="num" w:pos="4320"/>
      </w:tabs>
      <w:ind w:left="3600"/>
      <w:outlineLvl w:val="5"/>
    </w:pPr>
  </w:style>
  <w:style w:type="paragraph" w:customStyle="1" w:styleId="LWHead5">
    <w:name w:val="~LW Head 5"/>
    <w:basedOn w:val="LWHead4"/>
    <w:rsid w:val="003D5C62"/>
    <w:pPr>
      <w:tabs>
        <w:tab w:val="clear" w:pos="2880"/>
        <w:tab w:val="num" w:pos="3330"/>
      </w:tabs>
      <w:ind w:left="3330"/>
      <w:outlineLvl w:val="4"/>
    </w:pPr>
  </w:style>
  <w:style w:type="paragraph" w:customStyle="1" w:styleId="LWHead4">
    <w:name w:val="~LW Head 4"/>
    <w:basedOn w:val="LWHead3"/>
    <w:link w:val="LWHead4CharChar"/>
    <w:rsid w:val="003D5C62"/>
    <w:pPr>
      <w:widowControl w:val="0"/>
      <w:tabs>
        <w:tab w:val="clear" w:pos="2160"/>
        <w:tab w:val="num" w:pos="2880"/>
      </w:tabs>
      <w:ind w:left="2880"/>
      <w:outlineLvl w:val="3"/>
    </w:pPr>
  </w:style>
  <w:style w:type="paragraph" w:customStyle="1" w:styleId="LWHead3">
    <w:name w:val="~LW Head 3"/>
    <w:basedOn w:val="Heading3"/>
    <w:link w:val="LWHead3CharChar"/>
    <w:rsid w:val="003D5C62"/>
    <w:pPr>
      <w:keepNext w:val="0"/>
      <w:keepLines w:val="0"/>
      <w:tabs>
        <w:tab w:val="clear" w:pos="1170"/>
        <w:tab w:val="num" w:pos="0"/>
        <w:tab w:val="num" w:pos="2160"/>
      </w:tabs>
      <w:autoSpaceDE w:val="0"/>
      <w:autoSpaceDN w:val="0"/>
      <w:adjustRightInd w:val="0"/>
      <w:spacing w:before="0" w:line="240" w:lineRule="auto"/>
      <w:ind w:left="2160"/>
    </w:pPr>
    <w:rPr>
      <w:rFonts w:ascii="Garamond" w:eastAsia="Times New Roman" w:hAnsi="Garamond" w:cs="Times New Roman"/>
      <w:bCs w:val="0"/>
      <w:iCs w:val="0"/>
      <w:color w:val="000000"/>
      <w:lang w:val="en-GB" w:eastAsia="en-US"/>
    </w:rPr>
  </w:style>
  <w:style w:type="paragraph" w:customStyle="1" w:styleId="LWHead2">
    <w:name w:val="~LW Head 2"/>
    <w:basedOn w:val="Heading2"/>
    <w:rsid w:val="003D5C62"/>
    <w:pPr>
      <w:keepNext w:val="0"/>
      <w:numPr>
        <w:ilvl w:val="0"/>
        <w:numId w:val="0"/>
      </w:numPr>
      <w:tabs>
        <w:tab w:val="num" w:pos="600"/>
        <w:tab w:val="num" w:pos="720"/>
      </w:tabs>
      <w:autoSpaceDE w:val="0"/>
      <w:autoSpaceDN w:val="0"/>
      <w:adjustRightInd w:val="0"/>
      <w:spacing w:before="0" w:after="240"/>
      <w:ind w:left="600" w:hanging="600"/>
      <w:jc w:val="both"/>
    </w:pPr>
    <w:rPr>
      <w:rFonts w:ascii="Garamond" w:hAnsi="Garamond" w:cs="Times New Roman"/>
      <w:b w:val="0"/>
      <w:i w:val="0"/>
      <w:iCs w:val="0"/>
      <w:color w:val="000000"/>
      <w:sz w:val="22"/>
      <w:szCs w:val="22"/>
      <w:lang w:eastAsia="en-US"/>
    </w:rPr>
  </w:style>
  <w:style w:type="paragraph" w:customStyle="1" w:styleId="LWHead1">
    <w:name w:val="~LW Head 1"/>
    <w:basedOn w:val="Heading1"/>
    <w:rsid w:val="003D5C62"/>
    <w:pPr>
      <w:keepNext w:val="0"/>
      <w:tabs>
        <w:tab w:val="num" w:pos="0"/>
        <w:tab w:val="num" w:pos="600"/>
        <w:tab w:val="num" w:pos="720"/>
      </w:tabs>
      <w:autoSpaceDE w:val="0"/>
      <w:autoSpaceDN w:val="0"/>
      <w:adjustRightInd w:val="0"/>
      <w:spacing w:before="480" w:after="240"/>
      <w:ind w:left="600" w:hanging="600"/>
      <w:jc w:val="both"/>
    </w:pPr>
    <w:rPr>
      <w:rFonts w:ascii="Garamond" w:hAnsi="Garamond" w:cs="Times New Roman"/>
      <w:caps/>
      <w:color w:val="000000"/>
      <w:kern w:val="0"/>
      <w:sz w:val="22"/>
      <w:szCs w:val="22"/>
      <w:lang w:eastAsia="en-US"/>
    </w:rPr>
  </w:style>
  <w:style w:type="paragraph" w:customStyle="1" w:styleId="LWHead9">
    <w:name w:val="~LW Head 9"/>
    <w:basedOn w:val="LWHead8"/>
    <w:rsid w:val="003D5C62"/>
    <w:pPr>
      <w:tabs>
        <w:tab w:val="clear" w:pos="5760"/>
        <w:tab w:val="num" w:pos="6480"/>
      </w:tabs>
      <w:ind w:left="6480"/>
      <w:outlineLvl w:val="8"/>
    </w:pPr>
  </w:style>
  <w:style w:type="paragraph" w:customStyle="1" w:styleId="LWHead1Text">
    <w:name w:val="~LW Head 1 Text"/>
    <w:rsid w:val="003D5C62"/>
    <w:pPr>
      <w:widowControl w:val="0"/>
      <w:autoSpaceDE w:val="0"/>
      <w:autoSpaceDN w:val="0"/>
      <w:adjustRightInd w:val="0"/>
      <w:spacing w:after="240"/>
      <w:ind w:left="600"/>
      <w:jc w:val="both"/>
    </w:pPr>
    <w:rPr>
      <w:rFonts w:ascii="Garamond" w:hAnsi="Garamond"/>
      <w:sz w:val="22"/>
      <w:szCs w:val="22"/>
      <w:lang w:val="en-GB" w:eastAsia="en-US"/>
    </w:rPr>
  </w:style>
  <w:style w:type="paragraph" w:customStyle="1" w:styleId="LWHead3Text">
    <w:name w:val="~LW Head 3 Text"/>
    <w:basedOn w:val="LWHead1Text"/>
    <w:link w:val="LWHead3TextChar"/>
    <w:rsid w:val="003D5C62"/>
    <w:pPr>
      <w:ind w:left="1320"/>
    </w:pPr>
  </w:style>
  <w:style w:type="paragraph" w:customStyle="1" w:styleId="LWHead4Text">
    <w:name w:val="~LW Head 4 Text"/>
    <w:basedOn w:val="LWHead1Text"/>
    <w:rsid w:val="003D5C62"/>
    <w:pPr>
      <w:ind w:left="2160"/>
    </w:pPr>
  </w:style>
  <w:style w:type="paragraph" w:customStyle="1" w:styleId="LWHead5Text">
    <w:name w:val="~LW Head 5 Text"/>
    <w:basedOn w:val="LWHead1Text"/>
    <w:rsid w:val="003D5C62"/>
    <w:pPr>
      <w:ind w:left="2880"/>
    </w:pPr>
  </w:style>
  <w:style w:type="paragraph" w:customStyle="1" w:styleId="LWHead6Text">
    <w:name w:val="~LW Head 6 Text"/>
    <w:basedOn w:val="LWHead1Text"/>
    <w:rsid w:val="003D5C62"/>
    <w:pPr>
      <w:ind w:left="3600"/>
    </w:pPr>
  </w:style>
  <w:style w:type="paragraph" w:customStyle="1" w:styleId="LWHead7Text">
    <w:name w:val="~LW Head 7 Text"/>
    <w:basedOn w:val="LWHead1Text"/>
    <w:rsid w:val="003D5C62"/>
    <w:pPr>
      <w:ind w:left="5040"/>
    </w:pPr>
  </w:style>
  <w:style w:type="paragraph" w:customStyle="1" w:styleId="LWTable">
    <w:name w:val="~LW Table"/>
    <w:basedOn w:val="Normal"/>
    <w:rsid w:val="003D5C62"/>
    <w:pPr>
      <w:widowControl w:val="0"/>
      <w:autoSpaceDE w:val="0"/>
      <w:autoSpaceDN w:val="0"/>
      <w:adjustRightInd w:val="0"/>
      <w:spacing w:before="120" w:after="120"/>
      <w:jc w:val="both"/>
    </w:pPr>
    <w:rPr>
      <w:rFonts w:ascii="Garamond" w:hAnsi="Garamond"/>
      <w:szCs w:val="22"/>
      <w:lang w:val="en-ZA" w:eastAsia="en-US"/>
    </w:rPr>
  </w:style>
  <w:style w:type="paragraph" w:customStyle="1" w:styleId="LWHead3-Underlined">
    <w:name w:val="~LW Head 3 - Underlined"/>
    <w:basedOn w:val="LWHead3"/>
    <w:next w:val="LWHead3Text"/>
    <w:link w:val="LWHead3-UnderlinedChar"/>
    <w:rsid w:val="003D5C62"/>
    <w:rPr>
      <w:b/>
      <w:bCs/>
      <w:u w:val="single"/>
    </w:rPr>
  </w:style>
  <w:style w:type="paragraph" w:customStyle="1" w:styleId="LWHead4-Underlined">
    <w:name w:val="~LW Head 4 - Underlined"/>
    <w:basedOn w:val="LWHead4"/>
    <w:rsid w:val="003D5C62"/>
    <w:rPr>
      <w:rFonts w:eastAsia="MS Mincho"/>
      <w:u w:val="single"/>
    </w:rPr>
  </w:style>
  <w:style w:type="paragraph" w:customStyle="1" w:styleId="LWHead2-Unbold">
    <w:name w:val="~LW Head 2 - Unbold"/>
    <w:basedOn w:val="LWHead2"/>
    <w:rsid w:val="003D5C62"/>
    <w:rPr>
      <w:b/>
      <w:bCs w:val="0"/>
    </w:rPr>
  </w:style>
  <w:style w:type="paragraph" w:customStyle="1" w:styleId="LWHead2Text">
    <w:name w:val="~LW Head 2 Text"/>
    <w:basedOn w:val="BodyText"/>
    <w:link w:val="LWHead2TextChar"/>
    <w:rsid w:val="003D5C62"/>
    <w:pPr>
      <w:widowControl w:val="0"/>
      <w:autoSpaceDE w:val="0"/>
      <w:autoSpaceDN w:val="0"/>
      <w:adjustRightInd w:val="0"/>
      <w:spacing w:after="240"/>
      <w:ind w:left="600"/>
    </w:pPr>
    <w:rPr>
      <w:rFonts w:ascii="Garamond" w:hAnsi="Garamond"/>
      <w:szCs w:val="22"/>
      <w:lang w:val="en-GB" w:eastAsia="en-US"/>
    </w:rPr>
  </w:style>
  <w:style w:type="paragraph" w:customStyle="1" w:styleId="LWHead1-Unbold">
    <w:name w:val="~LW Head 1 - Unbold"/>
    <w:basedOn w:val="LWHead1"/>
    <w:rsid w:val="003D5C62"/>
    <w:pPr>
      <w:tabs>
        <w:tab w:val="clear" w:pos="600"/>
      </w:tabs>
      <w:ind w:left="720" w:hanging="720"/>
    </w:pPr>
    <w:rPr>
      <w:b w:val="0"/>
      <w:bCs w:val="0"/>
      <w:caps w:val="0"/>
    </w:rPr>
  </w:style>
  <w:style w:type="paragraph" w:customStyle="1" w:styleId="LWTableNumber">
    <w:name w:val="~LW Table Number"/>
    <w:basedOn w:val="LWTable"/>
    <w:rsid w:val="003D5C62"/>
    <w:pPr>
      <w:tabs>
        <w:tab w:val="num" w:pos="720"/>
      </w:tabs>
      <w:ind w:left="720" w:hanging="720"/>
    </w:pPr>
  </w:style>
  <w:style w:type="paragraph" w:customStyle="1" w:styleId="StyleTOC3Right005cm">
    <w:name w:val="Style TOC 3 + Right:  0.05 cm"/>
    <w:basedOn w:val="TOC3"/>
    <w:rsid w:val="003D5C62"/>
    <w:pPr>
      <w:widowControl w:val="0"/>
      <w:tabs>
        <w:tab w:val="left" w:pos="2160"/>
        <w:tab w:val="right" w:leader="dot" w:pos="9000"/>
      </w:tabs>
      <w:autoSpaceDE w:val="0"/>
      <w:autoSpaceDN w:val="0"/>
      <w:adjustRightInd w:val="0"/>
      <w:ind w:left="2160" w:right="27" w:hanging="720"/>
      <w:jc w:val="both"/>
    </w:pPr>
    <w:rPr>
      <w:rFonts w:ascii="Garamond" w:hAnsi="Garamond" w:cs="Times New Roman"/>
      <w:noProof/>
      <w:sz w:val="22"/>
      <w:szCs w:val="22"/>
      <w:lang w:val="en-ZA" w:eastAsia="en-US"/>
    </w:rPr>
  </w:style>
  <w:style w:type="paragraph" w:customStyle="1" w:styleId="LWHead81">
    <w:name w:val="~LW Head 81"/>
    <w:basedOn w:val="LWHead7"/>
    <w:next w:val="LWHead8"/>
    <w:rsid w:val="003D5C62"/>
    <w:pPr>
      <w:outlineLvl w:val="7"/>
    </w:pPr>
  </w:style>
  <w:style w:type="paragraph" w:customStyle="1" w:styleId="StyleTOC3Right005cm1">
    <w:name w:val="Style TOC 3 + Right:  0.05 cm1"/>
    <w:basedOn w:val="TOC3"/>
    <w:rsid w:val="003D5C62"/>
    <w:pPr>
      <w:widowControl w:val="0"/>
      <w:tabs>
        <w:tab w:val="right" w:leader="dot" w:pos="9000"/>
        <w:tab w:val="right" w:leader="dot" w:pos="9072"/>
      </w:tabs>
      <w:autoSpaceDE w:val="0"/>
      <w:autoSpaceDN w:val="0"/>
      <w:adjustRightInd w:val="0"/>
      <w:ind w:left="2160" w:right="27" w:hanging="720"/>
      <w:jc w:val="both"/>
    </w:pPr>
    <w:rPr>
      <w:rFonts w:ascii="Garamond" w:hAnsi="Garamond" w:cs="Times New Roman"/>
      <w:sz w:val="22"/>
      <w:szCs w:val="22"/>
      <w:lang w:eastAsia="en-US"/>
    </w:rPr>
  </w:style>
  <w:style w:type="character" w:customStyle="1" w:styleId="LWHead1TextChar">
    <w:name w:val="~LW Head 1 Text Char"/>
    <w:rsid w:val="003D5C62"/>
    <w:rPr>
      <w:rFonts w:ascii="Garamond" w:hAnsi="Garamond"/>
      <w:spacing w:val="0"/>
      <w:sz w:val="22"/>
      <w:szCs w:val="22"/>
      <w:lang w:val="en-GB"/>
    </w:rPr>
  </w:style>
  <w:style w:type="character" w:customStyle="1" w:styleId="LWHead5TextChar">
    <w:name w:val="~LW Head 5 Text Char"/>
    <w:basedOn w:val="LWHead1TextChar"/>
    <w:rsid w:val="003D5C62"/>
    <w:rPr>
      <w:rFonts w:ascii="Garamond" w:hAnsi="Garamond"/>
      <w:spacing w:val="0"/>
      <w:sz w:val="22"/>
      <w:szCs w:val="22"/>
      <w:lang w:val="en-GB"/>
    </w:rPr>
  </w:style>
  <w:style w:type="character" w:customStyle="1" w:styleId="LWHead4TextChar">
    <w:name w:val="~LW Head 4 Text Char"/>
    <w:basedOn w:val="LWHead1TextChar"/>
    <w:rsid w:val="003D5C62"/>
    <w:rPr>
      <w:rFonts w:ascii="Garamond" w:hAnsi="Garamond"/>
      <w:spacing w:val="0"/>
      <w:sz w:val="22"/>
      <w:szCs w:val="22"/>
      <w:lang w:val="en-GB"/>
    </w:rPr>
  </w:style>
  <w:style w:type="paragraph" w:customStyle="1" w:styleId="LWHead6-Underlined">
    <w:name w:val="~LW Head 6 - Underlined"/>
    <w:basedOn w:val="LWHead6"/>
    <w:rsid w:val="003D5C62"/>
    <w:pPr>
      <w:tabs>
        <w:tab w:val="left" w:pos="3600"/>
      </w:tabs>
    </w:pPr>
    <w:rPr>
      <w:u w:val="single"/>
    </w:rPr>
  </w:style>
  <w:style w:type="character" w:customStyle="1" w:styleId="LWHead4Char">
    <w:name w:val="~LW Head 4 Char"/>
    <w:rsid w:val="003D5C62"/>
    <w:rPr>
      <w:rFonts w:eastAsia="Arial Unicode MS"/>
      <w:szCs w:val="24"/>
      <w:lang w:val="en-US"/>
    </w:rPr>
  </w:style>
  <w:style w:type="character" w:customStyle="1" w:styleId="LWHead4-UnderlinedChar">
    <w:name w:val="~LW Head 4 - Underlined Char"/>
    <w:rsid w:val="003D5C62"/>
    <w:rPr>
      <w:rFonts w:eastAsia="MS Mincho"/>
      <w:szCs w:val="24"/>
      <w:u w:val="single"/>
      <w:lang w:val="en-US"/>
    </w:rPr>
  </w:style>
  <w:style w:type="paragraph" w:customStyle="1" w:styleId="LWHeading3">
    <w:name w:val="L&amp;W Heading 3"/>
    <w:basedOn w:val="Heading3"/>
    <w:next w:val="Normal"/>
    <w:rsid w:val="003D5C62"/>
    <w:pPr>
      <w:keepNext w:val="0"/>
      <w:keepLines w:val="0"/>
      <w:tabs>
        <w:tab w:val="clear" w:pos="1170"/>
        <w:tab w:val="num" w:pos="0"/>
        <w:tab w:val="num" w:pos="1440"/>
      </w:tabs>
      <w:autoSpaceDE w:val="0"/>
      <w:autoSpaceDN w:val="0"/>
      <w:adjustRightInd w:val="0"/>
      <w:spacing w:before="0" w:line="240" w:lineRule="auto"/>
      <w:ind w:left="1440"/>
    </w:pPr>
    <w:rPr>
      <w:rFonts w:ascii="Garamond" w:eastAsia="Times New Roman" w:hAnsi="Garamond" w:cs="Times New Roman"/>
      <w:bCs w:val="0"/>
      <w:iCs w:val="0"/>
      <w:color w:val="000000"/>
      <w:lang w:val="en-GB" w:eastAsia="en-US"/>
    </w:rPr>
  </w:style>
  <w:style w:type="paragraph" w:customStyle="1" w:styleId="LWHeading4">
    <w:name w:val="L&amp;W Heading 4"/>
    <w:basedOn w:val="Heading4"/>
    <w:next w:val="Normal"/>
    <w:rsid w:val="003D5C62"/>
    <w:pPr>
      <w:keepNext w:val="0"/>
      <w:tabs>
        <w:tab w:val="num" w:pos="0"/>
        <w:tab w:val="num" w:pos="2880"/>
      </w:tabs>
      <w:autoSpaceDE w:val="0"/>
      <w:autoSpaceDN w:val="0"/>
      <w:adjustRightInd w:val="0"/>
      <w:spacing w:before="0" w:after="240"/>
      <w:ind w:left="2880" w:hanging="720"/>
      <w:jc w:val="both"/>
    </w:pPr>
    <w:rPr>
      <w:rFonts w:ascii="Garamond" w:hAnsi="Garamond"/>
      <w:b w:val="0"/>
      <w:bCs w:val="0"/>
      <w:color w:val="000000"/>
      <w:sz w:val="24"/>
      <w:szCs w:val="22"/>
      <w:lang w:eastAsia="en-US"/>
    </w:rPr>
  </w:style>
  <w:style w:type="paragraph" w:customStyle="1" w:styleId="Heading4Text">
    <w:name w:val="Heading 4 Text"/>
    <w:basedOn w:val="BodyText"/>
    <w:rsid w:val="003D5C62"/>
    <w:pPr>
      <w:autoSpaceDE w:val="0"/>
      <w:autoSpaceDN w:val="0"/>
      <w:adjustRightInd w:val="0"/>
      <w:spacing w:after="240"/>
      <w:ind w:left="2160"/>
    </w:pPr>
    <w:rPr>
      <w:rFonts w:ascii="Garamond" w:hAnsi="Garamond"/>
      <w:sz w:val="24"/>
      <w:szCs w:val="24"/>
      <w:lang w:val="en-GB" w:eastAsia="en-US"/>
    </w:rPr>
  </w:style>
  <w:style w:type="paragraph" w:customStyle="1" w:styleId="LWHeading5">
    <w:name w:val="L&amp;W Heading 5"/>
    <w:basedOn w:val="Heading5"/>
    <w:next w:val="Normal"/>
    <w:rsid w:val="003D5C62"/>
    <w:pPr>
      <w:tabs>
        <w:tab w:val="num" w:pos="0"/>
        <w:tab w:val="num" w:pos="360"/>
        <w:tab w:val="num" w:pos="2880"/>
      </w:tabs>
      <w:autoSpaceDE w:val="0"/>
      <w:autoSpaceDN w:val="0"/>
      <w:adjustRightInd w:val="0"/>
      <w:spacing w:before="0" w:after="240"/>
      <w:ind w:left="2880" w:hanging="720"/>
      <w:jc w:val="both"/>
    </w:pPr>
    <w:rPr>
      <w:rFonts w:ascii="Garamond" w:hAnsi="Garamond"/>
      <w:b w:val="0"/>
      <w:bCs w:val="0"/>
      <w:i w:val="0"/>
      <w:iCs w:val="0"/>
      <w:color w:val="000000"/>
      <w:sz w:val="24"/>
      <w:szCs w:val="22"/>
      <w:lang w:eastAsia="en-US"/>
    </w:rPr>
  </w:style>
  <w:style w:type="paragraph" w:customStyle="1" w:styleId="LWHeading6">
    <w:name w:val="L&amp;W Heading 6"/>
    <w:basedOn w:val="Heading6"/>
    <w:next w:val="Normal"/>
    <w:rsid w:val="003D5C62"/>
    <w:pPr>
      <w:tabs>
        <w:tab w:val="num" w:pos="0"/>
        <w:tab w:val="num" w:pos="360"/>
        <w:tab w:val="num" w:pos="3600"/>
      </w:tabs>
      <w:autoSpaceDE w:val="0"/>
      <w:autoSpaceDN w:val="0"/>
      <w:adjustRightInd w:val="0"/>
      <w:spacing w:before="0" w:after="240"/>
      <w:ind w:left="3600" w:hanging="720"/>
      <w:jc w:val="both"/>
    </w:pPr>
    <w:rPr>
      <w:rFonts w:ascii="Garamond" w:hAnsi="Garamond"/>
      <w:b w:val="0"/>
      <w:bCs w:val="0"/>
      <w:color w:val="000000"/>
      <w:sz w:val="24"/>
      <w:lang w:eastAsia="en-US"/>
    </w:rPr>
  </w:style>
  <w:style w:type="paragraph" w:customStyle="1" w:styleId="LWHeading4-Underlined">
    <w:name w:val="L&amp;W Heading 4 - Underlined"/>
    <w:basedOn w:val="LWHeading4"/>
    <w:next w:val="Heading4Text"/>
    <w:rsid w:val="003D5C62"/>
    <w:pPr>
      <w:keepNext/>
      <w:tabs>
        <w:tab w:val="clear" w:pos="2880"/>
        <w:tab w:val="num" w:pos="360"/>
        <w:tab w:val="num" w:pos="2160"/>
      </w:tabs>
      <w:ind w:left="2160"/>
    </w:pPr>
    <w:rPr>
      <w:u w:val="single"/>
    </w:rPr>
  </w:style>
  <w:style w:type="paragraph" w:customStyle="1" w:styleId="LWHead5-Underlined">
    <w:name w:val="~LW Head 5 - Underlined"/>
    <w:basedOn w:val="LWHead5"/>
    <w:rsid w:val="003D5C62"/>
    <w:rPr>
      <w:u w:val="single"/>
    </w:rPr>
  </w:style>
  <w:style w:type="character" w:customStyle="1" w:styleId="Char1">
    <w:name w:val="Char1"/>
    <w:rsid w:val="003D5C62"/>
    <w:rPr>
      <w:rFonts w:ascii="Garamond" w:hAnsi="Garamond"/>
      <w:spacing w:val="0"/>
      <w:sz w:val="22"/>
      <w:szCs w:val="22"/>
      <w:lang w:val="en-GB"/>
    </w:rPr>
  </w:style>
  <w:style w:type="character" w:customStyle="1" w:styleId="LWHead3Char1">
    <w:name w:val="~LW Head 3 Char1"/>
    <w:basedOn w:val="Char1"/>
    <w:rsid w:val="003D5C62"/>
    <w:rPr>
      <w:rFonts w:ascii="Garamond" w:hAnsi="Garamond"/>
      <w:spacing w:val="0"/>
      <w:sz w:val="22"/>
      <w:szCs w:val="22"/>
      <w:lang w:val="en-GB"/>
    </w:rPr>
  </w:style>
  <w:style w:type="character" w:customStyle="1" w:styleId="LWHead4Char1">
    <w:name w:val="~LW Head 4 Char1"/>
    <w:basedOn w:val="LWHead3Char1"/>
    <w:rsid w:val="003D5C62"/>
    <w:rPr>
      <w:rFonts w:ascii="Garamond" w:hAnsi="Garamond"/>
      <w:spacing w:val="0"/>
      <w:sz w:val="22"/>
      <w:szCs w:val="22"/>
      <w:lang w:val="en-GB"/>
    </w:rPr>
  </w:style>
  <w:style w:type="character" w:customStyle="1" w:styleId="LWHead5Char">
    <w:name w:val="~LW Head 5 Char"/>
    <w:basedOn w:val="LWHead4Char1"/>
    <w:rsid w:val="003D5C62"/>
    <w:rPr>
      <w:rFonts w:ascii="Garamond" w:hAnsi="Garamond"/>
      <w:spacing w:val="0"/>
      <w:sz w:val="22"/>
      <w:szCs w:val="22"/>
      <w:lang w:val="en-GB"/>
    </w:rPr>
  </w:style>
  <w:style w:type="character" w:customStyle="1" w:styleId="LWHead5-UnderlinedChar">
    <w:name w:val="~LW Head 5 - Underlined Char"/>
    <w:rsid w:val="003D5C62"/>
    <w:rPr>
      <w:rFonts w:ascii="Garamond" w:hAnsi="Garamond"/>
      <w:spacing w:val="0"/>
      <w:sz w:val="22"/>
      <w:szCs w:val="22"/>
      <w:u w:val="single"/>
      <w:lang w:val="en-GB"/>
    </w:rPr>
  </w:style>
  <w:style w:type="character" w:customStyle="1" w:styleId="LWHead4-UnderlinedChar1">
    <w:name w:val="~LW Head 4 - Underlined Char1"/>
    <w:rsid w:val="003D5C62"/>
    <w:rPr>
      <w:rFonts w:ascii="Garamond" w:eastAsia="MS Mincho" w:hAnsi="Garamond"/>
      <w:spacing w:val="0"/>
      <w:sz w:val="22"/>
      <w:szCs w:val="22"/>
      <w:u w:val="single"/>
      <w:lang w:val="en-GB"/>
    </w:rPr>
  </w:style>
  <w:style w:type="character" w:customStyle="1" w:styleId="LWHead6Char">
    <w:name w:val="~LW Head 6 Char"/>
    <w:basedOn w:val="LWHead5Char"/>
    <w:rsid w:val="003D5C62"/>
    <w:rPr>
      <w:rFonts w:ascii="Garamond" w:hAnsi="Garamond"/>
      <w:spacing w:val="0"/>
      <w:sz w:val="22"/>
      <w:szCs w:val="22"/>
      <w:lang w:val="en-GB"/>
    </w:rPr>
  </w:style>
  <w:style w:type="character" w:customStyle="1" w:styleId="LWHead6-UnderlinedChar">
    <w:name w:val="~LW Head 6 - Underlined Char"/>
    <w:rsid w:val="003D5C62"/>
    <w:rPr>
      <w:rFonts w:ascii="Garamond" w:hAnsi="Garamond"/>
      <w:spacing w:val="0"/>
      <w:sz w:val="22"/>
      <w:szCs w:val="22"/>
      <w:u w:val="single"/>
      <w:lang w:val="en-GB"/>
    </w:rPr>
  </w:style>
  <w:style w:type="paragraph" w:customStyle="1" w:styleId="LWHead7-Underlined">
    <w:name w:val="~LW Head 7 - Underlined"/>
    <w:basedOn w:val="LWHead7"/>
    <w:rsid w:val="003D5C62"/>
    <w:rPr>
      <w:u w:val="single"/>
    </w:rPr>
  </w:style>
  <w:style w:type="character" w:customStyle="1" w:styleId="Char0">
    <w:name w:val="Char"/>
    <w:rsid w:val="003D5C62"/>
    <w:rPr>
      <w:rFonts w:ascii="Garamond" w:hAnsi="Garamond"/>
      <w:spacing w:val="0"/>
      <w:sz w:val="22"/>
      <w:szCs w:val="22"/>
      <w:lang w:val="en-GB"/>
    </w:rPr>
  </w:style>
  <w:style w:type="character" w:customStyle="1" w:styleId="LWHead2Char">
    <w:name w:val="~LW Head 2 Char"/>
    <w:rsid w:val="003D5C62"/>
    <w:rPr>
      <w:rFonts w:ascii="Garamond" w:hAnsi="Garamond"/>
      <w:b/>
      <w:bCs/>
      <w:spacing w:val="0"/>
      <w:sz w:val="22"/>
      <w:szCs w:val="22"/>
      <w:lang w:val="en-GB"/>
    </w:rPr>
  </w:style>
  <w:style w:type="paragraph" w:customStyle="1" w:styleId="Default">
    <w:name w:val="Default"/>
    <w:rsid w:val="003D5C62"/>
    <w:pPr>
      <w:autoSpaceDE w:val="0"/>
      <w:autoSpaceDN w:val="0"/>
      <w:adjustRightInd w:val="0"/>
    </w:pPr>
    <w:rPr>
      <w:rFonts w:ascii="Times New (W1)" w:hAnsi="Times New (W1)"/>
      <w:color w:val="000000"/>
      <w:sz w:val="24"/>
      <w:szCs w:val="24"/>
      <w:lang w:val="en-GB" w:eastAsia="en-US"/>
    </w:rPr>
  </w:style>
  <w:style w:type="paragraph" w:customStyle="1" w:styleId="Bullets1">
    <w:name w:val="Bullets 1"/>
    <w:basedOn w:val="Default"/>
    <w:next w:val="Default"/>
    <w:rsid w:val="003D5C62"/>
    <w:pPr>
      <w:spacing w:before="60" w:after="60"/>
    </w:pPr>
    <w:rPr>
      <w:color w:val="auto"/>
    </w:rPr>
  </w:style>
  <w:style w:type="paragraph" w:customStyle="1" w:styleId="Bullets2">
    <w:name w:val="Bullets 2"/>
    <w:basedOn w:val="Default"/>
    <w:next w:val="Default"/>
    <w:rsid w:val="003D5C62"/>
    <w:pPr>
      <w:spacing w:before="60" w:after="60"/>
    </w:pPr>
    <w:rPr>
      <w:color w:val="auto"/>
    </w:rPr>
  </w:style>
  <w:style w:type="paragraph" w:customStyle="1" w:styleId="000hd">
    <w:name w:val="000.hd"/>
    <w:basedOn w:val="Default"/>
    <w:next w:val="Default"/>
    <w:rsid w:val="003D5C62"/>
    <w:pPr>
      <w:widowControl w:val="0"/>
      <w:spacing w:before="40" w:after="40"/>
    </w:pPr>
    <w:rPr>
      <w:rFonts w:ascii="Arial" w:hAnsi="Arial" w:cs="Arial"/>
      <w:color w:val="auto"/>
    </w:rPr>
  </w:style>
  <w:style w:type="paragraph" w:customStyle="1" w:styleId="000txt">
    <w:name w:val="000.txt"/>
    <w:basedOn w:val="Default"/>
    <w:next w:val="Default"/>
    <w:rsid w:val="003D5C62"/>
    <w:pPr>
      <w:widowControl w:val="0"/>
      <w:spacing w:before="20" w:after="20"/>
    </w:pPr>
    <w:rPr>
      <w:rFonts w:ascii="Arial" w:hAnsi="Arial" w:cs="Arial"/>
      <w:color w:val="auto"/>
    </w:rPr>
  </w:style>
  <w:style w:type="paragraph" w:customStyle="1" w:styleId="Bold">
    <w:name w:val="Bold"/>
    <w:basedOn w:val="Default"/>
    <w:next w:val="Default"/>
    <w:rsid w:val="003D5C62"/>
    <w:pPr>
      <w:widowControl w:val="0"/>
    </w:pPr>
    <w:rPr>
      <w:rFonts w:ascii="Arial" w:hAnsi="Arial" w:cs="Arial"/>
      <w:color w:val="auto"/>
    </w:rPr>
  </w:style>
  <w:style w:type="character" w:styleId="LineNumber">
    <w:name w:val="line number"/>
    <w:rsid w:val="003D5C62"/>
    <w:rPr>
      <w:rFonts w:ascii="Times New Roman" w:hAnsi="Times New Roman" w:cs="Times New Roman"/>
      <w:spacing w:val="0"/>
      <w:sz w:val="24"/>
      <w:szCs w:val="24"/>
      <w:lang w:val="en-US"/>
    </w:rPr>
  </w:style>
  <w:style w:type="character" w:customStyle="1" w:styleId="LWHead6CharChar">
    <w:name w:val="~LW Head 6 Char Char"/>
    <w:basedOn w:val="LWHead5Char"/>
    <w:rsid w:val="003D5C62"/>
    <w:rPr>
      <w:rFonts w:ascii="Garamond" w:hAnsi="Garamond"/>
      <w:spacing w:val="0"/>
      <w:sz w:val="22"/>
      <w:szCs w:val="22"/>
      <w:lang w:val="en-GB"/>
    </w:rPr>
  </w:style>
  <w:style w:type="paragraph" w:styleId="BodyText3">
    <w:name w:val="Body Text 3"/>
    <w:basedOn w:val="Normal"/>
    <w:link w:val="BodyText3Char"/>
    <w:rsid w:val="003D5C62"/>
    <w:pPr>
      <w:widowControl w:val="0"/>
      <w:autoSpaceDE w:val="0"/>
      <w:autoSpaceDN w:val="0"/>
      <w:adjustRightInd w:val="0"/>
      <w:spacing w:after="120"/>
      <w:jc w:val="both"/>
    </w:pPr>
    <w:rPr>
      <w:rFonts w:ascii="Garamond" w:hAnsi="Garamond"/>
      <w:sz w:val="16"/>
      <w:szCs w:val="16"/>
      <w:lang w:val="en-ZA" w:eastAsia="en-US"/>
    </w:rPr>
  </w:style>
  <w:style w:type="character" w:customStyle="1" w:styleId="BodyText3Char">
    <w:name w:val="Body Text 3 Char"/>
    <w:basedOn w:val="DefaultParagraphFont"/>
    <w:link w:val="BodyText3"/>
    <w:rsid w:val="003D5C62"/>
    <w:rPr>
      <w:rFonts w:ascii="Garamond" w:hAnsi="Garamond"/>
      <w:sz w:val="16"/>
      <w:szCs w:val="16"/>
      <w:lang w:eastAsia="en-US"/>
    </w:rPr>
  </w:style>
  <w:style w:type="paragraph" w:customStyle="1" w:styleId="TableText">
    <w:name w:val="Table Text"/>
    <w:basedOn w:val="Normal"/>
    <w:rsid w:val="003D5C62"/>
    <w:pPr>
      <w:autoSpaceDE w:val="0"/>
      <w:autoSpaceDN w:val="0"/>
      <w:adjustRightInd w:val="0"/>
      <w:spacing w:before="120" w:after="120"/>
      <w:ind w:left="360"/>
    </w:pPr>
    <w:rPr>
      <w:b/>
      <w:bCs/>
      <w:szCs w:val="22"/>
      <w:lang w:val="en-US" w:eastAsia="en-US"/>
    </w:rPr>
  </w:style>
  <w:style w:type="paragraph" w:customStyle="1" w:styleId="FlushLeft">
    <w:name w:val="Flush Left"/>
    <w:basedOn w:val="Normal"/>
    <w:rsid w:val="003D5C62"/>
    <w:pPr>
      <w:tabs>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before="72" w:after="72"/>
    </w:pPr>
    <w:rPr>
      <w:color w:val="000000"/>
      <w:lang w:val="en-US" w:eastAsia="en-US"/>
    </w:rPr>
  </w:style>
  <w:style w:type="character" w:customStyle="1" w:styleId="CharChar">
    <w:name w:val="Char Char"/>
    <w:rsid w:val="003D5C62"/>
    <w:rPr>
      <w:rFonts w:ascii="Garamond" w:hAnsi="Garamond"/>
      <w:spacing w:val="0"/>
      <w:sz w:val="22"/>
      <w:szCs w:val="22"/>
      <w:lang w:val="en-GB"/>
    </w:rPr>
  </w:style>
  <w:style w:type="paragraph" w:customStyle="1" w:styleId="DeltaViewTableHeading">
    <w:name w:val="DeltaView Table Heading"/>
    <w:basedOn w:val="Normal"/>
    <w:rsid w:val="003D5C62"/>
    <w:pPr>
      <w:autoSpaceDE w:val="0"/>
      <w:autoSpaceDN w:val="0"/>
      <w:adjustRightInd w:val="0"/>
      <w:spacing w:after="120"/>
    </w:pPr>
    <w:rPr>
      <w:rFonts w:ascii="Arial" w:hAnsi="Arial" w:cs="Arial"/>
      <w:b/>
      <w:bCs/>
      <w:lang w:val="en-US" w:eastAsia="en-US"/>
    </w:rPr>
  </w:style>
  <w:style w:type="paragraph" w:customStyle="1" w:styleId="DeltaViewTableBody">
    <w:name w:val="DeltaView Table Body"/>
    <w:basedOn w:val="Normal"/>
    <w:rsid w:val="003D5C62"/>
    <w:pPr>
      <w:autoSpaceDE w:val="0"/>
      <w:autoSpaceDN w:val="0"/>
      <w:adjustRightInd w:val="0"/>
    </w:pPr>
    <w:rPr>
      <w:rFonts w:ascii="Arial" w:hAnsi="Arial" w:cs="Arial"/>
      <w:lang w:val="en-US" w:eastAsia="en-US"/>
    </w:rPr>
  </w:style>
  <w:style w:type="paragraph" w:customStyle="1" w:styleId="DeltaViewAnnounce">
    <w:name w:val="DeltaView Announce"/>
    <w:rsid w:val="003D5C62"/>
    <w:pPr>
      <w:autoSpaceDE w:val="0"/>
      <w:autoSpaceDN w:val="0"/>
      <w:adjustRightInd w:val="0"/>
      <w:spacing w:before="100" w:beforeAutospacing="1" w:after="100" w:afterAutospacing="1"/>
    </w:pPr>
    <w:rPr>
      <w:rFonts w:ascii="Arial" w:hAnsi="Arial" w:cs="Arial"/>
      <w:sz w:val="24"/>
      <w:szCs w:val="24"/>
      <w:lang w:val="en-GB" w:eastAsia="en-US"/>
    </w:rPr>
  </w:style>
  <w:style w:type="character" w:customStyle="1" w:styleId="DeltaViewInsertion">
    <w:name w:val="DeltaView Insertion"/>
    <w:rsid w:val="003D5C62"/>
    <w:rPr>
      <w:color w:val="800080"/>
      <w:spacing w:val="0"/>
      <w:u w:val="double"/>
    </w:rPr>
  </w:style>
  <w:style w:type="character" w:customStyle="1" w:styleId="DeltaViewDeletion">
    <w:name w:val="DeltaView Deletion"/>
    <w:rsid w:val="003D5C62"/>
    <w:rPr>
      <w:strike/>
      <w:color w:val="800000"/>
      <w:spacing w:val="0"/>
    </w:rPr>
  </w:style>
  <w:style w:type="character" w:customStyle="1" w:styleId="DeltaViewMoveSource">
    <w:name w:val="DeltaView Move Source"/>
    <w:rsid w:val="003D5C62"/>
    <w:rPr>
      <w:strike/>
      <w:color w:val="00C000"/>
      <w:spacing w:val="0"/>
    </w:rPr>
  </w:style>
  <w:style w:type="character" w:customStyle="1" w:styleId="DeltaViewMoveDestination">
    <w:name w:val="DeltaView Move Destination"/>
    <w:rsid w:val="003D5C62"/>
    <w:rPr>
      <w:color w:val="00C000"/>
      <w:spacing w:val="0"/>
      <w:u w:val="double"/>
    </w:rPr>
  </w:style>
  <w:style w:type="character" w:customStyle="1" w:styleId="DeltaViewChangeNumber">
    <w:name w:val="DeltaView Change Number"/>
    <w:rsid w:val="003D5C62"/>
    <w:rPr>
      <w:color w:val="000000"/>
      <w:spacing w:val="0"/>
      <w:vertAlign w:val="superscript"/>
    </w:rPr>
  </w:style>
  <w:style w:type="character" w:customStyle="1" w:styleId="DeltaViewDelimiter">
    <w:name w:val="DeltaView Delimiter"/>
    <w:rsid w:val="003D5C62"/>
    <w:rPr>
      <w:spacing w:val="0"/>
    </w:rPr>
  </w:style>
  <w:style w:type="character" w:customStyle="1" w:styleId="DeltaViewFormatChange">
    <w:name w:val="DeltaView Format Change"/>
    <w:rsid w:val="003D5C62"/>
    <w:rPr>
      <w:color w:val="000000"/>
      <w:spacing w:val="0"/>
    </w:rPr>
  </w:style>
  <w:style w:type="character" w:customStyle="1" w:styleId="DeltaViewMovedDeletion">
    <w:name w:val="DeltaView Moved Deletion"/>
    <w:rsid w:val="003D5C62"/>
    <w:rPr>
      <w:strike/>
      <w:color w:val="C08080"/>
      <w:spacing w:val="0"/>
    </w:rPr>
  </w:style>
  <w:style w:type="character" w:customStyle="1" w:styleId="DeltaViewEditorComment">
    <w:name w:val="DeltaView Editor Comment"/>
    <w:rsid w:val="003D5C62"/>
    <w:rPr>
      <w:color w:val="0000FF"/>
      <w:spacing w:val="0"/>
      <w:u w:val="double"/>
      <w:lang w:val="en-US"/>
    </w:rPr>
  </w:style>
  <w:style w:type="character" w:customStyle="1" w:styleId="DeltaViewStyleChangeText">
    <w:name w:val="DeltaView Style Change Text"/>
    <w:rsid w:val="003D5C62"/>
    <w:rPr>
      <w:color w:val="000000"/>
      <w:spacing w:val="0"/>
      <w:u w:val="double"/>
    </w:rPr>
  </w:style>
  <w:style w:type="character" w:customStyle="1" w:styleId="DeltaViewStyleChangeLabel">
    <w:name w:val="DeltaView Style Change Label"/>
    <w:rsid w:val="003D5C62"/>
    <w:rPr>
      <w:color w:val="000000"/>
      <w:spacing w:val="0"/>
    </w:rPr>
  </w:style>
  <w:style w:type="character" w:customStyle="1" w:styleId="CharChar1">
    <w:name w:val="Char Char1"/>
    <w:rsid w:val="003D5C62"/>
    <w:rPr>
      <w:rFonts w:ascii="Garamond" w:hAnsi="Garamond"/>
      <w:sz w:val="22"/>
      <w:szCs w:val="22"/>
      <w:lang w:val="en-GB" w:eastAsia="en-US" w:bidi="ar-SA"/>
    </w:rPr>
  </w:style>
  <w:style w:type="character" w:customStyle="1" w:styleId="Heading4TextChar">
    <w:name w:val="Heading 4 Text Char"/>
    <w:basedOn w:val="CharChar1"/>
    <w:rsid w:val="003D5C62"/>
    <w:rPr>
      <w:rFonts w:ascii="Garamond" w:hAnsi="Garamond"/>
      <w:sz w:val="22"/>
      <w:szCs w:val="22"/>
      <w:lang w:val="en-GB" w:eastAsia="en-US" w:bidi="ar-SA"/>
    </w:rPr>
  </w:style>
  <w:style w:type="paragraph" w:customStyle="1" w:styleId="5Body">
    <w:name w:val=".5 Body"/>
    <w:basedOn w:val="Heading2Text"/>
    <w:rsid w:val="003D5C62"/>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val="0"/>
      <w:autoSpaceDN w:val="0"/>
      <w:adjustRightInd w:val="0"/>
      <w:spacing w:before="0" w:after="240"/>
      <w:ind w:left="720"/>
    </w:pPr>
    <w:rPr>
      <w:sz w:val="24"/>
      <w:szCs w:val="24"/>
      <w:lang w:val="en-ZA"/>
    </w:rPr>
  </w:style>
  <w:style w:type="character" w:customStyle="1" w:styleId="CharChar0">
    <w:name w:val="Char Char"/>
    <w:rsid w:val="00FD6F54"/>
    <w:rPr>
      <w:rFonts w:ascii="Garamond" w:hAnsi="Garamond"/>
      <w:sz w:val="24"/>
      <w:szCs w:val="22"/>
      <w:lang w:val="en-GB" w:eastAsia="en-US" w:bidi="ar-SA"/>
    </w:rPr>
  </w:style>
  <w:style w:type="character" w:customStyle="1" w:styleId="CharChar2">
    <w:name w:val="Char Char2"/>
    <w:rsid w:val="003D5C62"/>
    <w:rPr>
      <w:rFonts w:ascii="Garamond" w:hAnsi="Garamond"/>
      <w:color w:val="000000"/>
      <w:sz w:val="24"/>
      <w:szCs w:val="22"/>
      <w:lang w:val="en-GB" w:eastAsia="en-US" w:bidi="ar-SA"/>
    </w:rPr>
  </w:style>
  <w:style w:type="paragraph" w:customStyle="1" w:styleId="DefaultCharacterFont">
    <w:name w:val="Default Character Font"/>
    <w:basedOn w:val="Normal"/>
    <w:rsid w:val="003D5C62"/>
    <w:pPr>
      <w:tabs>
        <w:tab w:val="left" w:pos="7650"/>
      </w:tabs>
      <w:spacing w:line="216" w:lineRule="exact"/>
    </w:pPr>
    <w:rPr>
      <w:rFonts w:eastAsia="MS Mincho"/>
      <w:szCs w:val="20"/>
      <w:lang w:val="en-US" w:eastAsia="en-US"/>
    </w:rPr>
  </w:style>
  <w:style w:type="paragraph" w:customStyle="1" w:styleId="FirmInfo">
    <w:name w:val="Firm Info"/>
    <w:rsid w:val="003D5C62"/>
    <w:pPr>
      <w:spacing w:line="220" w:lineRule="exact"/>
    </w:pPr>
    <w:rPr>
      <w:rFonts w:ascii="Arial" w:hAnsi="Arial"/>
      <w:bCs/>
      <w:noProof/>
      <w:sz w:val="14"/>
      <w:lang w:val="en-US" w:eastAsia="en-US"/>
    </w:rPr>
  </w:style>
  <w:style w:type="paragraph" w:customStyle="1" w:styleId="FooterMemo">
    <w:name w:val="FooterMemo"/>
    <w:basedOn w:val="Normal"/>
    <w:rsid w:val="003D5C62"/>
    <w:pPr>
      <w:tabs>
        <w:tab w:val="center" w:pos="4680"/>
      </w:tabs>
      <w:ind w:left="-1440" w:right="-1440"/>
      <w:jc w:val="center"/>
    </w:pPr>
    <w:rPr>
      <w:rFonts w:ascii="EngraversGothic BT" w:eastAsia="MS Mincho" w:hAnsi="EngraversGothic BT"/>
      <w:smallCaps/>
      <w:sz w:val="16"/>
      <w:szCs w:val="20"/>
      <w:lang w:val="en-US" w:eastAsia="en-US"/>
    </w:rPr>
  </w:style>
  <w:style w:type="paragraph" w:customStyle="1" w:styleId="HeaderNumbers">
    <w:name w:val="HeaderNumbers"/>
    <w:basedOn w:val="Normal"/>
    <w:rsid w:val="003D5C62"/>
    <w:pPr>
      <w:spacing w:before="720" w:line="480" w:lineRule="exact"/>
      <w:ind w:right="144"/>
      <w:jc w:val="right"/>
    </w:pPr>
    <w:rPr>
      <w:rFonts w:eastAsia="MS Mincho"/>
      <w:szCs w:val="20"/>
      <w:lang w:val="en-US" w:eastAsia="en-US"/>
    </w:rPr>
  </w:style>
  <w:style w:type="paragraph" w:customStyle="1" w:styleId="LeftHeading">
    <w:name w:val="Left Heading"/>
    <w:basedOn w:val="Normal"/>
    <w:next w:val="Normal"/>
    <w:rsid w:val="003D5C62"/>
    <w:pPr>
      <w:widowControl w:val="0"/>
    </w:pPr>
    <w:rPr>
      <w:rFonts w:eastAsia="MS Mincho"/>
      <w:b/>
      <w:szCs w:val="20"/>
      <w:lang w:val="en-US" w:eastAsia="en-US"/>
    </w:rPr>
  </w:style>
  <w:style w:type="paragraph" w:customStyle="1" w:styleId="LetterDate">
    <w:name w:val="Letter Date"/>
    <w:basedOn w:val="Normal"/>
    <w:next w:val="BodyText"/>
    <w:rsid w:val="003D5C62"/>
    <w:pPr>
      <w:widowControl w:val="0"/>
    </w:pPr>
    <w:rPr>
      <w:rFonts w:eastAsia="MS Mincho"/>
      <w:szCs w:val="20"/>
      <w:lang w:val="en-US" w:eastAsia="en-US"/>
    </w:rPr>
  </w:style>
  <w:style w:type="character" w:customStyle="1" w:styleId="ParagraphNumber">
    <w:name w:val="ParagraphNumber"/>
    <w:rsid w:val="003D5C62"/>
    <w:rPr>
      <w:lang w:val="en-US"/>
    </w:rPr>
  </w:style>
  <w:style w:type="paragraph" w:customStyle="1" w:styleId="Head2">
    <w:name w:val="Head 2"/>
    <w:basedOn w:val="LWHead2"/>
    <w:rsid w:val="003D5C62"/>
    <w:pPr>
      <w:keepNext/>
      <w:tabs>
        <w:tab w:val="clear" w:pos="600"/>
      </w:tabs>
      <w:autoSpaceDE/>
      <w:autoSpaceDN/>
      <w:adjustRightInd/>
      <w:ind w:left="720" w:hanging="720"/>
    </w:pPr>
    <w:rPr>
      <w:rFonts w:cs="Arial"/>
      <w:w w:val="0"/>
    </w:rPr>
  </w:style>
  <w:style w:type="paragraph" w:customStyle="1" w:styleId="LWHead2Text0">
    <w:name w:val="LW Head 2 Text"/>
    <w:basedOn w:val="BodyText"/>
    <w:rsid w:val="003D5C62"/>
    <w:pPr>
      <w:widowControl w:val="0"/>
      <w:autoSpaceDE w:val="0"/>
      <w:autoSpaceDN w:val="0"/>
      <w:adjustRightInd w:val="0"/>
    </w:pPr>
    <w:rPr>
      <w:rFonts w:ascii="Garamond" w:hAnsi="Garamond"/>
      <w:szCs w:val="22"/>
      <w:lang w:val="en-GB" w:eastAsia="en-US"/>
    </w:rPr>
  </w:style>
  <w:style w:type="character" w:customStyle="1" w:styleId="LWHead2Char1">
    <w:name w:val="~LW Head 2 Char1"/>
    <w:basedOn w:val="Heading2Char"/>
    <w:rsid w:val="003D5C62"/>
    <w:rPr>
      <w:rFonts w:ascii="Garamond" w:hAnsi="Garamond" w:cs="Arial"/>
      <w:b/>
      <w:bCs/>
      <w:i w:val="0"/>
      <w:iCs w:val="0"/>
      <w:color w:val="000000"/>
      <w:sz w:val="22"/>
      <w:szCs w:val="22"/>
      <w:lang w:val="en-GB" w:eastAsia="en-US" w:bidi="ar-SA"/>
    </w:rPr>
  </w:style>
  <w:style w:type="character" w:customStyle="1" w:styleId="Head2Char">
    <w:name w:val="Head 2 Char"/>
    <w:rsid w:val="003D5C62"/>
    <w:rPr>
      <w:rFonts w:ascii="Garamond" w:hAnsi="Garamond" w:cs="Arial"/>
      <w:b/>
      <w:bCs/>
      <w:color w:val="000000"/>
      <w:w w:val="0"/>
      <w:sz w:val="22"/>
      <w:szCs w:val="22"/>
      <w:lang w:val="en-GB" w:eastAsia="en-US" w:bidi="ar-SA"/>
    </w:rPr>
  </w:style>
  <w:style w:type="paragraph" w:styleId="NormalWeb">
    <w:name w:val="Normal (Web)"/>
    <w:basedOn w:val="Normal"/>
    <w:rsid w:val="003D5C62"/>
    <w:pPr>
      <w:spacing w:before="100" w:beforeAutospacing="1" w:after="100" w:afterAutospacing="1"/>
    </w:pPr>
    <w:rPr>
      <w:lang w:val="en-US" w:eastAsia="en-US"/>
    </w:rPr>
  </w:style>
  <w:style w:type="paragraph" w:customStyle="1" w:styleId="AppendixHdg1">
    <w:name w:val="Appendix Hdg 1"/>
    <w:basedOn w:val="Normal"/>
    <w:next w:val="Normal"/>
    <w:rsid w:val="003D5C62"/>
    <w:pPr>
      <w:keepNext/>
      <w:widowControl w:val="0"/>
      <w:tabs>
        <w:tab w:val="num" w:pos="720"/>
      </w:tabs>
      <w:spacing w:after="240"/>
      <w:ind w:left="720" w:hanging="360"/>
      <w:jc w:val="both"/>
    </w:pPr>
    <w:rPr>
      <w:rFonts w:ascii="Garamond" w:hAnsi="Garamond"/>
      <w:b/>
      <w:bCs/>
      <w:caps/>
      <w:szCs w:val="22"/>
      <w:lang w:val="en-ZA" w:eastAsia="en-US"/>
    </w:rPr>
  </w:style>
  <w:style w:type="paragraph" w:customStyle="1" w:styleId="AppendixHdg2">
    <w:name w:val="Appendix Hdg 2"/>
    <w:basedOn w:val="Normal"/>
    <w:next w:val="Heading2Text"/>
    <w:rsid w:val="003D5C62"/>
    <w:pPr>
      <w:keepNext/>
      <w:widowControl w:val="0"/>
      <w:tabs>
        <w:tab w:val="num" w:pos="1440"/>
      </w:tabs>
      <w:spacing w:after="240"/>
      <w:ind w:left="1440" w:hanging="360"/>
      <w:jc w:val="both"/>
    </w:pPr>
    <w:rPr>
      <w:rFonts w:ascii="Garamond" w:hAnsi="Garamond"/>
      <w:b/>
      <w:bCs/>
      <w:szCs w:val="22"/>
      <w:lang w:val="en-ZA" w:eastAsia="en-US"/>
    </w:rPr>
  </w:style>
  <w:style w:type="paragraph" w:styleId="BodyTextIndent2">
    <w:name w:val="Body Text Indent 2"/>
    <w:basedOn w:val="Normal"/>
    <w:link w:val="BodyTextIndent2Char"/>
    <w:rsid w:val="003D5C62"/>
    <w:pPr>
      <w:widowControl w:val="0"/>
      <w:spacing w:after="120" w:line="480" w:lineRule="auto"/>
      <w:ind w:left="360"/>
      <w:jc w:val="both"/>
    </w:pPr>
    <w:rPr>
      <w:rFonts w:ascii="Garamond" w:hAnsi="Garamond"/>
      <w:szCs w:val="22"/>
      <w:lang w:val="en-ZA" w:eastAsia="en-US"/>
    </w:rPr>
  </w:style>
  <w:style w:type="character" w:customStyle="1" w:styleId="BodyTextIndent2Char">
    <w:name w:val="Body Text Indent 2 Char"/>
    <w:basedOn w:val="DefaultParagraphFont"/>
    <w:link w:val="BodyTextIndent2"/>
    <w:rsid w:val="003D5C62"/>
    <w:rPr>
      <w:rFonts w:ascii="Garamond" w:hAnsi="Garamond"/>
      <w:sz w:val="24"/>
      <w:szCs w:val="22"/>
      <w:lang w:eastAsia="en-US"/>
    </w:rPr>
  </w:style>
  <w:style w:type="paragraph" w:customStyle="1" w:styleId="BodyTextIndentB">
    <w:name w:val="Body Text Indent B"/>
    <w:basedOn w:val="LWHead4Text"/>
    <w:rsid w:val="003D5C62"/>
    <w:pPr>
      <w:autoSpaceDE/>
      <w:autoSpaceDN/>
      <w:adjustRightInd/>
    </w:pPr>
    <w:rPr>
      <w:bCs/>
      <w:sz w:val="24"/>
    </w:rPr>
  </w:style>
  <w:style w:type="paragraph" w:customStyle="1" w:styleId="TableListBullet">
    <w:name w:val="Table List Bullet"/>
    <w:basedOn w:val="Normal"/>
    <w:rsid w:val="003D5C62"/>
    <w:pPr>
      <w:widowControl w:val="0"/>
      <w:numPr>
        <w:numId w:val="38"/>
      </w:numPr>
      <w:autoSpaceDE w:val="0"/>
      <w:autoSpaceDN w:val="0"/>
      <w:adjustRightInd w:val="0"/>
      <w:jc w:val="both"/>
    </w:pPr>
    <w:rPr>
      <w:rFonts w:ascii="Garamond" w:hAnsi="Garamond"/>
      <w:szCs w:val="22"/>
      <w:lang w:val="en-ZA" w:eastAsia="en-US"/>
    </w:rPr>
  </w:style>
  <w:style w:type="paragraph" w:customStyle="1" w:styleId="BodyText5">
    <w:name w:val="Body Text 5"/>
    <w:basedOn w:val="BodyText"/>
    <w:rsid w:val="003D5C62"/>
    <w:pPr>
      <w:spacing w:after="240"/>
    </w:pPr>
    <w:rPr>
      <w:rFonts w:ascii="Garamond" w:hAnsi="Garamond"/>
      <w:sz w:val="24"/>
      <w:szCs w:val="22"/>
      <w:lang w:eastAsia="en-US"/>
    </w:rPr>
  </w:style>
  <w:style w:type="character" w:customStyle="1" w:styleId="Heading3Char1">
    <w:name w:val="Heading 3 Char1"/>
    <w:rsid w:val="003D5C62"/>
    <w:rPr>
      <w:rFonts w:ascii="Arial" w:hAnsi="Arial"/>
      <w:sz w:val="22"/>
      <w:lang w:val="en-ZA" w:eastAsia="en-ZA" w:bidi="ar-SA"/>
    </w:rPr>
  </w:style>
  <w:style w:type="character" w:customStyle="1" w:styleId="BodyTextChar1">
    <w:name w:val="Body Text Char1"/>
    <w:rsid w:val="003D5C62"/>
    <w:rPr>
      <w:sz w:val="28"/>
      <w:szCs w:val="24"/>
      <w:lang w:val="en-US" w:eastAsia="en-ZA" w:bidi="ar-SA"/>
    </w:rPr>
  </w:style>
  <w:style w:type="character" w:customStyle="1" w:styleId="Heading2Char1">
    <w:name w:val="Heading 2 Char1"/>
    <w:rsid w:val="003D5C62"/>
    <w:rPr>
      <w:rFonts w:ascii="Arial" w:hAnsi="Arial"/>
      <w:b/>
      <w:i/>
      <w:sz w:val="22"/>
      <w:lang w:val="en-ZA" w:eastAsia="en-ZA" w:bidi="ar-SA"/>
    </w:rPr>
  </w:style>
  <w:style w:type="paragraph" w:customStyle="1" w:styleId="Heading3Text">
    <w:name w:val="Heading 3 Text"/>
    <w:basedOn w:val="BodyText"/>
    <w:rsid w:val="003D5C62"/>
    <w:pPr>
      <w:spacing w:after="240"/>
      <w:ind w:left="1440"/>
    </w:pPr>
    <w:rPr>
      <w:rFonts w:ascii="Garamond" w:hAnsi="Garamond"/>
      <w:sz w:val="24"/>
      <w:szCs w:val="24"/>
      <w:lang w:eastAsia="en-US"/>
    </w:rPr>
  </w:style>
  <w:style w:type="paragraph" w:customStyle="1" w:styleId="Heading6Text">
    <w:name w:val="Heading 6 Text"/>
    <w:basedOn w:val="BodyText"/>
    <w:rsid w:val="003D5C62"/>
    <w:pPr>
      <w:widowControl w:val="0"/>
      <w:spacing w:after="240"/>
      <w:ind w:left="3600"/>
    </w:pPr>
    <w:rPr>
      <w:rFonts w:ascii="Garamond" w:hAnsi="Garamond"/>
      <w:szCs w:val="22"/>
      <w:lang w:val="en-GB" w:eastAsia="en-US"/>
    </w:rPr>
  </w:style>
  <w:style w:type="character" w:customStyle="1" w:styleId="LWHead4CharChar">
    <w:name w:val="~LW Head 4 Char Char"/>
    <w:link w:val="LWHead4"/>
    <w:rsid w:val="003D5C62"/>
    <w:rPr>
      <w:rFonts w:ascii="Garamond" w:hAnsi="Garamond"/>
      <w:color w:val="000000"/>
      <w:sz w:val="22"/>
      <w:szCs w:val="22"/>
      <w:lang w:val="en-GB" w:eastAsia="en-US"/>
    </w:rPr>
  </w:style>
  <w:style w:type="character" w:customStyle="1" w:styleId="LWHead2TextChar">
    <w:name w:val="~LW Head 2 Text Char"/>
    <w:link w:val="LWHead2Text"/>
    <w:rsid w:val="003D5C62"/>
    <w:rPr>
      <w:rFonts w:ascii="Garamond" w:hAnsi="Garamond"/>
      <w:sz w:val="22"/>
      <w:szCs w:val="22"/>
      <w:lang w:val="en-GB" w:eastAsia="en-US"/>
    </w:rPr>
  </w:style>
  <w:style w:type="character" w:customStyle="1" w:styleId="LWHead3CharChar">
    <w:name w:val="~LW Head 3 Char Char"/>
    <w:link w:val="LWHead3"/>
    <w:rsid w:val="003D5C62"/>
    <w:rPr>
      <w:rFonts w:ascii="Garamond" w:hAnsi="Garamond"/>
      <w:color w:val="000000"/>
      <w:sz w:val="22"/>
      <w:szCs w:val="22"/>
      <w:lang w:val="en-GB" w:eastAsia="en-US"/>
    </w:rPr>
  </w:style>
  <w:style w:type="character" w:customStyle="1" w:styleId="LWHead3TextChar">
    <w:name w:val="~LW Head 3 Text Char"/>
    <w:link w:val="LWHead3Text"/>
    <w:rsid w:val="003D5C62"/>
    <w:rPr>
      <w:rFonts w:ascii="Garamond" w:hAnsi="Garamond"/>
      <w:sz w:val="22"/>
      <w:szCs w:val="22"/>
      <w:lang w:val="en-GB" w:eastAsia="en-US"/>
    </w:rPr>
  </w:style>
  <w:style w:type="character" w:customStyle="1" w:styleId="LWHead3-UnderlinedChar">
    <w:name w:val="~LW Head 3 - Underlined Char"/>
    <w:link w:val="LWHead3-Underlined"/>
    <w:rsid w:val="003D5C62"/>
    <w:rPr>
      <w:rFonts w:ascii="Garamond" w:hAnsi="Garamond"/>
      <w:b/>
      <w:bCs/>
      <w:color w:val="000000"/>
      <w:sz w:val="22"/>
      <w:szCs w:val="22"/>
      <w:u w:val="single"/>
      <w:lang w:val="en-GB" w:eastAsia="en-US"/>
    </w:rPr>
  </w:style>
  <w:style w:type="character" w:customStyle="1" w:styleId="LWHead3Char">
    <w:name w:val="~LW Head 3 Char"/>
    <w:rsid w:val="003D5C62"/>
    <w:rPr>
      <w:rFonts w:ascii="Garamond" w:hAnsi="Garamond"/>
      <w:b/>
      <w:bCs/>
      <w:caps/>
      <w:sz w:val="22"/>
      <w:szCs w:val="22"/>
      <w:lang w:val="en-GB" w:eastAsia="en-US" w:bidi="ar-SA"/>
    </w:rPr>
  </w:style>
  <w:style w:type="paragraph" w:customStyle="1" w:styleId="LWTableNumber2">
    <w:name w:val="~LW Table Number 2"/>
    <w:basedOn w:val="LWTableNumber"/>
    <w:rsid w:val="003D5C62"/>
    <w:pPr>
      <w:tabs>
        <w:tab w:val="clear" w:pos="720"/>
      </w:tabs>
      <w:autoSpaceDE/>
      <w:autoSpaceDN/>
      <w:adjustRightInd/>
      <w:ind w:left="0" w:firstLine="0"/>
    </w:pPr>
    <w:rPr>
      <w:sz w:val="22"/>
      <w:lang w:val="en-GB"/>
    </w:rPr>
  </w:style>
  <w:style w:type="paragraph" w:customStyle="1" w:styleId="Cover">
    <w:name w:val="Cover"/>
    <w:basedOn w:val="Normal"/>
    <w:rsid w:val="003D5C62"/>
    <w:pPr>
      <w:spacing w:after="240"/>
      <w:jc w:val="center"/>
    </w:pPr>
    <w:rPr>
      <w:rFonts w:ascii="Garamond" w:hAnsi="Garamond"/>
      <w:b/>
      <w:caps/>
      <w:sz w:val="36"/>
      <w:szCs w:val="36"/>
      <w:lang w:val="en-US" w:eastAsia="en-US"/>
    </w:rPr>
  </w:style>
  <w:style w:type="character" w:customStyle="1" w:styleId="bodytextchar0">
    <w:name w:val="bodytextchar0"/>
    <w:rsid w:val="003D5C62"/>
    <w:rPr>
      <w:rFonts w:ascii="Garamond" w:hAnsi="Garamond" w:hint="default"/>
      <w:sz w:val="24"/>
      <w:lang w:val="en-US"/>
    </w:rPr>
  </w:style>
  <w:style w:type="character" w:customStyle="1" w:styleId="Clause2SubChar">
    <w:name w:val="Clause2Sub Char"/>
    <w:link w:val="Clause2Sub"/>
    <w:rsid w:val="003D5C62"/>
    <w:rPr>
      <w:rFonts w:ascii="Arial" w:eastAsia="MS Mincho" w:hAnsi="Arial"/>
      <w:lang w:val="en-GB" w:eastAsia="ja-JP"/>
    </w:rPr>
  </w:style>
  <w:style w:type="paragraph" w:customStyle="1" w:styleId="Clause4Sub">
    <w:name w:val="Clause4Sub"/>
    <w:basedOn w:val="Normal"/>
    <w:link w:val="Clause4SubChar"/>
    <w:rsid w:val="003D5C62"/>
    <w:pPr>
      <w:tabs>
        <w:tab w:val="num" w:pos="3600"/>
      </w:tabs>
      <w:spacing w:after="240" w:line="360" w:lineRule="atLeast"/>
      <w:ind w:left="3600" w:hanging="1048"/>
      <w:jc w:val="both"/>
    </w:pPr>
    <w:rPr>
      <w:rFonts w:ascii="Arial" w:eastAsia="MS Mincho" w:hAnsi="Arial"/>
      <w:sz w:val="20"/>
      <w:szCs w:val="20"/>
      <w:lang w:eastAsia="ja-JP"/>
    </w:rPr>
  </w:style>
  <w:style w:type="paragraph" w:customStyle="1" w:styleId="TOCClause2Sub">
    <w:name w:val="TOCClause2Sub"/>
    <w:basedOn w:val="Normal"/>
    <w:rsid w:val="003D5C62"/>
    <w:pPr>
      <w:numPr>
        <w:ilvl w:val="1"/>
        <w:numId w:val="47"/>
      </w:numPr>
      <w:spacing w:after="240" w:line="360" w:lineRule="atLeast"/>
      <w:jc w:val="both"/>
    </w:pPr>
    <w:rPr>
      <w:rFonts w:ascii="Arial" w:eastAsia="MS Mincho" w:hAnsi="Arial"/>
      <w:sz w:val="20"/>
      <w:szCs w:val="20"/>
      <w:lang w:eastAsia="ja-JP"/>
    </w:rPr>
  </w:style>
  <w:style w:type="paragraph" w:customStyle="1" w:styleId="AnnexureHead">
    <w:name w:val="Annexure Head"/>
    <w:basedOn w:val="level11"/>
    <w:rsid w:val="003D5C62"/>
    <w:pPr>
      <w:keepNext w:val="0"/>
      <w:keepLines w:val="0"/>
      <w:tabs>
        <w:tab w:val="clear" w:pos="567"/>
        <w:tab w:val="clear" w:pos="4253"/>
        <w:tab w:val="clear" w:pos="8222"/>
      </w:tabs>
      <w:spacing w:line="432" w:lineRule="auto"/>
      <w:ind w:left="0" w:firstLine="0"/>
      <w:jc w:val="center"/>
      <w:outlineLvl w:val="9"/>
    </w:pPr>
    <w:rPr>
      <w:b w:val="0"/>
      <w:caps w:val="0"/>
      <w:kern w:val="0"/>
      <w:szCs w:val="22"/>
      <w:lang w:val="en-ZA"/>
    </w:rPr>
  </w:style>
  <w:style w:type="paragraph" w:customStyle="1" w:styleId="level2text">
    <w:name w:val="level 2 text"/>
    <w:basedOn w:val="level2"/>
    <w:rsid w:val="003D5C62"/>
    <w:pPr>
      <w:widowControl w:val="0"/>
      <w:numPr>
        <w:ilvl w:val="0"/>
        <w:numId w:val="0"/>
      </w:numPr>
      <w:tabs>
        <w:tab w:val="clear" w:pos="4253"/>
        <w:tab w:val="clear" w:pos="8222"/>
      </w:tabs>
      <w:spacing w:line="432" w:lineRule="auto"/>
      <w:ind w:left="1276"/>
      <w:outlineLvl w:val="9"/>
    </w:pPr>
    <w:rPr>
      <w:rFonts w:eastAsia="MS Mincho"/>
      <w:szCs w:val="22"/>
      <w:lang w:val="en-ZA"/>
    </w:rPr>
  </w:style>
  <w:style w:type="paragraph" w:customStyle="1" w:styleId="Nor">
    <w:name w:val="Nor"/>
    <w:basedOn w:val="level31"/>
    <w:rsid w:val="003D5C62"/>
    <w:pPr>
      <w:keepLines w:val="0"/>
      <w:widowControl w:val="0"/>
      <w:tabs>
        <w:tab w:val="clear" w:pos="1170"/>
        <w:tab w:val="clear" w:pos="4253"/>
        <w:tab w:val="clear" w:pos="8222"/>
        <w:tab w:val="num" w:pos="1134"/>
      </w:tabs>
      <w:spacing w:before="240" w:after="0" w:line="432" w:lineRule="auto"/>
      <w:ind w:left="1134" w:hanging="1134"/>
      <w:outlineLvl w:val="9"/>
    </w:pPr>
    <w:rPr>
      <w:rFonts w:eastAsia="Times New Roman"/>
      <w:b w:val="0"/>
      <w:iCs w:val="0"/>
      <w:szCs w:val="22"/>
    </w:rPr>
  </w:style>
  <w:style w:type="character" w:customStyle="1" w:styleId="alevel1Char">
    <w:name w:val="alevel1 Char"/>
    <w:link w:val="alevel1"/>
    <w:locked/>
    <w:rsid w:val="003D5C62"/>
    <w:rPr>
      <w:rFonts w:ascii="Arial" w:hAnsi="Arial"/>
      <w:szCs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52321">
      <w:bodyDiv w:val="1"/>
      <w:marLeft w:val="0"/>
      <w:marRight w:val="0"/>
      <w:marTop w:val="0"/>
      <w:marBottom w:val="0"/>
      <w:divBdr>
        <w:top w:val="none" w:sz="0" w:space="0" w:color="auto"/>
        <w:left w:val="none" w:sz="0" w:space="0" w:color="auto"/>
        <w:bottom w:val="none" w:sz="0" w:space="0" w:color="auto"/>
        <w:right w:val="none" w:sz="0" w:space="0" w:color="auto"/>
      </w:divBdr>
    </w:div>
    <w:div w:id="359865803">
      <w:bodyDiv w:val="1"/>
      <w:marLeft w:val="0"/>
      <w:marRight w:val="0"/>
      <w:marTop w:val="0"/>
      <w:marBottom w:val="0"/>
      <w:divBdr>
        <w:top w:val="none" w:sz="0" w:space="0" w:color="auto"/>
        <w:left w:val="none" w:sz="0" w:space="0" w:color="auto"/>
        <w:bottom w:val="none" w:sz="0" w:space="0" w:color="auto"/>
        <w:right w:val="none" w:sz="0" w:space="0" w:color="auto"/>
      </w:divBdr>
    </w:div>
    <w:div w:id="502478107">
      <w:bodyDiv w:val="1"/>
      <w:marLeft w:val="0"/>
      <w:marRight w:val="0"/>
      <w:marTop w:val="0"/>
      <w:marBottom w:val="0"/>
      <w:divBdr>
        <w:top w:val="none" w:sz="0" w:space="0" w:color="auto"/>
        <w:left w:val="none" w:sz="0" w:space="0" w:color="auto"/>
        <w:bottom w:val="none" w:sz="0" w:space="0" w:color="auto"/>
        <w:right w:val="none" w:sz="0" w:space="0" w:color="auto"/>
      </w:divBdr>
    </w:div>
    <w:div w:id="650910163">
      <w:bodyDiv w:val="1"/>
      <w:marLeft w:val="0"/>
      <w:marRight w:val="0"/>
      <w:marTop w:val="0"/>
      <w:marBottom w:val="0"/>
      <w:divBdr>
        <w:top w:val="none" w:sz="0" w:space="0" w:color="auto"/>
        <w:left w:val="none" w:sz="0" w:space="0" w:color="auto"/>
        <w:bottom w:val="none" w:sz="0" w:space="0" w:color="auto"/>
        <w:right w:val="none" w:sz="0" w:space="0" w:color="auto"/>
      </w:divBdr>
    </w:div>
    <w:div w:id="815411490">
      <w:bodyDiv w:val="1"/>
      <w:marLeft w:val="0"/>
      <w:marRight w:val="0"/>
      <w:marTop w:val="0"/>
      <w:marBottom w:val="0"/>
      <w:divBdr>
        <w:top w:val="none" w:sz="0" w:space="0" w:color="auto"/>
        <w:left w:val="none" w:sz="0" w:space="0" w:color="auto"/>
        <w:bottom w:val="none" w:sz="0" w:space="0" w:color="auto"/>
        <w:right w:val="none" w:sz="0" w:space="0" w:color="auto"/>
      </w:divBdr>
    </w:div>
    <w:div w:id="863245675">
      <w:bodyDiv w:val="1"/>
      <w:marLeft w:val="0"/>
      <w:marRight w:val="0"/>
      <w:marTop w:val="0"/>
      <w:marBottom w:val="0"/>
      <w:divBdr>
        <w:top w:val="none" w:sz="0" w:space="0" w:color="auto"/>
        <w:left w:val="none" w:sz="0" w:space="0" w:color="auto"/>
        <w:bottom w:val="none" w:sz="0" w:space="0" w:color="auto"/>
        <w:right w:val="none" w:sz="0" w:space="0" w:color="auto"/>
      </w:divBdr>
    </w:div>
    <w:div w:id="863861720">
      <w:bodyDiv w:val="1"/>
      <w:marLeft w:val="0"/>
      <w:marRight w:val="0"/>
      <w:marTop w:val="0"/>
      <w:marBottom w:val="0"/>
      <w:divBdr>
        <w:top w:val="none" w:sz="0" w:space="0" w:color="auto"/>
        <w:left w:val="none" w:sz="0" w:space="0" w:color="auto"/>
        <w:bottom w:val="none" w:sz="0" w:space="0" w:color="auto"/>
        <w:right w:val="none" w:sz="0" w:space="0" w:color="auto"/>
      </w:divBdr>
    </w:div>
    <w:div w:id="1090198136">
      <w:bodyDiv w:val="1"/>
      <w:marLeft w:val="0"/>
      <w:marRight w:val="0"/>
      <w:marTop w:val="0"/>
      <w:marBottom w:val="0"/>
      <w:divBdr>
        <w:top w:val="none" w:sz="0" w:space="0" w:color="auto"/>
        <w:left w:val="none" w:sz="0" w:space="0" w:color="auto"/>
        <w:bottom w:val="none" w:sz="0" w:space="0" w:color="auto"/>
        <w:right w:val="none" w:sz="0" w:space="0" w:color="auto"/>
      </w:divBdr>
    </w:div>
    <w:div w:id="1235623624">
      <w:bodyDiv w:val="1"/>
      <w:marLeft w:val="0"/>
      <w:marRight w:val="0"/>
      <w:marTop w:val="0"/>
      <w:marBottom w:val="0"/>
      <w:divBdr>
        <w:top w:val="none" w:sz="0" w:space="0" w:color="auto"/>
        <w:left w:val="none" w:sz="0" w:space="0" w:color="auto"/>
        <w:bottom w:val="none" w:sz="0" w:space="0" w:color="auto"/>
        <w:right w:val="none" w:sz="0" w:space="0" w:color="auto"/>
      </w:divBdr>
    </w:div>
    <w:div w:id="1311517062">
      <w:bodyDiv w:val="1"/>
      <w:marLeft w:val="0"/>
      <w:marRight w:val="0"/>
      <w:marTop w:val="0"/>
      <w:marBottom w:val="0"/>
      <w:divBdr>
        <w:top w:val="none" w:sz="0" w:space="0" w:color="auto"/>
        <w:left w:val="none" w:sz="0" w:space="0" w:color="auto"/>
        <w:bottom w:val="none" w:sz="0" w:space="0" w:color="auto"/>
        <w:right w:val="none" w:sz="0" w:space="0" w:color="auto"/>
      </w:divBdr>
    </w:div>
    <w:div w:id="1555773976">
      <w:bodyDiv w:val="1"/>
      <w:marLeft w:val="0"/>
      <w:marRight w:val="0"/>
      <w:marTop w:val="0"/>
      <w:marBottom w:val="0"/>
      <w:divBdr>
        <w:top w:val="none" w:sz="0" w:space="0" w:color="auto"/>
        <w:left w:val="none" w:sz="0" w:space="0" w:color="auto"/>
        <w:bottom w:val="none" w:sz="0" w:space="0" w:color="auto"/>
        <w:right w:val="none" w:sz="0" w:space="0" w:color="auto"/>
      </w:divBdr>
    </w:div>
    <w:div w:id="1783572784">
      <w:bodyDiv w:val="1"/>
      <w:marLeft w:val="0"/>
      <w:marRight w:val="0"/>
      <w:marTop w:val="0"/>
      <w:marBottom w:val="0"/>
      <w:divBdr>
        <w:top w:val="none" w:sz="0" w:space="0" w:color="auto"/>
        <w:left w:val="none" w:sz="0" w:space="0" w:color="auto"/>
        <w:bottom w:val="none" w:sz="0" w:space="0" w:color="auto"/>
        <w:right w:val="none" w:sz="0" w:space="0" w:color="auto"/>
      </w:divBdr>
    </w:div>
    <w:div w:id="192526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4E3163097DC54AADB24190C98BD6CA" ma:contentTypeVersion="9" ma:contentTypeDescription="Create a new document." ma:contentTypeScope="" ma:versionID="12517d8c8de450ef357ea7a92c733c1a">
  <xsd:schema xmlns:xsd="http://www.w3.org/2001/XMLSchema" xmlns:xs="http://www.w3.org/2001/XMLSchema" xmlns:p="http://schemas.microsoft.com/office/2006/metadata/properties" xmlns:ns3="e942b510-5a27-4413-8615-8c76b2a41560" targetNamespace="http://schemas.microsoft.com/office/2006/metadata/properties" ma:root="true" ma:fieldsID="5e934e969e47cb74cbf57ca2f81ef8eb" ns3:_="">
    <xsd:import namespace="e942b510-5a27-4413-8615-8c76b2a4156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42b510-5a27-4413-8615-8c76b2a41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38185-D2AD-4B2E-928D-251D9661F8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42b510-5a27-4413-8615-8c76b2a415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6CCCFA-5947-4ABC-8B06-C490AA322A43}">
  <ds:schemaRefs>
    <ds:schemaRef ds:uri="http://schemas.openxmlformats.org/package/2006/metadata/core-properties"/>
    <ds:schemaRef ds:uri="http://www.w3.org/XML/1998/namespace"/>
    <ds:schemaRef ds:uri="http://schemas.microsoft.com/office/2006/metadata/properties"/>
    <ds:schemaRef ds:uri="http://purl.org/dc/elements/1.1/"/>
    <ds:schemaRef ds:uri="http://schemas.microsoft.com/office/2006/documentManagement/types"/>
    <ds:schemaRef ds:uri="http://purl.org/dc/dcmitype/"/>
    <ds:schemaRef ds:uri="http://schemas.microsoft.com/office/infopath/2007/PartnerControls"/>
    <ds:schemaRef ds:uri="e942b510-5a27-4413-8615-8c76b2a41560"/>
    <ds:schemaRef ds:uri="http://purl.org/dc/terms/"/>
  </ds:schemaRefs>
</ds:datastoreItem>
</file>

<file path=customXml/itemProps3.xml><?xml version="1.0" encoding="utf-8"?>
<ds:datastoreItem xmlns:ds="http://schemas.openxmlformats.org/officeDocument/2006/customXml" ds:itemID="{2007EA7B-FB19-4DD6-9149-66F08F27B97E}">
  <ds:schemaRefs>
    <ds:schemaRef ds:uri="http://schemas.microsoft.com/sharepoint/v3/contenttype/forms"/>
  </ds:schemaRefs>
</ds:datastoreItem>
</file>

<file path=customXml/itemProps4.xml><?xml version="1.0" encoding="utf-8"?>
<ds:datastoreItem xmlns:ds="http://schemas.openxmlformats.org/officeDocument/2006/customXml" ds:itemID="{DE0C9FFC-487A-4D61-BE37-597404637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ACAS Research Services Agreement</Template>
  <TotalTime>1</TotalTime>
  <Pages>178</Pages>
  <Words>22498</Words>
  <Characters>125725</Characters>
  <Application>Microsoft Office Word</Application>
  <DocSecurity>4</DocSecurity>
  <Lines>1047</Lines>
  <Paragraphs>295</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147928</CharactersWithSpaces>
  <SharedDoc>false</SharedDoc>
  <HLinks>
    <vt:vector size="204" baseType="variant">
      <vt:variant>
        <vt:i4>1638462</vt:i4>
      </vt:variant>
      <vt:variant>
        <vt:i4>200</vt:i4>
      </vt:variant>
      <vt:variant>
        <vt:i4>0</vt:i4>
      </vt:variant>
      <vt:variant>
        <vt:i4>5</vt:i4>
      </vt:variant>
      <vt:variant>
        <vt:lpwstr/>
      </vt:variant>
      <vt:variant>
        <vt:lpwstr>_Toc288827690</vt:lpwstr>
      </vt:variant>
      <vt:variant>
        <vt:i4>1572926</vt:i4>
      </vt:variant>
      <vt:variant>
        <vt:i4>194</vt:i4>
      </vt:variant>
      <vt:variant>
        <vt:i4>0</vt:i4>
      </vt:variant>
      <vt:variant>
        <vt:i4>5</vt:i4>
      </vt:variant>
      <vt:variant>
        <vt:lpwstr/>
      </vt:variant>
      <vt:variant>
        <vt:lpwstr>_Toc288827689</vt:lpwstr>
      </vt:variant>
      <vt:variant>
        <vt:i4>1572926</vt:i4>
      </vt:variant>
      <vt:variant>
        <vt:i4>188</vt:i4>
      </vt:variant>
      <vt:variant>
        <vt:i4>0</vt:i4>
      </vt:variant>
      <vt:variant>
        <vt:i4>5</vt:i4>
      </vt:variant>
      <vt:variant>
        <vt:lpwstr/>
      </vt:variant>
      <vt:variant>
        <vt:lpwstr>_Toc288827687</vt:lpwstr>
      </vt:variant>
      <vt:variant>
        <vt:i4>1572926</vt:i4>
      </vt:variant>
      <vt:variant>
        <vt:i4>182</vt:i4>
      </vt:variant>
      <vt:variant>
        <vt:i4>0</vt:i4>
      </vt:variant>
      <vt:variant>
        <vt:i4>5</vt:i4>
      </vt:variant>
      <vt:variant>
        <vt:lpwstr/>
      </vt:variant>
      <vt:variant>
        <vt:lpwstr>_Toc288827685</vt:lpwstr>
      </vt:variant>
      <vt:variant>
        <vt:i4>1572926</vt:i4>
      </vt:variant>
      <vt:variant>
        <vt:i4>176</vt:i4>
      </vt:variant>
      <vt:variant>
        <vt:i4>0</vt:i4>
      </vt:variant>
      <vt:variant>
        <vt:i4>5</vt:i4>
      </vt:variant>
      <vt:variant>
        <vt:lpwstr/>
      </vt:variant>
      <vt:variant>
        <vt:lpwstr>_Toc288827683</vt:lpwstr>
      </vt:variant>
      <vt:variant>
        <vt:i4>1572926</vt:i4>
      </vt:variant>
      <vt:variant>
        <vt:i4>170</vt:i4>
      </vt:variant>
      <vt:variant>
        <vt:i4>0</vt:i4>
      </vt:variant>
      <vt:variant>
        <vt:i4>5</vt:i4>
      </vt:variant>
      <vt:variant>
        <vt:lpwstr/>
      </vt:variant>
      <vt:variant>
        <vt:lpwstr>_Toc288827681</vt:lpwstr>
      </vt:variant>
      <vt:variant>
        <vt:i4>1507390</vt:i4>
      </vt:variant>
      <vt:variant>
        <vt:i4>164</vt:i4>
      </vt:variant>
      <vt:variant>
        <vt:i4>0</vt:i4>
      </vt:variant>
      <vt:variant>
        <vt:i4>5</vt:i4>
      </vt:variant>
      <vt:variant>
        <vt:lpwstr/>
      </vt:variant>
      <vt:variant>
        <vt:lpwstr>_Toc288827679</vt:lpwstr>
      </vt:variant>
      <vt:variant>
        <vt:i4>1507390</vt:i4>
      </vt:variant>
      <vt:variant>
        <vt:i4>158</vt:i4>
      </vt:variant>
      <vt:variant>
        <vt:i4>0</vt:i4>
      </vt:variant>
      <vt:variant>
        <vt:i4>5</vt:i4>
      </vt:variant>
      <vt:variant>
        <vt:lpwstr/>
      </vt:variant>
      <vt:variant>
        <vt:lpwstr>_Toc288827678</vt:lpwstr>
      </vt:variant>
      <vt:variant>
        <vt:i4>1507390</vt:i4>
      </vt:variant>
      <vt:variant>
        <vt:i4>152</vt:i4>
      </vt:variant>
      <vt:variant>
        <vt:i4>0</vt:i4>
      </vt:variant>
      <vt:variant>
        <vt:i4>5</vt:i4>
      </vt:variant>
      <vt:variant>
        <vt:lpwstr/>
      </vt:variant>
      <vt:variant>
        <vt:lpwstr>_Toc288827676</vt:lpwstr>
      </vt:variant>
      <vt:variant>
        <vt:i4>1507390</vt:i4>
      </vt:variant>
      <vt:variant>
        <vt:i4>146</vt:i4>
      </vt:variant>
      <vt:variant>
        <vt:i4>0</vt:i4>
      </vt:variant>
      <vt:variant>
        <vt:i4>5</vt:i4>
      </vt:variant>
      <vt:variant>
        <vt:lpwstr/>
      </vt:variant>
      <vt:variant>
        <vt:lpwstr>_Toc288827674</vt:lpwstr>
      </vt:variant>
      <vt:variant>
        <vt:i4>1507390</vt:i4>
      </vt:variant>
      <vt:variant>
        <vt:i4>140</vt:i4>
      </vt:variant>
      <vt:variant>
        <vt:i4>0</vt:i4>
      </vt:variant>
      <vt:variant>
        <vt:i4>5</vt:i4>
      </vt:variant>
      <vt:variant>
        <vt:lpwstr/>
      </vt:variant>
      <vt:variant>
        <vt:lpwstr>_Toc288827672</vt:lpwstr>
      </vt:variant>
      <vt:variant>
        <vt:i4>1507390</vt:i4>
      </vt:variant>
      <vt:variant>
        <vt:i4>134</vt:i4>
      </vt:variant>
      <vt:variant>
        <vt:i4>0</vt:i4>
      </vt:variant>
      <vt:variant>
        <vt:i4>5</vt:i4>
      </vt:variant>
      <vt:variant>
        <vt:lpwstr/>
      </vt:variant>
      <vt:variant>
        <vt:lpwstr>_Toc288827670</vt:lpwstr>
      </vt:variant>
      <vt:variant>
        <vt:i4>1441854</vt:i4>
      </vt:variant>
      <vt:variant>
        <vt:i4>128</vt:i4>
      </vt:variant>
      <vt:variant>
        <vt:i4>0</vt:i4>
      </vt:variant>
      <vt:variant>
        <vt:i4>5</vt:i4>
      </vt:variant>
      <vt:variant>
        <vt:lpwstr/>
      </vt:variant>
      <vt:variant>
        <vt:lpwstr>_Toc288827668</vt:lpwstr>
      </vt:variant>
      <vt:variant>
        <vt:i4>1441854</vt:i4>
      </vt:variant>
      <vt:variant>
        <vt:i4>122</vt:i4>
      </vt:variant>
      <vt:variant>
        <vt:i4>0</vt:i4>
      </vt:variant>
      <vt:variant>
        <vt:i4>5</vt:i4>
      </vt:variant>
      <vt:variant>
        <vt:lpwstr/>
      </vt:variant>
      <vt:variant>
        <vt:lpwstr>_Toc288827666</vt:lpwstr>
      </vt:variant>
      <vt:variant>
        <vt:i4>1441854</vt:i4>
      </vt:variant>
      <vt:variant>
        <vt:i4>116</vt:i4>
      </vt:variant>
      <vt:variant>
        <vt:i4>0</vt:i4>
      </vt:variant>
      <vt:variant>
        <vt:i4>5</vt:i4>
      </vt:variant>
      <vt:variant>
        <vt:lpwstr/>
      </vt:variant>
      <vt:variant>
        <vt:lpwstr>_Toc288827665</vt:lpwstr>
      </vt:variant>
      <vt:variant>
        <vt:i4>1441854</vt:i4>
      </vt:variant>
      <vt:variant>
        <vt:i4>110</vt:i4>
      </vt:variant>
      <vt:variant>
        <vt:i4>0</vt:i4>
      </vt:variant>
      <vt:variant>
        <vt:i4>5</vt:i4>
      </vt:variant>
      <vt:variant>
        <vt:lpwstr/>
      </vt:variant>
      <vt:variant>
        <vt:lpwstr>_Toc288827664</vt:lpwstr>
      </vt:variant>
      <vt:variant>
        <vt:i4>1441854</vt:i4>
      </vt:variant>
      <vt:variant>
        <vt:i4>104</vt:i4>
      </vt:variant>
      <vt:variant>
        <vt:i4>0</vt:i4>
      </vt:variant>
      <vt:variant>
        <vt:i4>5</vt:i4>
      </vt:variant>
      <vt:variant>
        <vt:lpwstr/>
      </vt:variant>
      <vt:variant>
        <vt:lpwstr>_Toc288827663</vt:lpwstr>
      </vt:variant>
      <vt:variant>
        <vt:i4>1441854</vt:i4>
      </vt:variant>
      <vt:variant>
        <vt:i4>98</vt:i4>
      </vt:variant>
      <vt:variant>
        <vt:i4>0</vt:i4>
      </vt:variant>
      <vt:variant>
        <vt:i4>5</vt:i4>
      </vt:variant>
      <vt:variant>
        <vt:lpwstr/>
      </vt:variant>
      <vt:variant>
        <vt:lpwstr>_Toc288827662</vt:lpwstr>
      </vt:variant>
      <vt:variant>
        <vt:i4>1441854</vt:i4>
      </vt:variant>
      <vt:variant>
        <vt:i4>92</vt:i4>
      </vt:variant>
      <vt:variant>
        <vt:i4>0</vt:i4>
      </vt:variant>
      <vt:variant>
        <vt:i4>5</vt:i4>
      </vt:variant>
      <vt:variant>
        <vt:lpwstr/>
      </vt:variant>
      <vt:variant>
        <vt:lpwstr>_Toc288827661</vt:lpwstr>
      </vt:variant>
      <vt:variant>
        <vt:i4>1441854</vt:i4>
      </vt:variant>
      <vt:variant>
        <vt:i4>86</vt:i4>
      </vt:variant>
      <vt:variant>
        <vt:i4>0</vt:i4>
      </vt:variant>
      <vt:variant>
        <vt:i4>5</vt:i4>
      </vt:variant>
      <vt:variant>
        <vt:lpwstr/>
      </vt:variant>
      <vt:variant>
        <vt:lpwstr>_Toc288827660</vt:lpwstr>
      </vt:variant>
      <vt:variant>
        <vt:i4>1376318</vt:i4>
      </vt:variant>
      <vt:variant>
        <vt:i4>80</vt:i4>
      </vt:variant>
      <vt:variant>
        <vt:i4>0</vt:i4>
      </vt:variant>
      <vt:variant>
        <vt:i4>5</vt:i4>
      </vt:variant>
      <vt:variant>
        <vt:lpwstr/>
      </vt:variant>
      <vt:variant>
        <vt:lpwstr>_Toc288827659</vt:lpwstr>
      </vt:variant>
      <vt:variant>
        <vt:i4>1376318</vt:i4>
      </vt:variant>
      <vt:variant>
        <vt:i4>74</vt:i4>
      </vt:variant>
      <vt:variant>
        <vt:i4>0</vt:i4>
      </vt:variant>
      <vt:variant>
        <vt:i4>5</vt:i4>
      </vt:variant>
      <vt:variant>
        <vt:lpwstr/>
      </vt:variant>
      <vt:variant>
        <vt:lpwstr>_Toc288827658</vt:lpwstr>
      </vt:variant>
      <vt:variant>
        <vt:i4>1376318</vt:i4>
      </vt:variant>
      <vt:variant>
        <vt:i4>68</vt:i4>
      </vt:variant>
      <vt:variant>
        <vt:i4>0</vt:i4>
      </vt:variant>
      <vt:variant>
        <vt:i4>5</vt:i4>
      </vt:variant>
      <vt:variant>
        <vt:lpwstr/>
      </vt:variant>
      <vt:variant>
        <vt:lpwstr>_Toc288827657</vt:lpwstr>
      </vt:variant>
      <vt:variant>
        <vt:i4>1376318</vt:i4>
      </vt:variant>
      <vt:variant>
        <vt:i4>62</vt:i4>
      </vt:variant>
      <vt:variant>
        <vt:i4>0</vt:i4>
      </vt:variant>
      <vt:variant>
        <vt:i4>5</vt:i4>
      </vt:variant>
      <vt:variant>
        <vt:lpwstr/>
      </vt:variant>
      <vt:variant>
        <vt:lpwstr>_Toc288827656</vt:lpwstr>
      </vt:variant>
      <vt:variant>
        <vt:i4>1376318</vt:i4>
      </vt:variant>
      <vt:variant>
        <vt:i4>56</vt:i4>
      </vt:variant>
      <vt:variant>
        <vt:i4>0</vt:i4>
      </vt:variant>
      <vt:variant>
        <vt:i4>5</vt:i4>
      </vt:variant>
      <vt:variant>
        <vt:lpwstr/>
      </vt:variant>
      <vt:variant>
        <vt:lpwstr>_Toc288827655</vt:lpwstr>
      </vt:variant>
      <vt:variant>
        <vt:i4>1376318</vt:i4>
      </vt:variant>
      <vt:variant>
        <vt:i4>50</vt:i4>
      </vt:variant>
      <vt:variant>
        <vt:i4>0</vt:i4>
      </vt:variant>
      <vt:variant>
        <vt:i4>5</vt:i4>
      </vt:variant>
      <vt:variant>
        <vt:lpwstr/>
      </vt:variant>
      <vt:variant>
        <vt:lpwstr>_Toc288827654</vt:lpwstr>
      </vt:variant>
      <vt:variant>
        <vt:i4>1376318</vt:i4>
      </vt:variant>
      <vt:variant>
        <vt:i4>44</vt:i4>
      </vt:variant>
      <vt:variant>
        <vt:i4>0</vt:i4>
      </vt:variant>
      <vt:variant>
        <vt:i4>5</vt:i4>
      </vt:variant>
      <vt:variant>
        <vt:lpwstr/>
      </vt:variant>
      <vt:variant>
        <vt:lpwstr>_Toc288827653</vt:lpwstr>
      </vt:variant>
      <vt:variant>
        <vt:i4>1376318</vt:i4>
      </vt:variant>
      <vt:variant>
        <vt:i4>38</vt:i4>
      </vt:variant>
      <vt:variant>
        <vt:i4>0</vt:i4>
      </vt:variant>
      <vt:variant>
        <vt:i4>5</vt:i4>
      </vt:variant>
      <vt:variant>
        <vt:lpwstr/>
      </vt:variant>
      <vt:variant>
        <vt:lpwstr>_Toc288827652</vt:lpwstr>
      </vt:variant>
      <vt:variant>
        <vt:i4>1376318</vt:i4>
      </vt:variant>
      <vt:variant>
        <vt:i4>32</vt:i4>
      </vt:variant>
      <vt:variant>
        <vt:i4>0</vt:i4>
      </vt:variant>
      <vt:variant>
        <vt:i4>5</vt:i4>
      </vt:variant>
      <vt:variant>
        <vt:lpwstr/>
      </vt:variant>
      <vt:variant>
        <vt:lpwstr>_Toc288827651</vt:lpwstr>
      </vt:variant>
      <vt:variant>
        <vt:i4>1376318</vt:i4>
      </vt:variant>
      <vt:variant>
        <vt:i4>26</vt:i4>
      </vt:variant>
      <vt:variant>
        <vt:i4>0</vt:i4>
      </vt:variant>
      <vt:variant>
        <vt:i4>5</vt:i4>
      </vt:variant>
      <vt:variant>
        <vt:lpwstr/>
      </vt:variant>
      <vt:variant>
        <vt:lpwstr>_Toc288827650</vt:lpwstr>
      </vt:variant>
      <vt:variant>
        <vt:i4>1310782</vt:i4>
      </vt:variant>
      <vt:variant>
        <vt:i4>20</vt:i4>
      </vt:variant>
      <vt:variant>
        <vt:i4>0</vt:i4>
      </vt:variant>
      <vt:variant>
        <vt:i4>5</vt:i4>
      </vt:variant>
      <vt:variant>
        <vt:lpwstr/>
      </vt:variant>
      <vt:variant>
        <vt:lpwstr>_Toc288827649</vt:lpwstr>
      </vt:variant>
      <vt:variant>
        <vt:i4>1310782</vt:i4>
      </vt:variant>
      <vt:variant>
        <vt:i4>14</vt:i4>
      </vt:variant>
      <vt:variant>
        <vt:i4>0</vt:i4>
      </vt:variant>
      <vt:variant>
        <vt:i4>5</vt:i4>
      </vt:variant>
      <vt:variant>
        <vt:lpwstr/>
      </vt:variant>
      <vt:variant>
        <vt:lpwstr>_Toc288827648</vt:lpwstr>
      </vt:variant>
      <vt:variant>
        <vt:i4>1310782</vt:i4>
      </vt:variant>
      <vt:variant>
        <vt:i4>8</vt:i4>
      </vt:variant>
      <vt:variant>
        <vt:i4>0</vt:i4>
      </vt:variant>
      <vt:variant>
        <vt:i4>5</vt:i4>
      </vt:variant>
      <vt:variant>
        <vt:lpwstr/>
      </vt:variant>
      <vt:variant>
        <vt:lpwstr>_Toc288827647</vt:lpwstr>
      </vt:variant>
      <vt:variant>
        <vt:i4>1310782</vt:i4>
      </vt:variant>
      <vt:variant>
        <vt:i4>2</vt:i4>
      </vt:variant>
      <vt:variant>
        <vt:i4>0</vt:i4>
      </vt:variant>
      <vt:variant>
        <vt:i4>5</vt:i4>
      </vt:variant>
      <vt:variant>
        <vt:lpwstr/>
      </vt:variant>
      <vt:variant>
        <vt:lpwstr>_Toc288827646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Modise</dc:creator>
  <cp:lastModifiedBy>Andrea Granchelli</cp:lastModifiedBy>
  <cp:revision>2</cp:revision>
  <cp:lastPrinted>2016-07-19T12:25:00Z</cp:lastPrinted>
  <dcterms:created xsi:type="dcterms:W3CDTF">2021-03-02T04:57:00Z</dcterms:created>
  <dcterms:modified xsi:type="dcterms:W3CDTF">2021-03-02T04:57:00Z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0x0101005C4E3163097DC54AADB24190C98BD6CA</vt:lpwstr>
  </property>
</Properties>
</file>